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BB0A13A" w:rsidR="00F1480E" w:rsidRPr="000754EC" w:rsidRDefault="007515DC" w:rsidP="000754EC">
            <w:pPr>
              <w:pStyle w:val="SIUNITCODE"/>
            </w:pPr>
            <w:r>
              <w:t>AHCLSC</w:t>
            </w:r>
            <w:r w:rsidR="00C0202E">
              <w:t>4XX</w:t>
            </w:r>
          </w:p>
        </w:tc>
        <w:tc>
          <w:tcPr>
            <w:tcW w:w="3604" w:type="pct"/>
            <w:shd w:val="clear" w:color="auto" w:fill="auto"/>
          </w:tcPr>
          <w:p w14:paraId="68240ED7" w14:textId="7FF8FABB" w:rsidR="00F1480E" w:rsidRPr="000754EC" w:rsidRDefault="00C0202E" w:rsidP="000754EC">
            <w:pPr>
              <w:pStyle w:val="SIUnittitle"/>
            </w:pPr>
            <w:r>
              <w:t>Apply building codes and standards to the construction process for Class 10 buildings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519F4A15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9532FF">
              <w:t xml:space="preserve">access, interpret and apply relevant building codes and standards applicable to the National </w:t>
            </w:r>
            <w:r w:rsidR="004353A7">
              <w:t>Construction</w:t>
            </w:r>
            <w:r w:rsidR="009532FF">
              <w:t xml:space="preserve"> Code (NCC) Class 10 buildings, to a maximum of two storeys. It includes knowledge of the structure of the NCC, as well as the ability to access relevant information from the code as applicable to various </w:t>
            </w:r>
            <w:r w:rsidR="005824C2">
              <w:t xml:space="preserve">NCC Class 10 </w:t>
            </w:r>
            <w:r w:rsidR="00E24A67">
              <w:t>building</w:t>
            </w:r>
            <w:r w:rsidR="009532FF">
              <w:t xml:space="preserve"> projects.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2FB7ED49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9532FF">
              <w:t>a</w:t>
            </w:r>
            <w:r w:rsidR="00C0202E">
              <w:t xml:space="preserve">pply </w:t>
            </w:r>
            <w:r w:rsidR="009532FF">
              <w:t xml:space="preserve">Class 10 </w:t>
            </w:r>
            <w:r w:rsidR="00C0202E">
              <w:t>building codes and standards to the construction process</w:t>
            </w:r>
            <w:r w:rsidRPr="00A33B8D">
              <w:t>. Th</w:t>
            </w:r>
            <w:r w:rsidR="009532FF">
              <w:t>is includes applying and communicatin</w:t>
            </w:r>
            <w:r w:rsidR="000A0E77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3311694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1148EDBB" w:rsidR="00373436" w:rsidRPr="000754EC" w:rsidRDefault="009532FF" w:rsidP="009E77A5">
            <w:pPr>
              <w:pStyle w:val="SIText"/>
            </w:pPr>
            <w:r>
              <w:t xml:space="preserve">State/territory </w:t>
            </w:r>
            <w:r w:rsidR="009E77A5" w:rsidRPr="009E77A5">
              <w:t xml:space="preserve">licensing, legislative or certification requirements apply </w:t>
            </w:r>
            <w:r>
              <w:t>in some jurisdictions. Users are advised to check with the relevant regulatory authority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DEA6D94" w:rsidR="00F1480E" w:rsidRPr="000754EC" w:rsidRDefault="007515DC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A8B56E9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154EB7">
              <w:t>Classify building</w:t>
            </w:r>
          </w:p>
        </w:tc>
        <w:tc>
          <w:tcPr>
            <w:tcW w:w="3604" w:type="pct"/>
            <w:shd w:val="clear" w:color="auto" w:fill="auto"/>
          </w:tcPr>
          <w:p w14:paraId="735C0348" w14:textId="5D1914EE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154EB7">
              <w:t>Determine nature of building, its use and arrangement from construction plans and specifications</w:t>
            </w:r>
          </w:p>
          <w:p w14:paraId="421F855E" w14:textId="0AAEDE0B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154EB7">
              <w:t xml:space="preserve">Access, read and interpret Australian Standards and codes </w:t>
            </w:r>
            <w:r w:rsidR="00B27D18">
              <w:t xml:space="preserve">relevant </w:t>
            </w:r>
            <w:r w:rsidR="00D242EA">
              <w:t>NCC Class 10</w:t>
            </w:r>
            <w:r w:rsidR="00154EB7">
              <w:t xml:space="preserve"> construction project</w:t>
            </w:r>
            <w:r w:rsidR="00167591">
              <w:t>s</w:t>
            </w:r>
          </w:p>
          <w:p w14:paraId="4E4C43C2" w14:textId="36B8224C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154EB7">
              <w:t>Define NCC building classification</w:t>
            </w:r>
          </w:p>
          <w:p w14:paraId="1696B99B" w14:textId="072CA054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154EB7">
              <w:t>Identify and interpret NCC multiple classifications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42645CC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154EB7">
              <w:t>Determine construction compliance requirements</w:t>
            </w:r>
          </w:p>
        </w:tc>
        <w:tc>
          <w:tcPr>
            <w:tcW w:w="3604" w:type="pct"/>
            <w:shd w:val="clear" w:color="auto" w:fill="auto"/>
          </w:tcPr>
          <w:p w14:paraId="2E4FE385" w14:textId="0F88D982" w:rsidR="009E77A5" w:rsidRPr="009E77A5" w:rsidRDefault="009E77A5" w:rsidP="00B27D18">
            <w:pPr>
              <w:pStyle w:val="SIText"/>
            </w:pPr>
            <w:r w:rsidRPr="009E77A5">
              <w:t xml:space="preserve">2.1 </w:t>
            </w:r>
            <w:r w:rsidR="00154EB7">
              <w:t>Identify NCC performance requirements relevant to Class 10, up to two storeys, landscape construction projects</w:t>
            </w:r>
          </w:p>
          <w:p w14:paraId="2D157A0B" w14:textId="32DF2AED" w:rsidR="009E77A5" w:rsidRDefault="009E77A5" w:rsidP="00B27D18">
            <w:pPr>
              <w:pStyle w:val="SIText"/>
            </w:pPr>
            <w:r w:rsidRPr="009E77A5">
              <w:t xml:space="preserve">2.2 </w:t>
            </w:r>
            <w:r w:rsidR="00154EB7">
              <w:t>Determine range of criteria to ensure construction methods comply with NCC performance requirements</w:t>
            </w:r>
          </w:p>
          <w:p w14:paraId="5408BE48" w14:textId="5AFDA56A" w:rsidR="00A82661" w:rsidRDefault="00A82661" w:rsidP="00B27D18">
            <w:pPr>
              <w:pStyle w:val="SIText"/>
            </w:pPr>
            <w:r>
              <w:t xml:space="preserve">2.3 </w:t>
            </w:r>
            <w:r w:rsidR="00154EB7">
              <w:t>Identify and document non-conforming construction methods against NCC performance requirements</w:t>
            </w:r>
          </w:p>
          <w:p w14:paraId="22763346" w14:textId="79F4F0B6" w:rsidR="00D960FC" w:rsidRDefault="00D960FC" w:rsidP="00B27D18">
            <w:pPr>
              <w:pStyle w:val="SIText"/>
            </w:pPr>
            <w:r>
              <w:t xml:space="preserve">2.4 </w:t>
            </w:r>
            <w:r w:rsidR="00154EB7">
              <w:t>Discuss performance solution with design and building construction professionals</w:t>
            </w:r>
          </w:p>
          <w:p w14:paraId="33C62D8E" w14:textId="0A221E10" w:rsidR="00EC69EB" w:rsidRDefault="00EC69EB" w:rsidP="00B27D18">
            <w:pPr>
              <w:pStyle w:val="SIText"/>
            </w:pPr>
            <w:r>
              <w:t xml:space="preserve">2.5 </w:t>
            </w:r>
            <w:r w:rsidR="00154EB7">
              <w:t xml:space="preserve">Analyse and apply assessment methods to determine compliance with performance solution or Deem-to-Satisfy </w:t>
            </w:r>
            <w:r w:rsidR="009A5EF1">
              <w:t>solution (DTS)</w:t>
            </w:r>
          </w:p>
          <w:p w14:paraId="6AE4C161" w14:textId="7796F870" w:rsidR="00154EB7" w:rsidRDefault="00154EB7" w:rsidP="00B27D18">
            <w:pPr>
              <w:pStyle w:val="SIText"/>
            </w:pPr>
            <w:r>
              <w:t xml:space="preserve">2.6 </w:t>
            </w:r>
            <w:r w:rsidR="009A5EF1">
              <w:t>Meet the evidence of suitability requirements for building materials and products stated in the NCC</w:t>
            </w:r>
          </w:p>
          <w:p w14:paraId="6BB72E57" w14:textId="5264BE01" w:rsidR="00154EB7" w:rsidRPr="009E77A5" w:rsidRDefault="00154EB7" w:rsidP="00B27D18">
            <w:pPr>
              <w:pStyle w:val="SIText"/>
            </w:pPr>
            <w:r>
              <w:t xml:space="preserve">2.7 </w:t>
            </w:r>
            <w:r w:rsidR="009A5EF1">
              <w:t>Complete documentation according to NCC requirements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D968D06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154EB7">
              <w:t>Determine fire protection requirements</w:t>
            </w:r>
          </w:p>
        </w:tc>
        <w:tc>
          <w:tcPr>
            <w:tcW w:w="3604" w:type="pct"/>
            <w:shd w:val="clear" w:color="auto" w:fill="auto"/>
          </w:tcPr>
          <w:p w14:paraId="1A4DC1E9" w14:textId="77F33911" w:rsidR="009E77A5" w:rsidRPr="009E77A5" w:rsidRDefault="009E77A5" w:rsidP="00B27D18">
            <w:pPr>
              <w:pStyle w:val="SIText"/>
            </w:pPr>
            <w:r w:rsidRPr="009E77A5">
              <w:t xml:space="preserve">3.1 </w:t>
            </w:r>
            <w:r w:rsidR="009A5EF1">
              <w:t>Identify NCC and other legislative requirements for passive and active fire control elements in buildings</w:t>
            </w:r>
          </w:p>
          <w:p w14:paraId="3414DA24" w14:textId="7A6F12FD" w:rsidR="009E77A5" w:rsidRPr="009E77A5" w:rsidRDefault="009E77A5" w:rsidP="00B27D18">
            <w:pPr>
              <w:pStyle w:val="SIText"/>
            </w:pPr>
            <w:r w:rsidRPr="009E77A5">
              <w:t xml:space="preserve">3.2 </w:t>
            </w:r>
            <w:r w:rsidR="009A5EF1">
              <w:t>Determine level of fire resistance required for the construction of various class 10 buildings</w:t>
            </w:r>
          </w:p>
          <w:p w14:paraId="7C104250" w14:textId="4A2521DA" w:rsidR="009E77A5" w:rsidRPr="009E77A5" w:rsidRDefault="009E77A5" w:rsidP="00B27D18">
            <w:pPr>
              <w:pStyle w:val="SIText"/>
            </w:pPr>
            <w:r w:rsidRPr="009E77A5">
              <w:t xml:space="preserve">3.3 </w:t>
            </w:r>
            <w:r w:rsidR="009A5EF1">
              <w:t>Check existing buildings for compliance with passive and active fire protection requirements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1205FC5B" w:rsidR="008013E7" w:rsidRPr="00167591" w:rsidRDefault="00B67E78" w:rsidP="0016759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67591">
              <w:rPr>
                <w:rStyle w:val="SITemporaryText-red"/>
                <w:rFonts w:eastAsia="Calibri"/>
                <w:color w:val="auto"/>
                <w:sz w:val="20"/>
              </w:rPr>
              <w:t>I</w:t>
            </w:r>
            <w:r w:rsidR="009A5EF1" w:rsidRPr="00167591">
              <w:rPr>
                <w:rStyle w:val="SITemporaryText-red"/>
                <w:rFonts w:eastAsia="Calibri"/>
                <w:color w:val="auto"/>
                <w:sz w:val="20"/>
              </w:rPr>
              <w:t>dentify and i</w:t>
            </w:r>
            <w:r w:rsidRPr="00167591">
              <w:rPr>
                <w:rStyle w:val="SITemporaryText-red"/>
                <w:rFonts w:eastAsia="Calibri"/>
                <w:color w:val="auto"/>
                <w:sz w:val="20"/>
              </w:rPr>
              <w:t>nterpret</w:t>
            </w:r>
            <w:r w:rsidR="009A5EF1" w:rsidRPr="00167591">
              <w:rPr>
                <w:rStyle w:val="SITemporaryText-red"/>
                <w:rFonts w:eastAsia="Calibri"/>
                <w:color w:val="auto"/>
                <w:sz w:val="20"/>
              </w:rPr>
              <w:t xml:space="preserve"> information regarding requirements for </w:t>
            </w:r>
            <w:r w:rsidR="00167591" w:rsidRPr="00167591">
              <w:rPr>
                <w:rStyle w:val="SITemporaryText-red"/>
                <w:rFonts w:eastAsia="Calibri"/>
                <w:color w:val="auto"/>
                <w:sz w:val="20"/>
              </w:rPr>
              <w:t>NCC Class 10</w:t>
            </w:r>
            <w:r w:rsidR="009A5EF1" w:rsidRPr="00167591">
              <w:rPr>
                <w:rStyle w:val="SITemporaryText-red"/>
                <w:rFonts w:eastAsia="Calibri"/>
                <w:color w:val="auto"/>
                <w:sz w:val="20"/>
              </w:rPr>
              <w:t xml:space="preserve"> construction projects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17DDC61A" w:rsidR="00C22BAC" w:rsidRPr="005A547B" w:rsidRDefault="009A5EF1" w:rsidP="005A547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547B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Pr="005A547B">
              <w:t>design and building construction professionals,</w:t>
            </w:r>
            <w:r w:rsidRPr="005A547B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5A547B" w:rsidRPr="005A547B">
              <w:rPr>
                <w:rStyle w:val="SITemporaryText-red"/>
                <w:rFonts w:eastAsia="Calibri"/>
                <w:color w:val="auto"/>
                <w:sz w:val="20"/>
              </w:rPr>
              <w:t>propose actions to rectify faults and problems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7AC87674" w:rsidR="00DE1033" w:rsidRPr="00196303" w:rsidRDefault="007515DC" w:rsidP="00196303">
            <w:pPr>
              <w:pStyle w:val="SIText"/>
            </w:pPr>
            <w:r>
              <w:t>AHCLSC</w:t>
            </w:r>
            <w:r w:rsidR="00C0202E">
              <w:t>4XX</w:t>
            </w:r>
            <w:r w:rsidR="00DE1033" w:rsidRPr="00196303">
              <w:t xml:space="preserve"> </w:t>
            </w:r>
            <w:r w:rsidR="00C0202E">
              <w:t>Apply building codes and standards to the construction process for Class 10 buildings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788A94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515DC">
              <w:t>AHCLSC</w:t>
            </w:r>
            <w:r w:rsidR="00C0202E">
              <w:t>4XX</w:t>
            </w:r>
            <w:r w:rsidR="009E77A5" w:rsidRPr="009E77A5">
              <w:t xml:space="preserve"> </w:t>
            </w:r>
            <w:r w:rsidR="00C0202E">
              <w:t>Apply building codes and standards to the construction process for Class 10 buildings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519690F6" w:rsidR="00DA54B5" w:rsidRPr="0043192D" w:rsidRDefault="00DA54B5" w:rsidP="0043192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192D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43192D">
              <w:rPr>
                <w:rStyle w:val="SITemporaryText-red"/>
                <w:color w:val="auto"/>
                <w:sz w:val="20"/>
              </w:rPr>
              <w:t>applied codes and standards to the construction process of one Class 10 building project, to a maximum of two storeys,</w:t>
            </w:r>
            <w:r w:rsidR="00DE1033" w:rsidRPr="0043192D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43192D">
              <w:rPr>
                <w:rStyle w:val="SITemporaryText-red"/>
                <w:color w:val="auto"/>
                <w:sz w:val="20"/>
              </w:rPr>
              <w:t>:</w:t>
            </w:r>
          </w:p>
          <w:p w14:paraId="03EFCEEB" w14:textId="5C51C938" w:rsidR="0060290E" w:rsidRPr="005A547B" w:rsidRDefault="0043192D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determ</w:t>
            </w:r>
            <w:r w:rsidR="0060290E" w:rsidRPr="005A547B">
              <w:rPr>
                <w:rStyle w:val="SITemporaryText-red"/>
                <w:color w:val="auto"/>
                <w:sz w:val="20"/>
              </w:rPr>
              <w:t xml:space="preserve">ined </w:t>
            </w:r>
            <w:r w:rsidRPr="005A547B">
              <w:rPr>
                <w:rStyle w:val="SITemporaryText-red"/>
                <w:color w:val="auto"/>
                <w:sz w:val="20"/>
              </w:rPr>
              <w:t>type of construction and use of building from construction plans and specifications and class of building using National Construction Code (NCC) classifications</w:t>
            </w:r>
          </w:p>
          <w:p w14:paraId="22CC7696" w14:textId="2AE3F9D6" w:rsidR="00DE1033" w:rsidRPr="00B27D18" w:rsidRDefault="0043192D" w:rsidP="00B27D1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27D18">
              <w:rPr>
                <w:rStyle w:val="SITemporaryText-red"/>
                <w:color w:val="auto"/>
                <w:sz w:val="20"/>
              </w:rPr>
              <w:t>identified current building and construction codes and Australian Standards relevant to the landscape construction project</w:t>
            </w:r>
            <w:r w:rsidR="00B27D18" w:rsidRPr="00B27D18">
              <w:rPr>
                <w:rStyle w:val="SITemporaryText-red"/>
                <w:color w:val="auto"/>
                <w:sz w:val="20"/>
              </w:rPr>
              <w:t>s</w:t>
            </w:r>
          </w:p>
          <w:p w14:paraId="17333138" w14:textId="00034695" w:rsidR="00BC3117" w:rsidRPr="005A547B" w:rsidRDefault="005D536F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a</w:t>
            </w:r>
            <w:r w:rsidR="00BC3117" w:rsidRPr="005A547B">
              <w:rPr>
                <w:rStyle w:val="SITemporaryText-red"/>
                <w:color w:val="auto"/>
                <w:sz w:val="20"/>
              </w:rPr>
              <w:t xml:space="preserve">pplied </w:t>
            </w:r>
            <w:r w:rsidR="0043192D" w:rsidRPr="005A547B">
              <w:rPr>
                <w:rStyle w:val="SITemporaryText-red"/>
                <w:color w:val="auto"/>
                <w:sz w:val="20"/>
              </w:rPr>
              <w:t>NCC performance requirements in relation to the</w:t>
            </w:r>
            <w:r w:rsidR="00BC3117" w:rsidRPr="005A547B">
              <w:rPr>
                <w:rStyle w:val="SITemporaryText-red"/>
                <w:color w:val="auto"/>
                <w:sz w:val="20"/>
              </w:rPr>
              <w:t xml:space="preserve"> design</w:t>
            </w:r>
            <w:r w:rsidR="0043192D" w:rsidRPr="005A547B">
              <w:rPr>
                <w:rStyle w:val="SITemporaryText-red"/>
                <w:color w:val="auto"/>
                <w:sz w:val="20"/>
              </w:rPr>
              <w:t xml:space="preserve"> and construction of the building</w:t>
            </w:r>
            <w:r w:rsidR="00BC3117" w:rsidRPr="005A547B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44A4F314" w14:textId="138A2AE1" w:rsidR="00BC3117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energy efficiency</w:t>
            </w:r>
          </w:p>
          <w:p w14:paraId="70DB5BC8" w14:textId="7531D6E6" w:rsidR="00C933C6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damp and weatherproofing</w:t>
            </w:r>
          </w:p>
          <w:p w14:paraId="0657B73D" w14:textId="207411FF" w:rsidR="005D536F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fire safety</w:t>
            </w:r>
          </w:p>
          <w:p w14:paraId="0F898921" w14:textId="77777777" w:rsidR="0043192D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health and amenity</w:t>
            </w:r>
          </w:p>
          <w:p w14:paraId="4F154788" w14:textId="77777777" w:rsidR="0043192D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structure</w:t>
            </w:r>
          </w:p>
          <w:p w14:paraId="5B5332CC" w14:textId="77777777" w:rsidR="0043192D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safe movement and access</w:t>
            </w:r>
          </w:p>
          <w:p w14:paraId="6C62C56D" w14:textId="2A9E6917" w:rsidR="005D536F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ancillary provisions</w:t>
            </w:r>
          </w:p>
          <w:p w14:paraId="29912B20" w14:textId="77777777" w:rsidR="005A547B" w:rsidRPr="005A547B" w:rsidRDefault="00E37977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5A547B" w:rsidRPr="005A547B">
              <w:rPr>
                <w:rStyle w:val="SITemporaryText-red"/>
                <w:color w:val="auto"/>
                <w:sz w:val="20"/>
              </w:rPr>
              <w:t>performance solutions to ensure construction complies with NCC performance requirements</w:t>
            </w:r>
          </w:p>
          <w:p w14:paraId="3C42997A" w14:textId="77777777" w:rsidR="005A547B" w:rsidRPr="005A547B" w:rsidRDefault="005A547B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identified faults and problems and propose actions to rectify</w:t>
            </w:r>
          </w:p>
          <w:p w14:paraId="36CFF4C8" w14:textId="77777777" w:rsidR="005A547B" w:rsidRPr="005A547B" w:rsidRDefault="005A547B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completed documentation</w:t>
            </w:r>
          </w:p>
          <w:p w14:paraId="3F4E2EAA" w14:textId="62EE5E5E" w:rsidR="00DE1033" w:rsidRPr="001F41C3" w:rsidRDefault="005A547B" w:rsidP="005A547B">
            <w:pPr>
              <w:pStyle w:val="SIBulletList1"/>
            </w:pPr>
            <w:r w:rsidRPr="005A547B">
              <w:rPr>
                <w:rStyle w:val="SITemporaryText-red"/>
                <w:color w:val="auto"/>
                <w:sz w:val="20"/>
              </w:rPr>
              <w:t>inspected building to determine fire protection compliance with NCC and other legislative requirements</w:t>
            </w:r>
            <w:r w:rsidR="00D346D4" w:rsidRPr="005A547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9A936C3" w14:textId="06F44E4D" w:rsidR="005A547B" w:rsidRPr="005A547B" w:rsidRDefault="005A547B" w:rsidP="005A547B">
            <w:pPr>
              <w:pStyle w:val="SIBulletList1"/>
            </w:pPr>
            <w:r w:rsidRPr="005A547B">
              <w:t>NCC:</w:t>
            </w:r>
          </w:p>
          <w:p w14:paraId="3BA69302" w14:textId="4D50A285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r</w:t>
            </w:r>
            <w:r w:rsidRPr="005A547B">
              <w:t xml:space="preserve">equirements and </w:t>
            </w:r>
            <w:r>
              <w:t>g</w:t>
            </w:r>
            <w:r w:rsidRPr="005A547B">
              <w:t xml:space="preserve">eneral </w:t>
            </w:r>
            <w:r>
              <w:t>r</w:t>
            </w:r>
            <w:r w:rsidRPr="005A547B">
              <w:t>equirements</w:t>
            </w:r>
          </w:p>
          <w:p w14:paraId="0062881A" w14:textId="37D0AFE2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s</w:t>
            </w:r>
            <w:r w:rsidRPr="005A547B">
              <w:t xml:space="preserve">olutions and </w:t>
            </w:r>
            <w:r>
              <w:t>a</w:t>
            </w:r>
            <w:r w:rsidRPr="005A547B">
              <w:t xml:space="preserve">ssessment </w:t>
            </w:r>
            <w:r>
              <w:t>m</w:t>
            </w:r>
            <w:r w:rsidRPr="005A547B">
              <w:t>ethods</w:t>
            </w:r>
          </w:p>
          <w:p w14:paraId="5F0BEEC9" w14:textId="227E36B1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h</w:t>
            </w:r>
            <w:r w:rsidRPr="005A547B">
              <w:t>ierarchy</w:t>
            </w:r>
          </w:p>
          <w:p w14:paraId="67D48EB4" w14:textId="77777777" w:rsidR="005A547B" w:rsidRPr="005A547B" w:rsidRDefault="005A547B" w:rsidP="005A547B">
            <w:pPr>
              <w:pStyle w:val="SIBulletList2"/>
            </w:pPr>
            <w:r w:rsidRPr="005A547B">
              <w:t>evidence of suitability for building materials and products</w:t>
            </w:r>
          </w:p>
          <w:p w14:paraId="60737704" w14:textId="77777777" w:rsidR="005A547B" w:rsidRPr="005A547B" w:rsidRDefault="005A547B" w:rsidP="005A547B">
            <w:pPr>
              <w:pStyle w:val="SIBulletList2"/>
            </w:pPr>
            <w:r w:rsidRPr="005A547B">
              <w:t>classes of building and types of construction</w:t>
            </w:r>
          </w:p>
          <w:p w14:paraId="1332F3A4" w14:textId="5D01E10C" w:rsidR="00B27D18" w:rsidRPr="005E56B1" w:rsidRDefault="00B27D18" w:rsidP="005E56B1">
            <w:pPr>
              <w:pStyle w:val="SIBulletList1"/>
            </w:pPr>
            <w:r w:rsidRPr="005E56B1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46459F" w:rsidRPr="005E56B1">
              <w:rPr>
                <w:rStyle w:val="SITemporaryText-red"/>
                <w:color w:val="auto"/>
                <w:sz w:val="20"/>
              </w:rPr>
              <w:t xml:space="preserve">Class 10 </w:t>
            </w:r>
            <w:r w:rsidR="00D95C74" w:rsidRPr="005E56B1">
              <w:rPr>
                <w:rStyle w:val="SITemporaryText-red"/>
                <w:color w:val="auto"/>
                <w:sz w:val="20"/>
              </w:rPr>
              <w:t>building</w:t>
            </w:r>
            <w:r w:rsidRPr="005E56B1">
              <w:rPr>
                <w:rStyle w:val="SITemporaryText-red"/>
                <w:color w:val="auto"/>
                <w:sz w:val="20"/>
              </w:rPr>
              <w:t xml:space="preserve"> construction</w:t>
            </w:r>
          </w:p>
          <w:p w14:paraId="31C3D715" w14:textId="30F0712F" w:rsidR="005A547B" w:rsidRPr="005A547B" w:rsidRDefault="005A547B" w:rsidP="007A3A41">
            <w:pPr>
              <w:pStyle w:val="SIBulletList1"/>
            </w:pPr>
            <w:r>
              <w:t>workplace</w:t>
            </w:r>
            <w:r w:rsidRPr="005A547B">
              <w:t xml:space="preserve"> policies and procedures, quality systems</w:t>
            </w:r>
            <w:r w:rsidR="00B27D18">
              <w:t>,</w:t>
            </w:r>
            <w:r w:rsidRPr="005A547B">
              <w:t xml:space="preserve"> best practice approaches</w:t>
            </w:r>
            <w:r w:rsidR="00B27D18">
              <w:t xml:space="preserve">, and </w:t>
            </w:r>
            <w:r w:rsidRPr="005A547B">
              <w:t>safety requirements</w:t>
            </w:r>
          </w:p>
          <w:p w14:paraId="411F0710" w14:textId="77777777" w:rsidR="005A547B" w:rsidRPr="005A547B" w:rsidRDefault="005A547B" w:rsidP="005A547B">
            <w:pPr>
              <w:pStyle w:val="SIBulletList1"/>
            </w:pPr>
            <w:r w:rsidRPr="005A547B">
              <w:t>properties, characteristics and limitations of specified building materials and components</w:t>
            </w:r>
          </w:p>
          <w:p w14:paraId="5E5EC0C2" w14:textId="77777777" w:rsidR="005A547B" w:rsidRPr="005A547B" w:rsidRDefault="005A547B" w:rsidP="005A547B">
            <w:pPr>
              <w:pStyle w:val="SIBulletList1"/>
            </w:pPr>
            <w:r w:rsidRPr="005A547B">
              <w:t>processes, procedures and techniques of construction</w:t>
            </w:r>
          </w:p>
          <w:p w14:paraId="7415CB68" w14:textId="77777777" w:rsidR="005A547B" w:rsidRPr="005A547B" w:rsidRDefault="005A547B" w:rsidP="005A547B">
            <w:pPr>
              <w:pStyle w:val="SIBulletList1"/>
            </w:pPr>
            <w:r w:rsidRPr="005A547B">
              <w:t>basic building design principles and the behaviour of structures under stress, strain, compression, bending or combined actions</w:t>
            </w:r>
          </w:p>
          <w:p w14:paraId="03295B6E" w14:textId="77777777" w:rsidR="005A547B" w:rsidRPr="005A547B" w:rsidRDefault="005A547B" w:rsidP="005A547B">
            <w:pPr>
              <w:pStyle w:val="SIBulletList1"/>
            </w:pPr>
            <w:r w:rsidRPr="005A547B">
              <w:t>causes and implications of building detects related to failure of applying building codes and standards to residential and commercial buildings</w:t>
            </w:r>
          </w:p>
          <w:p w14:paraId="64A54E2B" w14:textId="77777777" w:rsidR="005A547B" w:rsidRPr="005A547B" w:rsidRDefault="005A547B" w:rsidP="005A547B">
            <w:pPr>
              <w:pStyle w:val="SIBulletList1"/>
            </w:pPr>
            <w:r w:rsidRPr="005A547B">
              <w:t>extent of remedial work required for various defects cause by inadequate design and application of building codes and practices</w:t>
            </w:r>
          </w:p>
          <w:p w14:paraId="34B4C534" w14:textId="77777777" w:rsidR="005A547B" w:rsidRPr="005A547B" w:rsidRDefault="005A547B" w:rsidP="005A547B">
            <w:pPr>
              <w:pStyle w:val="SIBulletList1"/>
            </w:pPr>
            <w:r w:rsidRPr="005A547B">
              <w:t>environmental requirements and sustainability principles and concepts</w:t>
            </w:r>
          </w:p>
          <w:p w14:paraId="15FE36DB" w14:textId="77777777" w:rsidR="005A547B" w:rsidRPr="005A547B" w:rsidRDefault="005A547B" w:rsidP="005A547B">
            <w:pPr>
              <w:pStyle w:val="SIBulletList1"/>
            </w:pPr>
            <w:r w:rsidRPr="005A547B">
              <w:t>project plans, specifications, working drawings and structural details</w:t>
            </w:r>
          </w:p>
          <w:p w14:paraId="594042BC" w14:textId="600D6B9C" w:rsidR="00F1480E" w:rsidRPr="000754EC" w:rsidRDefault="005A547B" w:rsidP="00B27D18">
            <w:pPr>
              <w:pStyle w:val="SIBulletList1"/>
            </w:pPr>
            <w:r w:rsidRPr="005A547B">
              <w:t>construction terminology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lastRenderedPageBreak/>
              <w:t>resources, equipment and materials:</w:t>
            </w:r>
          </w:p>
          <w:p w14:paraId="55F3DB6E" w14:textId="3387864B" w:rsidR="003730DC" w:rsidRPr="009D29D3" w:rsidRDefault="00B27D18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construction drawings, </w:t>
            </w:r>
            <w:r w:rsidR="00DE1033" w:rsidRPr="009D29D3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 plans and specifications</w:t>
            </w:r>
          </w:p>
          <w:p w14:paraId="7137AD2E" w14:textId="478584A2" w:rsidR="009D29D3" w:rsidRPr="009D29D3" w:rsidRDefault="009D29D3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54E7C883" w:rsidR="000D3E44" w:rsidRPr="000D3E44" w:rsidRDefault="00B27D18" w:rsidP="00F96D42">
            <w:pPr>
              <w:pStyle w:val="SIBulletList2"/>
              <w:rPr>
                <w:rFonts w:eastAsia="Calibri"/>
              </w:rPr>
            </w:pPr>
            <w:r>
              <w:t>NCC Volume 2</w:t>
            </w:r>
          </w:p>
          <w:p w14:paraId="01CB611D" w14:textId="4EF27BBD" w:rsidR="00B27D18" w:rsidRPr="005E56B1" w:rsidRDefault="00B27D18" w:rsidP="005E56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E56B1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5E56B1" w:rsidRPr="005E56B1">
              <w:rPr>
                <w:rStyle w:val="SITemporaryText-red"/>
                <w:color w:val="auto"/>
                <w:sz w:val="20"/>
              </w:rPr>
              <w:t>Class 10 building construction</w:t>
            </w:r>
            <w:r w:rsidRPr="005E56B1">
              <w:rPr>
                <w:rStyle w:val="SITemporaryText-red"/>
                <w:color w:val="auto"/>
                <w:sz w:val="20"/>
              </w:rPr>
              <w:t xml:space="preserve"> projects</w:t>
            </w:r>
          </w:p>
          <w:p w14:paraId="5EDE35FD" w14:textId="2A23C8C3" w:rsidR="00DA54B5" w:rsidRPr="009D29D3" w:rsidRDefault="000D3E44" w:rsidP="005E56B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E56B1">
              <w:t xml:space="preserve">workplace </w:t>
            </w:r>
            <w:r w:rsidR="00B27D18" w:rsidRPr="005E56B1">
              <w:t xml:space="preserve">policies and procedures, and quality </w:t>
            </w:r>
            <w:r w:rsidRPr="005E56B1">
              <w:t xml:space="preserve">procedures relevant to </w:t>
            </w:r>
            <w:r w:rsidR="005E56B1" w:rsidRPr="005E56B1">
              <w:t>Class 10 building</w:t>
            </w:r>
            <w:r w:rsidR="00B27D18" w:rsidRPr="009D29D3">
              <w:t xml:space="preserve"> construction </w:t>
            </w:r>
            <w:r w:rsidRPr="009D29D3">
              <w:t>projects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8F707BF" w:rsidR="00DA54B5" w:rsidRPr="002403BB" w:rsidRDefault="009D29D3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D29D3">
              <w:t>design and building construction professionals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89784E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B54E5" w14:textId="77777777" w:rsidR="00375513" w:rsidRDefault="00375513" w:rsidP="00BF3F0A">
      <w:r>
        <w:separator/>
      </w:r>
    </w:p>
    <w:p w14:paraId="5484AE21" w14:textId="77777777" w:rsidR="00375513" w:rsidRDefault="00375513"/>
  </w:endnote>
  <w:endnote w:type="continuationSeparator" w:id="0">
    <w:p w14:paraId="3AE5EB78" w14:textId="77777777" w:rsidR="00375513" w:rsidRDefault="00375513" w:rsidP="00BF3F0A">
      <w:r>
        <w:continuationSeparator/>
      </w:r>
    </w:p>
    <w:p w14:paraId="21872454" w14:textId="77777777" w:rsidR="00375513" w:rsidRDefault="00375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524BD" w14:textId="77777777" w:rsidR="00375513" w:rsidRDefault="00375513" w:rsidP="00BF3F0A">
      <w:r>
        <w:separator/>
      </w:r>
    </w:p>
    <w:p w14:paraId="191F2DC5" w14:textId="77777777" w:rsidR="00375513" w:rsidRDefault="00375513"/>
  </w:footnote>
  <w:footnote w:type="continuationSeparator" w:id="0">
    <w:p w14:paraId="10B948B6" w14:textId="77777777" w:rsidR="00375513" w:rsidRDefault="00375513" w:rsidP="00BF3F0A">
      <w:r>
        <w:continuationSeparator/>
      </w:r>
    </w:p>
    <w:p w14:paraId="2F272B69" w14:textId="77777777" w:rsidR="00375513" w:rsidRDefault="003755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7B416B2" w:rsidR="009C2650" w:rsidRPr="009E77A5" w:rsidRDefault="007515DC" w:rsidP="009D29D3">
    <w:pPr>
      <w:pStyle w:val="SIText"/>
    </w:pPr>
    <w:r>
      <w:t>AHCLSC</w:t>
    </w:r>
    <w:r w:rsidR="00C0202E">
      <w:t>4XX</w:t>
    </w:r>
    <w:r w:rsidR="009E77A5" w:rsidRPr="009E77A5">
      <w:t xml:space="preserve"> </w:t>
    </w:r>
    <w:r w:rsidR="00C0202E">
      <w:t>Apply building codes and standards to the construction process for Class 10 buildings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1"/>
  </w:num>
  <w:num w:numId="19">
    <w:abstractNumId w:val="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1722"/>
    <w:rsid w:val="00041E59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A0E77"/>
    <w:rsid w:val="000A5441"/>
    <w:rsid w:val="000A6A5E"/>
    <w:rsid w:val="000B2022"/>
    <w:rsid w:val="000B34C2"/>
    <w:rsid w:val="000B546B"/>
    <w:rsid w:val="000C149A"/>
    <w:rsid w:val="000C224E"/>
    <w:rsid w:val="000D0445"/>
    <w:rsid w:val="000D3E44"/>
    <w:rsid w:val="000E25E6"/>
    <w:rsid w:val="000E2C86"/>
    <w:rsid w:val="000E534B"/>
    <w:rsid w:val="000F29F2"/>
    <w:rsid w:val="001005E7"/>
    <w:rsid w:val="00101659"/>
    <w:rsid w:val="00105AEA"/>
    <w:rsid w:val="00106F15"/>
    <w:rsid w:val="001078BF"/>
    <w:rsid w:val="00122502"/>
    <w:rsid w:val="00122777"/>
    <w:rsid w:val="00133957"/>
    <w:rsid w:val="001372F6"/>
    <w:rsid w:val="00144385"/>
    <w:rsid w:val="00146EEC"/>
    <w:rsid w:val="00151D55"/>
    <w:rsid w:val="00151D93"/>
    <w:rsid w:val="00154EB7"/>
    <w:rsid w:val="00156EF3"/>
    <w:rsid w:val="001658B3"/>
    <w:rsid w:val="00167591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EA7"/>
    <w:rsid w:val="002572F0"/>
    <w:rsid w:val="00262FC3"/>
    <w:rsid w:val="0026394F"/>
    <w:rsid w:val="00267AF6"/>
    <w:rsid w:val="00276A58"/>
    <w:rsid w:val="00276DB8"/>
    <w:rsid w:val="00282664"/>
    <w:rsid w:val="00285FB8"/>
    <w:rsid w:val="00292D56"/>
    <w:rsid w:val="0029475D"/>
    <w:rsid w:val="002970C3"/>
    <w:rsid w:val="002A19DA"/>
    <w:rsid w:val="002A4CD3"/>
    <w:rsid w:val="002A6CC4"/>
    <w:rsid w:val="002C55E9"/>
    <w:rsid w:val="002D0C8B"/>
    <w:rsid w:val="002D330A"/>
    <w:rsid w:val="002E170C"/>
    <w:rsid w:val="002E193E"/>
    <w:rsid w:val="002F73AD"/>
    <w:rsid w:val="00300D46"/>
    <w:rsid w:val="00300E70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66805"/>
    <w:rsid w:val="0037067D"/>
    <w:rsid w:val="003730DC"/>
    <w:rsid w:val="00373436"/>
    <w:rsid w:val="003737F1"/>
    <w:rsid w:val="0037551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40612E"/>
    <w:rsid w:val="004127E3"/>
    <w:rsid w:val="00426454"/>
    <w:rsid w:val="0043192D"/>
    <w:rsid w:val="0043212E"/>
    <w:rsid w:val="00434366"/>
    <w:rsid w:val="00434ECE"/>
    <w:rsid w:val="004353A7"/>
    <w:rsid w:val="00444423"/>
    <w:rsid w:val="0044688B"/>
    <w:rsid w:val="00452F3E"/>
    <w:rsid w:val="0045358A"/>
    <w:rsid w:val="0046239A"/>
    <w:rsid w:val="004640AE"/>
    <w:rsid w:val="0046459F"/>
    <w:rsid w:val="004679E3"/>
    <w:rsid w:val="00475172"/>
    <w:rsid w:val="004758B0"/>
    <w:rsid w:val="004832D2"/>
    <w:rsid w:val="00485559"/>
    <w:rsid w:val="00490214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D5F"/>
    <w:rsid w:val="004D1569"/>
    <w:rsid w:val="004D2C3F"/>
    <w:rsid w:val="004D44B1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909"/>
    <w:rsid w:val="005824C2"/>
    <w:rsid w:val="00583902"/>
    <w:rsid w:val="005A12F7"/>
    <w:rsid w:val="005A1D70"/>
    <w:rsid w:val="005A3AA5"/>
    <w:rsid w:val="005A547B"/>
    <w:rsid w:val="005A6C9C"/>
    <w:rsid w:val="005A74DC"/>
    <w:rsid w:val="005B5146"/>
    <w:rsid w:val="005D1AFD"/>
    <w:rsid w:val="005D536F"/>
    <w:rsid w:val="005E385B"/>
    <w:rsid w:val="005E51E6"/>
    <w:rsid w:val="005E56B1"/>
    <w:rsid w:val="005F027A"/>
    <w:rsid w:val="005F33CC"/>
    <w:rsid w:val="005F771F"/>
    <w:rsid w:val="0060290E"/>
    <w:rsid w:val="006121D4"/>
    <w:rsid w:val="00613B49"/>
    <w:rsid w:val="00616845"/>
    <w:rsid w:val="00620E8E"/>
    <w:rsid w:val="006242CB"/>
    <w:rsid w:val="00632013"/>
    <w:rsid w:val="00633CFE"/>
    <w:rsid w:val="00634FCA"/>
    <w:rsid w:val="0064376B"/>
    <w:rsid w:val="00643C7A"/>
    <w:rsid w:val="00643D1B"/>
    <w:rsid w:val="006452B8"/>
    <w:rsid w:val="00650CC3"/>
    <w:rsid w:val="00652E62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5DC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17D51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36C2"/>
    <w:rsid w:val="00865011"/>
    <w:rsid w:val="00866658"/>
    <w:rsid w:val="00871909"/>
    <w:rsid w:val="008800CC"/>
    <w:rsid w:val="008831C7"/>
    <w:rsid w:val="008856AB"/>
    <w:rsid w:val="00886790"/>
    <w:rsid w:val="00887194"/>
    <w:rsid w:val="008908DE"/>
    <w:rsid w:val="00891171"/>
    <w:rsid w:val="0089784E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62EC"/>
    <w:rsid w:val="008F2E13"/>
    <w:rsid w:val="008F32F6"/>
    <w:rsid w:val="008F57E2"/>
    <w:rsid w:val="00902FB5"/>
    <w:rsid w:val="009155F7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5EF1"/>
    <w:rsid w:val="009A6E6C"/>
    <w:rsid w:val="009A6F3F"/>
    <w:rsid w:val="009B331A"/>
    <w:rsid w:val="009B7CE9"/>
    <w:rsid w:val="009C2650"/>
    <w:rsid w:val="009D15E2"/>
    <w:rsid w:val="009D15FE"/>
    <w:rsid w:val="009D195A"/>
    <w:rsid w:val="009D29D3"/>
    <w:rsid w:val="009D5D2C"/>
    <w:rsid w:val="009E5B39"/>
    <w:rsid w:val="009E77A5"/>
    <w:rsid w:val="009F0DCC"/>
    <w:rsid w:val="009F11CA"/>
    <w:rsid w:val="00A0695B"/>
    <w:rsid w:val="00A13052"/>
    <w:rsid w:val="00A15C12"/>
    <w:rsid w:val="00A216A8"/>
    <w:rsid w:val="00A223A6"/>
    <w:rsid w:val="00A33B8D"/>
    <w:rsid w:val="00A3639E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27D18"/>
    <w:rsid w:val="00B3423E"/>
    <w:rsid w:val="00B3508F"/>
    <w:rsid w:val="00B443EE"/>
    <w:rsid w:val="00B52841"/>
    <w:rsid w:val="00B560C8"/>
    <w:rsid w:val="00B61150"/>
    <w:rsid w:val="00B6232C"/>
    <w:rsid w:val="00B65BC7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B0F"/>
    <w:rsid w:val="00BD40A8"/>
    <w:rsid w:val="00BE5889"/>
    <w:rsid w:val="00BE6BBF"/>
    <w:rsid w:val="00BF1D4C"/>
    <w:rsid w:val="00BF3F0A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746F"/>
    <w:rsid w:val="00CC0419"/>
    <w:rsid w:val="00CC451E"/>
    <w:rsid w:val="00CC7FAA"/>
    <w:rsid w:val="00CD19D4"/>
    <w:rsid w:val="00CD4E9D"/>
    <w:rsid w:val="00CD4F4D"/>
    <w:rsid w:val="00CE7D19"/>
    <w:rsid w:val="00CF0CF5"/>
    <w:rsid w:val="00CF2B3E"/>
    <w:rsid w:val="00D0201F"/>
    <w:rsid w:val="00D03685"/>
    <w:rsid w:val="00D07D4E"/>
    <w:rsid w:val="00D11106"/>
    <w:rsid w:val="00D115AA"/>
    <w:rsid w:val="00D145BE"/>
    <w:rsid w:val="00D14C30"/>
    <w:rsid w:val="00D2035A"/>
    <w:rsid w:val="00D20C57"/>
    <w:rsid w:val="00D242EA"/>
    <w:rsid w:val="00D25D16"/>
    <w:rsid w:val="00D32124"/>
    <w:rsid w:val="00D346D4"/>
    <w:rsid w:val="00D54C76"/>
    <w:rsid w:val="00D632BB"/>
    <w:rsid w:val="00D70DBC"/>
    <w:rsid w:val="00D71E43"/>
    <w:rsid w:val="00D727F3"/>
    <w:rsid w:val="00D73695"/>
    <w:rsid w:val="00D810DE"/>
    <w:rsid w:val="00D87D32"/>
    <w:rsid w:val="00D91188"/>
    <w:rsid w:val="00D92C83"/>
    <w:rsid w:val="00D95C74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E1033"/>
    <w:rsid w:val="00DF0496"/>
    <w:rsid w:val="00DF7DFF"/>
    <w:rsid w:val="00E10071"/>
    <w:rsid w:val="00E238E6"/>
    <w:rsid w:val="00E24A67"/>
    <w:rsid w:val="00E34CD8"/>
    <w:rsid w:val="00E35064"/>
    <w:rsid w:val="00E3681D"/>
    <w:rsid w:val="00E37977"/>
    <w:rsid w:val="00E40225"/>
    <w:rsid w:val="00E43468"/>
    <w:rsid w:val="00E501F0"/>
    <w:rsid w:val="00E6166D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69EB"/>
    <w:rsid w:val="00EF01F8"/>
    <w:rsid w:val="00EF3268"/>
    <w:rsid w:val="00EF3FDF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27E3"/>
    <w:rsid w:val="00F83D7C"/>
    <w:rsid w:val="00FA5755"/>
    <w:rsid w:val="00FA613B"/>
    <w:rsid w:val="00FB232E"/>
    <w:rsid w:val="00FC77EC"/>
    <w:rsid w:val="00FD2723"/>
    <w:rsid w:val="00FD4B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A5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BB25F5-F541-4670-A04D-B661639C7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2615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14</cp:revision>
  <cp:lastPrinted>2020-10-23T23:32:00Z</cp:lastPrinted>
  <dcterms:created xsi:type="dcterms:W3CDTF">2021-03-21T22:54:00Z</dcterms:created>
  <dcterms:modified xsi:type="dcterms:W3CDTF">2021-04-25T02:11:00Z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</Properties>
</file>