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1FC60B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32385A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9035BD">
        <w:trPr>
          <w:tblHeader/>
        </w:trPr>
        <w:tc>
          <w:tcPr>
            <w:tcW w:w="1396" w:type="pct"/>
            <w:shd w:val="clear" w:color="auto" w:fill="auto"/>
          </w:tcPr>
          <w:p w14:paraId="77D28A30" w14:textId="7DA4319D" w:rsidR="00103ED9" w:rsidRPr="005404CB" w:rsidRDefault="00AC6966" w:rsidP="005404CB">
            <w:pPr>
              <w:pStyle w:val="SIUNITCODE"/>
            </w:pPr>
            <w:r>
              <w:t>PPMWHS2</w:t>
            </w:r>
            <w:r w:rsidR="00DB62A3">
              <w:t>X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630C5343" w14:textId="1F103F56" w:rsidR="00F1480E" w:rsidRPr="005404CB" w:rsidRDefault="001140BE" w:rsidP="005404CB">
            <w:pPr>
              <w:pStyle w:val="SIUnittitle"/>
            </w:pPr>
            <w:r w:rsidRPr="001140BE">
              <w:t xml:space="preserve">Participate in </w:t>
            </w:r>
            <w:r w:rsidR="00E13488">
              <w:t>work health and safety</w:t>
            </w:r>
            <w:r w:rsidR="00E13488" w:rsidRPr="001140BE">
              <w:t xml:space="preserve"> </w:t>
            </w:r>
            <w:r w:rsidRPr="001140BE">
              <w:t>processes</w:t>
            </w:r>
          </w:p>
        </w:tc>
      </w:tr>
      <w:tr w:rsidR="00F1480E" w:rsidRPr="00963A46" w14:paraId="406A432A" w14:textId="77777777" w:rsidTr="009035BD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C202F6" w14:textId="239D5247" w:rsidR="00FA40F9" w:rsidRDefault="001140BE" w:rsidP="001140BE">
            <w:r w:rsidRPr="001140BE">
              <w:t xml:space="preserve">This unit of competency describes </w:t>
            </w:r>
            <w:r w:rsidR="00E13488">
              <w:t>skills and knowledge</w:t>
            </w:r>
            <w:r w:rsidRPr="001140BE">
              <w:t xml:space="preserve"> required to </w:t>
            </w:r>
            <w:r w:rsidR="00FA40F9">
              <w:t xml:space="preserve">work safety and </w:t>
            </w:r>
            <w:r w:rsidRPr="001140BE">
              <w:t>participate in work health and safety processes</w:t>
            </w:r>
            <w:r w:rsidR="00FA40F9">
              <w:t xml:space="preserve"> in a pulp and paper </w:t>
            </w:r>
            <w:r w:rsidR="008306B6">
              <w:t xml:space="preserve">manufacturing </w:t>
            </w:r>
            <w:r w:rsidR="00FA40F9">
              <w:t>environment.</w:t>
            </w:r>
          </w:p>
          <w:p w14:paraId="43EB4449" w14:textId="77777777" w:rsidR="001140BE" w:rsidRDefault="001140BE" w:rsidP="001140BE"/>
          <w:p w14:paraId="0DFFBF69" w14:textId="102FE287" w:rsidR="001140BE" w:rsidRPr="001140BE" w:rsidRDefault="001140BE" w:rsidP="001140BE">
            <w:r w:rsidRPr="001140BE">
              <w:t xml:space="preserve">The unit applies to </w:t>
            </w:r>
            <w:r w:rsidR="000A4CA1">
              <w:t xml:space="preserve">supervised </w:t>
            </w:r>
            <w:r w:rsidRPr="001140BE">
              <w:t xml:space="preserve">workers </w:t>
            </w:r>
            <w:r w:rsidR="000A4CA1" w:rsidRPr="001140BE">
              <w:t>in a pulp or paper manufacturing facility</w:t>
            </w:r>
            <w:r w:rsidR="000A4CA1" w:rsidRPr="000A4CA1">
              <w:t xml:space="preserve"> </w:t>
            </w:r>
            <w:r w:rsidRPr="001140BE">
              <w:t xml:space="preserve">who </w:t>
            </w:r>
            <w:r w:rsidR="000A4CA1">
              <w:t>are required to follow health and safety policies and procedures</w:t>
            </w:r>
            <w:r w:rsidRPr="001140BE">
              <w:t>.</w:t>
            </w:r>
          </w:p>
          <w:p w14:paraId="3B3A2602" w14:textId="77777777" w:rsidR="001140BE" w:rsidRDefault="001140BE" w:rsidP="001140BE"/>
          <w:p w14:paraId="19ADED03" w14:textId="1812115D" w:rsidR="00373436" w:rsidRPr="000754EC" w:rsidRDefault="001140BE" w:rsidP="00242C12">
            <w:r w:rsidRPr="001140BE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9035BD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EE20A0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9035BD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830D8BB" w:rsidR="004D7BE5" w:rsidRPr="005404CB" w:rsidRDefault="008D03A2" w:rsidP="005404CB">
            <w:pPr>
              <w:pStyle w:val="SIText"/>
            </w:pPr>
            <w:r>
              <w:t>Work H</w:t>
            </w:r>
            <w:r w:rsidRPr="008D03A2">
              <w:t>ealth and Safety (WHS)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140BE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78317FA" w:rsidR="001140BE" w:rsidRPr="00242C12" w:rsidRDefault="001140BE" w:rsidP="00242C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C12">
              <w:t>1. Plan and prepare to work safely</w:t>
            </w:r>
          </w:p>
        </w:tc>
        <w:tc>
          <w:tcPr>
            <w:tcW w:w="3604" w:type="pct"/>
            <w:shd w:val="clear" w:color="auto" w:fill="auto"/>
          </w:tcPr>
          <w:p w14:paraId="5F4AF63F" w14:textId="566C0FFA" w:rsidR="008306B6" w:rsidRDefault="008306B6" w:rsidP="00242C12">
            <w:pPr>
              <w:pStyle w:val="SIText"/>
            </w:pPr>
            <w:r>
              <w:t xml:space="preserve">1.1 </w:t>
            </w:r>
            <w:r w:rsidR="00CA635E">
              <w:t>L</w:t>
            </w:r>
            <w:r>
              <w:t xml:space="preserve">ocate and interpret </w:t>
            </w:r>
            <w:r w:rsidR="008E134C">
              <w:t>information</w:t>
            </w:r>
            <w:r>
              <w:t xml:space="preserve"> on workplace health and safety related to work area</w:t>
            </w:r>
          </w:p>
          <w:p w14:paraId="547350A2" w14:textId="115A7CB4" w:rsidR="008306B6" w:rsidRDefault="00745A0F" w:rsidP="00242C12">
            <w:pPr>
              <w:pStyle w:val="SIText"/>
            </w:pPr>
            <w:r>
              <w:t>1.2 Identify workplace health and safety responsible in the workplace</w:t>
            </w:r>
          </w:p>
          <w:p w14:paraId="0B461AD8" w14:textId="2BFB4620" w:rsidR="001140BE" w:rsidRDefault="001140BE" w:rsidP="00242C12">
            <w:pPr>
              <w:pStyle w:val="SIText"/>
            </w:pPr>
            <w:r w:rsidRPr="00242C12">
              <w:t>1.</w:t>
            </w:r>
            <w:r w:rsidR="00745A0F">
              <w:t>3</w:t>
            </w:r>
            <w:r w:rsidRPr="00242C12">
              <w:t>. Identify hazards in the work area</w:t>
            </w:r>
          </w:p>
          <w:p w14:paraId="3E916BD9" w14:textId="4720A609" w:rsidR="00745A0F" w:rsidRDefault="00745A0F" w:rsidP="00242C12">
            <w:pPr>
              <w:pStyle w:val="SIText"/>
            </w:pPr>
            <w:r>
              <w:t>1.4 Take act</w:t>
            </w:r>
            <w:r w:rsidR="00F11833">
              <w:t xml:space="preserve">ion to control </w:t>
            </w:r>
            <w:r w:rsidR="008E134C">
              <w:t>risks</w:t>
            </w:r>
            <w:r w:rsidR="00F11833">
              <w:t xml:space="preserve"> related to own safety</w:t>
            </w:r>
          </w:p>
          <w:p w14:paraId="50DD5C4B" w14:textId="61F82102" w:rsidR="00F11833" w:rsidRPr="00242C12" w:rsidRDefault="00F11833" w:rsidP="00242C12">
            <w:pPr>
              <w:pStyle w:val="SIText"/>
            </w:pPr>
            <w:r>
              <w:t>1.5 Report other hazards and risks to supervisor</w:t>
            </w:r>
          </w:p>
          <w:p w14:paraId="0F6BCA09" w14:textId="14A14437" w:rsidR="001140BE" w:rsidRPr="00242C12" w:rsidRDefault="001140BE" w:rsidP="00F118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C12">
              <w:t>1</w:t>
            </w:r>
            <w:r w:rsidR="00F11833">
              <w:t>.6</w:t>
            </w:r>
            <w:r w:rsidRPr="00242C12">
              <w:t xml:space="preserve"> Carry out pre-start checks </w:t>
            </w:r>
            <w:r w:rsidR="00F11833">
              <w:t>according to</w:t>
            </w:r>
            <w:r w:rsidRPr="00242C12">
              <w:t xml:space="preserve"> work procedures</w:t>
            </w:r>
          </w:p>
        </w:tc>
      </w:tr>
      <w:tr w:rsidR="001140BE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E59D26D" w:rsidR="001140BE" w:rsidRPr="00242C12" w:rsidRDefault="001140BE" w:rsidP="00242C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C12">
              <w:t>2. Conduct work safely</w:t>
            </w:r>
          </w:p>
        </w:tc>
        <w:tc>
          <w:tcPr>
            <w:tcW w:w="3604" w:type="pct"/>
            <w:shd w:val="clear" w:color="auto" w:fill="auto"/>
          </w:tcPr>
          <w:p w14:paraId="1961B078" w14:textId="4CA42230" w:rsidR="001140BE" w:rsidRPr="00242C12" w:rsidRDefault="001140BE" w:rsidP="00242C12">
            <w:pPr>
              <w:pStyle w:val="SIText"/>
            </w:pPr>
            <w:r w:rsidRPr="00242C12">
              <w:t xml:space="preserve">2.1. </w:t>
            </w:r>
            <w:r w:rsidR="00F11833">
              <w:t>Use</w:t>
            </w:r>
            <w:r w:rsidRPr="00242C12">
              <w:t xml:space="preserve"> </w:t>
            </w:r>
            <w:r w:rsidR="008E2B9C">
              <w:t xml:space="preserve">required </w:t>
            </w:r>
            <w:r w:rsidRPr="00242C12">
              <w:t xml:space="preserve">personal protective equipment </w:t>
            </w:r>
            <w:r w:rsidR="006874F9">
              <w:t>for</w:t>
            </w:r>
            <w:r w:rsidR="008E2B9C">
              <w:t xml:space="preserve"> </w:t>
            </w:r>
            <w:r w:rsidR="003F6A00">
              <w:t>work task</w:t>
            </w:r>
            <w:r w:rsidR="008E2B9C">
              <w:t xml:space="preserve"> </w:t>
            </w:r>
          </w:p>
          <w:p w14:paraId="53BBB1F3" w14:textId="3FA2E133" w:rsidR="001140BE" w:rsidRPr="00242C12" w:rsidRDefault="001140BE" w:rsidP="00242C12">
            <w:pPr>
              <w:pStyle w:val="SIText"/>
            </w:pPr>
            <w:r w:rsidRPr="00242C12">
              <w:t>2.</w:t>
            </w:r>
            <w:r w:rsidR="008E134C">
              <w:t>2</w:t>
            </w:r>
            <w:r w:rsidRPr="00242C12">
              <w:t xml:space="preserve"> Follow work safety procedures and workplace instructions </w:t>
            </w:r>
            <w:r w:rsidR="008E134C">
              <w:t>to ensure safe work</w:t>
            </w:r>
            <w:r w:rsidR="00861982">
              <w:t>, and safety of others</w:t>
            </w:r>
            <w:r w:rsidRPr="00242C12">
              <w:t xml:space="preserve"> </w:t>
            </w:r>
          </w:p>
          <w:p w14:paraId="62A6A69E" w14:textId="10ADE8EE" w:rsidR="001140BE" w:rsidRPr="00242C12" w:rsidRDefault="001140BE" w:rsidP="00242C12">
            <w:pPr>
              <w:pStyle w:val="SIText"/>
            </w:pPr>
            <w:r w:rsidRPr="00242C12">
              <w:t>2.</w:t>
            </w:r>
            <w:r w:rsidR="008E134C">
              <w:t>3</w:t>
            </w:r>
            <w:r w:rsidRPr="00242C12">
              <w:t xml:space="preserve"> Report incidents and injuries to designated personnel</w:t>
            </w:r>
          </w:p>
          <w:p w14:paraId="5F56EE2E" w14:textId="18D15C21" w:rsidR="001140BE" w:rsidRDefault="001140BE" w:rsidP="00242C12">
            <w:pPr>
              <w:pStyle w:val="SIText"/>
            </w:pPr>
            <w:r w:rsidRPr="00242C12">
              <w:t>2.</w:t>
            </w:r>
            <w:r w:rsidR="008E134C">
              <w:t>4</w:t>
            </w:r>
            <w:r w:rsidRPr="00242C12">
              <w:t xml:space="preserve"> Undertake </w:t>
            </w:r>
            <w:r w:rsidR="008E134C" w:rsidRPr="00242C12">
              <w:t>work</w:t>
            </w:r>
            <w:r w:rsidR="008E134C">
              <w:t xml:space="preserve">place </w:t>
            </w:r>
            <w:r w:rsidR="008E134C" w:rsidRPr="00242C12">
              <w:t>health and safety</w:t>
            </w:r>
            <w:r w:rsidR="008E134C" w:rsidRPr="008E134C" w:rsidDel="00AD551D">
              <w:t xml:space="preserve"> </w:t>
            </w:r>
            <w:r w:rsidRPr="00242C12">
              <w:t>housekeeping in work area</w:t>
            </w:r>
          </w:p>
          <w:p w14:paraId="07EE19E6" w14:textId="3A19E192" w:rsidR="008E134C" w:rsidRPr="00242C12" w:rsidRDefault="008E134C" w:rsidP="00242C12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2.5 Identify own levels of stress and </w:t>
            </w:r>
            <w:r w:rsidR="00F920A8">
              <w:t>fatigue</w:t>
            </w:r>
            <w:r>
              <w:t xml:space="preserve"> to ensure ability to work</w:t>
            </w:r>
            <w:r w:rsidR="00F920A8">
              <w:t xml:space="preserve"> safely</w:t>
            </w:r>
          </w:p>
        </w:tc>
      </w:tr>
      <w:tr w:rsidR="001140BE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42527CE2" w:rsidR="001140BE" w:rsidRPr="00242C12" w:rsidRDefault="001140BE" w:rsidP="00242C12">
            <w:pPr>
              <w:pStyle w:val="SIText"/>
            </w:pPr>
            <w:r w:rsidRPr="00242C12">
              <w:t xml:space="preserve">3. Participate in </w:t>
            </w:r>
            <w:r w:rsidR="00F920A8">
              <w:t xml:space="preserve">work health and safety </w:t>
            </w:r>
            <w:r w:rsidRPr="00242C1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6F2B57ED" w14:textId="3A69C943" w:rsidR="001140BE" w:rsidRPr="00242C12" w:rsidRDefault="001140BE" w:rsidP="00242C12">
            <w:pPr>
              <w:pStyle w:val="SIText"/>
            </w:pPr>
            <w:r w:rsidRPr="00242C12">
              <w:t xml:space="preserve">3.1. </w:t>
            </w:r>
            <w:r w:rsidR="00F920A8">
              <w:t>Identify</w:t>
            </w:r>
            <w:r w:rsidRPr="00242C12">
              <w:t xml:space="preserve"> roles and responsibilities of </w:t>
            </w:r>
            <w:r w:rsidR="00F920A8">
              <w:t>work health and safety</w:t>
            </w:r>
            <w:r w:rsidR="00F920A8" w:rsidRPr="00242C12">
              <w:t xml:space="preserve"> </w:t>
            </w:r>
            <w:r w:rsidRPr="00242C12">
              <w:t>representatives and committees</w:t>
            </w:r>
          </w:p>
          <w:p w14:paraId="6CD90081" w14:textId="25D29F04" w:rsidR="001140BE" w:rsidRPr="00242C12" w:rsidRDefault="001140BE" w:rsidP="00242C12">
            <w:pPr>
              <w:pStyle w:val="SIText"/>
            </w:pPr>
            <w:r w:rsidRPr="00242C12">
              <w:t xml:space="preserve">3.2. </w:t>
            </w:r>
            <w:r w:rsidR="00F920A8">
              <w:t>Contribute</w:t>
            </w:r>
            <w:r w:rsidRPr="00242C12">
              <w:t xml:space="preserve"> to workplace meetings, workplace inspections or other </w:t>
            </w:r>
            <w:r w:rsidR="00F920A8">
              <w:t xml:space="preserve">work health and safety </w:t>
            </w:r>
            <w:r w:rsidRPr="00242C12">
              <w:t>consultative activities</w:t>
            </w:r>
          </w:p>
          <w:p w14:paraId="5BF533CC" w14:textId="658622DE" w:rsidR="001140BE" w:rsidRDefault="001140BE" w:rsidP="0098444E">
            <w:pPr>
              <w:pStyle w:val="SIText"/>
            </w:pPr>
            <w:r w:rsidRPr="00242C12">
              <w:t xml:space="preserve">3.3. Raise </w:t>
            </w:r>
            <w:r w:rsidR="00172705">
              <w:t>work health and safety</w:t>
            </w:r>
            <w:r w:rsidR="00172705" w:rsidRPr="00242C12">
              <w:t xml:space="preserve"> </w:t>
            </w:r>
            <w:r w:rsidRPr="00242C12">
              <w:t xml:space="preserve">issues with designated personnel in line with </w:t>
            </w:r>
            <w:r w:rsidR="00172705">
              <w:t xml:space="preserve">workplace </w:t>
            </w:r>
            <w:r w:rsidRPr="00242C12">
              <w:t>procedures</w:t>
            </w:r>
          </w:p>
          <w:p w14:paraId="511DBF64" w14:textId="56D00988" w:rsidR="001140BE" w:rsidRPr="00242C12" w:rsidRDefault="001140BE" w:rsidP="0098444E">
            <w:pPr>
              <w:pStyle w:val="SIText"/>
            </w:pPr>
            <w:r w:rsidRPr="00242C12">
              <w:t xml:space="preserve">3.4. </w:t>
            </w:r>
            <w:r w:rsidR="00172705">
              <w:t>Contribute to improving</w:t>
            </w:r>
            <w:r w:rsidRPr="00242C12">
              <w:t xml:space="preserve"> workplace </w:t>
            </w:r>
            <w:r w:rsidR="00172705">
              <w:t xml:space="preserve">work health and safety </w:t>
            </w:r>
            <w:r w:rsidRPr="00242C12">
              <w:t>systems and processes</w:t>
            </w:r>
          </w:p>
        </w:tc>
      </w:tr>
      <w:tr w:rsidR="001140BE" w:rsidRPr="00963A46" w14:paraId="7E9099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983C9" w14:textId="33D41CA4" w:rsidR="001140BE" w:rsidRPr="00242C12" w:rsidRDefault="001140BE" w:rsidP="00242C12">
            <w:pPr>
              <w:pStyle w:val="SIText"/>
            </w:pPr>
            <w:r w:rsidRPr="00242C12">
              <w:t>4. Follow emergency response procedures</w:t>
            </w:r>
          </w:p>
        </w:tc>
        <w:tc>
          <w:tcPr>
            <w:tcW w:w="3604" w:type="pct"/>
            <w:shd w:val="clear" w:color="auto" w:fill="auto"/>
          </w:tcPr>
          <w:p w14:paraId="6B5B7CCB" w14:textId="5CAFF981" w:rsidR="001140BE" w:rsidRDefault="001140BE" w:rsidP="00242C12">
            <w:pPr>
              <w:pStyle w:val="SIText"/>
            </w:pPr>
            <w:r w:rsidRPr="00242C12">
              <w:t xml:space="preserve">4.1. Identify and report emergency situations according </w:t>
            </w:r>
            <w:r w:rsidR="0047520B">
              <w:t xml:space="preserve">to </w:t>
            </w:r>
            <w:r w:rsidRPr="00242C12">
              <w:t xml:space="preserve">standard operating procedures </w:t>
            </w:r>
          </w:p>
          <w:p w14:paraId="2F9191BC" w14:textId="6603B5AF" w:rsidR="001140BE" w:rsidRPr="00242C12" w:rsidRDefault="001140BE" w:rsidP="00242C12">
            <w:pPr>
              <w:pStyle w:val="SIText"/>
            </w:pPr>
            <w:r w:rsidRPr="00242C12">
              <w:t>4.2. Follow organisational procedures for responding to emergencies</w:t>
            </w:r>
            <w:r w:rsidR="00E13F03">
              <w:t xml:space="preserve"> within own scope of responsibilities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40BE" w:rsidRPr="00336FCA" w:rsidDel="00423CB2" w14:paraId="2C76F5B3" w14:textId="77777777" w:rsidTr="00CA2922">
        <w:tc>
          <w:tcPr>
            <w:tcW w:w="1396" w:type="pct"/>
          </w:tcPr>
          <w:p w14:paraId="3D708245" w14:textId="155CAD64" w:rsidR="001140BE" w:rsidRPr="001140BE" w:rsidRDefault="001140BE" w:rsidP="001140BE">
            <w:pPr>
              <w:pStyle w:val="SIText"/>
              <w:rPr>
                <w:rStyle w:val="SITemporaryText-red"/>
              </w:rPr>
            </w:pPr>
            <w:r w:rsidRPr="001140BE">
              <w:t>Oral communication skills to:</w:t>
            </w:r>
          </w:p>
        </w:tc>
        <w:tc>
          <w:tcPr>
            <w:tcW w:w="3604" w:type="pct"/>
          </w:tcPr>
          <w:p w14:paraId="55F30A06" w14:textId="375DE306" w:rsidR="001140BE" w:rsidRPr="001140BE" w:rsidRDefault="001140BE" w:rsidP="001B7404">
            <w:pPr>
              <w:pStyle w:val="SIBulletList1"/>
            </w:pPr>
            <w:r w:rsidRPr="001140BE">
              <w:t>ask questions and clarify meaning with peers and supervisor</w:t>
            </w:r>
          </w:p>
          <w:p w14:paraId="204259AD" w14:textId="27DB3EF7" w:rsidR="001140BE" w:rsidRPr="001140BE" w:rsidRDefault="00094A24" w:rsidP="001140BE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use clear language and industry terminology to </w:t>
            </w:r>
            <w:r w:rsidR="001140BE" w:rsidRPr="001140BE">
              <w:t>report a problem or defect to supervisor</w:t>
            </w:r>
          </w:p>
        </w:tc>
      </w:tr>
      <w:tr w:rsidR="001140BE" w:rsidRPr="00336FCA" w:rsidDel="00423CB2" w14:paraId="518AC0C9" w14:textId="77777777" w:rsidTr="00CA2922">
        <w:tc>
          <w:tcPr>
            <w:tcW w:w="1396" w:type="pct"/>
          </w:tcPr>
          <w:p w14:paraId="64BEAF17" w14:textId="68A11A34" w:rsidR="001140BE" w:rsidRPr="001140BE" w:rsidRDefault="001140BE" w:rsidP="001140BE">
            <w:pPr>
              <w:pStyle w:val="SIText"/>
            </w:pPr>
            <w:r w:rsidRPr="001140BE">
              <w:t>Reading skills to:</w:t>
            </w:r>
          </w:p>
        </w:tc>
        <w:tc>
          <w:tcPr>
            <w:tcW w:w="3604" w:type="pct"/>
          </w:tcPr>
          <w:p w14:paraId="024FFC32" w14:textId="210B3EC8" w:rsidR="001140BE" w:rsidRPr="001140BE" w:rsidRDefault="00172705" w:rsidP="001140BE">
            <w:pPr>
              <w:pStyle w:val="SIBulletList1"/>
            </w:pPr>
            <w:r>
              <w:t>i</w:t>
            </w:r>
            <w:r w:rsidR="001140BE" w:rsidRPr="001140BE">
              <w:t xml:space="preserve">nterpret selected pictorial, graphical and written signs, </w:t>
            </w:r>
            <w:proofErr w:type="gramStart"/>
            <w:r w:rsidR="001140BE" w:rsidRPr="001140BE">
              <w:t>instructions</w:t>
            </w:r>
            <w:proofErr w:type="gramEnd"/>
            <w:r w:rsidR="001140BE" w:rsidRPr="001140BE">
              <w:t xml:space="preserve"> and procedures relevant to safety, hazards and risks</w:t>
            </w:r>
          </w:p>
        </w:tc>
      </w:tr>
      <w:tr w:rsidR="001140BE" w:rsidRPr="00336FCA" w:rsidDel="00423CB2" w14:paraId="2399E716" w14:textId="77777777" w:rsidTr="00CA2922">
        <w:tc>
          <w:tcPr>
            <w:tcW w:w="1396" w:type="pct"/>
          </w:tcPr>
          <w:p w14:paraId="1C6E08EC" w14:textId="34052757" w:rsidR="001140BE" w:rsidRPr="001140BE" w:rsidRDefault="001140BE" w:rsidP="001140BE">
            <w:pPr>
              <w:pStyle w:val="SIText"/>
            </w:pPr>
            <w:r w:rsidRPr="001140BE">
              <w:t>Writing skills to:</w:t>
            </w:r>
          </w:p>
        </w:tc>
        <w:tc>
          <w:tcPr>
            <w:tcW w:w="3604" w:type="pct"/>
          </w:tcPr>
          <w:p w14:paraId="4458F41D" w14:textId="772869E4" w:rsidR="001140BE" w:rsidRPr="001140BE" w:rsidRDefault="001140BE" w:rsidP="001140BE">
            <w:pPr>
              <w:pStyle w:val="SIBulletList1"/>
            </w:pPr>
            <w:r w:rsidRPr="001140BE">
              <w:t xml:space="preserve">complete workplace records and reports accurately and legibly using </w:t>
            </w:r>
            <w:r w:rsidR="007753F1">
              <w:t xml:space="preserve">clear language and </w:t>
            </w:r>
            <w:r w:rsidR="00DB5F23">
              <w:t>industry terminology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4B5F8E0D" w:rsidR="004D7BE5" w:rsidRPr="009035BD" w:rsidRDefault="00094A24" w:rsidP="00FF61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>PPMWHS2</w:t>
            </w:r>
            <w:r w:rsidR="00DB62A3" w:rsidRPr="00FF6101">
              <w:rPr>
                <w:rStyle w:val="SITemporaryText-red"/>
                <w:color w:val="auto"/>
                <w:sz w:val="20"/>
              </w:rPr>
              <w:t>X</w:t>
            </w:r>
            <w:r w:rsidR="008D03A2" w:rsidRPr="00FF6101">
              <w:rPr>
                <w:rStyle w:val="SITemporaryText-red"/>
                <w:color w:val="auto"/>
                <w:sz w:val="20"/>
              </w:rPr>
              <w:t>X</w:t>
            </w:r>
            <w:r w:rsidRPr="00FF6101">
              <w:rPr>
                <w:rStyle w:val="SITemporaryText-red"/>
                <w:color w:val="auto"/>
                <w:sz w:val="20"/>
              </w:rPr>
              <w:t xml:space="preserve"> Participate in </w:t>
            </w:r>
            <w:r w:rsidR="00E13488" w:rsidRPr="00FF6101">
              <w:rPr>
                <w:rStyle w:val="SITemporaryText-red"/>
                <w:color w:val="auto"/>
                <w:sz w:val="20"/>
              </w:rPr>
              <w:t>work health and safety</w:t>
            </w:r>
            <w:r w:rsidRPr="00FF6101">
              <w:rPr>
                <w:rStyle w:val="SITemporaryText-red"/>
                <w:color w:val="auto"/>
                <w:sz w:val="20"/>
              </w:rPr>
              <w:t xml:space="preserve"> processes</w:t>
            </w:r>
          </w:p>
        </w:tc>
        <w:tc>
          <w:tcPr>
            <w:tcW w:w="1105" w:type="pct"/>
          </w:tcPr>
          <w:p w14:paraId="3ABAE0D4" w14:textId="6BCC55CB" w:rsidR="004D7BE5" w:rsidRPr="00FF6101" w:rsidRDefault="00094A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>PPMWHS210 Participate in WHS processes</w:t>
            </w:r>
          </w:p>
        </w:tc>
        <w:tc>
          <w:tcPr>
            <w:tcW w:w="1251" w:type="pct"/>
          </w:tcPr>
          <w:p w14:paraId="2E4FFBEF" w14:textId="23DB0CEE" w:rsidR="004D7BE5" w:rsidRPr="00FF6101" w:rsidRDefault="00172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DB5F23" w:rsidRPr="009035BD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FF6101">
              <w:rPr>
                <w:rStyle w:val="SITemporaryText-red"/>
                <w:color w:val="auto"/>
                <w:sz w:val="20"/>
              </w:rPr>
              <w:t>element, performance criteria</w:t>
            </w:r>
            <w:r w:rsidR="00013B25" w:rsidRPr="00FF6101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FF6101">
              <w:rPr>
                <w:rStyle w:val="SITemporaryText-red"/>
                <w:color w:val="auto"/>
                <w:sz w:val="20"/>
              </w:rPr>
              <w:t>foundation skills</w:t>
            </w:r>
            <w:r w:rsidR="00013B25" w:rsidRPr="00FF6101">
              <w:rPr>
                <w:rStyle w:val="SITemporaryText-red"/>
                <w:color w:val="auto"/>
                <w:sz w:val="20"/>
              </w:rPr>
              <w:t xml:space="preserve">. Assessment requirements </w:t>
            </w:r>
            <w:r w:rsidR="00FF6101" w:rsidRPr="009035BD">
              <w:rPr>
                <w:rStyle w:val="SITemporaryText-red"/>
                <w:color w:val="auto"/>
                <w:sz w:val="20"/>
              </w:rPr>
              <w:t>revised.</w:t>
            </w:r>
          </w:p>
        </w:tc>
        <w:tc>
          <w:tcPr>
            <w:tcW w:w="1616" w:type="pct"/>
          </w:tcPr>
          <w:p w14:paraId="4D80CE46" w14:textId="52206600" w:rsidR="004D7BE5" w:rsidRPr="00FF6101" w:rsidRDefault="00094A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101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52008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C6966" w:rsidRPr="001140BE">
              <w:t>PPMWHS2</w:t>
            </w:r>
            <w:r w:rsidR="00DB62A3">
              <w:t>X</w:t>
            </w:r>
            <w:r w:rsidR="00AC6966">
              <w:t>X</w:t>
            </w:r>
            <w:r w:rsidR="00AC6966" w:rsidRPr="001140BE">
              <w:t xml:space="preserve"> </w:t>
            </w:r>
            <w:r w:rsidR="001140BE" w:rsidRPr="001140BE">
              <w:t xml:space="preserve">Participate in </w:t>
            </w:r>
            <w:r w:rsidR="00E13488">
              <w:t>work health and safety</w:t>
            </w:r>
            <w:r w:rsidR="00E13488" w:rsidRPr="001140BE">
              <w:t xml:space="preserve"> </w:t>
            </w:r>
            <w:r w:rsidR="001140BE" w:rsidRPr="001140BE">
              <w:t>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9035BD" w:rsidRDefault="006E42FE" w:rsidP="000F73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9035BD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9035B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9035BD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9035B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9035BD">
              <w:rPr>
                <w:rStyle w:val="SITemporaryText-red"/>
                <w:color w:val="auto"/>
                <w:sz w:val="20"/>
              </w:rPr>
              <w:t>in</w:t>
            </w:r>
            <w:r w:rsidRPr="009035B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9035BD" w:rsidRDefault="0026394F" w:rsidP="000F739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E9368AC" w14:textId="77777777" w:rsidR="00861982" w:rsidRDefault="007A300D" w:rsidP="000934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F739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861982">
              <w:rPr>
                <w:rStyle w:val="SITemporaryText-red"/>
              </w:rPr>
              <w:t>:</w:t>
            </w:r>
          </w:p>
          <w:p w14:paraId="15DCB3FC" w14:textId="53676EA2" w:rsidR="001140BE" w:rsidRPr="00ED60F7" w:rsidRDefault="000934FF" w:rsidP="00ED60F7">
            <w:pPr>
              <w:pStyle w:val="SIBulletList1"/>
            </w:pPr>
            <w:r w:rsidRPr="009035BD">
              <w:rPr>
                <w:rStyle w:val="SITemporaryText-red"/>
                <w:color w:val="auto"/>
                <w:sz w:val="20"/>
              </w:rPr>
              <w:t>followed workplace instructions to carry out a minimum of three pulp or paper operation tasks</w:t>
            </w:r>
            <w:r w:rsidR="0005422E" w:rsidRPr="00ED60F7">
              <w:t xml:space="preserve"> </w:t>
            </w:r>
            <w:r w:rsidR="00CB2A3E" w:rsidRPr="00ED60F7">
              <w:t xml:space="preserve">safely, </w:t>
            </w:r>
            <w:r w:rsidR="003958F1" w:rsidRPr="00ED60F7">
              <w:t>including</w:t>
            </w:r>
            <w:r w:rsidR="00CB2A3E" w:rsidRPr="00ED60F7">
              <w:t xml:space="preserve"> for each task</w:t>
            </w:r>
            <w:r w:rsidR="001140BE" w:rsidRPr="00ED60F7">
              <w:t>:</w:t>
            </w:r>
          </w:p>
          <w:p w14:paraId="4EF17A20" w14:textId="646D9A5E" w:rsidR="001140BE" w:rsidRPr="001140BE" w:rsidRDefault="000934FF" w:rsidP="00861982">
            <w:pPr>
              <w:pStyle w:val="SIBulletList2"/>
            </w:pPr>
            <w:r>
              <w:t>used the required</w:t>
            </w:r>
            <w:r w:rsidR="001140BE" w:rsidRPr="001140BE">
              <w:t xml:space="preserve"> personal protective equipment</w:t>
            </w:r>
          </w:p>
          <w:p w14:paraId="20E70494" w14:textId="21E44E2A" w:rsidR="001140BE" w:rsidRPr="001140BE" w:rsidRDefault="001140BE" w:rsidP="00D268F3">
            <w:pPr>
              <w:pStyle w:val="SIBulletList2"/>
            </w:pPr>
            <w:r w:rsidRPr="001140BE">
              <w:t>carr</w:t>
            </w:r>
            <w:r w:rsidR="00CB2A3E">
              <w:t>ied</w:t>
            </w:r>
            <w:r w:rsidRPr="001140BE">
              <w:t xml:space="preserve"> out </w:t>
            </w:r>
            <w:r w:rsidR="00CB2A3E">
              <w:t>work health and safety</w:t>
            </w:r>
            <w:r w:rsidR="00CB2A3E" w:rsidRPr="001140BE">
              <w:t xml:space="preserve"> </w:t>
            </w:r>
            <w:r w:rsidRPr="001140BE">
              <w:t>housekeeping activities</w:t>
            </w:r>
          </w:p>
          <w:p w14:paraId="59A76B45" w14:textId="3959B18A" w:rsidR="001140BE" w:rsidRDefault="001140BE" w:rsidP="00D268F3">
            <w:pPr>
              <w:pStyle w:val="SIBulletList2"/>
            </w:pPr>
            <w:r w:rsidRPr="001140BE">
              <w:t>carr</w:t>
            </w:r>
            <w:r w:rsidR="00CB2A3E">
              <w:t>ied</w:t>
            </w:r>
            <w:r w:rsidRPr="001140BE">
              <w:t xml:space="preserve"> out a hazard inspection and </w:t>
            </w:r>
            <w:r w:rsidR="00D268F3">
              <w:t>reported risks to supervisor</w:t>
            </w:r>
          </w:p>
          <w:p w14:paraId="335842A3" w14:textId="2AD875D9" w:rsidR="00D268F3" w:rsidRPr="001140BE" w:rsidRDefault="00D268F3" w:rsidP="00D268F3">
            <w:pPr>
              <w:pStyle w:val="SIBulletList2"/>
            </w:pPr>
            <w:r>
              <w:t>support</w:t>
            </w:r>
            <w:r w:rsidR="00B40C38">
              <w:t>ed</w:t>
            </w:r>
            <w:r>
              <w:t xml:space="preserve"> others to work safely</w:t>
            </w:r>
          </w:p>
          <w:p w14:paraId="06CB172D" w14:textId="3FAE18AE" w:rsidR="001140BE" w:rsidRPr="001140BE" w:rsidRDefault="00D268F3" w:rsidP="009035BD">
            <w:pPr>
              <w:pStyle w:val="SIBulletList1"/>
            </w:pPr>
            <w:r>
              <w:t xml:space="preserve">contributed to at least </w:t>
            </w:r>
            <w:r w:rsidR="00B40C38">
              <w:t xml:space="preserve">two </w:t>
            </w:r>
            <w:r>
              <w:t>workplace health and safety activities</w:t>
            </w:r>
          </w:p>
          <w:p w14:paraId="432FABDD" w14:textId="1044BCD6" w:rsidR="004D7BE5" w:rsidRPr="005404CB" w:rsidRDefault="00D268F3" w:rsidP="009035BD">
            <w:pPr>
              <w:pStyle w:val="SIBulletList1"/>
            </w:pPr>
            <w:r>
              <w:t xml:space="preserve">identified the </w:t>
            </w:r>
            <w:r w:rsidRPr="00D268F3">
              <w:t>requirements</w:t>
            </w:r>
            <w:r>
              <w:t xml:space="preserve"> of at least two types of emergency situations that may occur in a pulp or paper manufacturing environment.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AC6966" w:rsidRDefault="006E42FE" w:rsidP="00AC69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696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B13951" w14:textId="5FA98F68" w:rsidR="001140BE" w:rsidRPr="001140BE" w:rsidRDefault="001140BE" w:rsidP="00B7450F">
            <w:pPr>
              <w:pStyle w:val="SIBulletList1"/>
            </w:pPr>
            <w:r w:rsidRPr="001140BE">
              <w:t xml:space="preserve">sources of </w:t>
            </w:r>
            <w:r w:rsidR="00DB5F23">
              <w:t>work health and safety</w:t>
            </w:r>
            <w:r w:rsidR="00DB5F23" w:rsidRPr="001140BE">
              <w:t xml:space="preserve"> </w:t>
            </w:r>
            <w:r w:rsidRPr="001140BE">
              <w:t xml:space="preserve">information in the workplace </w:t>
            </w:r>
          </w:p>
          <w:p w14:paraId="51F0C0E0" w14:textId="3586B0FB" w:rsidR="001140BE" w:rsidRPr="001140BE" w:rsidRDefault="00EC3311" w:rsidP="001140BE">
            <w:pPr>
              <w:pStyle w:val="SIBulletList1"/>
            </w:pPr>
            <w:r>
              <w:t xml:space="preserve">typical workplace </w:t>
            </w:r>
            <w:r w:rsidR="001140BE" w:rsidRPr="001140BE">
              <w:t xml:space="preserve">safety signs </w:t>
            </w:r>
            <w:r>
              <w:t xml:space="preserve">found in a pulp and paper manufacturing </w:t>
            </w:r>
            <w:r w:rsidR="00B7450F">
              <w:t>environment</w:t>
            </w:r>
            <w:r>
              <w:t xml:space="preserve"> </w:t>
            </w:r>
            <w:r w:rsidR="001140BE" w:rsidRPr="001140BE">
              <w:t>and their meanings, including signs for:</w:t>
            </w:r>
          </w:p>
          <w:p w14:paraId="1C243329" w14:textId="06EF8577" w:rsidR="001140BE" w:rsidRPr="001140BE" w:rsidRDefault="001140BE" w:rsidP="001140BE">
            <w:pPr>
              <w:pStyle w:val="SIBulletList2"/>
            </w:pPr>
            <w:r w:rsidRPr="001140BE">
              <w:t xml:space="preserve">personal protective equipment </w:t>
            </w:r>
          </w:p>
          <w:p w14:paraId="33CB60F2" w14:textId="77777777" w:rsidR="001140BE" w:rsidRPr="001140BE" w:rsidRDefault="001140BE" w:rsidP="001140BE">
            <w:pPr>
              <w:pStyle w:val="SIBulletList2"/>
            </w:pPr>
            <w:r w:rsidRPr="001140BE">
              <w:t>emergency equipment</w:t>
            </w:r>
          </w:p>
          <w:p w14:paraId="1C52EE78" w14:textId="77777777" w:rsidR="001140BE" w:rsidRPr="001140BE" w:rsidRDefault="001140BE" w:rsidP="001140BE">
            <w:pPr>
              <w:pStyle w:val="SIBulletList2"/>
            </w:pPr>
            <w:r w:rsidRPr="001140BE">
              <w:t>dangerous goods class signs</w:t>
            </w:r>
          </w:p>
          <w:p w14:paraId="3493412B" w14:textId="77777777" w:rsidR="001140BE" w:rsidRPr="001140BE" w:rsidRDefault="001140BE" w:rsidP="001140BE">
            <w:pPr>
              <w:pStyle w:val="SIBulletList2"/>
            </w:pPr>
            <w:r w:rsidRPr="001140BE">
              <w:t>specific hazards</w:t>
            </w:r>
          </w:p>
          <w:p w14:paraId="1037E4B8" w14:textId="77777777" w:rsidR="001140BE" w:rsidRPr="001140BE" w:rsidRDefault="001140BE" w:rsidP="001140BE">
            <w:pPr>
              <w:pStyle w:val="SIBulletList1"/>
            </w:pPr>
            <w:r w:rsidRPr="001140BE">
              <w:t>legal rights and responsibilities of the workplace parties as documented in work safety procedures and including:</w:t>
            </w:r>
          </w:p>
          <w:p w14:paraId="4B4E0F01" w14:textId="77777777" w:rsidR="001140BE" w:rsidRPr="001140BE" w:rsidRDefault="001140BE" w:rsidP="001140BE">
            <w:pPr>
              <w:pStyle w:val="SIBulletList2"/>
            </w:pPr>
            <w:r w:rsidRPr="001140BE">
              <w:t xml:space="preserve">roles and responsibilities of employees, </w:t>
            </w:r>
            <w:proofErr w:type="gramStart"/>
            <w:r w:rsidRPr="001140BE">
              <w:t>supervisors</w:t>
            </w:r>
            <w:proofErr w:type="gramEnd"/>
            <w:r w:rsidRPr="001140BE">
              <w:t xml:space="preserve"> and managers in the workplace</w:t>
            </w:r>
          </w:p>
          <w:p w14:paraId="0CA280FE" w14:textId="011FB5E0" w:rsidR="001140BE" w:rsidRPr="001140BE" w:rsidRDefault="001140BE" w:rsidP="001140BE">
            <w:pPr>
              <w:pStyle w:val="SIBulletList2"/>
            </w:pPr>
            <w:r w:rsidRPr="001140BE">
              <w:t xml:space="preserve">roles and responsibilities of </w:t>
            </w:r>
            <w:r w:rsidR="00EC3311">
              <w:t>workplace health and safety</w:t>
            </w:r>
            <w:r w:rsidR="00EC3311" w:rsidRPr="001140BE">
              <w:t xml:space="preserve"> </w:t>
            </w:r>
            <w:r w:rsidRPr="001140BE">
              <w:t xml:space="preserve">representatives, </w:t>
            </w:r>
            <w:proofErr w:type="gramStart"/>
            <w:r w:rsidRPr="001140BE">
              <w:t>committees</w:t>
            </w:r>
            <w:proofErr w:type="gramEnd"/>
            <w:r w:rsidRPr="001140BE">
              <w:t xml:space="preserve"> and employers</w:t>
            </w:r>
          </w:p>
          <w:p w14:paraId="513B4BC4" w14:textId="77777777" w:rsidR="001140BE" w:rsidRPr="001140BE" w:rsidRDefault="001140BE" w:rsidP="001140BE">
            <w:pPr>
              <w:pStyle w:val="SIBulletList1"/>
            </w:pPr>
            <w:r w:rsidRPr="001140BE">
              <w:t>procedures relevant to risk and the implications of specific hazards in the workplace including:</w:t>
            </w:r>
          </w:p>
          <w:p w14:paraId="6AD68095" w14:textId="77777777" w:rsidR="001140BE" w:rsidRPr="001140BE" w:rsidRDefault="001140BE" w:rsidP="001140BE">
            <w:pPr>
              <w:pStyle w:val="SIBulletList2"/>
            </w:pPr>
            <w:r w:rsidRPr="001140BE">
              <w:t>substances</w:t>
            </w:r>
          </w:p>
          <w:p w14:paraId="420FC0ED" w14:textId="77777777" w:rsidR="001140BE" w:rsidRPr="001140BE" w:rsidRDefault="001140BE" w:rsidP="001140BE">
            <w:pPr>
              <w:pStyle w:val="SIBulletList2"/>
            </w:pPr>
            <w:r w:rsidRPr="001140BE">
              <w:t>noise</w:t>
            </w:r>
          </w:p>
          <w:p w14:paraId="7169140B" w14:textId="77777777" w:rsidR="001140BE" w:rsidRPr="001140BE" w:rsidRDefault="001140BE" w:rsidP="001140BE">
            <w:pPr>
              <w:pStyle w:val="SIBulletList2"/>
            </w:pPr>
            <w:r w:rsidRPr="001140BE">
              <w:t>manual handling</w:t>
            </w:r>
          </w:p>
          <w:p w14:paraId="6732E2EE" w14:textId="77777777" w:rsidR="001140BE" w:rsidRPr="001140BE" w:rsidRDefault="001140BE" w:rsidP="001140BE">
            <w:pPr>
              <w:pStyle w:val="SIBulletList2"/>
            </w:pPr>
            <w:r w:rsidRPr="001140BE">
              <w:t>ergonomics</w:t>
            </w:r>
          </w:p>
          <w:p w14:paraId="2638A4E5" w14:textId="77777777" w:rsidR="001140BE" w:rsidRPr="001140BE" w:rsidRDefault="001140BE" w:rsidP="001140BE">
            <w:pPr>
              <w:pStyle w:val="SIBulletList2"/>
            </w:pPr>
            <w:r w:rsidRPr="001140BE">
              <w:t>underfoot hazards</w:t>
            </w:r>
          </w:p>
          <w:p w14:paraId="661AB643" w14:textId="77777777" w:rsidR="001140BE" w:rsidRPr="001140BE" w:rsidRDefault="001140BE" w:rsidP="001140BE">
            <w:pPr>
              <w:pStyle w:val="SIBulletList2"/>
            </w:pPr>
            <w:r w:rsidRPr="001140BE">
              <w:t>slips and trips</w:t>
            </w:r>
          </w:p>
          <w:p w14:paraId="29CF16B6" w14:textId="77777777" w:rsidR="001140BE" w:rsidRPr="001140BE" w:rsidRDefault="001140BE" w:rsidP="001140BE">
            <w:pPr>
              <w:pStyle w:val="SIBulletList2"/>
            </w:pPr>
            <w:r w:rsidRPr="001140BE">
              <w:t>moving parts of machinery</w:t>
            </w:r>
          </w:p>
          <w:p w14:paraId="08A70CF4" w14:textId="77777777" w:rsidR="001140BE" w:rsidRPr="001140BE" w:rsidRDefault="001140BE" w:rsidP="001140BE">
            <w:pPr>
              <w:pStyle w:val="SIBulletList2"/>
            </w:pPr>
            <w:r w:rsidRPr="001140BE">
              <w:t>mobile plant</w:t>
            </w:r>
          </w:p>
          <w:p w14:paraId="0BA88F09" w14:textId="77777777" w:rsidR="001140BE" w:rsidRPr="001140BE" w:rsidRDefault="001140BE" w:rsidP="001140BE">
            <w:pPr>
              <w:pStyle w:val="SIBulletList2"/>
            </w:pPr>
            <w:r w:rsidRPr="001140BE">
              <w:t>fatigue</w:t>
            </w:r>
          </w:p>
          <w:p w14:paraId="5C840E0E" w14:textId="77777777" w:rsidR="001140BE" w:rsidRPr="001140BE" w:rsidRDefault="001140BE" w:rsidP="001140BE">
            <w:pPr>
              <w:pStyle w:val="SIBulletList2"/>
            </w:pPr>
            <w:r w:rsidRPr="001140BE">
              <w:t>stress</w:t>
            </w:r>
          </w:p>
          <w:p w14:paraId="511C1B5B" w14:textId="77777777" w:rsidR="001140BE" w:rsidRPr="001140BE" w:rsidRDefault="001140BE" w:rsidP="001140BE">
            <w:pPr>
              <w:pStyle w:val="SIBulletList2"/>
            </w:pPr>
            <w:r w:rsidRPr="001140BE">
              <w:t>bullying</w:t>
            </w:r>
          </w:p>
          <w:p w14:paraId="3E525DF5" w14:textId="77777777" w:rsidR="001140BE" w:rsidRPr="001140BE" w:rsidRDefault="001140BE" w:rsidP="001140BE">
            <w:pPr>
              <w:pStyle w:val="SIBulletList2"/>
            </w:pPr>
            <w:r w:rsidRPr="001140BE">
              <w:t>occupational violence</w:t>
            </w:r>
          </w:p>
          <w:p w14:paraId="78EB490E" w14:textId="77777777" w:rsidR="001140BE" w:rsidRPr="001140BE" w:rsidRDefault="001140BE" w:rsidP="001140BE">
            <w:pPr>
              <w:pStyle w:val="SIBulletList1"/>
            </w:pPr>
            <w:r w:rsidRPr="001140BE">
              <w:t>workplace specific information including:</w:t>
            </w:r>
          </w:p>
          <w:p w14:paraId="755EA21B" w14:textId="38910EFE" w:rsidR="001140BE" w:rsidRPr="001140BE" w:rsidRDefault="001140BE" w:rsidP="001140BE">
            <w:pPr>
              <w:pStyle w:val="SIBulletList2"/>
            </w:pPr>
            <w:r w:rsidRPr="001140BE">
              <w:t>difference between hazard and risk in the pulping and/or paper manufacturing workplace</w:t>
            </w:r>
          </w:p>
          <w:p w14:paraId="4A7DE81C" w14:textId="77777777" w:rsidR="001140BE" w:rsidRPr="001140BE" w:rsidRDefault="001140BE" w:rsidP="001140BE">
            <w:pPr>
              <w:pStyle w:val="SIBulletList2"/>
            </w:pPr>
            <w:r w:rsidRPr="001140BE">
              <w:t>safety measures related to common workplace hazards</w:t>
            </w:r>
          </w:p>
          <w:p w14:paraId="5B3E4F37" w14:textId="77777777" w:rsidR="001140BE" w:rsidRPr="001140BE" w:rsidRDefault="001140BE" w:rsidP="001140BE">
            <w:pPr>
              <w:pStyle w:val="SIBulletList2"/>
            </w:pPr>
            <w:r w:rsidRPr="001140BE">
              <w:t>potential emergencies relevant to the workplace</w:t>
            </w:r>
          </w:p>
          <w:p w14:paraId="0071D10B" w14:textId="7E389929" w:rsidR="001140BE" w:rsidRPr="001140BE" w:rsidRDefault="001140BE" w:rsidP="001140BE">
            <w:pPr>
              <w:pStyle w:val="SIBulletList2"/>
            </w:pPr>
            <w:r w:rsidRPr="001140BE">
              <w:t xml:space="preserve">designated </w:t>
            </w:r>
            <w:r w:rsidR="00DB5F23">
              <w:t>personnel</w:t>
            </w:r>
            <w:r w:rsidRPr="001140BE">
              <w:t xml:space="preserve"> for raising </w:t>
            </w:r>
            <w:r w:rsidR="00ED60F7">
              <w:t>work health and safety</w:t>
            </w:r>
            <w:r w:rsidR="00ED60F7" w:rsidRPr="001140BE">
              <w:t xml:space="preserve"> </w:t>
            </w:r>
            <w:r w:rsidRPr="001140BE">
              <w:t>issues</w:t>
            </w:r>
          </w:p>
          <w:p w14:paraId="296D413B" w14:textId="5C58ADCF" w:rsidR="001140BE" w:rsidRPr="001140BE" w:rsidRDefault="001140BE" w:rsidP="001140BE">
            <w:pPr>
              <w:pStyle w:val="SIBulletList2"/>
            </w:pPr>
            <w:r w:rsidRPr="001140BE">
              <w:t xml:space="preserve">organisational and work procedures, particularly those related to performance of own work, specific </w:t>
            </w:r>
            <w:proofErr w:type="gramStart"/>
            <w:r w:rsidRPr="001140BE">
              <w:t>hazards</w:t>
            </w:r>
            <w:proofErr w:type="gramEnd"/>
            <w:r w:rsidRPr="001140BE">
              <w:t xml:space="preserve"> and risk control, reporting of hazards, incidents and injuries, consultation, use of </w:t>
            </w:r>
            <w:r w:rsidR="00DB5F23">
              <w:t>personal protective equipment</w:t>
            </w:r>
            <w:r w:rsidR="00DB5F23" w:rsidRPr="001140BE">
              <w:t xml:space="preserve"> </w:t>
            </w:r>
            <w:r w:rsidRPr="001140BE">
              <w:t>and emergency response</w:t>
            </w:r>
          </w:p>
          <w:p w14:paraId="29A49140" w14:textId="1CC490CF" w:rsidR="004D7BE5" w:rsidRPr="005404CB" w:rsidRDefault="001140BE" w:rsidP="001140BE">
            <w:pPr>
              <w:pStyle w:val="SIBulletList2"/>
            </w:pPr>
            <w:r w:rsidRPr="001140BE">
              <w:t xml:space="preserve">potential emergency situations, </w:t>
            </w:r>
            <w:proofErr w:type="gramStart"/>
            <w:r w:rsidRPr="001140BE">
              <w:t>alarms</w:t>
            </w:r>
            <w:proofErr w:type="gramEnd"/>
            <w:r w:rsidRPr="001140BE">
              <w:t xml:space="preserve"> and signals, and required response.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9035BD" w:rsidRDefault="00EF3268" w:rsidP="00B40C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429CBCAA" w:rsidR="004E6741" w:rsidRPr="009035BD" w:rsidRDefault="001D7F5B" w:rsidP="00B40C3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p</w:t>
            </w:r>
            <w:r w:rsidR="004E6741" w:rsidRPr="009035BD">
              <w:rPr>
                <w:rStyle w:val="SITemporaryText-red"/>
                <w:color w:val="auto"/>
                <w:sz w:val="20"/>
              </w:rPr>
              <w:t>hysical conditions</w:t>
            </w:r>
            <w:r w:rsidRPr="009035BD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51C9AE43" w:rsidR="004E6741" w:rsidRPr="009035BD" w:rsidRDefault="0021210E" w:rsidP="008B6E8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B40C38" w:rsidRPr="009035BD">
              <w:rPr>
                <w:rStyle w:val="SITemporaryText-red"/>
                <w:color w:val="auto"/>
                <w:sz w:val="20"/>
              </w:rPr>
              <w:t>pulp or paper manufacturing facility</w:t>
            </w:r>
            <w:r w:rsidR="004E6741" w:rsidRPr="009035B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3BA2E068" w14:textId="48201BF8" w:rsidR="00233143" w:rsidRPr="009035BD" w:rsidRDefault="00366805" w:rsidP="008B6E8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="00F83D7C" w:rsidRPr="009035BD">
              <w:rPr>
                <w:rStyle w:val="SITemporaryText-red"/>
                <w:color w:val="auto"/>
                <w:sz w:val="20"/>
              </w:rPr>
              <w:t>e</w:t>
            </w:r>
            <w:r w:rsidR="009A6E6C" w:rsidRPr="009035BD">
              <w:rPr>
                <w:rStyle w:val="SITemporaryText-red"/>
                <w:color w:val="auto"/>
                <w:sz w:val="20"/>
              </w:rPr>
              <w:t>quipment</w:t>
            </w:r>
            <w:proofErr w:type="gramEnd"/>
            <w:r w:rsidR="00F83D7C" w:rsidRPr="009035B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287D7DC" w14:textId="12DDC67F" w:rsidR="00366805" w:rsidRPr="009035BD" w:rsidRDefault="001152BE" w:rsidP="008B6E8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>resources and equipment, including per</w:t>
            </w:r>
            <w:r w:rsidRPr="009035BD">
              <w:rPr>
                <w:rStyle w:val="SITemporaryText-red"/>
                <w:color w:val="auto"/>
                <w:sz w:val="20"/>
              </w:rPr>
              <w:t>sonal protective equipment, required for the work being undertaken</w:t>
            </w:r>
          </w:p>
          <w:p w14:paraId="2BDFF803" w14:textId="4F1EC01B" w:rsidR="00F83D7C" w:rsidRPr="009035BD" w:rsidRDefault="00F83D7C" w:rsidP="008B6E8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BFC8D0D" w14:textId="6C174CAF" w:rsidR="001152BE" w:rsidRPr="009035BD" w:rsidRDefault="001152BE" w:rsidP="008B6E8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B6E88">
              <w:rPr>
                <w:rStyle w:val="SITemporaryText-red"/>
                <w:rFonts w:eastAsia="Calibri"/>
                <w:color w:val="auto"/>
                <w:sz w:val="20"/>
              </w:rPr>
              <w:t>w</w:t>
            </w: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 xml:space="preserve">orkplace procedures </w:t>
            </w:r>
            <w:r w:rsidR="008B6E88" w:rsidRPr="009035BD">
              <w:rPr>
                <w:rStyle w:val="SITemporaryText-red"/>
                <w:rFonts w:eastAsia="Calibri"/>
                <w:color w:val="auto"/>
                <w:sz w:val="20"/>
              </w:rPr>
              <w:t xml:space="preserve">relating work health and safety requirements and processes and for </w:t>
            </w:r>
            <w:r w:rsidRPr="009035BD">
              <w:rPr>
                <w:rStyle w:val="SITemporaryText-red"/>
                <w:rFonts w:eastAsia="Calibri"/>
                <w:color w:val="auto"/>
                <w:sz w:val="20"/>
              </w:rPr>
              <w:t>the work being undertaken</w:t>
            </w:r>
          </w:p>
          <w:p w14:paraId="5680E362" w14:textId="454DCCCB" w:rsidR="00181717" w:rsidRPr="004D7BE5" w:rsidRDefault="002E170C" w:rsidP="008B6E88">
            <w:pPr>
              <w:pStyle w:val="SIBulletList1"/>
              <w:rPr>
                <w:rStyle w:val="SITemporaryText-red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r</w:t>
            </w:r>
            <w:r w:rsidR="00366805" w:rsidRPr="009035BD">
              <w:rPr>
                <w:rStyle w:val="SITemporaryText-red"/>
                <w:color w:val="auto"/>
                <w:sz w:val="20"/>
              </w:rPr>
              <w:t>elationships</w:t>
            </w:r>
            <w:r w:rsidRPr="009035BD">
              <w:rPr>
                <w:rStyle w:val="SITemporaryText-red"/>
                <w:color w:val="auto"/>
                <w:sz w:val="20"/>
              </w:rPr>
              <w:t>:</w:t>
            </w:r>
            <w:r w:rsidR="00366805" w:rsidRPr="009035BD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5C71DF26" w14:textId="77CAAEDF" w:rsidR="0021210E" w:rsidRPr="0095477E" w:rsidRDefault="00CA635E" w:rsidP="0095477E">
            <w:pPr>
              <w:pStyle w:val="SIBulletList2"/>
            </w:pPr>
            <w:r w:rsidRPr="0095477E">
              <w:t>s</w:t>
            </w:r>
            <w:r w:rsidR="00181717" w:rsidRPr="0095477E">
              <w:t>upervisor</w:t>
            </w:r>
            <w:r w:rsidRPr="0095477E">
              <w:t xml:space="preserve"> and team members</w:t>
            </w:r>
          </w:p>
          <w:p w14:paraId="12B9CCF5" w14:textId="77777777" w:rsidR="00181717" w:rsidRPr="009035BD" w:rsidRDefault="0018171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438CFC59" w:rsidR="007134FE" w:rsidRPr="009035BD" w:rsidRDefault="007134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B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776E5DE4" w:rsidR="004D7BE5" w:rsidRPr="006E1A65" w:rsidRDefault="004D7BE5" w:rsidP="009035B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DB8B8" w14:textId="77777777" w:rsidR="00661815" w:rsidRDefault="00661815" w:rsidP="00BF3F0A">
      <w:r>
        <w:separator/>
      </w:r>
    </w:p>
    <w:p w14:paraId="154441D7" w14:textId="77777777" w:rsidR="00661815" w:rsidRDefault="00661815"/>
  </w:endnote>
  <w:endnote w:type="continuationSeparator" w:id="0">
    <w:p w14:paraId="3A40F56F" w14:textId="77777777" w:rsidR="00661815" w:rsidRDefault="00661815" w:rsidP="00BF3F0A">
      <w:r>
        <w:continuationSeparator/>
      </w:r>
    </w:p>
    <w:p w14:paraId="69146363" w14:textId="77777777" w:rsidR="00661815" w:rsidRDefault="00661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5DFDC" w14:textId="77777777" w:rsidR="009035BD" w:rsidRDefault="009035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58FA7" w14:textId="77777777" w:rsidR="009035BD" w:rsidRDefault="009035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16719" w14:textId="77777777" w:rsidR="00661815" w:rsidRDefault="00661815" w:rsidP="00BF3F0A">
      <w:r>
        <w:separator/>
      </w:r>
    </w:p>
    <w:p w14:paraId="31FCE6B3" w14:textId="77777777" w:rsidR="00661815" w:rsidRDefault="00661815"/>
  </w:footnote>
  <w:footnote w:type="continuationSeparator" w:id="0">
    <w:p w14:paraId="6B308BCF" w14:textId="77777777" w:rsidR="00661815" w:rsidRDefault="00661815" w:rsidP="00BF3F0A">
      <w:r>
        <w:continuationSeparator/>
      </w:r>
    </w:p>
    <w:p w14:paraId="40708022" w14:textId="77777777" w:rsidR="00661815" w:rsidRDefault="00661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122E9" w14:textId="77777777" w:rsidR="009035BD" w:rsidRDefault="009035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A69A0DC" w:rsidR="009C2650" w:rsidRPr="001140BE" w:rsidRDefault="0095477E" w:rsidP="001140BE">
    <w:sdt>
      <w:sdtPr>
        <w:rPr>
          <w:lang w:eastAsia="en-US"/>
        </w:rPr>
        <w:id w:val="-205460602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734AB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252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6966" w:rsidRPr="001140BE">
      <w:rPr>
        <w:lang w:eastAsia="en-US"/>
      </w:rPr>
      <w:t>PPMWHS2</w:t>
    </w:r>
    <w:r w:rsidR="00FF6101">
      <w:t>X</w:t>
    </w:r>
    <w:r w:rsidR="00AC6966">
      <w:t>X</w:t>
    </w:r>
    <w:r w:rsidR="00AC6966" w:rsidRPr="001140BE">
      <w:rPr>
        <w:lang w:eastAsia="en-US"/>
      </w:rPr>
      <w:t xml:space="preserve"> </w:t>
    </w:r>
    <w:r w:rsidR="001140BE" w:rsidRPr="001140BE">
      <w:rPr>
        <w:lang w:eastAsia="en-US"/>
      </w:rPr>
      <w:t xml:space="preserve">Participate in </w:t>
    </w:r>
    <w:r w:rsidR="00E13488">
      <w:t>work health and safety</w:t>
    </w:r>
    <w:r w:rsidR="00E13488" w:rsidRPr="001140BE">
      <w:rPr>
        <w:lang w:eastAsia="en-US"/>
      </w:rPr>
      <w:t xml:space="preserve"> </w:t>
    </w:r>
    <w:r w:rsidR="001140BE" w:rsidRPr="001140BE">
      <w:rPr>
        <w:lang w:eastAsia="en-US"/>
      </w:rPr>
      <w:t>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D5604" w14:textId="77777777" w:rsidR="009035BD" w:rsidRDefault="009035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9615B45"/>
    <w:multiLevelType w:val="multilevel"/>
    <w:tmpl w:val="5C78B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EA7B5E"/>
    <w:multiLevelType w:val="multilevel"/>
    <w:tmpl w:val="55587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81E40"/>
    <w:multiLevelType w:val="multilevel"/>
    <w:tmpl w:val="458C6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B46EF4"/>
    <w:multiLevelType w:val="multilevel"/>
    <w:tmpl w:val="C8168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7B20AF"/>
    <w:multiLevelType w:val="multilevel"/>
    <w:tmpl w:val="15CC9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624214"/>
    <w:multiLevelType w:val="multilevel"/>
    <w:tmpl w:val="7E644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285FEC"/>
    <w:multiLevelType w:val="multilevel"/>
    <w:tmpl w:val="6CD83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F04F86"/>
    <w:multiLevelType w:val="multilevel"/>
    <w:tmpl w:val="F8D6C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54733E"/>
    <w:multiLevelType w:val="multilevel"/>
    <w:tmpl w:val="D2C67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A4590D"/>
    <w:multiLevelType w:val="multilevel"/>
    <w:tmpl w:val="28384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F7686"/>
    <w:multiLevelType w:val="multilevel"/>
    <w:tmpl w:val="7F86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5B26F5"/>
    <w:multiLevelType w:val="multilevel"/>
    <w:tmpl w:val="81842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891917"/>
    <w:multiLevelType w:val="multilevel"/>
    <w:tmpl w:val="9FB69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8310D3"/>
    <w:multiLevelType w:val="multilevel"/>
    <w:tmpl w:val="3112E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A92D9C"/>
    <w:multiLevelType w:val="multilevel"/>
    <w:tmpl w:val="DC507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65671F"/>
    <w:multiLevelType w:val="multilevel"/>
    <w:tmpl w:val="C2B41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1524B6"/>
    <w:multiLevelType w:val="multilevel"/>
    <w:tmpl w:val="30605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BC120E"/>
    <w:multiLevelType w:val="multilevel"/>
    <w:tmpl w:val="AC086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715394"/>
    <w:multiLevelType w:val="multilevel"/>
    <w:tmpl w:val="3F54F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02188"/>
    <w:multiLevelType w:val="multilevel"/>
    <w:tmpl w:val="394ED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B448DD"/>
    <w:multiLevelType w:val="multilevel"/>
    <w:tmpl w:val="0F8A6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7D1E08"/>
    <w:multiLevelType w:val="multilevel"/>
    <w:tmpl w:val="9D346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4"/>
  </w:num>
  <w:num w:numId="3">
    <w:abstractNumId w:val="3"/>
  </w:num>
  <w:num w:numId="4">
    <w:abstractNumId w:val="21"/>
  </w:num>
  <w:num w:numId="5">
    <w:abstractNumId w:val="11"/>
  </w:num>
  <w:num w:numId="6">
    <w:abstractNumId w:val="25"/>
  </w:num>
  <w:num w:numId="7">
    <w:abstractNumId w:val="28"/>
  </w:num>
  <w:num w:numId="8">
    <w:abstractNumId w:val="27"/>
  </w:num>
  <w:num w:numId="9">
    <w:abstractNumId w:val="16"/>
  </w:num>
  <w:num w:numId="10">
    <w:abstractNumId w:val="0"/>
  </w:num>
  <w:num w:numId="11">
    <w:abstractNumId w:val="4"/>
  </w:num>
  <w:num w:numId="12">
    <w:abstractNumId w:val="5"/>
  </w:num>
  <w:num w:numId="13">
    <w:abstractNumId w:val="13"/>
  </w:num>
  <w:num w:numId="14">
    <w:abstractNumId w:val="19"/>
  </w:num>
  <w:num w:numId="15">
    <w:abstractNumId w:val="20"/>
  </w:num>
  <w:num w:numId="16">
    <w:abstractNumId w:val="2"/>
  </w:num>
  <w:num w:numId="17">
    <w:abstractNumId w:val="14"/>
  </w:num>
  <w:num w:numId="18">
    <w:abstractNumId w:val="18"/>
  </w:num>
  <w:num w:numId="19">
    <w:abstractNumId w:val="33"/>
  </w:num>
  <w:num w:numId="20">
    <w:abstractNumId w:val="6"/>
  </w:num>
  <w:num w:numId="21">
    <w:abstractNumId w:val="7"/>
  </w:num>
  <w:num w:numId="22">
    <w:abstractNumId w:val="12"/>
  </w:num>
  <w:num w:numId="23">
    <w:abstractNumId w:val="15"/>
  </w:num>
  <w:num w:numId="24">
    <w:abstractNumId w:val="22"/>
  </w:num>
  <w:num w:numId="25">
    <w:abstractNumId w:val="29"/>
  </w:num>
  <w:num w:numId="26">
    <w:abstractNumId w:val="30"/>
  </w:num>
  <w:num w:numId="27">
    <w:abstractNumId w:val="23"/>
  </w:num>
  <w:num w:numId="28">
    <w:abstractNumId w:val="8"/>
  </w:num>
  <w:num w:numId="29">
    <w:abstractNumId w:val="34"/>
  </w:num>
  <w:num w:numId="30">
    <w:abstractNumId w:val="17"/>
  </w:num>
  <w:num w:numId="31">
    <w:abstractNumId w:val="31"/>
  </w:num>
  <w:num w:numId="32">
    <w:abstractNumId w:val="35"/>
  </w:num>
  <w:num w:numId="33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3B25"/>
    <w:rsid w:val="00016803"/>
    <w:rsid w:val="00023992"/>
    <w:rsid w:val="000275AE"/>
    <w:rsid w:val="00030959"/>
    <w:rsid w:val="00041E59"/>
    <w:rsid w:val="00045090"/>
    <w:rsid w:val="00050F44"/>
    <w:rsid w:val="0005422E"/>
    <w:rsid w:val="00064BFE"/>
    <w:rsid w:val="00065E25"/>
    <w:rsid w:val="00070B3E"/>
    <w:rsid w:val="00071F95"/>
    <w:rsid w:val="000737BB"/>
    <w:rsid w:val="00074E47"/>
    <w:rsid w:val="000754EC"/>
    <w:rsid w:val="00082EE7"/>
    <w:rsid w:val="00087D52"/>
    <w:rsid w:val="0009093B"/>
    <w:rsid w:val="000934FF"/>
    <w:rsid w:val="00094A24"/>
    <w:rsid w:val="000A4CA1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0F739E"/>
    <w:rsid w:val="00101659"/>
    <w:rsid w:val="00103ED9"/>
    <w:rsid w:val="00105AEA"/>
    <w:rsid w:val="001078BF"/>
    <w:rsid w:val="001140BE"/>
    <w:rsid w:val="001152BE"/>
    <w:rsid w:val="00133957"/>
    <w:rsid w:val="001372F6"/>
    <w:rsid w:val="00144385"/>
    <w:rsid w:val="00146EEC"/>
    <w:rsid w:val="00151D55"/>
    <w:rsid w:val="00151D93"/>
    <w:rsid w:val="00156EF3"/>
    <w:rsid w:val="00172705"/>
    <w:rsid w:val="00176E4F"/>
    <w:rsid w:val="00181717"/>
    <w:rsid w:val="0018546B"/>
    <w:rsid w:val="00197016"/>
    <w:rsid w:val="001A6A3E"/>
    <w:rsid w:val="001A7B6D"/>
    <w:rsid w:val="001B34D5"/>
    <w:rsid w:val="001B513A"/>
    <w:rsid w:val="001B7404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0128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2C12"/>
    <w:rsid w:val="00244EA7"/>
    <w:rsid w:val="00262FC3"/>
    <w:rsid w:val="0026394F"/>
    <w:rsid w:val="00267AF6"/>
    <w:rsid w:val="002731D8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2385A"/>
    <w:rsid w:val="00337E82"/>
    <w:rsid w:val="00346FDC"/>
    <w:rsid w:val="00350BB1"/>
    <w:rsid w:val="00352C83"/>
    <w:rsid w:val="00366805"/>
    <w:rsid w:val="0037067D"/>
    <w:rsid w:val="00373436"/>
    <w:rsid w:val="0038735B"/>
    <w:rsid w:val="0038791F"/>
    <w:rsid w:val="003916D1"/>
    <w:rsid w:val="00394C90"/>
    <w:rsid w:val="003958F1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A00"/>
    <w:rsid w:val="0040781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59A"/>
    <w:rsid w:val="00475172"/>
    <w:rsid w:val="0047520B"/>
    <w:rsid w:val="004758B0"/>
    <w:rsid w:val="0048067C"/>
    <w:rsid w:val="00482D2D"/>
    <w:rsid w:val="004832D2"/>
    <w:rsid w:val="00484BC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699E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653"/>
    <w:rsid w:val="00661815"/>
    <w:rsid w:val="00686A49"/>
    <w:rsid w:val="006874F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A0F"/>
    <w:rsid w:val="00752C75"/>
    <w:rsid w:val="00757005"/>
    <w:rsid w:val="00761DBE"/>
    <w:rsid w:val="00763718"/>
    <w:rsid w:val="0076523B"/>
    <w:rsid w:val="00771B60"/>
    <w:rsid w:val="007753F1"/>
    <w:rsid w:val="00781D77"/>
    <w:rsid w:val="00783549"/>
    <w:rsid w:val="0078450B"/>
    <w:rsid w:val="007860B7"/>
    <w:rsid w:val="00786DC8"/>
    <w:rsid w:val="00792A3F"/>
    <w:rsid w:val="007A300D"/>
    <w:rsid w:val="007A499C"/>
    <w:rsid w:val="007B317C"/>
    <w:rsid w:val="007D5A78"/>
    <w:rsid w:val="007D62F7"/>
    <w:rsid w:val="007E3BD1"/>
    <w:rsid w:val="007E46BD"/>
    <w:rsid w:val="007F1563"/>
    <w:rsid w:val="007F1EB2"/>
    <w:rsid w:val="007F44DB"/>
    <w:rsid w:val="007F5A8B"/>
    <w:rsid w:val="00814A5F"/>
    <w:rsid w:val="00817D51"/>
    <w:rsid w:val="00823530"/>
    <w:rsid w:val="00823FF4"/>
    <w:rsid w:val="00830267"/>
    <w:rsid w:val="008306B6"/>
    <w:rsid w:val="008306E7"/>
    <w:rsid w:val="008322BE"/>
    <w:rsid w:val="00834BC8"/>
    <w:rsid w:val="00837FD6"/>
    <w:rsid w:val="00847B60"/>
    <w:rsid w:val="00850243"/>
    <w:rsid w:val="00851BE5"/>
    <w:rsid w:val="008545EB"/>
    <w:rsid w:val="00861982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6E88"/>
    <w:rsid w:val="008B7138"/>
    <w:rsid w:val="008D03A2"/>
    <w:rsid w:val="008E134C"/>
    <w:rsid w:val="008E260C"/>
    <w:rsid w:val="008E2B9C"/>
    <w:rsid w:val="008E39BE"/>
    <w:rsid w:val="008E62EC"/>
    <w:rsid w:val="008F32F6"/>
    <w:rsid w:val="009035BD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5477E"/>
    <w:rsid w:val="00960F6C"/>
    <w:rsid w:val="00970747"/>
    <w:rsid w:val="009731C0"/>
    <w:rsid w:val="0098444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A37"/>
    <w:rsid w:val="009F3DEC"/>
    <w:rsid w:val="00A0695B"/>
    <w:rsid w:val="00A13052"/>
    <w:rsid w:val="00A216A8"/>
    <w:rsid w:val="00A223A6"/>
    <w:rsid w:val="00A35DD3"/>
    <w:rsid w:val="00A3639E"/>
    <w:rsid w:val="00A4606B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966"/>
    <w:rsid w:val="00AD3896"/>
    <w:rsid w:val="00AD551D"/>
    <w:rsid w:val="00AD5B47"/>
    <w:rsid w:val="00AE1ED9"/>
    <w:rsid w:val="00AE32CB"/>
    <w:rsid w:val="00AF3957"/>
    <w:rsid w:val="00B0712C"/>
    <w:rsid w:val="00B12013"/>
    <w:rsid w:val="00B12B20"/>
    <w:rsid w:val="00B22C67"/>
    <w:rsid w:val="00B247C0"/>
    <w:rsid w:val="00B3508F"/>
    <w:rsid w:val="00B40C38"/>
    <w:rsid w:val="00B443EE"/>
    <w:rsid w:val="00B560C8"/>
    <w:rsid w:val="00B61150"/>
    <w:rsid w:val="00B65BC7"/>
    <w:rsid w:val="00B7450F"/>
    <w:rsid w:val="00B746B9"/>
    <w:rsid w:val="00B7620D"/>
    <w:rsid w:val="00B848D4"/>
    <w:rsid w:val="00B865B7"/>
    <w:rsid w:val="00B91B26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35E"/>
    <w:rsid w:val="00CB2A3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8F3"/>
    <w:rsid w:val="00D32124"/>
    <w:rsid w:val="00D54C76"/>
    <w:rsid w:val="00D632BB"/>
    <w:rsid w:val="00D679EA"/>
    <w:rsid w:val="00D71E43"/>
    <w:rsid w:val="00D727F3"/>
    <w:rsid w:val="00D73695"/>
    <w:rsid w:val="00D810DE"/>
    <w:rsid w:val="00D87D32"/>
    <w:rsid w:val="00D91188"/>
    <w:rsid w:val="00D92C83"/>
    <w:rsid w:val="00DA0A81"/>
    <w:rsid w:val="00DA2F9B"/>
    <w:rsid w:val="00DA3C10"/>
    <w:rsid w:val="00DA53B5"/>
    <w:rsid w:val="00DB5F23"/>
    <w:rsid w:val="00DB62A3"/>
    <w:rsid w:val="00DC1D69"/>
    <w:rsid w:val="00DC5A3A"/>
    <w:rsid w:val="00DD0726"/>
    <w:rsid w:val="00E13488"/>
    <w:rsid w:val="00E13F03"/>
    <w:rsid w:val="00E238E6"/>
    <w:rsid w:val="00E34CD8"/>
    <w:rsid w:val="00E35064"/>
    <w:rsid w:val="00E3681D"/>
    <w:rsid w:val="00E40225"/>
    <w:rsid w:val="00E45938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C3311"/>
    <w:rsid w:val="00ED60F7"/>
    <w:rsid w:val="00EE0779"/>
    <w:rsid w:val="00EF01F8"/>
    <w:rsid w:val="00EF3268"/>
    <w:rsid w:val="00EF40EF"/>
    <w:rsid w:val="00EF47FE"/>
    <w:rsid w:val="00F069BD"/>
    <w:rsid w:val="00F11833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0A8"/>
    <w:rsid w:val="00FA40F9"/>
    <w:rsid w:val="00FB1DAA"/>
    <w:rsid w:val="00FB232E"/>
    <w:rsid w:val="00FB6818"/>
    <w:rsid w:val="00FC3E63"/>
    <w:rsid w:val="00FD557D"/>
    <w:rsid w:val="00FE0282"/>
    <w:rsid w:val="00FE124D"/>
    <w:rsid w:val="00FE792C"/>
    <w:rsid w:val="00FF58F8"/>
    <w:rsid w:val="00F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7753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820953EC048E4BB3689F4D601BCB61" ma:contentTypeVersion="4" ma:contentTypeDescription="Create a new document." ma:contentTypeScope="" ma:versionID="fcd1f9361a6c32b40e5e510277787df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434c722-c755-4c18-a891-59800b077981" targetNamespace="http://schemas.microsoft.com/office/2006/metadata/properties" ma:root="true" ma:fieldsID="a4470cd7eb192a17c55ee5cb7c41b144" ns1:_="" ns2:_="" ns3:_="">
    <xsd:import namespace="http://schemas.microsoft.com/sharepoint/v3"/>
    <xsd:import namespace="d50bbff7-d6dd-47d2-864a-cfdc2c3db0f4"/>
    <xsd:import namespace="e434c722-c755-4c18-a891-59800b0779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4c722-c755-4c18-a891-59800b077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2F535B8E-D5AB-47C2-B52A-F2CAC5F38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434c722-c755-4c18-a891-59800b0779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09DBAF-7FC7-479D-B93F-653361CB6D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ae802a4b-bf87-4739-b3f8-620483be605f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4</cp:revision>
  <cp:lastPrinted>2016-05-27T05:21:00Z</cp:lastPrinted>
  <dcterms:created xsi:type="dcterms:W3CDTF">2021-03-16T02:50:00Z</dcterms:created>
  <dcterms:modified xsi:type="dcterms:W3CDTF">2021-03-16T02:55:00Z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0x0101006E820953EC048E4BB3689F4D601BCB61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