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FAC2689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2213CD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A4F0E31" w:rsidR="00F1480E" w:rsidRPr="005404CB" w:rsidRDefault="00314EFE" w:rsidP="005404CB">
            <w:pPr>
              <w:pStyle w:val="SIUNITCODE"/>
            </w:pPr>
            <w:r>
              <w:t>PPM</w:t>
            </w:r>
            <w:r w:rsidR="001C296A">
              <w:t>QAS2</w:t>
            </w:r>
            <w:r w:rsidR="002213C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21D98E28" w:rsidR="00F1480E" w:rsidRPr="005404CB" w:rsidRDefault="001C296A" w:rsidP="005404CB">
            <w:pPr>
              <w:pStyle w:val="SIUnittitle"/>
            </w:pPr>
            <w:r w:rsidRPr="001C296A">
              <w:t>Apply basic quality practices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8A13DA" w14:textId="76DE9F1F" w:rsidR="00036A77" w:rsidRPr="00036A77" w:rsidRDefault="001C296A" w:rsidP="00036A77">
            <w:r w:rsidRPr="001C296A">
              <w:t xml:space="preserve">This unit of competency describes the </w:t>
            </w:r>
            <w:r w:rsidR="002213CD">
              <w:t>skills and knowledge</w:t>
            </w:r>
            <w:r w:rsidR="002213CD" w:rsidRPr="001C296A">
              <w:t xml:space="preserve"> </w:t>
            </w:r>
            <w:r w:rsidRPr="001C296A">
              <w:t xml:space="preserve">required to </w:t>
            </w:r>
            <w:r w:rsidR="000B1960">
              <w:t xml:space="preserve">identify, </w:t>
            </w:r>
            <w:proofErr w:type="gramStart"/>
            <w:r w:rsidRPr="001C296A">
              <w:t>apply</w:t>
            </w:r>
            <w:proofErr w:type="gramEnd"/>
            <w:r w:rsidRPr="001C296A">
              <w:t xml:space="preserve"> and monitor basic quality practices</w:t>
            </w:r>
            <w:r w:rsidR="002F20DB">
              <w:t xml:space="preserve"> </w:t>
            </w:r>
            <w:r w:rsidR="00036A77">
              <w:t xml:space="preserve">and to take actions specified in </w:t>
            </w:r>
            <w:r w:rsidR="00036A77" w:rsidRPr="00036A77">
              <w:t>workplace procedures to ensure quality standards are met.</w:t>
            </w:r>
          </w:p>
          <w:p w14:paraId="588A83A4" w14:textId="77777777" w:rsidR="001C296A" w:rsidRDefault="001C296A" w:rsidP="001C296A"/>
          <w:p w14:paraId="4C0CA1F1" w14:textId="1AAF8C97" w:rsidR="00036A77" w:rsidRDefault="001C296A" w:rsidP="00036A77">
            <w:r w:rsidRPr="001C296A">
              <w:t xml:space="preserve">The unit applies to production operators </w:t>
            </w:r>
            <w:r w:rsidR="002F20DB">
              <w:t xml:space="preserve">who </w:t>
            </w:r>
            <w:r w:rsidR="00036A77">
              <w:t xml:space="preserve">work </w:t>
            </w:r>
            <w:r w:rsidR="00036A77" w:rsidRPr="001C296A">
              <w:t>in a pulp or paper manufacturing facility</w:t>
            </w:r>
            <w:r w:rsidR="00036A77" w:rsidRPr="00036A77">
              <w:t xml:space="preserve"> </w:t>
            </w:r>
            <w:r w:rsidR="00036A77">
              <w:t>and</w:t>
            </w:r>
            <w:r w:rsidR="002F20DB">
              <w:t xml:space="preserve"> expected to take responsibility for the </w:t>
            </w:r>
            <w:r w:rsidR="00F215CB">
              <w:t>quality</w:t>
            </w:r>
            <w:r w:rsidR="002F20DB">
              <w:t xml:space="preserve"> of their work</w:t>
            </w:r>
            <w:r w:rsidR="00036A77">
              <w:t>.</w:t>
            </w:r>
          </w:p>
          <w:p w14:paraId="67E3F72C" w14:textId="77777777" w:rsidR="00036A77" w:rsidRDefault="00036A77" w:rsidP="00036A77"/>
          <w:p w14:paraId="19ADED03" w14:textId="337A866A" w:rsidR="00373436" w:rsidRPr="000754EC" w:rsidRDefault="001C296A" w:rsidP="00036A77">
            <w:r w:rsidRPr="001C296A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03624A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E834D92" w:rsidR="004D7BE5" w:rsidRPr="005404CB" w:rsidRDefault="00C65F0C" w:rsidP="005404CB">
            <w:pPr>
              <w:pStyle w:val="SIText"/>
            </w:pPr>
            <w:r>
              <w:t>Quality Assurance (QAS)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C296A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7978B16" w:rsidR="001C296A" w:rsidRPr="001C296A" w:rsidRDefault="001C296A" w:rsidP="001C296A">
            <w:pPr>
              <w:pStyle w:val="SIText"/>
              <w:rPr>
                <w:rStyle w:val="SITemporaryText-red"/>
              </w:rPr>
            </w:pPr>
            <w:r w:rsidRPr="001C296A">
              <w:t xml:space="preserve">1. </w:t>
            </w:r>
            <w:r w:rsidR="00724E41">
              <w:t xml:space="preserve">Review work against </w:t>
            </w:r>
            <w:r w:rsidRPr="001C296A">
              <w:t xml:space="preserve">quality tandards </w:t>
            </w:r>
          </w:p>
        </w:tc>
        <w:tc>
          <w:tcPr>
            <w:tcW w:w="3604" w:type="pct"/>
            <w:shd w:val="clear" w:color="auto" w:fill="auto"/>
          </w:tcPr>
          <w:p w14:paraId="511476D0" w14:textId="5ABC4937" w:rsidR="00F61740" w:rsidRDefault="001C296A" w:rsidP="001C296A">
            <w:r w:rsidRPr="001C296A">
              <w:t xml:space="preserve">1.1 Identify </w:t>
            </w:r>
            <w:r w:rsidR="00F61740">
              <w:t xml:space="preserve">quality requirements of </w:t>
            </w:r>
            <w:r w:rsidR="007417F0">
              <w:t>own work</w:t>
            </w:r>
            <w:r w:rsidR="00724E41">
              <w:t xml:space="preserve"> relevant to operation being undertaken</w:t>
            </w:r>
          </w:p>
          <w:p w14:paraId="5F6719A9" w14:textId="6B1576A8" w:rsidR="00724E41" w:rsidRDefault="00F61740" w:rsidP="001C296A">
            <w:r>
              <w:t xml:space="preserve">1.2 </w:t>
            </w:r>
            <w:r w:rsidR="00724E41">
              <w:t xml:space="preserve">Identity how </w:t>
            </w:r>
            <w:r w:rsidR="0071122D">
              <w:t xml:space="preserve">quality of </w:t>
            </w:r>
            <w:r w:rsidR="00724E41">
              <w:t xml:space="preserve">work tasks </w:t>
            </w:r>
            <w:r w:rsidR="00193DBF">
              <w:t>relates</w:t>
            </w:r>
            <w:r w:rsidR="00724E41">
              <w:t xml:space="preserve"> to next production process and final product</w:t>
            </w:r>
          </w:p>
          <w:p w14:paraId="546E6AE3" w14:textId="7124C514" w:rsidR="00193DBF" w:rsidRDefault="00193DBF" w:rsidP="001C296A">
            <w:r>
              <w:t xml:space="preserve">1.3 Identify quality standards </w:t>
            </w:r>
            <w:r w:rsidR="007417F0">
              <w:t xml:space="preserve">and workplace procedures </w:t>
            </w:r>
            <w:r>
              <w:t>relat</w:t>
            </w:r>
            <w:r w:rsidR="007417F0">
              <w:t>ed to own work processes</w:t>
            </w:r>
          </w:p>
          <w:p w14:paraId="0F6BCA09" w14:textId="31842BB2" w:rsidR="001C296A" w:rsidRPr="008B628C" w:rsidRDefault="001C296A" w:rsidP="001C29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96A">
              <w:t>1.</w:t>
            </w:r>
            <w:r w:rsidR="00375878">
              <w:t>4</w:t>
            </w:r>
            <w:r w:rsidRPr="001C296A">
              <w:t xml:space="preserve"> </w:t>
            </w:r>
            <w:r w:rsidR="00375878">
              <w:t>Follow and c</w:t>
            </w:r>
            <w:r w:rsidR="00193DBF">
              <w:t xml:space="preserve">heck completed </w:t>
            </w:r>
            <w:r w:rsidR="00375878">
              <w:t xml:space="preserve">individual and </w:t>
            </w:r>
            <w:proofErr w:type="gramStart"/>
            <w:r w:rsidR="00375878">
              <w:t>team</w:t>
            </w:r>
            <w:r w:rsidR="007740F9">
              <w:t xml:space="preserve"> </w:t>
            </w:r>
            <w:r w:rsidR="00375878">
              <w:t>work</w:t>
            </w:r>
            <w:proofErr w:type="gramEnd"/>
            <w:r w:rsidR="00193DBF">
              <w:t xml:space="preserve"> against workplace quality standards and procedures</w:t>
            </w:r>
          </w:p>
        </w:tc>
      </w:tr>
      <w:tr w:rsidR="001C296A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93B01DA" w:rsidR="001C296A" w:rsidRPr="001C296A" w:rsidRDefault="001C296A" w:rsidP="001C296A">
            <w:pPr>
              <w:pStyle w:val="SIText"/>
              <w:rPr>
                <w:rStyle w:val="SITemporaryText-red"/>
              </w:rPr>
            </w:pPr>
            <w:r w:rsidRPr="001C296A">
              <w:t>2. Monitor control points</w:t>
            </w:r>
          </w:p>
        </w:tc>
        <w:tc>
          <w:tcPr>
            <w:tcW w:w="3604" w:type="pct"/>
            <w:shd w:val="clear" w:color="auto" w:fill="auto"/>
          </w:tcPr>
          <w:p w14:paraId="1A15C891" w14:textId="50754C19" w:rsidR="001C296A" w:rsidRPr="001C296A" w:rsidRDefault="001C296A" w:rsidP="001C296A">
            <w:r w:rsidRPr="001C296A">
              <w:t xml:space="preserve">2.1 </w:t>
            </w:r>
            <w:r w:rsidR="000B26C5">
              <w:t xml:space="preserve">Identify </w:t>
            </w:r>
            <w:r w:rsidR="00487A7F">
              <w:t xml:space="preserve">and confirm critical </w:t>
            </w:r>
            <w:r w:rsidRPr="001C296A">
              <w:t xml:space="preserve">inspections, set point values </w:t>
            </w:r>
            <w:r w:rsidR="00BF40F2">
              <w:t>and</w:t>
            </w:r>
            <w:r w:rsidRPr="001C296A">
              <w:t xml:space="preserve"> testing</w:t>
            </w:r>
            <w:r w:rsidR="00487A7F">
              <w:t xml:space="preserve"> control points according to production specifications</w:t>
            </w:r>
            <w:r w:rsidR="00F9004D">
              <w:t xml:space="preserve"> and workplace quality standards</w:t>
            </w:r>
          </w:p>
          <w:p w14:paraId="07EE19E6" w14:textId="08E2A017" w:rsidR="001C296A" w:rsidRPr="001C296A" w:rsidRDefault="001C296A" w:rsidP="001C296A">
            <w:pPr>
              <w:pStyle w:val="SIText"/>
              <w:rPr>
                <w:rStyle w:val="SITemporaryText-red"/>
              </w:rPr>
            </w:pPr>
            <w:r w:rsidRPr="001C296A">
              <w:t xml:space="preserve">2.2 </w:t>
            </w:r>
            <w:r w:rsidR="00F9004D">
              <w:t xml:space="preserve">Identify priorities for </w:t>
            </w:r>
            <w:r w:rsidRPr="001C296A">
              <w:t xml:space="preserve">corrective action </w:t>
            </w:r>
            <w:r w:rsidR="000B26C5">
              <w:t xml:space="preserve">requirements </w:t>
            </w:r>
            <w:r w:rsidRPr="001C296A">
              <w:t>based on potential risk</w:t>
            </w:r>
            <w:r w:rsidR="00FD256A">
              <w:t xml:space="preserve">, </w:t>
            </w:r>
            <w:proofErr w:type="gramStart"/>
            <w:r w:rsidRPr="001C296A">
              <w:t>loss</w:t>
            </w:r>
            <w:proofErr w:type="gramEnd"/>
            <w:r w:rsidRPr="001C296A">
              <w:t xml:space="preserve"> or damage</w:t>
            </w:r>
          </w:p>
        </w:tc>
      </w:tr>
      <w:tr w:rsidR="001C296A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5AA4E819" w:rsidR="001C296A" w:rsidRPr="001C296A" w:rsidRDefault="001C296A" w:rsidP="001C296A">
            <w:pPr>
              <w:pStyle w:val="SIText"/>
            </w:pPr>
            <w:r w:rsidRPr="001C296A">
              <w:t>3. Conduct corrective action</w:t>
            </w:r>
          </w:p>
        </w:tc>
        <w:tc>
          <w:tcPr>
            <w:tcW w:w="3604" w:type="pct"/>
            <w:shd w:val="clear" w:color="auto" w:fill="auto"/>
          </w:tcPr>
          <w:p w14:paraId="2E4CDB4B" w14:textId="7A3951C3" w:rsidR="00BF40F2" w:rsidRDefault="00BF40F2" w:rsidP="001C296A">
            <w:r w:rsidRPr="001C296A">
              <w:t xml:space="preserve">3.1 </w:t>
            </w:r>
            <w:r w:rsidR="001A5165">
              <w:t>Identify and isolate faulty equipment and materials</w:t>
            </w:r>
            <w:r w:rsidR="00853652">
              <w:t xml:space="preserve"> and out of specification product</w:t>
            </w:r>
            <w:r w:rsidR="00F215CB">
              <w:t xml:space="preserve"> according to quality and operating procedures</w:t>
            </w:r>
          </w:p>
          <w:p w14:paraId="0368E8B8" w14:textId="2B592DA3" w:rsidR="001C296A" w:rsidRPr="001C296A" w:rsidRDefault="00BF40F2" w:rsidP="001C296A">
            <w:r>
              <w:t xml:space="preserve">3.2 </w:t>
            </w:r>
            <w:proofErr w:type="gramStart"/>
            <w:r w:rsidR="001C296A" w:rsidRPr="001C296A">
              <w:t>Make adjustments to</w:t>
            </w:r>
            <w:proofErr w:type="gramEnd"/>
            <w:r w:rsidR="001C296A" w:rsidRPr="001C296A">
              <w:t xml:space="preserve"> process, rectify problem</w:t>
            </w:r>
            <w:r w:rsidR="001A5165">
              <w:t xml:space="preserve"> </w:t>
            </w:r>
            <w:r w:rsidR="00853652">
              <w:t xml:space="preserve">within own responsibility </w:t>
            </w:r>
            <w:r w:rsidR="001C296A" w:rsidRPr="001C296A">
              <w:t xml:space="preserve">or report to </w:t>
            </w:r>
            <w:r w:rsidR="001A5165">
              <w:t>relevant</w:t>
            </w:r>
            <w:r w:rsidR="001C296A" w:rsidRPr="001C296A">
              <w:t xml:space="preserve"> </w:t>
            </w:r>
            <w:r w:rsidR="00853652">
              <w:t>personnel</w:t>
            </w:r>
            <w:r w:rsidR="001C296A" w:rsidRPr="001C296A">
              <w:t xml:space="preserve"> </w:t>
            </w:r>
          </w:p>
          <w:p w14:paraId="511DBF64" w14:textId="188C59C4" w:rsidR="001C296A" w:rsidRPr="001C296A" w:rsidRDefault="001C296A" w:rsidP="001C296A">
            <w:r w:rsidRPr="001C296A">
              <w:t>3.</w:t>
            </w:r>
            <w:r w:rsidR="00EA7057">
              <w:t>3</w:t>
            </w:r>
            <w:r w:rsidRPr="001C296A">
              <w:t xml:space="preserve"> Treat non-conforming product according to </w:t>
            </w:r>
            <w:r w:rsidR="00EA7057">
              <w:t>operating procedures</w:t>
            </w:r>
          </w:p>
        </w:tc>
      </w:tr>
      <w:tr w:rsidR="001C296A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072CBFE8" w:rsidR="001C296A" w:rsidRPr="001C296A" w:rsidRDefault="001C296A" w:rsidP="001C296A">
            <w:pPr>
              <w:pStyle w:val="SIText"/>
            </w:pPr>
            <w:r w:rsidRPr="001C296A">
              <w:t xml:space="preserve">4. </w:t>
            </w:r>
            <w:r w:rsidR="00FF7146">
              <w:t>Record and r</w:t>
            </w:r>
            <w:r w:rsidRPr="001C296A">
              <w:t xml:space="preserve">eport </w:t>
            </w:r>
            <w:r w:rsidR="00FD256A">
              <w:t xml:space="preserve">quality </w:t>
            </w:r>
            <w:r w:rsidR="00FF7146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22DACF5C" w14:textId="6082AF61" w:rsidR="001C296A" w:rsidRPr="001C296A" w:rsidRDefault="001C296A" w:rsidP="001C296A">
            <w:r w:rsidRPr="001C296A">
              <w:t xml:space="preserve">4.1 Record </w:t>
            </w:r>
            <w:r w:rsidR="00EA7057">
              <w:t xml:space="preserve">outcomes of </w:t>
            </w:r>
            <w:r w:rsidRPr="001C296A">
              <w:t>routine inspections and test information</w:t>
            </w:r>
            <w:r w:rsidR="00905CFE">
              <w:t xml:space="preserve"> according to workplace requirements</w:t>
            </w:r>
          </w:p>
          <w:p w14:paraId="7B676DC6" w14:textId="593AFB26" w:rsidR="001C296A" w:rsidRPr="001C296A" w:rsidRDefault="0051442C" w:rsidP="001C296A">
            <w:r>
              <w:t>4.2</w:t>
            </w:r>
            <w:r w:rsidR="00EA7057" w:rsidRPr="00EA7057">
              <w:t xml:space="preserve"> </w:t>
            </w:r>
            <w:r w:rsidR="00EA7057">
              <w:t>R</w:t>
            </w:r>
            <w:r w:rsidR="00EA7057" w:rsidRPr="00EA7057">
              <w:t xml:space="preserve">eport </w:t>
            </w:r>
            <w:r>
              <w:t xml:space="preserve">variations in processes, </w:t>
            </w:r>
            <w:r w:rsidR="00EA7057" w:rsidRPr="00EA7057">
              <w:t xml:space="preserve">out-of-standard </w:t>
            </w:r>
            <w:proofErr w:type="gramStart"/>
            <w:r w:rsidR="00EA7057" w:rsidRPr="00EA7057">
              <w:t>performance</w:t>
            </w:r>
            <w:proofErr w:type="gramEnd"/>
            <w:r w:rsidR="00EA7057" w:rsidRPr="00EA7057">
              <w:t xml:space="preserve"> </w:t>
            </w:r>
            <w:r>
              <w:t xml:space="preserve">and faulty equipment </w:t>
            </w:r>
            <w:r w:rsidR="00EA7057" w:rsidRPr="00EA7057">
              <w:t>according to workplace reporting 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5220C" w:rsidRPr="00336FCA" w:rsidDel="00423CB2" w14:paraId="0BA881FC" w14:textId="77777777" w:rsidTr="00CA2922">
        <w:tc>
          <w:tcPr>
            <w:tcW w:w="1396" w:type="pct"/>
          </w:tcPr>
          <w:p w14:paraId="4C61496D" w14:textId="40A4A2DC" w:rsidR="00B5220C" w:rsidRPr="00B5220C" w:rsidRDefault="00B5220C" w:rsidP="00B5220C">
            <w:pPr>
              <w:pStyle w:val="SIText"/>
            </w:pPr>
            <w:r w:rsidRPr="00B5220C">
              <w:t xml:space="preserve">Reading </w:t>
            </w:r>
          </w:p>
        </w:tc>
        <w:tc>
          <w:tcPr>
            <w:tcW w:w="3604" w:type="pct"/>
          </w:tcPr>
          <w:p w14:paraId="4B4AB257" w14:textId="144F9904" w:rsidR="00B5220C" w:rsidRPr="00B5220C" w:rsidRDefault="00B5220C" w:rsidP="00B5220C">
            <w:pPr>
              <w:pStyle w:val="SIBulletList1"/>
            </w:pPr>
            <w:r w:rsidRPr="00B5220C">
              <w:t>Interpret information from workplace documentation</w:t>
            </w:r>
            <w:r w:rsidR="00722AAD">
              <w:t xml:space="preserve"> and </w:t>
            </w:r>
            <w:r w:rsidRPr="00B5220C">
              <w:t xml:space="preserve">procedures </w:t>
            </w:r>
          </w:p>
        </w:tc>
      </w:tr>
      <w:tr w:rsidR="00B5220C" w:rsidRPr="00336FCA" w:rsidDel="00423CB2" w14:paraId="0DAC2B78" w14:textId="77777777" w:rsidTr="00CA2922">
        <w:tc>
          <w:tcPr>
            <w:tcW w:w="1396" w:type="pct"/>
          </w:tcPr>
          <w:p w14:paraId="15C84366" w14:textId="710B9C85" w:rsidR="00B5220C" w:rsidRPr="00B5220C" w:rsidRDefault="00B5220C" w:rsidP="00B5220C">
            <w:pPr>
              <w:pStyle w:val="SIText"/>
            </w:pPr>
            <w:r w:rsidRPr="00B5220C">
              <w:t xml:space="preserve">Writing </w:t>
            </w:r>
          </w:p>
        </w:tc>
        <w:tc>
          <w:tcPr>
            <w:tcW w:w="3604" w:type="pct"/>
          </w:tcPr>
          <w:p w14:paraId="3ECE5BFF" w14:textId="6580920D" w:rsidR="00B5220C" w:rsidRPr="00B5220C" w:rsidRDefault="00B5220C" w:rsidP="00B5220C">
            <w:pPr>
              <w:pStyle w:val="SIBulletList1"/>
            </w:pPr>
            <w:r w:rsidRPr="00B5220C">
              <w:t>Complete workplace records accurately using clear language and industry terminology.</w:t>
            </w:r>
          </w:p>
        </w:tc>
      </w:tr>
      <w:tr w:rsidR="00B5220C" w:rsidRPr="00336FCA" w:rsidDel="00423CB2" w14:paraId="1E093E53" w14:textId="77777777" w:rsidTr="00C45305">
        <w:tc>
          <w:tcPr>
            <w:tcW w:w="1396" w:type="pct"/>
          </w:tcPr>
          <w:p w14:paraId="59109713" w14:textId="77777777" w:rsidR="00B5220C" w:rsidRPr="00B5220C" w:rsidRDefault="00B5220C" w:rsidP="00B5220C">
            <w:pPr>
              <w:pStyle w:val="SIText"/>
              <w:rPr>
                <w:rStyle w:val="SITemporaryText-red"/>
              </w:rPr>
            </w:pPr>
            <w:r w:rsidRPr="00B5220C">
              <w:t xml:space="preserve">Oral communication </w:t>
            </w:r>
          </w:p>
        </w:tc>
        <w:tc>
          <w:tcPr>
            <w:tcW w:w="3604" w:type="pct"/>
          </w:tcPr>
          <w:p w14:paraId="6C80A365" w14:textId="77777777" w:rsidR="00B5220C" w:rsidRPr="00B5220C" w:rsidRDefault="00B5220C" w:rsidP="00B5220C">
            <w:pPr>
              <w:pStyle w:val="SIBulletList1"/>
              <w:rPr>
                <w:rStyle w:val="SITemporaryText-red"/>
                <w:rFonts w:eastAsia="Calibri"/>
              </w:rPr>
            </w:pPr>
            <w:r w:rsidRPr="00B5220C">
              <w:t>Ask questions and clarify quality processes with team members</w:t>
            </w:r>
          </w:p>
        </w:tc>
      </w:tr>
      <w:tr w:rsidR="00B5220C" w:rsidRPr="00336FCA" w:rsidDel="00423CB2" w14:paraId="2C76F5B3" w14:textId="77777777" w:rsidTr="00CA2922">
        <w:tc>
          <w:tcPr>
            <w:tcW w:w="1396" w:type="pct"/>
          </w:tcPr>
          <w:p w14:paraId="3D708245" w14:textId="4CADF87B" w:rsidR="00B5220C" w:rsidRPr="00B5220C" w:rsidRDefault="00B5220C" w:rsidP="00B5220C">
            <w:pPr>
              <w:pStyle w:val="SIText"/>
              <w:rPr>
                <w:rStyle w:val="SITemporaryText-red"/>
              </w:rPr>
            </w:pPr>
            <w:r w:rsidRPr="00B5220C">
              <w:t xml:space="preserve">Numeracy </w:t>
            </w:r>
          </w:p>
        </w:tc>
        <w:tc>
          <w:tcPr>
            <w:tcW w:w="3604" w:type="pct"/>
          </w:tcPr>
          <w:p w14:paraId="204259AD" w14:textId="2A41912E" w:rsidR="00B5220C" w:rsidRPr="00B5220C" w:rsidRDefault="00494623" w:rsidP="00B5220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Interpret</w:t>
            </w:r>
            <w:r w:rsidR="00B5220C" w:rsidRPr="00B5220C">
              <w:t xml:space="preserve"> acceptable product values </w:t>
            </w:r>
            <w:r>
              <w:t>for</w:t>
            </w:r>
            <w:r w:rsidR="00B5220C" w:rsidRPr="00B5220C">
              <w:t xml:space="preserve"> test results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0C9542DD" w:rsidR="004D7BE5" w:rsidRPr="00036A77" w:rsidRDefault="00C65F0C" w:rsidP="00036A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PPMQAS2XX Apply basic quality practices</w:t>
            </w:r>
          </w:p>
        </w:tc>
        <w:tc>
          <w:tcPr>
            <w:tcW w:w="1105" w:type="pct"/>
          </w:tcPr>
          <w:p w14:paraId="3ABAE0D4" w14:textId="44E44F03" w:rsidR="004D7BE5" w:rsidRPr="00036A77" w:rsidRDefault="00C65F0C" w:rsidP="00036A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PPMQAS2XX Apply basic quality practices</w:t>
            </w:r>
          </w:p>
        </w:tc>
        <w:tc>
          <w:tcPr>
            <w:tcW w:w="1251" w:type="pct"/>
          </w:tcPr>
          <w:p w14:paraId="2E4FFBEF" w14:textId="3F27D013" w:rsidR="004D7BE5" w:rsidRPr="00036A77" w:rsidRDefault="00036A77" w:rsidP="0080039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 xml:space="preserve">Changes to elements, performance criteria, foundation skills, </w:t>
            </w:r>
            <w:proofErr w:type="gramStart"/>
            <w:r w:rsidRPr="008B628C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8B628C">
              <w:rPr>
                <w:rStyle w:val="SITemporaryText-red"/>
                <w:color w:val="auto"/>
                <w:sz w:val="20"/>
              </w:rPr>
              <w:t xml:space="preserve"> and knowledge evidence. Assessment </w:t>
            </w:r>
            <w:r w:rsidR="007740F9" w:rsidRPr="007740F9">
              <w:rPr>
                <w:rStyle w:val="SITemporaryText-red"/>
                <w:color w:val="auto"/>
                <w:sz w:val="20"/>
              </w:rPr>
              <w:t>conditions</w:t>
            </w:r>
            <w:r w:rsidRPr="008B628C">
              <w:rPr>
                <w:rStyle w:val="SITemporaryText-red"/>
                <w:color w:val="auto"/>
                <w:sz w:val="20"/>
              </w:rPr>
              <w:t xml:space="preserve"> updated</w:t>
            </w:r>
          </w:p>
        </w:tc>
        <w:tc>
          <w:tcPr>
            <w:tcW w:w="1616" w:type="pct"/>
          </w:tcPr>
          <w:p w14:paraId="4D80CE46" w14:textId="790361F8" w:rsidR="004D7BE5" w:rsidRPr="00036A77" w:rsidRDefault="00036A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Not e</w:t>
            </w:r>
            <w:r w:rsidR="00C65F0C" w:rsidRPr="008B628C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7416009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C296A" w:rsidRPr="001C296A">
              <w:t>PPMQAS2</w:t>
            </w:r>
            <w:r w:rsidR="00036A77">
              <w:t>XX</w:t>
            </w:r>
            <w:r w:rsidR="001C296A" w:rsidRPr="001C296A">
              <w:t xml:space="preserve"> Apply basic quality practices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8B628C" w:rsidRDefault="006E42FE" w:rsidP="00FC78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8B628C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8B628C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8B628C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8B628C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8B628C">
              <w:rPr>
                <w:rStyle w:val="SITemporaryText-red"/>
                <w:color w:val="auto"/>
                <w:sz w:val="20"/>
              </w:rPr>
              <w:t>in</w:t>
            </w:r>
            <w:r w:rsidRPr="008B628C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C243548" w14:textId="77777777" w:rsidR="007A300D" w:rsidRPr="008B628C" w:rsidRDefault="007A300D" w:rsidP="00FC780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15177FC" w14:textId="4A7859A0" w:rsidR="001C296A" w:rsidRPr="00FC7808" w:rsidRDefault="007A300D" w:rsidP="008B628C">
            <w:pPr>
              <w:pStyle w:val="SIText"/>
            </w:pPr>
            <w:r w:rsidRPr="00FC780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C296A" w:rsidRPr="00FC7808">
              <w:t>appl</w:t>
            </w:r>
            <w:r w:rsidR="00FC7808">
              <w:t>ied</w:t>
            </w:r>
            <w:r w:rsidR="001C296A" w:rsidRPr="00FC7808">
              <w:t xml:space="preserve"> basic quality practices</w:t>
            </w:r>
            <w:r w:rsidR="007740F9">
              <w:t xml:space="preserve"> to work processes for at least two operational </w:t>
            </w:r>
            <w:r w:rsidR="001C296A" w:rsidRPr="00FC7808">
              <w:t xml:space="preserve">intervals, </w:t>
            </w:r>
            <w:r w:rsidR="0051154B">
              <w:t>including for each interval</w:t>
            </w:r>
            <w:r w:rsidR="001C296A" w:rsidRPr="00FC7808">
              <w:t>:</w:t>
            </w:r>
          </w:p>
          <w:p w14:paraId="4436372E" w14:textId="061321C6" w:rsidR="0051154B" w:rsidRDefault="005F67C4" w:rsidP="001C296A">
            <w:pPr>
              <w:pStyle w:val="SIBulletList1"/>
            </w:pPr>
            <w:r>
              <w:t>i</w:t>
            </w:r>
            <w:r w:rsidR="001C296A" w:rsidRPr="001C296A">
              <w:t>dentif</w:t>
            </w:r>
            <w:r w:rsidR="0051154B">
              <w:t xml:space="preserve">ied the product quality </w:t>
            </w:r>
            <w:r>
              <w:t xml:space="preserve">requirements </w:t>
            </w:r>
            <w:r w:rsidR="0051154B">
              <w:t>and quality procedures for work being undertaken</w:t>
            </w:r>
          </w:p>
          <w:p w14:paraId="5A303683" w14:textId="27C5EA20" w:rsidR="001C296A" w:rsidRPr="001C296A" w:rsidRDefault="001C296A" w:rsidP="001C296A">
            <w:pPr>
              <w:pStyle w:val="SIBulletList1"/>
            </w:pPr>
            <w:r w:rsidRPr="001C296A">
              <w:t>monitor</w:t>
            </w:r>
            <w:r w:rsidR="0051154B">
              <w:t>ed</w:t>
            </w:r>
            <w:r w:rsidRPr="001C296A">
              <w:t xml:space="preserve"> and interpret</w:t>
            </w:r>
            <w:r w:rsidR="005F67C4">
              <w:t>ed</w:t>
            </w:r>
            <w:r w:rsidRPr="001C296A">
              <w:t xml:space="preserve"> information, in relation to process control points and inspections, to maintain product quality</w:t>
            </w:r>
          </w:p>
          <w:p w14:paraId="06A812D7" w14:textId="6EB3A30A" w:rsidR="001C296A" w:rsidRPr="001C296A" w:rsidRDefault="001C296A" w:rsidP="001C296A">
            <w:pPr>
              <w:pStyle w:val="SIBulletList1"/>
            </w:pPr>
            <w:r w:rsidRPr="001C296A">
              <w:t>prioritis</w:t>
            </w:r>
            <w:r w:rsidR="005F67C4">
              <w:t>ed</w:t>
            </w:r>
            <w:r w:rsidRPr="001C296A">
              <w:t xml:space="preserve"> corrective action, based on potential risk or loss or damage if the required actions are not performed</w:t>
            </w:r>
          </w:p>
          <w:p w14:paraId="78E76E03" w14:textId="3E147CD5" w:rsidR="001C296A" w:rsidRPr="001C296A" w:rsidRDefault="001C296A" w:rsidP="001C296A">
            <w:pPr>
              <w:pStyle w:val="SIBulletList1"/>
            </w:pPr>
            <w:r w:rsidRPr="001C296A">
              <w:t>implement</w:t>
            </w:r>
            <w:r w:rsidR="005F67C4">
              <w:t>ed</w:t>
            </w:r>
            <w:r w:rsidRPr="001C296A">
              <w:t xml:space="preserve"> corrective action to maintain product quality,</w:t>
            </w:r>
            <w:r w:rsidR="00C30E7A">
              <w:t xml:space="preserve"> in</w:t>
            </w:r>
            <w:r w:rsidRPr="001C296A">
              <w:t xml:space="preserve"> adjusting processes or reporting non-conforming performance or process</w:t>
            </w:r>
          </w:p>
          <w:p w14:paraId="432FABDD" w14:textId="02F88ED8" w:rsidR="004D7BE5" w:rsidRPr="005404CB" w:rsidRDefault="001C296A" w:rsidP="001C296A">
            <w:pPr>
              <w:pStyle w:val="SIBulletList1"/>
            </w:pPr>
            <w:r w:rsidRPr="001C296A">
              <w:t>us</w:t>
            </w:r>
            <w:r w:rsidR="00C30E7A">
              <w:t>ed</w:t>
            </w:r>
            <w:r w:rsidRPr="001C296A">
              <w:t xml:space="preserve"> workplace communication system to </w:t>
            </w:r>
            <w:r w:rsidR="00C30E7A">
              <w:t xml:space="preserve">record and </w:t>
            </w:r>
            <w:r w:rsidRPr="001C296A">
              <w:t>report product performance</w:t>
            </w:r>
            <w:r w:rsidR="00C30E7A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8B628C" w:rsidRDefault="006E42FE" w:rsidP="00FC78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628C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093BE40" w14:textId="13B95F2A" w:rsidR="001C296A" w:rsidRPr="001C296A" w:rsidRDefault="00C30E7A" w:rsidP="001C296A">
            <w:pPr>
              <w:pStyle w:val="SIBulletList1"/>
            </w:pPr>
            <w:r>
              <w:t xml:space="preserve">workplace quality standards and </w:t>
            </w:r>
            <w:r w:rsidR="001C296A" w:rsidRPr="001C296A">
              <w:t xml:space="preserve">procedures related to own work role </w:t>
            </w:r>
          </w:p>
          <w:p w14:paraId="52564BD3" w14:textId="1E785040" w:rsidR="001C296A" w:rsidRPr="001C296A" w:rsidRDefault="001C296A" w:rsidP="001C296A">
            <w:pPr>
              <w:pStyle w:val="SIBulletList1"/>
            </w:pPr>
            <w:r w:rsidRPr="001C296A">
              <w:t xml:space="preserve">basic problem-solving techniques related to </w:t>
            </w:r>
            <w:r w:rsidR="006E6FA9">
              <w:t xml:space="preserve">meeting </w:t>
            </w:r>
            <w:r w:rsidRPr="001C296A">
              <w:t xml:space="preserve">quality </w:t>
            </w:r>
            <w:r w:rsidR="006E6FA9">
              <w:t xml:space="preserve">standards and </w:t>
            </w:r>
            <w:r w:rsidRPr="001C296A">
              <w:t xml:space="preserve">procedures </w:t>
            </w:r>
          </w:p>
          <w:p w14:paraId="53A7CD85" w14:textId="08AB6FC9" w:rsidR="001C296A" w:rsidRPr="001C296A" w:rsidRDefault="001C296A" w:rsidP="001C296A">
            <w:pPr>
              <w:pStyle w:val="SIBulletList1"/>
            </w:pPr>
            <w:r w:rsidRPr="001C296A">
              <w:t>procedures for inspections, set point values and testing used to maintain specified product quality</w:t>
            </w:r>
          </w:p>
          <w:p w14:paraId="6784486C" w14:textId="77777777" w:rsidR="001C296A" w:rsidRPr="001C296A" w:rsidRDefault="001C296A" w:rsidP="001C296A">
            <w:pPr>
              <w:pStyle w:val="SIBulletList1"/>
            </w:pPr>
            <w:r w:rsidRPr="001C296A">
              <w:t>steps to take in undertaking corrective actions to respond to defects in production or product quality</w:t>
            </w:r>
          </w:p>
          <w:p w14:paraId="29A49140" w14:textId="53465EFC" w:rsidR="004D7BE5" w:rsidRPr="005404CB" w:rsidRDefault="001C296A" w:rsidP="001C296A">
            <w:pPr>
              <w:pStyle w:val="SIBulletList1"/>
            </w:pPr>
            <w:r w:rsidRPr="001C296A">
              <w:t>communication mechanisms used in the workplace to report on quality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93B3EF7" w14:textId="77777777" w:rsidR="00C30E7A" w:rsidRPr="00C30E7A" w:rsidRDefault="00C30E7A" w:rsidP="00C30E7A">
            <w:r w:rsidRPr="00E60D14">
              <w:t xml:space="preserve">Assessment of skills </w:t>
            </w:r>
            <w:r w:rsidRPr="00C30E7A">
              <w:t>in this unit of competency must take place under the following conditions:</w:t>
            </w:r>
          </w:p>
          <w:p w14:paraId="30EB6EF6" w14:textId="77777777" w:rsidR="00C30E7A" w:rsidRPr="00C30E7A" w:rsidRDefault="00C30E7A" w:rsidP="00C30E7A">
            <w:pPr>
              <w:pStyle w:val="SIBulletList1"/>
            </w:pPr>
            <w:r w:rsidRPr="00E60D14">
              <w:t>physical conditions:</w:t>
            </w:r>
          </w:p>
          <w:p w14:paraId="530C960D" w14:textId="68969A75" w:rsidR="00C30E7A" w:rsidRPr="00C30E7A" w:rsidRDefault="00C30E7A" w:rsidP="00C30E7A">
            <w:pPr>
              <w:pStyle w:val="SIBulletList2"/>
            </w:pPr>
            <w:r>
              <w:t xml:space="preserve">skills must be </w:t>
            </w:r>
            <w:r w:rsidRPr="00C30E7A">
              <w:t xml:space="preserve">demonstrated in a </w:t>
            </w:r>
            <w:r w:rsidR="006E6FA9">
              <w:t xml:space="preserve">pulp or </w:t>
            </w:r>
            <w:r w:rsidRPr="00C30E7A">
              <w:t>paper manufacturing facility or an environment that accurately reflects performance in a workplace</w:t>
            </w:r>
          </w:p>
          <w:p w14:paraId="24E563E4" w14:textId="77777777" w:rsidR="00C30E7A" w:rsidRPr="00C30E7A" w:rsidRDefault="00C30E7A" w:rsidP="00C30E7A">
            <w:pPr>
              <w:pStyle w:val="SIBulletList1"/>
            </w:pPr>
            <w:r w:rsidRPr="00E60D14">
              <w:t>resources, equipment and materials:</w:t>
            </w:r>
          </w:p>
          <w:p w14:paraId="0F35DC47" w14:textId="196F5C72" w:rsidR="00C30E7A" w:rsidRPr="00C30E7A" w:rsidRDefault="00C30E7A" w:rsidP="00C30E7A">
            <w:pPr>
              <w:pStyle w:val="SIBulletList2"/>
            </w:pPr>
            <w:r w:rsidRPr="00C30E7A">
              <w:t>plant and equipment</w:t>
            </w:r>
            <w:r w:rsidR="002C496C">
              <w:t xml:space="preserve"> related to </w:t>
            </w:r>
            <w:r w:rsidR="006E6FA9">
              <w:t>operation being undertaken</w:t>
            </w:r>
          </w:p>
          <w:p w14:paraId="205036FC" w14:textId="4D07262D" w:rsidR="00C30E7A" w:rsidRPr="00C30E7A" w:rsidRDefault="00C30E7A" w:rsidP="00C30E7A">
            <w:pPr>
              <w:pStyle w:val="SIBulletList2"/>
            </w:pPr>
            <w:r w:rsidRPr="00E60D14">
              <w:t xml:space="preserve">maintenance tools and equipment and consumables </w:t>
            </w:r>
            <w:r w:rsidR="006E6FA9">
              <w:t>to rectify quality issues</w:t>
            </w:r>
          </w:p>
          <w:p w14:paraId="405A14F3" w14:textId="77777777" w:rsidR="00C30E7A" w:rsidRPr="00C30E7A" w:rsidRDefault="00C30E7A" w:rsidP="00C30E7A">
            <w:pPr>
              <w:pStyle w:val="SIBulletList2"/>
            </w:pPr>
            <w:r>
              <w:t xml:space="preserve">testing </w:t>
            </w:r>
            <w:r w:rsidRPr="00C30E7A">
              <w:t xml:space="preserve">and diagnostic equipment </w:t>
            </w:r>
          </w:p>
          <w:p w14:paraId="39CC6482" w14:textId="23D4133F" w:rsidR="006E6FA9" w:rsidRDefault="00C30E7A" w:rsidP="00C30E7A">
            <w:pPr>
              <w:pStyle w:val="SIBulletList2"/>
            </w:pPr>
            <w:r>
              <w:t>personal protective equipment</w:t>
            </w:r>
            <w:r w:rsidRPr="00C30E7A">
              <w:t xml:space="preserve"> for </w:t>
            </w:r>
            <w:r w:rsidR="006E6FA9">
              <w:t>operation</w:t>
            </w:r>
            <w:r w:rsidR="006E6FA9" w:rsidRPr="006E6FA9">
              <w:t xml:space="preserve"> being undertaken </w:t>
            </w:r>
          </w:p>
          <w:p w14:paraId="11020485" w14:textId="463D5400" w:rsidR="00C30E7A" w:rsidRPr="00C30E7A" w:rsidRDefault="00C30E7A" w:rsidP="00C30E7A">
            <w:pPr>
              <w:pStyle w:val="SIBulletList2"/>
            </w:pPr>
            <w:r w:rsidRPr="00E60D14">
              <w:t>proforma</w:t>
            </w:r>
            <w:r w:rsidRPr="00C30E7A">
              <w:t xml:space="preserve"> or recording system for recording </w:t>
            </w:r>
            <w:r w:rsidR="002C496C">
              <w:t>quality data and information</w:t>
            </w:r>
          </w:p>
          <w:p w14:paraId="15740B3B" w14:textId="77777777" w:rsidR="00C30E7A" w:rsidRPr="00C30E7A" w:rsidRDefault="00C30E7A" w:rsidP="00C30E7A">
            <w:pPr>
              <w:pStyle w:val="SIBulletList1"/>
            </w:pPr>
            <w:r w:rsidRPr="00E60D14">
              <w:t>specifications:</w:t>
            </w:r>
          </w:p>
          <w:p w14:paraId="1BD82F9A" w14:textId="13C6A6A2" w:rsidR="00C30E7A" w:rsidRDefault="002C496C" w:rsidP="00C30E7A">
            <w:pPr>
              <w:pStyle w:val="SIBulletList2"/>
            </w:pPr>
            <w:r>
              <w:t>workplace quality standards and procedures</w:t>
            </w:r>
          </w:p>
          <w:p w14:paraId="1BC113FA" w14:textId="02C1FE55" w:rsidR="00C30E7A" w:rsidRDefault="00C30E7A" w:rsidP="00C30E7A">
            <w:pPr>
              <w:pStyle w:val="SIBulletList2"/>
            </w:pPr>
            <w:r w:rsidRPr="00631C70">
              <w:t xml:space="preserve">workplace </w:t>
            </w:r>
            <w:r w:rsidRPr="00C30E7A">
              <w:t>and standard operating procedures relating to operation</w:t>
            </w:r>
            <w:r w:rsidR="002C496C">
              <w:t xml:space="preserve"> being undertaken</w:t>
            </w:r>
            <w:r w:rsidRPr="00C30E7A">
              <w:t xml:space="preserve"> including health and safety, risks and hazards identification, plant isolation, quality, housekeeping and environmental requirements</w:t>
            </w:r>
            <w:r w:rsidR="006E6FA9">
              <w:t>.</w:t>
            </w:r>
          </w:p>
          <w:p w14:paraId="6746AB1D" w14:textId="77777777" w:rsidR="006E6FA9" w:rsidRDefault="006E6FA9" w:rsidP="008B628C">
            <w:pPr>
              <w:pStyle w:val="SIBulletList2"/>
            </w:pPr>
          </w:p>
          <w:p w14:paraId="59282766" w14:textId="77777777" w:rsidR="00C30E7A" w:rsidRPr="00C30E7A" w:rsidRDefault="00C30E7A" w:rsidP="00C30E7A">
            <w:r w:rsidRPr="00E60D14">
              <w:t xml:space="preserve">Assessors of this unit must </w:t>
            </w:r>
            <w:r w:rsidRPr="00C30E7A">
              <w:t>satisfy the requirements for assessors in applicable vocational education and training legislation, frameworks and/or standards.</w:t>
            </w:r>
          </w:p>
          <w:p w14:paraId="38D891CA" w14:textId="26D2887B" w:rsidR="004D7BE5" w:rsidRPr="005404CB" w:rsidRDefault="004D7BE5" w:rsidP="008B628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C9402" w14:textId="77777777" w:rsidR="00543981" w:rsidRDefault="00543981" w:rsidP="00BF3F0A">
      <w:r>
        <w:separator/>
      </w:r>
    </w:p>
    <w:p w14:paraId="37B6F222" w14:textId="77777777" w:rsidR="00543981" w:rsidRDefault="00543981"/>
  </w:endnote>
  <w:endnote w:type="continuationSeparator" w:id="0">
    <w:p w14:paraId="78968CAD" w14:textId="77777777" w:rsidR="00543981" w:rsidRDefault="00543981" w:rsidP="00BF3F0A">
      <w:r>
        <w:continuationSeparator/>
      </w:r>
    </w:p>
    <w:p w14:paraId="429FBCEA" w14:textId="77777777" w:rsidR="00543981" w:rsidRDefault="005439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62D8" w14:textId="77777777" w:rsidR="00B55BC0" w:rsidRDefault="00B55BC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C674D" w14:textId="77777777" w:rsidR="00B55BC0" w:rsidRDefault="00B55B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DCD50" w14:textId="77777777" w:rsidR="00543981" w:rsidRDefault="00543981" w:rsidP="00BF3F0A">
      <w:r>
        <w:separator/>
      </w:r>
    </w:p>
    <w:p w14:paraId="623A6567" w14:textId="77777777" w:rsidR="00543981" w:rsidRDefault="00543981"/>
  </w:footnote>
  <w:footnote w:type="continuationSeparator" w:id="0">
    <w:p w14:paraId="43E48ADE" w14:textId="77777777" w:rsidR="00543981" w:rsidRDefault="00543981" w:rsidP="00BF3F0A">
      <w:r>
        <w:continuationSeparator/>
      </w:r>
    </w:p>
    <w:p w14:paraId="31B02D4F" w14:textId="77777777" w:rsidR="00543981" w:rsidRDefault="005439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FB516" w14:textId="77777777" w:rsidR="00B55BC0" w:rsidRDefault="00B55BC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09484B5D" w:rsidR="009C2650" w:rsidRPr="001C296A" w:rsidRDefault="00B55BC0" w:rsidP="001C296A">
    <w:sdt>
      <w:sdtPr>
        <w:rPr>
          <w:lang w:eastAsia="en-US"/>
        </w:rPr>
        <w:id w:val="1795099138"/>
        <w:docPartObj>
          <w:docPartGallery w:val="Watermarks"/>
          <w:docPartUnique/>
        </w:docPartObj>
      </w:sdtPr>
      <w:sdtContent>
        <w:r w:rsidRPr="00B55BC0">
          <w:rPr>
            <w:lang w:eastAsia="en-US"/>
          </w:rPr>
          <w:pict w14:anchorId="20A3D6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13CD" w:rsidRPr="001C296A">
      <w:rPr>
        <w:lang w:eastAsia="en-US"/>
      </w:rPr>
      <w:t>PPMQAS2</w:t>
    </w:r>
    <w:r w:rsidR="002213CD">
      <w:t>XX</w:t>
    </w:r>
    <w:r w:rsidR="002213CD" w:rsidRPr="001C296A">
      <w:rPr>
        <w:lang w:eastAsia="en-US"/>
      </w:rPr>
      <w:t xml:space="preserve"> </w:t>
    </w:r>
    <w:r w:rsidR="001C296A" w:rsidRPr="001C296A">
      <w:rPr>
        <w:lang w:eastAsia="en-US"/>
      </w:rPr>
      <w:t>Apply basic quality practices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78087" w14:textId="77777777" w:rsidR="00B55BC0" w:rsidRDefault="00B55B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B08BD"/>
    <w:multiLevelType w:val="multilevel"/>
    <w:tmpl w:val="CCC07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F5EE4"/>
    <w:multiLevelType w:val="multilevel"/>
    <w:tmpl w:val="2B3C0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8356E"/>
    <w:multiLevelType w:val="multilevel"/>
    <w:tmpl w:val="F8964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C1ABF"/>
    <w:multiLevelType w:val="multilevel"/>
    <w:tmpl w:val="A96C0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B2471BD"/>
    <w:multiLevelType w:val="multilevel"/>
    <w:tmpl w:val="3C144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4011B"/>
    <w:multiLevelType w:val="multilevel"/>
    <w:tmpl w:val="2E60A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B6B30"/>
    <w:multiLevelType w:val="multilevel"/>
    <w:tmpl w:val="98849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621A0A"/>
    <w:multiLevelType w:val="multilevel"/>
    <w:tmpl w:val="4782C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2B1E35"/>
    <w:multiLevelType w:val="multilevel"/>
    <w:tmpl w:val="2F16D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B41047"/>
    <w:multiLevelType w:val="multilevel"/>
    <w:tmpl w:val="45506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646F26"/>
    <w:multiLevelType w:val="multilevel"/>
    <w:tmpl w:val="C3B2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CC65D7D"/>
    <w:multiLevelType w:val="multilevel"/>
    <w:tmpl w:val="AB880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A70030"/>
    <w:multiLevelType w:val="multilevel"/>
    <w:tmpl w:val="E272B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CA0805"/>
    <w:multiLevelType w:val="multilevel"/>
    <w:tmpl w:val="B97A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F94BD9"/>
    <w:multiLevelType w:val="multilevel"/>
    <w:tmpl w:val="F8509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8"/>
  </w:num>
  <w:num w:numId="4">
    <w:abstractNumId w:val="5"/>
  </w:num>
  <w:num w:numId="5">
    <w:abstractNumId w:val="17"/>
  </w:num>
  <w:num w:numId="6">
    <w:abstractNumId w:val="1"/>
  </w:num>
  <w:num w:numId="7">
    <w:abstractNumId w:val="18"/>
  </w:num>
  <w:num w:numId="8">
    <w:abstractNumId w:val="11"/>
  </w:num>
  <w:num w:numId="9">
    <w:abstractNumId w:val="6"/>
  </w:num>
  <w:num w:numId="10">
    <w:abstractNumId w:val="3"/>
  </w:num>
  <w:num w:numId="11">
    <w:abstractNumId w:val="12"/>
  </w:num>
  <w:num w:numId="12">
    <w:abstractNumId w:val="2"/>
  </w:num>
  <w:num w:numId="13">
    <w:abstractNumId w:val="13"/>
  </w:num>
  <w:num w:numId="14">
    <w:abstractNumId w:val="15"/>
  </w:num>
  <w:num w:numId="15">
    <w:abstractNumId w:val="0"/>
  </w:num>
  <w:num w:numId="16">
    <w:abstractNumId w:val="19"/>
  </w:num>
  <w:num w:numId="1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36A77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1960"/>
    <w:rsid w:val="000B2022"/>
    <w:rsid w:val="000B26C5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DBF"/>
    <w:rsid w:val="00197016"/>
    <w:rsid w:val="001A5165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13CD"/>
    <w:rsid w:val="00223124"/>
    <w:rsid w:val="00224EF4"/>
    <w:rsid w:val="00230BD3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41EE"/>
    <w:rsid w:val="002C496C"/>
    <w:rsid w:val="002C55E9"/>
    <w:rsid w:val="002D0C8B"/>
    <w:rsid w:val="002D330A"/>
    <w:rsid w:val="002E170C"/>
    <w:rsid w:val="002E193E"/>
    <w:rsid w:val="002F20DB"/>
    <w:rsid w:val="00305EFF"/>
    <w:rsid w:val="00310A6A"/>
    <w:rsid w:val="003144E6"/>
    <w:rsid w:val="00314EFE"/>
    <w:rsid w:val="00337E82"/>
    <w:rsid w:val="00346FDC"/>
    <w:rsid w:val="00350BB1"/>
    <w:rsid w:val="00352C83"/>
    <w:rsid w:val="00364D7C"/>
    <w:rsid w:val="00366805"/>
    <w:rsid w:val="0037067D"/>
    <w:rsid w:val="00373436"/>
    <w:rsid w:val="00375878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4E6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A7F"/>
    <w:rsid w:val="0049462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154B"/>
    <w:rsid w:val="0051442C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32F"/>
    <w:rsid w:val="005F33CC"/>
    <w:rsid w:val="005F67C4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6FA9"/>
    <w:rsid w:val="006E79F4"/>
    <w:rsid w:val="006F0D02"/>
    <w:rsid w:val="006F10FE"/>
    <w:rsid w:val="006F3622"/>
    <w:rsid w:val="00705EEC"/>
    <w:rsid w:val="00707741"/>
    <w:rsid w:val="0071122D"/>
    <w:rsid w:val="007134FE"/>
    <w:rsid w:val="00715794"/>
    <w:rsid w:val="00717385"/>
    <w:rsid w:val="00722769"/>
    <w:rsid w:val="00722AAD"/>
    <w:rsid w:val="00724E41"/>
    <w:rsid w:val="00727901"/>
    <w:rsid w:val="0073075B"/>
    <w:rsid w:val="0073404B"/>
    <w:rsid w:val="007341FF"/>
    <w:rsid w:val="007404E9"/>
    <w:rsid w:val="007417F0"/>
    <w:rsid w:val="007444CF"/>
    <w:rsid w:val="00752C75"/>
    <w:rsid w:val="00757005"/>
    <w:rsid w:val="00761DBE"/>
    <w:rsid w:val="00763718"/>
    <w:rsid w:val="0076523B"/>
    <w:rsid w:val="00771B60"/>
    <w:rsid w:val="007740F9"/>
    <w:rsid w:val="00781D77"/>
    <w:rsid w:val="00783549"/>
    <w:rsid w:val="0078450B"/>
    <w:rsid w:val="007860B7"/>
    <w:rsid w:val="00786DC8"/>
    <w:rsid w:val="007A300D"/>
    <w:rsid w:val="007A4A7B"/>
    <w:rsid w:val="007B317C"/>
    <w:rsid w:val="007D5A78"/>
    <w:rsid w:val="007E3BD1"/>
    <w:rsid w:val="007F1563"/>
    <w:rsid w:val="007F1EB2"/>
    <w:rsid w:val="007F44DB"/>
    <w:rsid w:val="007F5A8B"/>
    <w:rsid w:val="0080039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652"/>
    <w:rsid w:val="008545EB"/>
    <w:rsid w:val="00865011"/>
    <w:rsid w:val="00865E24"/>
    <w:rsid w:val="0088465B"/>
    <w:rsid w:val="00886790"/>
    <w:rsid w:val="00890307"/>
    <w:rsid w:val="008908DE"/>
    <w:rsid w:val="0089719F"/>
    <w:rsid w:val="00897580"/>
    <w:rsid w:val="008A12ED"/>
    <w:rsid w:val="008A39D3"/>
    <w:rsid w:val="008B2C77"/>
    <w:rsid w:val="008B48A8"/>
    <w:rsid w:val="008B4AD2"/>
    <w:rsid w:val="008B628C"/>
    <w:rsid w:val="008B663E"/>
    <w:rsid w:val="008B7138"/>
    <w:rsid w:val="008E260C"/>
    <w:rsid w:val="008E39BE"/>
    <w:rsid w:val="008E62EC"/>
    <w:rsid w:val="008F32F6"/>
    <w:rsid w:val="00905CFE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5092E"/>
    <w:rsid w:val="00A554D6"/>
    <w:rsid w:val="00A56E14"/>
    <w:rsid w:val="00A61635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5220C"/>
    <w:rsid w:val="00B55BC0"/>
    <w:rsid w:val="00B560C8"/>
    <w:rsid w:val="00B61150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BF40F2"/>
    <w:rsid w:val="00C04238"/>
    <w:rsid w:val="00C143C3"/>
    <w:rsid w:val="00C1739B"/>
    <w:rsid w:val="00C21ADE"/>
    <w:rsid w:val="00C26067"/>
    <w:rsid w:val="00C30A29"/>
    <w:rsid w:val="00C30E7A"/>
    <w:rsid w:val="00C317DC"/>
    <w:rsid w:val="00C35D56"/>
    <w:rsid w:val="00C578E9"/>
    <w:rsid w:val="00C65F0C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6B0F"/>
    <w:rsid w:val="00E91BFF"/>
    <w:rsid w:val="00E92933"/>
    <w:rsid w:val="00E94FAD"/>
    <w:rsid w:val="00EA177E"/>
    <w:rsid w:val="00EA7057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15CB"/>
    <w:rsid w:val="00F30C7D"/>
    <w:rsid w:val="00F33FF2"/>
    <w:rsid w:val="00F438FC"/>
    <w:rsid w:val="00F5616F"/>
    <w:rsid w:val="00F56451"/>
    <w:rsid w:val="00F56827"/>
    <w:rsid w:val="00F61740"/>
    <w:rsid w:val="00F62866"/>
    <w:rsid w:val="00F65EF0"/>
    <w:rsid w:val="00F71651"/>
    <w:rsid w:val="00F76191"/>
    <w:rsid w:val="00F76CC6"/>
    <w:rsid w:val="00F83D7C"/>
    <w:rsid w:val="00F9004D"/>
    <w:rsid w:val="00FB232E"/>
    <w:rsid w:val="00FC3E63"/>
    <w:rsid w:val="00FC7808"/>
    <w:rsid w:val="00FD256A"/>
    <w:rsid w:val="00FD557D"/>
    <w:rsid w:val="00FE0282"/>
    <w:rsid w:val="00FE124D"/>
    <w:rsid w:val="00FE792C"/>
    <w:rsid w:val="00FF58F8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C65F0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B9594F1E99C4BB73FCDA27AFC8040" ma:contentTypeVersion="4" ma:contentTypeDescription="Create a new document." ma:contentTypeScope="" ma:versionID="1dcd8cbfe968be1b0593c459bd16305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8b01ed-1540-4212-8c5d-0e45672f6e57" targetNamespace="http://schemas.microsoft.com/office/2006/metadata/properties" ma:root="true" ma:fieldsID="6b3b3b568d46978235b41aee7e280f4f" ns1:_="" ns2:_="" ns3:_="">
    <xsd:import namespace="http://schemas.microsoft.com/sharepoint/v3"/>
    <xsd:import namespace="d50bbff7-d6dd-47d2-864a-cfdc2c3db0f4"/>
    <xsd:import namespace="5c8b01ed-1540-4212-8c5d-0e45672f6e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b01ed-1540-4212-8c5d-0e45672f6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83EC77-745C-42E6-804D-DE6FC6F247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5c8b01ed-1540-4212-8c5d-0e45672f6e57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C1FB24-030B-478F-B86A-23EA2F4F5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8b01ed-1540-4212-8c5d-0e45672f6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2021-03-15T22:26:00Z</dcterms:created>
  <dcterms:modified xsi:type="dcterms:W3CDTF">2021-03-15T22:26:00Z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0x010100F16B9594F1E99C4BB73FCDA27AFC8040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