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274B6C57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6909AE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33C7BA72" w:rsidR="00F1480E" w:rsidRPr="005404CB" w:rsidRDefault="00314EFE" w:rsidP="005404CB">
            <w:pPr>
              <w:pStyle w:val="SIUNITCODE"/>
            </w:pPr>
            <w:r>
              <w:t>PPM</w:t>
            </w:r>
            <w:r w:rsidR="009F3DEC">
              <w:t>P</w:t>
            </w:r>
            <w:r w:rsidR="0028060B">
              <w:t>R</w:t>
            </w:r>
            <w:r w:rsidR="00865E24">
              <w:t>V210</w:t>
            </w:r>
          </w:p>
        </w:tc>
        <w:tc>
          <w:tcPr>
            <w:tcW w:w="3604" w:type="pct"/>
            <w:shd w:val="clear" w:color="auto" w:fill="auto"/>
          </w:tcPr>
          <w:p w14:paraId="630C5343" w14:textId="6175F462" w:rsidR="00F1480E" w:rsidRPr="005404CB" w:rsidRDefault="00865E24" w:rsidP="005404CB">
            <w:pPr>
              <w:pStyle w:val="SIUnittitle"/>
            </w:pPr>
            <w:r w:rsidRPr="00865E24">
              <w:t>Operate ancillary equipment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A881564" w14:textId="1AC72932" w:rsidR="00865E24" w:rsidRPr="00865E24" w:rsidRDefault="00865E24" w:rsidP="00865E24">
            <w:r w:rsidRPr="00865E24">
              <w:t xml:space="preserve">This unit of competency describes the </w:t>
            </w:r>
            <w:r w:rsidR="006909AE">
              <w:t>skills and knowledge</w:t>
            </w:r>
            <w:r w:rsidR="006909AE" w:rsidRPr="00865E24">
              <w:t xml:space="preserve"> </w:t>
            </w:r>
            <w:r w:rsidRPr="00865E24">
              <w:t xml:space="preserve">required to </w:t>
            </w:r>
            <w:r w:rsidR="00F9600C">
              <w:t xml:space="preserve">start up, </w:t>
            </w:r>
            <w:r w:rsidRPr="00865E24">
              <w:t xml:space="preserve">operate </w:t>
            </w:r>
            <w:r w:rsidR="00F9600C">
              <w:t xml:space="preserve">and shut down </w:t>
            </w:r>
            <w:r w:rsidRPr="00865E24">
              <w:t xml:space="preserve">ancillary stand-alone items of equipment which support </w:t>
            </w:r>
            <w:r w:rsidR="00483918">
              <w:t xml:space="preserve">pulp and paper manufacturing </w:t>
            </w:r>
            <w:r w:rsidRPr="00865E24">
              <w:t xml:space="preserve">operations. </w:t>
            </w:r>
          </w:p>
          <w:p w14:paraId="1725C26B" w14:textId="77777777" w:rsidR="00865E24" w:rsidRDefault="00865E24" w:rsidP="00865E24"/>
          <w:p w14:paraId="41A96110" w14:textId="2EE66936" w:rsidR="00865E24" w:rsidRPr="00865E24" w:rsidRDefault="00865E24" w:rsidP="00865E24">
            <w:r w:rsidRPr="00865E24">
              <w:t>The unit applies to production operators who</w:t>
            </w:r>
            <w:r w:rsidR="00F9600C">
              <w:t>, under supervision,</w:t>
            </w:r>
            <w:r w:rsidRPr="00865E24">
              <w:t xml:space="preserve"> </w:t>
            </w:r>
            <w:r w:rsidR="00483918">
              <w:t xml:space="preserve">operate ancillary equipment </w:t>
            </w:r>
            <w:r w:rsidRPr="00865E24">
              <w:t>in a pulp and paper manufacturing facility.</w:t>
            </w:r>
            <w:r w:rsidR="00483918" w:rsidRPr="00865E24">
              <w:t xml:space="preserve"> The ancillary equipment may be remote from the main production unit or machine, in close proximity or attached but not a part of the main operating production unit or machine. Ancillary equipment can be complex and non-complex equipment which may either operate continuously or intermittently.</w:t>
            </w:r>
          </w:p>
          <w:p w14:paraId="020CF49F" w14:textId="77777777" w:rsidR="00865E24" w:rsidRDefault="00865E24" w:rsidP="00865E24"/>
          <w:p w14:paraId="19ADED03" w14:textId="585F0479" w:rsidR="00373436" w:rsidRPr="000754EC" w:rsidRDefault="00865E24" w:rsidP="00EC67B6">
            <w:r w:rsidRPr="00865E24">
              <w:t>No licensing, legislative</w:t>
            </w:r>
            <w:r w:rsidR="00483918">
              <w:t xml:space="preserve"> </w:t>
            </w:r>
            <w:r w:rsidRPr="00865E24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53FCB5FB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503B7737" w:rsidR="004D7BE5" w:rsidRPr="005404CB" w:rsidRDefault="00BF2B08" w:rsidP="005404CB">
            <w:pPr>
              <w:pStyle w:val="SIText"/>
            </w:pPr>
            <w:r>
              <w:t>Production Support (PRV)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65E24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145949FB" w:rsidR="00865E24" w:rsidRPr="00865E24" w:rsidRDefault="00865E24" w:rsidP="00865E24">
            <w:pPr>
              <w:pStyle w:val="SIText"/>
              <w:rPr>
                <w:rStyle w:val="SITemporaryText-red"/>
              </w:rPr>
            </w:pPr>
            <w:r w:rsidRPr="00865E24">
              <w:t xml:space="preserve">1. </w:t>
            </w:r>
            <w:r w:rsidR="00F9600C">
              <w:t>Prepare for, and s</w:t>
            </w:r>
            <w:r w:rsidRPr="00865E24">
              <w:t>tart up ancillary equipment</w:t>
            </w:r>
          </w:p>
        </w:tc>
        <w:tc>
          <w:tcPr>
            <w:tcW w:w="3604" w:type="pct"/>
            <w:shd w:val="clear" w:color="auto" w:fill="auto"/>
          </w:tcPr>
          <w:p w14:paraId="0DE5FEA1" w14:textId="0A790276" w:rsidR="00865E24" w:rsidRPr="00865E24" w:rsidRDefault="00865E24" w:rsidP="00865E24">
            <w:r w:rsidRPr="00865E24">
              <w:t xml:space="preserve">1.1 Check production requirements at start of shift and plan work activities </w:t>
            </w:r>
            <w:r w:rsidR="00F9600C">
              <w:t xml:space="preserve">according to work health and </w:t>
            </w:r>
            <w:r w:rsidRPr="00865E24">
              <w:t>safety and standard operating procedures</w:t>
            </w:r>
          </w:p>
          <w:p w14:paraId="79D57689" w14:textId="77777777" w:rsidR="00B224BB" w:rsidRPr="00B224BB" w:rsidRDefault="00B224BB" w:rsidP="00B224BB">
            <w:r>
              <w:t xml:space="preserve">1.2 </w:t>
            </w:r>
            <w:r w:rsidRPr="00B224BB">
              <w:t>Identify health and safety hazards and report safety concerns</w:t>
            </w:r>
          </w:p>
          <w:p w14:paraId="0D315292" w14:textId="77777777" w:rsidR="00B224BB" w:rsidRPr="00B224BB" w:rsidRDefault="00B224BB" w:rsidP="00B224BB">
            <w:r>
              <w:t>1.</w:t>
            </w:r>
            <w:r w:rsidRPr="00B224BB">
              <w:t xml:space="preserve">3 Select and fit personal protective equipment according to safety requirements </w:t>
            </w:r>
          </w:p>
          <w:p w14:paraId="4B66249A" w14:textId="16491E5B" w:rsidR="00865E24" w:rsidRPr="00865E24" w:rsidRDefault="00865E24" w:rsidP="00865E24">
            <w:r w:rsidRPr="00865E24">
              <w:t>1.</w:t>
            </w:r>
            <w:r w:rsidR="00B224BB">
              <w:t>4</w:t>
            </w:r>
            <w:r w:rsidRPr="00865E24">
              <w:t xml:space="preserve"> Remove isolations and prepare ancillary equipment for </w:t>
            </w:r>
            <w:proofErr w:type="spellStart"/>
            <w:r w:rsidRPr="00865E24">
              <w:t>startup</w:t>
            </w:r>
            <w:proofErr w:type="spellEnd"/>
            <w:r w:rsidR="00B224BB">
              <w:t xml:space="preserve"> according to operating procedures</w:t>
            </w:r>
          </w:p>
          <w:p w14:paraId="0F6BCA09" w14:textId="0E1E351F" w:rsidR="00865E24" w:rsidRPr="00865E24" w:rsidRDefault="00865E24" w:rsidP="00865E24">
            <w:pPr>
              <w:pStyle w:val="SIText"/>
              <w:rPr>
                <w:rStyle w:val="SITemporaryText-red"/>
              </w:rPr>
            </w:pPr>
            <w:r w:rsidRPr="00865E24">
              <w:t>1.</w:t>
            </w:r>
            <w:r w:rsidR="00B224BB">
              <w:t>5</w:t>
            </w:r>
            <w:r w:rsidRPr="00865E24">
              <w:t xml:space="preserve"> </w:t>
            </w:r>
            <w:proofErr w:type="spellStart"/>
            <w:r w:rsidRPr="00865E24">
              <w:t>Start up</w:t>
            </w:r>
            <w:proofErr w:type="spellEnd"/>
            <w:r w:rsidRPr="00865E24">
              <w:t xml:space="preserve"> ancillary equipment and confirm operational settings to required specification</w:t>
            </w:r>
          </w:p>
        </w:tc>
      </w:tr>
      <w:tr w:rsidR="00865E24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625E3237" w:rsidR="00865E24" w:rsidRPr="00865E24" w:rsidRDefault="00865E24" w:rsidP="00865E24">
            <w:pPr>
              <w:pStyle w:val="SIText"/>
              <w:rPr>
                <w:rStyle w:val="SITemporaryText-red"/>
              </w:rPr>
            </w:pPr>
            <w:r w:rsidRPr="00865E24">
              <w:t>2. Monitor and control ancillary equipment</w:t>
            </w:r>
          </w:p>
        </w:tc>
        <w:tc>
          <w:tcPr>
            <w:tcW w:w="3604" w:type="pct"/>
            <w:shd w:val="clear" w:color="auto" w:fill="auto"/>
          </w:tcPr>
          <w:p w14:paraId="2B8E7F64" w14:textId="12635C3A" w:rsidR="00865E24" w:rsidRPr="00865E24" w:rsidRDefault="00865E24" w:rsidP="00865E24">
            <w:r w:rsidRPr="00865E24">
              <w:t xml:space="preserve">2.1 Monitor ancillary equipment to </w:t>
            </w:r>
            <w:r w:rsidR="00000755">
              <w:t>meet</w:t>
            </w:r>
            <w:r w:rsidR="00000755" w:rsidRPr="00865E24">
              <w:t xml:space="preserve"> </w:t>
            </w:r>
            <w:r w:rsidR="00A238FF">
              <w:t>specified system</w:t>
            </w:r>
            <w:r w:rsidRPr="00865E24">
              <w:t xml:space="preserve"> parameters</w:t>
            </w:r>
          </w:p>
          <w:p w14:paraId="14B9D74D" w14:textId="0F7767F9" w:rsidR="00865E24" w:rsidRPr="00865E24" w:rsidRDefault="00865E24" w:rsidP="00865E24">
            <w:r w:rsidRPr="00865E24">
              <w:t xml:space="preserve">2.2 Identify, </w:t>
            </w:r>
            <w:proofErr w:type="gramStart"/>
            <w:r w:rsidRPr="00865E24">
              <w:t>rectify</w:t>
            </w:r>
            <w:proofErr w:type="gramEnd"/>
            <w:r w:rsidRPr="00865E24">
              <w:t xml:space="preserve"> or report routine variations from specification</w:t>
            </w:r>
          </w:p>
          <w:p w14:paraId="07EE19E6" w14:textId="7331A8BD" w:rsidR="00865E24" w:rsidRPr="00865E24" w:rsidRDefault="00865E24" w:rsidP="00865E24">
            <w:pPr>
              <w:pStyle w:val="SIText"/>
              <w:rPr>
                <w:rStyle w:val="SITemporaryText-red"/>
              </w:rPr>
            </w:pPr>
            <w:r w:rsidRPr="00865E24">
              <w:t xml:space="preserve">2.3 Complete routine preventative maintenance </w:t>
            </w:r>
            <w:r w:rsidR="00085ED8">
              <w:t>according to</w:t>
            </w:r>
            <w:r w:rsidRPr="00865E24">
              <w:t xml:space="preserve"> maintenance schedules</w:t>
            </w:r>
          </w:p>
        </w:tc>
      </w:tr>
      <w:tr w:rsidR="00865E24" w:rsidRPr="00963A46" w14:paraId="49EB35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17A22" w14:textId="182C15CB" w:rsidR="00865E24" w:rsidRPr="00865E24" w:rsidRDefault="00865E24" w:rsidP="00865E24">
            <w:pPr>
              <w:pStyle w:val="SIText"/>
            </w:pPr>
            <w:r w:rsidRPr="00865E24">
              <w:t>3. Shut down ancillary equipment</w:t>
            </w:r>
          </w:p>
        </w:tc>
        <w:tc>
          <w:tcPr>
            <w:tcW w:w="3604" w:type="pct"/>
            <w:shd w:val="clear" w:color="auto" w:fill="auto"/>
          </w:tcPr>
          <w:p w14:paraId="122F141B" w14:textId="11DF2BF1" w:rsidR="00865E24" w:rsidRPr="00865E24" w:rsidRDefault="00865E24" w:rsidP="00865E24">
            <w:r w:rsidRPr="00865E24">
              <w:t xml:space="preserve">3.1 </w:t>
            </w:r>
            <w:r w:rsidR="00000755">
              <w:t>Co</w:t>
            </w:r>
            <w:r w:rsidRPr="00865E24">
              <w:t>ordinate planned shutdown of ancillary equipment</w:t>
            </w:r>
            <w:r w:rsidR="00000755">
              <w:t xml:space="preserve"> according to </w:t>
            </w:r>
            <w:r w:rsidR="00000755" w:rsidRPr="00865E24">
              <w:t xml:space="preserve">maintenance schedule or </w:t>
            </w:r>
            <w:r w:rsidR="00000755">
              <w:t>operating instruction</w:t>
            </w:r>
          </w:p>
          <w:p w14:paraId="332307C8" w14:textId="1D4D7CFD" w:rsidR="00865E24" w:rsidRPr="00865E24" w:rsidRDefault="00865E24" w:rsidP="00865E24">
            <w:r w:rsidRPr="00865E24">
              <w:t xml:space="preserve">3.2 </w:t>
            </w:r>
            <w:r w:rsidR="0073504E">
              <w:t>I</w:t>
            </w:r>
            <w:r w:rsidR="0073504E" w:rsidRPr="00865E24">
              <w:t xml:space="preserve">nitiate </w:t>
            </w:r>
            <w:r w:rsidR="0073504E">
              <w:t>required</w:t>
            </w:r>
            <w:r w:rsidR="0073504E" w:rsidRPr="00865E24">
              <w:t xml:space="preserve"> isolations and shut down equipment </w:t>
            </w:r>
            <w:r w:rsidR="0073504E">
              <w:t>according to work health and</w:t>
            </w:r>
            <w:r w:rsidRPr="00865E24">
              <w:t xml:space="preserve"> safety and operating procedures</w:t>
            </w:r>
          </w:p>
          <w:p w14:paraId="0EB6D7A2" w14:textId="2071D933" w:rsidR="00865E24" w:rsidRPr="00865E24" w:rsidRDefault="00865E24" w:rsidP="00865E24">
            <w:r w:rsidRPr="00865E24">
              <w:t xml:space="preserve">3.3 Respond to unplanned shutdown </w:t>
            </w:r>
            <w:r w:rsidR="0073504E">
              <w:t>promptly,</w:t>
            </w:r>
            <w:r w:rsidR="00BA6336">
              <w:t xml:space="preserve"> and i</w:t>
            </w:r>
            <w:r w:rsidRPr="00865E24">
              <w:t xml:space="preserve">nitiate </w:t>
            </w:r>
            <w:r w:rsidR="00BA6336">
              <w:t>required</w:t>
            </w:r>
            <w:r w:rsidR="00BA6336" w:rsidRPr="00865E24">
              <w:t xml:space="preserve"> </w:t>
            </w:r>
            <w:r w:rsidRPr="00865E24">
              <w:t xml:space="preserve">isolations, </w:t>
            </w:r>
            <w:proofErr w:type="gramStart"/>
            <w:r w:rsidRPr="00865E24">
              <w:t>identify</w:t>
            </w:r>
            <w:proofErr w:type="gramEnd"/>
            <w:r w:rsidRPr="00865E24">
              <w:t xml:space="preserve"> and locate cause of unplanned shutdown</w:t>
            </w:r>
          </w:p>
          <w:p w14:paraId="177B2032" w14:textId="6F3527C5" w:rsidR="00865E24" w:rsidRPr="00865E24" w:rsidRDefault="00865E24" w:rsidP="00865E24">
            <w:r w:rsidRPr="00865E24">
              <w:t xml:space="preserve">3.5 </w:t>
            </w:r>
            <w:r w:rsidR="00BA6336">
              <w:t>Identify</w:t>
            </w:r>
            <w:r w:rsidR="00BA6336" w:rsidRPr="00865E24">
              <w:t xml:space="preserve"> </w:t>
            </w:r>
            <w:r w:rsidRPr="00865E24">
              <w:t>effects of unplanned shutdown to determine impact on operations</w:t>
            </w:r>
          </w:p>
          <w:p w14:paraId="7B676DC6" w14:textId="6543AE5E" w:rsidR="00865E24" w:rsidRPr="00865E24" w:rsidRDefault="00865E24" w:rsidP="00865E24">
            <w:r w:rsidRPr="00865E24">
              <w:t>3.6. Rectify equipment and restart or report to relevant personnel for restart action</w:t>
            </w:r>
          </w:p>
        </w:tc>
      </w:tr>
      <w:tr w:rsidR="00865E24" w:rsidRPr="00963A46" w14:paraId="4827CC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A8D37D0" w14:textId="56B3B3A4" w:rsidR="00865E24" w:rsidRPr="00865E24" w:rsidRDefault="00865E24" w:rsidP="00865E24">
            <w:pPr>
              <w:pStyle w:val="SIText"/>
            </w:pPr>
            <w:r w:rsidRPr="00865E24">
              <w:t>4. Record and report equipment and process data</w:t>
            </w:r>
          </w:p>
        </w:tc>
        <w:tc>
          <w:tcPr>
            <w:tcW w:w="3604" w:type="pct"/>
            <w:shd w:val="clear" w:color="auto" w:fill="auto"/>
          </w:tcPr>
          <w:p w14:paraId="52FC4934" w14:textId="70854B73" w:rsidR="00865E24" w:rsidRPr="00865E24" w:rsidRDefault="00865E24" w:rsidP="00865E24">
            <w:r w:rsidRPr="00865E24">
              <w:t xml:space="preserve">4.1. Interpret equipment and process data and </w:t>
            </w:r>
            <w:proofErr w:type="gramStart"/>
            <w:r w:rsidRPr="00865E24">
              <w:t>enter into</w:t>
            </w:r>
            <w:proofErr w:type="gramEnd"/>
            <w:r w:rsidRPr="00865E24">
              <w:t xml:space="preserve"> recording system</w:t>
            </w:r>
          </w:p>
          <w:p w14:paraId="56A30C9D" w14:textId="44AC6BEB" w:rsidR="00865E24" w:rsidRPr="00865E24" w:rsidRDefault="00865E24" w:rsidP="00865E24">
            <w:r w:rsidRPr="00865E24">
              <w:t>4.2. Communicate problems or variations with equipment or process to relevant 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BA6336" w:rsidRPr="00336FCA" w:rsidDel="00423CB2" w14:paraId="2C76F5B3" w14:textId="77777777" w:rsidTr="00CA2922">
        <w:tc>
          <w:tcPr>
            <w:tcW w:w="1396" w:type="pct"/>
          </w:tcPr>
          <w:p w14:paraId="3D708245" w14:textId="25B4FB00" w:rsidR="00BA6336" w:rsidRPr="00BA6336" w:rsidRDefault="00BA6336" w:rsidP="00BA6336">
            <w:pPr>
              <w:pStyle w:val="SIText"/>
              <w:rPr>
                <w:rStyle w:val="SITemporaryText-red"/>
              </w:rPr>
            </w:pPr>
            <w:r w:rsidRPr="00E60D14">
              <w:t>Reading</w:t>
            </w:r>
          </w:p>
        </w:tc>
        <w:tc>
          <w:tcPr>
            <w:tcW w:w="3604" w:type="pct"/>
          </w:tcPr>
          <w:p w14:paraId="204259AD" w14:textId="5A7FA186" w:rsidR="00BA6336" w:rsidRPr="00BA6336" w:rsidRDefault="00BA6336" w:rsidP="00BA6336">
            <w:pPr>
              <w:pStyle w:val="SIBulletList1"/>
              <w:rPr>
                <w:rStyle w:val="SITemporaryText-red"/>
                <w:rFonts w:eastAsia="Calibri"/>
              </w:rPr>
            </w:pPr>
            <w:r w:rsidRPr="00E60D14">
              <w:t xml:space="preserve">Interpret </w:t>
            </w:r>
            <w:r w:rsidRPr="00BA6336">
              <w:t>information in workplace procedures and maintenance schedules</w:t>
            </w:r>
          </w:p>
        </w:tc>
      </w:tr>
      <w:tr w:rsidR="00BA6336" w:rsidRPr="00336FCA" w:rsidDel="00423CB2" w14:paraId="4C0F6F3C" w14:textId="77777777" w:rsidTr="00CA2922">
        <w:tc>
          <w:tcPr>
            <w:tcW w:w="1396" w:type="pct"/>
          </w:tcPr>
          <w:p w14:paraId="6ABCA22D" w14:textId="6D6473C2" w:rsidR="00BA6336" w:rsidRPr="00BA6336" w:rsidRDefault="00BA6336" w:rsidP="00BA6336">
            <w:pPr>
              <w:pStyle w:val="SIText"/>
              <w:rPr>
                <w:rStyle w:val="SITemporaryText-red"/>
              </w:rPr>
            </w:pPr>
            <w:r w:rsidRPr="00E60D14">
              <w:t>Writing</w:t>
            </w:r>
          </w:p>
        </w:tc>
        <w:tc>
          <w:tcPr>
            <w:tcW w:w="3604" w:type="pct"/>
          </w:tcPr>
          <w:p w14:paraId="61A6837E" w14:textId="108AA947" w:rsidR="00BA6336" w:rsidRPr="00BA6336" w:rsidRDefault="00BA6336" w:rsidP="00BA6336">
            <w:pPr>
              <w:pStyle w:val="SIBulletList1"/>
              <w:rPr>
                <w:rStyle w:val="SITemporaryText-red"/>
                <w:rFonts w:eastAsia="Calibri"/>
              </w:rPr>
            </w:pPr>
            <w:r w:rsidRPr="00B552CA">
              <w:t xml:space="preserve">Complete accurate basic records </w:t>
            </w:r>
            <w:r w:rsidRPr="00BA6336">
              <w:t>in the required format</w:t>
            </w:r>
          </w:p>
        </w:tc>
      </w:tr>
      <w:tr w:rsidR="00BA6336" w:rsidRPr="00336FCA" w:rsidDel="00423CB2" w14:paraId="2E8026BC" w14:textId="77777777" w:rsidTr="00CA2922">
        <w:tc>
          <w:tcPr>
            <w:tcW w:w="1396" w:type="pct"/>
          </w:tcPr>
          <w:p w14:paraId="71BE2F88" w14:textId="328CB381" w:rsidR="00BA6336" w:rsidRPr="00BA6336" w:rsidRDefault="00BA6336" w:rsidP="00BA6336">
            <w:pPr>
              <w:pStyle w:val="SIText"/>
            </w:pPr>
            <w:r w:rsidRPr="00E60D14">
              <w:t>Oral communication</w:t>
            </w:r>
          </w:p>
        </w:tc>
        <w:tc>
          <w:tcPr>
            <w:tcW w:w="3604" w:type="pct"/>
          </w:tcPr>
          <w:p w14:paraId="283258A9" w14:textId="23EF5D8D" w:rsidR="00BA6336" w:rsidRPr="00BA6336" w:rsidRDefault="00BA6336" w:rsidP="00BA6336">
            <w:pPr>
              <w:pStyle w:val="SIBulletList1"/>
            </w:pPr>
            <w:r w:rsidRPr="00E60D14">
              <w:t xml:space="preserve">Provide </w:t>
            </w:r>
            <w:r w:rsidRPr="00BA6336">
              <w:t>information about problems or variations with equipment using clear language and industry terminology</w:t>
            </w:r>
          </w:p>
        </w:tc>
      </w:tr>
      <w:tr w:rsidR="00BA6336" w:rsidRPr="00336FCA" w:rsidDel="00423CB2" w14:paraId="6DF658CF" w14:textId="77777777" w:rsidTr="00CA2922">
        <w:tc>
          <w:tcPr>
            <w:tcW w:w="1396" w:type="pct"/>
          </w:tcPr>
          <w:p w14:paraId="56DA7488" w14:textId="30E4A69E" w:rsidR="00BA6336" w:rsidRPr="00BA6336" w:rsidRDefault="00BA6336" w:rsidP="00BA6336">
            <w:pPr>
              <w:pStyle w:val="SIText"/>
            </w:pPr>
            <w:r w:rsidRPr="00E60D14">
              <w:t>Numeracy</w:t>
            </w:r>
          </w:p>
        </w:tc>
        <w:tc>
          <w:tcPr>
            <w:tcW w:w="3604" w:type="pct"/>
          </w:tcPr>
          <w:p w14:paraId="1CE8B57B" w14:textId="77777777" w:rsidR="00BA6336" w:rsidRPr="00BA6336" w:rsidRDefault="00BA6336" w:rsidP="00BA6336">
            <w:pPr>
              <w:pStyle w:val="SIBulletList1"/>
            </w:pPr>
            <w:r w:rsidRPr="00E60D14">
              <w:t>Interpret basic numerical settings on instruments, gauges and data recording equipment</w:t>
            </w:r>
          </w:p>
          <w:p w14:paraId="15B5792C" w14:textId="4ED8BE4F" w:rsidR="00BA6336" w:rsidRPr="00BA6336" w:rsidRDefault="00BA6336" w:rsidP="00BA6336">
            <w:pPr>
              <w:pStyle w:val="SIBulletList1"/>
            </w:pPr>
            <w:r w:rsidRPr="00E60D14">
              <w:t>Record basic numerical data for test results and production outcomes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D16D3" w:rsidRPr="004D7BE5" w14:paraId="61763416" w14:textId="77777777" w:rsidTr="00F33FF2">
        <w:tc>
          <w:tcPr>
            <w:tcW w:w="1028" w:type="pct"/>
          </w:tcPr>
          <w:p w14:paraId="5669FA79" w14:textId="5F87946B" w:rsidR="00CD16D3" w:rsidRPr="005233CB" w:rsidRDefault="00CD16D3" w:rsidP="008D326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233CB">
              <w:rPr>
                <w:rStyle w:val="SITemporaryText-red"/>
                <w:color w:val="auto"/>
                <w:sz w:val="20"/>
              </w:rPr>
              <w:t>PPMPRV2</w:t>
            </w:r>
            <w:r w:rsidR="008D3265" w:rsidRPr="005233CB">
              <w:rPr>
                <w:rStyle w:val="SITemporaryText-red"/>
                <w:color w:val="auto"/>
                <w:sz w:val="20"/>
              </w:rPr>
              <w:t>XX</w:t>
            </w:r>
            <w:r w:rsidR="008D3265">
              <w:rPr>
                <w:rStyle w:val="SITemporaryText-red"/>
              </w:rPr>
              <w:t xml:space="preserve"> </w:t>
            </w:r>
            <w:r w:rsidRPr="005233CB">
              <w:rPr>
                <w:rStyle w:val="SITemporaryText-red"/>
                <w:color w:val="auto"/>
                <w:sz w:val="20"/>
              </w:rPr>
              <w:t>Operate ancillary equipment</w:t>
            </w:r>
          </w:p>
        </w:tc>
        <w:tc>
          <w:tcPr>
            <w:tcW w:w="1105" w:type="pct"/>
          </w:tcPr>
          <w:p w14:paraId="3ABAE0D4" w14:textId="73B1ED96" w:rsidR="00CD16D3" w:rsidRPr="005233CB" w:rsidRDefault="00CD16D3" w:rsidP="00CD16D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233CB">
              <w:rPr>
                <w:rStyle w:val="SITemporaryText-red"/>
                <w:color w:val="auto"/>
                <w:sz w:val="20"/>
              </w:rPr>
              <w:t>PPMPRV210 Operate ancillary equipment</w:t>
            </w:r>
          </w:p>
        </w:tc>
        <w:tc>
          <w:tcPr>
            <w:tcW w:w="1251" w:type="pct"/>
          </w:tcPr>
          <w:p w14:paraId="2E4FFBEF" w14:textId="6C09BE67" w:rsidR="00CD16D3" w:rsidRPr="005233CB" w:rsidRDefault="00CD16D3" w:rsidP="00CD16D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233CB">
              <w:rPr>
                <w:rStyle w:val="SITemporaryText-red"/>
                <w:color w:val="auto"/>
                <w:sz w:val="20"/>
              </w:rPr>
              <w:t xml:space="preserve">Changes to element, performance criteria, foundation skills, </w:t>
            </w:r>
            <w:proofErr w:type="gramStart"/>
            <w:r w:rsidRPr="005233CB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Pr="005233CB">
              <w:rPr>
                <w:rStyle w:val="SITemporaryText-red"/>
                <w:color w:val="auto"/>
                <w:sz w:val="20"/>
              </w:rPr>
              <w:t xml:space="preserve"> and knowledge evidence. Assessment conditions updated.</w:t>
            </w:r>
          </w:p>
        </w:tc>
        <w:tc>
          <w:tcPr>
            <w:tcW w:w="1616" w:type="pct"/>
          </w:tcPr>
          <w:p w14:paraId="4D80CE46" w14:textId="638A72FB" w:rsidR="00CD16D3" w:rsidRPr="005233CB" w:rsidRDefault="00CD16D3" w:rsidP="00CD16D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D16D3"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4CDA703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865E24" w:rsidRPr="00865E24">
              <w:t>PPMPRV2</w:t>
            </w:r>
            <w:r w:rsidR="00CD16D3">
              <w:t>XX</w:t>
            </w:r>
            <w:r w:rsidR="00865E24" w:rsidRPr="00865E24">
              <w:t xml:space="preserve"> Operate ancillary equipment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5233CB" w:rsidRDefault="006E42FE" w:rsidP="00CD16D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233CB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5233CB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5233CB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5233CB">
              <w:rPr>
                <w:rStyle w:val="SITemporaryText-red"/>
                <w:color w:val="auto"/>
                <w:sz w:val="20"/>
              </w:rPr>
              <w:t>in</w:t>
            </w:r>
            <w:r w:rsidRPr="005233CB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02E0EEA" w14:textId="77777777" w:rsidR="0026394F" w:rsidRPr="005233CB" w:rsidRDefault="0026394F" w:rsidP="00CD16D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B0E334A" w14:textId="3525A819" w:rsidR="005B0580" w:rsidRDefault="007A300D" w:rsidP="005B0580">
            <w:pPr>
              <w:pStyle w:val="SIText"/>
            </w:pPr>
            <w:r w:rsidRPr="00CD16D3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A578DE">
              <w:rPr>
                <w:rStyle w:val="SITemporaryText-red"/>
                <w:color w:val="auto"/>
                <w:sz w:val="20"/>
              </w:rPr>
              <w:t xml:space="preserve">has </w:t>
            </w:r>
            <w:r w:rsidR="00A578DE" w:rsidRPr="00A578DE">
              <w:rPr>
                <w:rStyle w:val="SITemporaryText-red"/>
                <w:color w:val="auto"/>
                <w:sz w:val="20"/>
              </w:rPr>
              <w:t xml:space="preserve">started, </w:t>
            </w:r>
            <w:proofErr w:type="gramStart"/>
            <w:r w:rsidR="00865E24" w:rsidRPr="00A578DE">
              <w:t>operate</w:t>
            </w:r>
            <w:r w:rsidR="00CD16D3" w:rsidRPr="00A578DE">
              <w:t>d</w:t>
            </w:r>
            <w:proofErr w:type="gramEnd"/>
            <w:r w:rsidR="00865E24" w:rsidRPr="00A578DE">
              <w:t xml:space="preserve"> </w:t>
            </w:r>
            <w:r w:rsidR="00A578DE" w:rsidRPr="00A578DE">
              <w:t xml:space="preserve">and shut down </w:t>
            </w:r>
            <w:r w:rsidR="005B0580">
              <w:t>at least one of the</w:t>
            </w:r>
            <w:r w:rsidR="000A7E52">
              <w:t xml:space="preserve"> </w:t>
            </w:r>
            <w:r w:rsidR="00865E24" w:rsidRPr="00865E24">
              <w:t xml:space="preserve">ancillary equipment </w:t>
            </w:r>
            <w:r w:rsidR="000A7E52">
              <w:t>to support a</w:t>
            </w:r>
            <w:r w:rsidR="00865E24" w:rsidRPr="00865E24">
              <w:t xml:space="preserve"> pulp and paper manufacturing </w:t>
            </w:r>
            <w:r w:rsidR="000A7E52">
              <w:t>operation for at least two operational intervals:</w:t>
            </w:r>
          </w:p>
          <w:p w14:paraId="3E8184CA" w14:textId="77777777" w:rsidR="005B0580" w:rsidRPr="005B0580" w:rsidRDefault="005B0580" w:rsidP="005233CB">
            <w:pPr>
              <w:pStyle w:val="SIBulletList1"/>
            </w:pPr>
            <w:r w:rsidRPr="00865E24">
              <w:t>air compressor</w:t>
            </w:r>
          </w:p>
          <w:p w14:paraId="09D0031E" w14:textId="77777777" w:rsidR="005B0580" w:rsidRPr="005B0580" w:rsidRDefault="005B0580" w:rsidP="005233CB">
            <w:pPr>
              <w:pStyle w:val="SIBulletList1"/>
            </w:pPr>
            <w:r w:rsidRPr="00865E24">
              <w:t>air dryer</w:t>
            </w:r>
          </w:p>
          <w:p w14:paraId="0C143F30" w14:textId="77777777" w:rsidR="005B0580" w:rsidRPr="005B0580" w:rsidRDefault="005B0580" w:rsidP="005233CB">
            <w:pPr>
              <w:pStyle w:val="SIBulletList1"/>
            </w:pPr>
            <w:r w:rsidRPr="00865E24">
              <w:t>air make-up units</w:t>
            </w:r>
          </w:p>
          <w:p w14:paraId="7FC8CB22" w14:textId="77777777" w:rsidR="005B0580" w:rsidRPr="005B0580" w:rsidRDefault="005B0580" w:rsidP="005233CB">
            <w:pPr>
              <w:pStyle w:val="SIBulletList1"/>
            </w:pPr>
            <w:r w:rsidRPr="00865E24">
              <w:t>monitoring systems</w:t>
            </w:r>
          </w:p>
          <w:p w14:paraId="5525C81E" w14:textId="77777777" w:rsidR="005B0580" w:rsidRPr="005B0580" w:rsidRDefault="005B0580" w:rsidP="005233CB">
            <w:pPr>
              <w:pStyle w:val="SIBulletList1"/>
            </w:pPr>
            <w:r w:rsidRPr="00865E24">
              <w:t>air handling units</w:t>
            </w:r>
          </w:p>
          <w:p w14:paraId="257B0EFA" w14:textId="77777777" w:rsidR="005B0580" w:rsidRPr="005B0580" w:rsidRDefault="005B0580" w:rsidP="005233CB">
            <w:pPr>
              <w:pStyle w:val="SIBulletList1"/>
            </w:pPr>
            <w:r w:rsidRPr="00865E24">
              <w:t>building ventilation systems</w:t>
            </w:r>
          </w:p>
          <w:p w14:paraId="7CFA4BC2" w14:textId="77777777" w:rsidR="005B0580" w:rsidRPr="005B0580" w:rsidRDefault="005B0580" w:rsidP="005233CB">
            <w:pPr>
              <w:pStyle w:val="SIBulletList1"/>
            </w:pPr>
            <w:r w:rsidRPr="00865E24">
              <w:t>line dust collection systems</w:t>
            </w:r>
          </w:p>
          <w:p w14:paraId="2939417F" w14:textId="77777777" w:rsidR="005B0580" w:rsidRPr="005B0580" w:rsidRDefault="005B0580" w:rsidP="005233CB">
            <w:pPr>
              <w:pStyle w:val="SIBulletList1"/>
            </w:pPr>
            <w:r w:rsidRPr="00865E24">
              <w:t>dust scrubber systems</w:t>
            </w:r>
          </w:p>
          <w:p w14:paraId="14926DE5" w14:textId="77777777" w:rsidR="005B0580" w:rsidRPr="005B0580" w:rsidRDefault="005B0580" w:rsidP="005233CB">
            <w:pPr>
              <w:pStyle w:val="SIBulletList1"/>
            </w:pPr>
            <w:r w:rsidRPr="00865E24">
              <w:t>heating, ventilating and air conditioning (HVAC) systems</w:t>
            </w:r>
          </w:p>
          <w:p w14:paraId="3048F673" w14:textId="7A23703E" w:rsidR="005B0580" w:rsidRDefault="005B0580" w:rsidP="005B0580">
            <w:pPr>
              <w:pStyle w:val="SIText"/>
            </w:pPr>
          </w:p>
          <w:p w14:paraId="7C9279E3" w14:textId="443482BC" w:rsidR="000A7E52" w:rsidRPr="00865E24" w:rsidRDefault="005B0580" w:rsidP="005233CB">
            <w:pPr>
              <w:pStyle w:val="SIText"/>
            </w:pPr>
            <w:r>
              <w:t>In completing the above, there must also be evidence that the individual has for each interval:</w:t>
            </w:r>
          </w:p>
          <w:p w14:paraId="08B64B8E" w14:textId="08E878F0" w:rsidR="00A578DE" w:rsidRPr="00741588" w:rsidRDefault="00A578DE" w:rsidP="00741588">
            <w:pPr>
              <w:pStyle w:val="SIBulletList1"/>
            </w:pPr>
            <w:r w:rsidRPr="00741588">
              <w:t xml:space="preserve">monitored that equipment to ensure operations are within </w:t>
            </w:r>
            <w:r w:rsidR="00A238FF">
              <w:t xml:space="preserve">system </w:t>
            </w:r>
            <w:r w:rsidRPr="00741588">
              <w:t xml:space="preserve">parameters </w:t>
            </w:r>
          </w:p>
          <w:p w14:paraId="6C71145A" w14:textId="0136DCA8" w:rsidR="00B30C71" w:rsidRPr="00741588" w:rsidRDefault="00A578DE" w:rsidP="00741588">
            <w:pPr>
              <w:pStyle w:val="SIBulletList1"/>
            </w:pPr>
            <w:r w:rsidRPr="00741588">
              <w:t xml:space="preserve">responded appropriately to </w:t>
            </w:r>
            <w:r w:rsidR="00B30C71" w:rsidRPr="00741588">
              <w:t>process</w:t>
            </w:r>
            <w:r w:rsidR="00741588" w:rsidRPr="00741588">
              <w:t xml:space="preserve"> variations and</w:t>
            </w:r>
            <w:r w:rsidR="00B30C71" w:rsidRPr="00741588">
              <w:t xml:space="preserve"> equipment </w:t>
            </w:r>
            <w:proofErr w:type="spellStart"/>
            <w:r w:rsidR="00B30C71" w:rsidRPr="00741588">
              <w:t>startup</w:t>
            </w:r>
            <w:proofErr w:type="spellEnd"/>
            <w:r w:rsidR="00741588" w:rsidRPr="00741588">
              <w:t xml:space="preserve"> and </w:t>
            </w:r>
            <w:r w:rsidR="00B30C71" w:rsidRPr="00741588">
              <w:t xml:space="preserve">shutdown </w:t>
            </w:r>
            <w:r w:rsidR="00741588" w:rsidRPr="00741588">
              <w:t>faults</w:t>
            </w:r>
            <w:r w:rsidR="00B30C71" w:rsidRPr="00741588" w:rsidDel="00A578DE">
              <w:t xml:space="preserve"> </w:t>
            </w:r>
          </w:p>
          <w:p w14:paraId="1B1FBD57" w14:textId="2967CF23" w:rsidR="00B30C71" w:rsidRPr="00741588" w:rsidRDefault="00865E24" w:rsidP="00741588">
            <w:pPr>
              <w:pStyle w:val="SIBulletList1"/>
            </w:pPr>
            <w:r w:rsidRPr="00741588">
              <w:t>complete</w:t>
            </w:r>
            <w:r w:rsidR="00B30C71" w:rsidRPr="00741588">
              <w:t>d</w:t>
            </w:r>
            <w:r w:rsidRPr="00741588">
              <w:t xml:space="preserve"> routine maintenance on </w:t>
            </w:r>
            <w:r w:rsidR="0091263E">
              <w:t>the</w:t>
            </w:r>
            <w:r w:rsidR="0091263E" w:rsidRPr="00741588">
              <w:t xml:space="preserve"> </w:t>
            </w:r>
            <w:r w:rsidRPr="00741588">
              <w:t>equipment</w:t>
            </w:r>
          </w:p>
          <w:p w14:paraId="432FABDD" w14:textId="0F429A13" w:rsidR="004D7BE5" w:rsidRPr="005404CB" w:rsidRDefault="00865E24" w:rsidP="00741588">
            <w:pPr>
              <w:pStyle w:val="SIBulletList1"/>
            </w:pPr>
            <w:r w:rsidRPr="00741588">
              <w:t>complete</w:t>
            </w:r>
            <w:r w:rsidR="00B30C71" w:rsidRPr="00741588">
              <w:t>d</w:t>
            </w:r>
            <w:r w:rsidRPr="00741588">
              <w:t xml:space="preserve"> accurate basic records for </w:t>
            </w:r>
            <w:r w:rsidR="0091263E">
              <w:t xml:space="preserve">equipment </w:t>
            </w:r>
            <w:r w:rsidRPr="00741588">
              <w:t>processes</w:t>
            </w:r>
            <w:r w:rsidR="00741588" w:rsidRPr="00741588">
              <w:t xml:space="preserve"> and</w:t>
            </w:r>
            <w:r w:rsidRPr="00741588">
              <w:t xml:space="preserve"> problems.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5233CB" w:rsidRDefault="006E42FE" w:rsidP="0074158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233CB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0167E67" w14:textId="77777777" w:rsidR="00865E24" w:rsidRPr="00865E24" w:rsidRDefault="00865E24" w:rsidP="00865E24">
            <w:pPr>
              <w:pStyle w:val="SIBulletList1"/>
            </w:pPr>
            <w:r w:rsidRPr="00865E24">
              <w:t>system layout for ancillary equipment</w:t>
            </w:r>
          </w:p>
          <w:p w14:paraId="39FC0EE2" w14:textId="77777777" w:rsidR="00865E24" w:rsidRPr="00865E24" w:rsidRDefault="00865E24" w:rsidP="00865E24">
            <w:pPr>
              <w:pStyle w:val="SIBulletList1"/>
            </w:pPr>
            <w:r w:rsidRPr="00865E24">
              <w:t>purpose, features and operation of ancillary equipment, operating parameters and allowable variations</w:t>
            </w:r>
          </w:p>
          <w:p w14:paraId="15D3C94C" w14:textId="77777777" w:rsidR="00865E24" w:rsidRPr="00865E24" w:rsidRDefault="00865E24" w:rsidP="00865E24">
            <w:pPr>
              <w:pStyle w:val="SIBulletList1"/>
            </w:pPr>
            <w:r w:rsidRPr="00865E24">
              <w:t>operation and application of electronic and other control systems</w:t>
            </w:r>
          </w:p>
          <w:p w14:paraId="78DE303D" w14:textId="40B14E8A" w:rsidR="00865E24" w:rsidRPr="00865E24" w:rsidRDefault="00865E24" w:rsidP="00865E24">
            <w:pPr>
              <w:pStyle w:val="SIBulletList1"/>
            </w:pPr>
            <w:r w:rsidRPr="00865E24">
              <w:t xml:space="preserve">stages involved in starting up ancillary equipment </w:t>
            </w:r>
            <w:r w:rsidR="00A238FF">
              <w:t>and conducting</w:t>
            </w:r>
            <w:r w:rsidRPr="00865E24">
              <w:t xml:space="preserve"> pre-</w:t>
            </w:r>
            <w:proofErr w:type="spellStart"/>
            <w:r w:rsidRPr="00865E24">
              <w:t>startup</w:t>
            </w:r>
            <w:proofErr w:type="spellEnd"/>
            <w:r w:rsidRPr="00865E24">
              <w:t xml:space="preserve"> safety checks</w:t>
            </w:r>
          </w:p>
          <w:p w14:paraId="7EED86DF" w14:textId="77777777" w:rsidR="00865E24" w:rsidRPr="00865E24" w:rsidRDefault="00865E24" w:rsidP="00865E24">
            <w:pPr>
              <w:pStyle w:val="SIBulletList1"/>
            </w:pPr>
            <w:r w:rsidRPr="00865E24">
              <w:t>methods used to monitor ancillary equipment operations against specified system parameters</w:t>
            </w:r>
          </w:p>
          <w:p w14:paraId="795C1CCF" w14:textId="77777777" w:rsidR="00865E24" w:rsidRPr="00865E24" w:rsidRDefault="00865E24" w:rsidP="00865E24">
            <w:pPr>
              <w:pStyle w:val="SIBulletList1"/>
            </w:pPr>
            <w:r w:rsidRPr="00865E24">
              <w:t>types, causes and effects of, and required emergency and other responses to, unplanned ancillary equipment shutdowns including:</w:t>
            </w:r>
          </w:p>
          <w:p w14:paraId="5DCA1E85" w14:textId="77777777" w:rsidR="00865E24" w:rsidRPr="00865E24" w:rsidRDefault="00865E24" w:rsidP="00865E24">
            <w:pPr>
              <w:pStyle w:val="SIBulletList2"/>
            </w:pPr>
            <w:r w:rsidRPr="00865E24">
              <w:t>power outage</w:t>
            </w:r>
          </w:p>
          <w:p w14:paraId="2E01AEC2" w14:textId="77777777" w:rsidR="00865E24" w:rsidRPr="00865E24" w:rsidRDefault="00865E24" w:rsidP="00865E24">
            <w:pPr>
              <w:pStyle w:val="SIBulletList2"/>
            </w:pPr>
            <w:r w:rsidRPr="00865E24">
              <w:t>mechanical breakdown</w:t>
            </w:r>
          </w:p>
          <w:p w14:paraId="119A052C" w14:textId="77777777" w:rsidR="00865E24" w:rsidRPr="00865E24" w:rsidRDefault="00865E24" w:rsidP="00865E24">
            <w:pPr>
              <w:pStyle w:val="SIBulletList2"/>
            </w:pPr>
            <w:r w:rsidRPr="00865E24">
              <w:t>blockages</w:t>
            </w:r>
          </w:p>
          <w:p w14:paraId="5CC52167" w14:textId="77777777" w:rsidR="00865E24" w:rsidRPr="00865E24" w:rsidRDefault="00865E24" w:rsidP="00865E24">
            <w:pPr>
              <w:pStyle w:val="SIBulletList2"/>
            </w:pPr>
            <w:r w:rsidRPr="00865E24">
              <w:t>jamming</w:t>
            </w:r>
          </w:p>
          <w:p w14:paraId="119F6402" w14:textId="77777777" w:rsidR="00865E24" w:rsidRPr="00865E24" w:rsidRDefault="00865E24" w:rsidP="00865E24">
            <w:pPr>
              <w:pStyle w:val="SIBulletList2"/>
            </w:pPr>
            <w:r w:rsidRPr="00865E24">
              <w:t>air supply</w:t>
            </w:r>
          </w:p>
          <w:p w14:paraId="2ACC504F" w14:textId="77777777" w:rsidR="00865E24" w:rsidRPr="00865E24" w:rsidRDefault="00865E24" w:rsidP="00865E24">
            <w:pPr>
              <w:pStyle w:val="SIBulletList2"/>
            </w:pPr>
            <w:r w:rsidRPr="00865E24">
              <w:t>control system failure</w:t>
            </w:r>
          </w:p>
          <w:p w14:paraId="7B31A749" w14:textId="77777777" w:rsidR="00865E24" w:rsidRPr="00865E24" w:rsidRDefault="00865E24" w:rsidP="00865E24">
            <w:pPr>
              <w:pStyle w:val="SIBulletList1"/>
            </w:pPr>
            <w:r w:rsidRPr="00865E24">
              <w:t>responses to unplanned or emergency shutdowns that are appropriate to the cause</w:t>
            </w:r>
          </w:p>
          <w:p w14:paraId="3AEB8B63" w14:textId="77777777" w:rsidR="00865E24" w:rsidRPr="00865E24" w:rsidRDefault="00865E24" w:rsidP="00865E24">
            <w:pPr>
              <w:pStyle w:val="SIBulletList1"/>
            </w:pPr>
            <w:r w:rsidRPr="00865E24">
              <w:t>methods used to test ancillary equipment and diagnose faults</w:t>
            </w:r>
          </w:p>
          <w:p w14:paraId="794F3625" w14:textId="6D1ECA6A" w:rsidR="00865E24" w:rsidRPr="00865E24" w:rsidRDefault="00A238FF" w:rsidP="00865E24">
            <w:pPr>
              <w:pStyle w:val="SIBulletList1"/>
            </w:pPr>
            <w:r>
              <w:t>workplace</w:t>
            </w:r>
            <w:r w:rsidRPr="00865E24">
              <w:t xml:space="preserve"> </w:t>
            </w:r>
            <w:r w:rsidR="00865E24" w:rsidRPr="00865E24">
              <w:t>procedures</w:t>
            </w:r>
            <w:r w:rsidRPr="00865E24">
              <w:t xml:space="preserve"> </w:t>
            </w:r>
            <w:r>
              <w:t xml:space="preserve">relevant to </w:t>
            </w:r>
            <w:r w:rsidRPr="00865E24">
              <w:t>o operating ancillary equipment</w:t>
            </w:r>
            <w:r w:rsidR="00865E24" w:rsidRPr="00865E24">
              <w:t>:</w:t>
            </w:r>
          </w:p>
          <w:p w14:paraId="6EDD19D5" w14:textId="51482CE2" w:rsidR="00865E24" w:rsidRPr="00865E24" w:rsidRDefault="00865E24" w:rsidP="00865E24">
            <w:pPr>
              <w:pStyle w:val="SIBulletList2"/>
            </w:pPr>
            <w:r w:rsidRPr="00865E24">
              <w:t xml:space="preserve">standard operating procedures </w:t>
            </w:r>
          </w:p>
          <w:p w14:paraId="3334EBE7" w14:textId="58EEB4FD" w:rsidR="00865E24" w:rsidRPr="00865E24" w:rsidRDefault="00865E24" w:rsidP="00865E24">
            <w:pPr>
              <w:pStyle w:val="SIBulletList2"/>
            </w:pPr>
            <w:r w:rsidRPr="00865E24">
              <w:t>workplace health and safety</w:t>
            </w:r>
            <w:r w:rsidR="00A238FF">
              <w:t xml:space="preserve">, including </w:t>
            </w:r>
            <w:r w:rsidRPr="00865E24">
              <w:t>equipment lock out and use of personal protective equipment</w:t>
            </w:r>
          </w:p>
          <w:p w14:paraId="104AC993" w14:textId="77777777" w:rsidR="00865E24" w:rsidRPr="00865E24" w:rsidRDefault="00865E24" w:rsidP="00865E24">
            <w:pPr>
              <w:pStyle w:val="SIBulletList2"/>
            </w:pPr>
            <w:r w:rsidRPr="00865E24">
              <w:t>communication reporting lines</w:t>
            </w:r>
          </w:p>
          <w:p w14:paraId="29A49140" w14:textId="6F86A519" w:rsidR="004D7BE5" w:rsidRPr="005404CB" w:rsidRDefault="00865E24" w:rsidP="00865E24">
            <w:pPr>
              <w:pStyle w:val="SIBulletList2"/>
            </w:pPr>
            <w:r w:rsidRPr="00865E24">
              <w:t xml:space="preserve">recording and reporting processes, equipment </w:t>
            </w:r>
            <w:proofErr w:type="spellStart"/>
            <w:r w:rsidRPr="00865E24">
              <w:t>startup</w:t>
            </w:r>
            <w:proofErr w:type="spellEnd"/>
            <w:r w:rsidRPr="00865E24">
              <w:t>, shutdown and problems.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0A9D102F" w14:textId="77777777" w:rsidR="0091263E" w:rsidRPr="0091263E" w:rsidRDefault="0091263E" w:rsidP="0091263E">
            <w:r w:rsidRPr="00E60D14">
              <w:t xml:space="preserve">Assessment of skills </w:t>
            </w:r>
            <w:r w:rsidRPr="0091263E">
              <w:t>in this unit of competency must take place under the following conditions:</w:t>
            </w:r>
          </w:p>
          <w:p w14:paraId="468281AA" w14:textId="77777777" w:rsidR="0091263E" w:rsidRPr="0091263E" w:rsidRDefault="0091263E" w:rsidP="005233CB">
            <w:pPr>
              <w:pStyle w:val="SIBulletList1"/>
            </w:pPr>
            <w:r w:rsidRPr="00E60D14">
              <w:t>physical conditions:</w:t>
            </w:r>
          </w:p>
          <w:p w14:paraId="17B51F24" w14:textId="77777777" w:rsidR="0091263E" w:rsidRPr="0091263E" w:rsidRDefault="0091263E" w:rsidP="008D3265">
            <w:pPr>
              <w:pStyle w:val="SIBulletList2"/>
            </w:pPr>
            <w:r>
              <w:t>skills must be demonstrate</w:t>
            </w:r>
            <w:r w:rsidRPr="0091263E">
              <w:t>d in a paper manufacturing facility or an environment that accurately reflects performance in a workplace</w:t>
            </w:r>
          </w:p>
          <w:p w14:paraId="1A786D64" w14:textId="77777777" w:rsidR="0091263E" w:rsidRPr="0091263E" w:rsidRDefault="0091263E" w:rsidP="005233CB">
            <w:pPr>
              <w:pStyle w:val="SIBulletList1"/>
            </w:pPr>
            <w:r w:rsidRPr="00E60D14">
              <w:t>resources, equipment and materials:</w:t>
            </w:r>
          </w:p>
          <w:p w14:paraId="1909497B" w14:textId="565C8780" w:rsidR="0091263E" w:rsidRPr="008D3265" w:rsidRDefault="0091263E" w:rsidP="008D3265">
            <w:pPr>
              <w:pStyle w:val="SIBulletList2"/>
            </w:pPr>
            <w:r w:rsidRPr="008D3265">
              <w:lastRenderedPageBreak/>
              <w:t>ancillary equipment as specified in performance evidence</w:t>
            </w:r>
          </w:p>
          <w:p w14:paraId="66B9677C" w14:textId="77777777" w:rsidR="008D3265" w:rsidRPr="008D3265" w:rsidRDefault="008D3265" w:rsidP="008D3265">
            <w:pPr>
              <w:pStyle w:val="SIBulletList2"/>
            </w:pPr>
            <w:r w:rsidRPr="008D3265">
              <w:t>electronic screens and alarms</w:t>
            </w:r>
          </w:p>
          <w:p w14:paraId="71C3FBC0" w14:textId="77777777" w:rsidR="008D3265" w:rsidRPr="008D3265" w:rsidRDefault="008D3265" w:rsidP="008D3265">
            <w:pPr>
              <w:pStyle w:val="SIBulletList2"/>
            </w:pPr>
            <w:r w:rsidRPr="008D3265">
              <w:t>process control systems</w:t>
            </w:r>
          </w:p>
          <w:p w14:paraId="069DF0AF" w14:textId="77777777" w:rsidR="008D3265" w:rsidRPr="008D3265" w:rsidRDefault="008D3265" w:rsidP="008D3265">
            <w:pPr>
              <w:pStyle w:val="SIBulletList2"/>
            </w:pPr>
            <w:r w:rsidRPr="008D3265">
              <w:t>maintenance tools and equipment for ancillary equipment</w:t>
            </w:r>
          </w:p>
          <w:p w14:paraId="74272DD5" w14:textId="77777777" w:rsidR="008D3265" w:rsidRPr="008D3265" w:rsidRDefault="008D3265" w:rsidP="008D3265">
            <w:pPr>
              <w:pStyle w:val="SIBulletList2"/>
            </w:pPr>
            <w:r w:rsidRPr="008D3265">
              <w:t>personal protective equipment suitable for operating and maintaining ancillary equipment</w:t>
            </w:r>
          </w:p>
          <w:p w14:paraId="3207FDE0" w14:textId="10645E42" w:rsidR="0091263E" w:rsidRPr="0091263E" w:rsidRDefault="0091263E" w:rsidP="008D3265">
            <w:pPr>
              <w:pStyle w:val="SIBulletList2"/>
            </w:pPr>
            <w:r w:rsidRPr="008D3265">
              <w:t>proforma or recording</w:t>
            </w:r>
            <w:r w:rsidRPr="0091263E">
              <w:t xml:space="preserve"> system for recording </w:t>
            </w:r>
            <w:r w:rsidR="008D3265">
              <w:t>equipment processes and faults</w:t>
            </w:r>
            <w:r w:rsidRPr="0091263E">
              <w:t xml:space="preserve"> </w:t>
            </w:r>
          </w:p>
          <w:p w14:paraId="77A345C0" w14:textId="77777777" w:rsidR="0091263E" w:rsidRPr="0091263E" w:rsidRDefault="0091263E" w:rsidP="005233CB">
            <w:pPr>
              <w:pStyle w:val="SIBulletList1"/>
            </w:pPr>
            <w:r w:rsidRPr="00E60D14">
              <w:t>specifications:</w:t>
            </w:r>
          </w:p>
          <w:p w14:paraId="4DB7CC9D" w14:textId="7CCE378A" w:rsidR="0091263E" w:rsidRPr="0091263E" w:rsidRDefault="0091263E" w:rsidP="008D3265">
            <w:pPr>
              <w:pStyle w:val="SIBulletList2"/>
            </w:pPr>
            <w:r w:rsidRPr="00631C70">
              <w:t xml:space="preserve">workplace </w:t>
            </w:r>
            <w:r w:rsidRPr="0091263E">
              <w:t xml:space="preserve">and standard operating procedures relating to </w:t>
            </w:r>
            <w:r w:rsidR="008D3265">
              <w:t>operating ancillary</w:t>
            </w:r>
            <w:r w:rsidRPr="0091263E">
              <w:t xml:space="preserve"> including health and safety, risks and hazards identification, plant isolation, quality, housekeeping and environmental requirements</w:t>
            </w:r>
          </w:p>
          <w:p w14:paraId="1F31723D" w14:textId="300C13EB" w:rsidR="0091263E" w:rsidRPr="0091263E" w:rsidRDefault="0091263E" w:rsidP="008D3265">
            <w:pPr>
              <w:pStyle w:val="SIBulletList2"/>
            </w:pPr>
            <w:r w:rsidRPr="00E60D14">
              <w:t xml:space="preserve">maintenance schedules for </w:t>
            </w:r>
            <w:r w:rsidR="008D3265">
              <w:t>ancillary equipment</w:t>
            </w:r>
          </w:p>
          <w:p w14:paraId="46F84169" w14:textId="77777777" w:rsidR="0091263E" w:rsidRDefault="0091263E" w:rsidP="0091263E"/>
          <w:p w14:paraId="3CF23C46" w14:textId="77777777" w:rsidR="0091263E" w:rsidRPr="0091263E" w:rsidRDefault="0091263E" w:rsidP="0091263E">
            <w:r w:rsidRPr="00E60D14">
              <w:t xml:space="preserve">Assessors of this unit must satisfy the requirements for assessors in applicable vocational education and training legislation, </w:t>
            </w:r>
            <w:r w:rsidRPr="0091263E">
              <w:t>frameworks and/or standards.</w:t>
            </w:r>
          </w:p>
          <w:p w14:paraId="38D891CA" w14:textId="00DC44F2" w:rsidR="004D7BE5" w:rsidRPr="005404CB" w:rsidRDefault="004D7BE5" w:rsidP="005233CB">
            <w:pPr>
              <w:pStyle w:val="SIText"/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618F20" w14:textId="77777777" w:rsidR="00B97866" w:rsidRDefault="00B97866" w:rsidP="00BF3F0A">
      <w:r>
        <w:separator/>
      </w:r>
    </w:p>
    <w:p w14:paraId="0ABC7C98" w14:textId="77777777" w:rsidR="00B97866" w:rsidRDefault="00B97866"/>
  </w:endnote>
  <w:endnote w:type="continuationSeparator" w:id="0">
    <w:p w14:paraId="55EF3DFB" w14:textId="77777777" w:rsidR="00B97866" w:rsidRDefault="00B97866" w:rsidP="00BF3F0A">
      <w:r>
        <w:continuationSeparator/>
      </w:r>
    </w:p>
    <w:p w14:paraId="5629A292" w14:textId="77777777" w:rsidR="00B97866" w:rsidRDefault="00B978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C6A517" w14:textId="77777777" w:rsidR="00B97866" w:rsidRDefault="00B97866" w:rsidP="00BF3F0A">
      <w:r>
        <w:separator/>
      </w:r>
    </w:p>
    <w:p w14:paraId="08B82AEA" w14:textId="77777777" w:rsidR="00B97866" w:rsidRDefault="00B97866"/>
  </w:footnote>
  <w:footnote w:type="continuationSeparator" w:id="0">
    <w:p w14:paraId="3ADB95CF" w14:textId="77777777" w:rsidR="00B97866" w:rsidRDefault="00B97866" w:rsidP="00BF3F0A">
      <w:r>
        <w:continuationSeparator/>
      </w:r>
    </w:p>
    <w:p w14:paraId="150F0C1B" w14:textId="77777777" w:rsidR="00B97866" w:rsidRDefault="00B978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4548A" w14:textId="0BD478AC" w:rsidR="009C2650" w:rsidRPr="00865E24" w:rsidRDefault="006909AE" w:rsidP="00865E24">
    <w:r w:rsidRPr="00865E24">
      <w:rPr>
        <w:lang w:eastAsia="en-US"/>
      </w:rPr>
      <w:t>PPMPRV2</w:t>
    </w:r>
    <w:r>
      <w:t xml:space="preserve">XX </w:t>
    </w:r>
    <w:r w:rsidR="00865E24" w:rsidRPr="00865E24">
      <w:rPr>
        <w:lang w:eastAsia="en-US"/>
      </w:rPr>
      <w:t>Operate ancillary equipment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075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959"/>
    <w:rsid w:val="00041E59"/>
    <w:rsid w:val="00050F44"/>
    <w:rsid w:val="00064BFE"/>
    <w:rsid w:val="00070B3E"/>
    <w:rsid w:val="00071F95"/>
    <w:rsid w:val="000737BB"/>
    <w:rsid w:val="00074E47"/>
    <w:rsid w:val="000754EC"/>
    <w:rsid w:val="00082EE7"/>
    <w:rsid w:val="00085ED8"/>
    <w:rsid w:val="00087D52"/>
    <w:rsid w:val="0009093B"/>
    <w:rsid w:val="000A5441"/>
    <w:rsid w:val="000A7E52"/>
    <w:rsid w:val="000B2022"/>
    <w:rsid w:val="000B3146"/>
    <w:rsid w:val="000C149A"/>
    <w:rsid w:val="000C224E"/>
    <w:rsid w:val="000D5B1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7016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30BD3"/>
    <w:rsid w:val="002319CC"/>
    <w:rsid w:val="00233143"/>
    <w:rsid w:val="00234444"/>
    <w:rsid w:val="00242293"/>
    <w:rsid w:val="00244EA7"/>
    <w:rsid w:val="00262FC3"/>
    <w:rsid w:val="0026394F"/>
    <w:rsid w:val="00267AF6"/>
    <w:rsid w:val="00276DB8"/>
    <w:rsid w:val="0028060B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4EF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D2D"/>
    <w:rsid w:val="004832D2"/>
    <w:rsid w:val="00483918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33CB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0580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9AE"/>
    <w:rsid w:val="00690C44"/>
    <w:rsid w:val="00695C89"/>
    <w:rsid w:val="006969D9"/>
    <w:rsid w:val="006A2B68"/>
    <w:rsid w:val="006C2F32"/>
    <w:rsid w:val="006D1AF9"/>
    <w:rsid w:val="006D38C3"/>
    <w:rsid w:val="006D4448"/>
    <w:rsid w:val="006D5812"/>
    <w:rsid w:val="006D6DFD"/>
    <w:rsid w:val="006E2C4D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04E"/>
    <w:rsid w:val="007404E9"/>
    <w:rsid w:val="00741588"/>
    <w:rsid w:val="007444CF"/>
    <w:rsid w:val="00752C75"/>
    <w:rsid w:val="00757005"/>
    <w:rsid w:val="00761DBE"/>
    <w:rsid w:val="00763718"/>
    <w:rsid w:val="0076523B"/>
    <w:rsid w:val="00771B60"/>
    <w:rsid w:val="00781D77"/>
    <w:rsid w:val="00783549"/>
    <w:rsid w:val="0078450B"/>
    <w:rsid w:val="007860B7"/>
    <w:rsid w:val="00786DC8"/>
    <w:rsid w:val="007A300D"/>
    <w:rsid w:val="007B317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E24"/>
    <w:rsid w:val="0088465B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D3265"/>
    <w:rsid w:val="008E260C"/>
    <w:rsid w:val="008E39BE"/>
    <w:rsid w:val="008E62EC"/>
    <w:rsid w:val="008F32F6"/>
    <w:rsid w:val="0091263E"/>
    <w:rsid w:val="00916CD7"/>
    <w:rsid w:val="00920927"/>
    <w:rsid w:val="00921B38"/>
    <w:rsid w:val="00923720"/>
    <w:rsid w:val="009278C9"/>
    <w:rsid w:val="009309D8"/>
    <w:rsid w:val="00932CD7"/>
    <w:rsid w:val="00943029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DEC"/>
    <w:rsid w:val="00A0695B"/>
    <w:rsid w:val="00A13052"/>
    <w:rsid w:val="00A216A8"/>
    <w:rsid w:val="00A223A6"/>
    <w:rsid w:val="00A238FF"/>
    <w:rsid w:val="00A3639E"/>
    <w:rsid w:val="00A5092E"/>
    <w:rsid w:val="00A554D6"/>
    <w:rsid w:val="00A56E14"/>
    <w:rsid w:val="00A578DE"/>
    <w:rsid w:val="00A62AF7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4BB"/>
    <w:rsid w:val="00B22C67"/>
    <w:rsid w:val="00B247C0"/>
    <w:rsid w:val="00B30C71"/>
    <w:rsid w:val="00B3508F"/>
    <w:rsid w:val="00B443EE"/>
    <w:rsid w:val="00B560C8"/>
    <w:rsid w:val="00B61150"/>
    <w:rsid w:val="00B65BC7"/>
    <w:rsid w:val="00B746B9"/>
    <w:rsid w:val="00B848D4"/>
    <w:rsid w:val="00B865B7"/>
    <w:rsid w:val="00B92BC1"/>
    <w:rsid w:val="00B97866"/>
    <w:rsid w:val="00B97E0D"/>
    <w:rsid w:val="00BA1CB1"/>
    <w:rsid w:val="00BA4178"/>
    <w:rsid w:val="00BA482D"/>
    <w:rsid w:val="00BA6336"/>
    <w:rsid w:val="00BB1755"/>
    <w:rsid w:val="00BB23F4"/>
    <w:rsid w:val="00BC5075"/>
    <w:rsid w:val="00BC5419"/>
    <w:rsid w:val="00BD3B0F"/>
    <w:rsid w:val="00BE5889"/>
    <w:rsid w:val="00BF1D4C"/>
    <w:rsid w:val="00BF2B08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16D3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177E"/>
    <w:rsid w:val="00EB0AA4"/>
    <w:rsid w:val="00EB5C88"/>
    <w:rsid w:val="00EC0469"/>
    <w:rsid w:val="00EC0C3E"/>
    <w:rsid w:val="00EC67B6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600C"/>
    <w:rsid w:val="00FB232E"/>
    <w:rsid w:val="00FC3E6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BA633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2F51C69E68E949AC95853BDFE9C137" ma:contentTypeVersion="4" ma:contentTypeDescription="Create a new document." ma:contentTypeScope="" ma:versionID="0c6ce219f781dd8c99d98468856fa09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9f45b1d-fbfa-4083-b74a-db55fcef3553" targetNamespace="http://schemas.microsoft.com/office/2006/metadata/properties" ma:root="true" ma:fieldsID="3d663a5a9d54e8018dc11670c1207db7" ns1:_="" ns2:_="" ns3:_="">
    <xsd:import namespace="http://schemas.microsoft.com/sharepoint/v3"/>
    <xsd:import namespace="d50bbff7-d6dd-47d2-864a-cfdc2c3db0f4"/>
    <xsd:import namespace="c9f45b1d-fbfa-4083-b74a-db55fcef35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f45b1d-fbfa-4083-b74a-db55fcef35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E88D70-9ED2-485F-8D95-946F84A3FF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E6FE7C4-509D-4E41-8DF7-587A9DD1A9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9f45b1d-fbfa-4083-b74a-db55fcef35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4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2021-03-16T10:22:00Z</dcterms:created>
  <dcterms:modified xsi:type="dcterms:W3CDTF">2021-03-16T10:22:00Z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0x010100FB2F51C69E68E949AC95853BDFE9C137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