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3259AEDA" w:rsidR="00A301E0" w:rsidRPr="008A7BBD" w:rsidRDefault="00CE4D71" w:rsidP="0001095F">
            <w:pPr>
              <w:pStyle w:val="SISSCODE"/>
            </w:pPr>
            <w:r w:rsidRPr="008A7BBD">
              <w:t>AMPSS0012</w:t>
            </w:r>
          </w:p>
        </w:tc>
        <w:tc>
          <w:tcPr>
            <w:tcW w:w="3604" w:type="pct"/>
            <w:shd w:val="clear" w:color="auto" w:fill="auto"/>
          </w:tcPr>
          <w:p w14:paraId="41149BD7" w14:textId="3595A143" w:rsidR="00A301E0" w:rsidRPr="008A7BBD" w:rsidRDefault="00CE4D71" w:rsidP="0001095F">
            <w:pPr>
              <w:pStyle w:val="SISStitle"/>
            </w:pPr>
            <w:r w:rsidRPr="008A7BBD">
              <w:t xml:space="preserve">Prepare </w:t>
            </w:r>
            <w:r w:rsidR="0082488A" w:rsidRPr="008A7BBD">
              <w:t>Cook</w:t>
            </w:r>
            <w:r w:rsidRPr="008A7BBD">
              <w:t>ed</w:t>
            </w:r>
            <w:r w:rsidR="0082488A" w:rsidRPr="008A7BBD">
              <w:t xml:space="preserve"> and Process</w:t>
            </w:r>
            <w:r w:rsidRPr="008A7BBD">
              <w:t>ed</w:t>
            </w:r>
            <w:r w:rsidR="0082488A" w:rsidRPr="008A7BBD">
              <w:t xml:space="preserve"> Meats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41C24" w:rsidRPr="00963A46" w14:paraId="21360FF3" w14:textId="77777777" w:rsidTr="00641C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76A1" w14:textId="7920D0BD" w:rsidR="00641C24" w:rsidRPr="00641C24" w:rsidRDefault="00641C24" w:rsidP="00641C24">
            <w:pPr>
              <w:pStyle w:val="SIText"/>
            </w:pPr>
            <w:r w:rsidRPr="00641C24">
              <w:t xml:space="preserve">Release </w:t>
            </w:r>
            <w:r>
              <w:t>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5109" w14:textId="6FBA0367" w:rsidR="00641C24" w:rsidRPr="008A7BBD" w:rsidRDefault="00641C24" w:rsidP="008A7BBD">
            <w:pPr>
              <w:pStyle w:val="SIText"/>
            </w:pPr>
            <w:r w:rsidRPr="008A7BBD">
              <w:t xml:space="preserve">This version released with AMP Australian Meat Processing Training Package Version </w:t>
            </w:r>
            <w:r w:rsidR="00061F28" w:rsidRPr="008A7BBD">
              <w:t>7</w:t>
            </w:r>
            <w:r w:rsidRPr="008A7BBD">
              <w:t>.0.</w:t>
            </w:r>
            <w:r w:rsidR="00061F28" w:rsidRPr="008A7BBD">
              <w:t xml:space="preserve"> </w:t>
            </w:r>
          </w:p>
          <w:p w14:paraId="4E21808D" w14:textId="77777777" w:rsidR="00374A09" w:rsidRPr="008A7BBD" w:rsidRDefault="00374A09" w:rsidP="008A7BBD">
            <w:pPr>
              <w:pStyle w:val="SIText"/>
            </w:pPr>
          </w:p>
          <w:p w14:paraId="72E6F446" w14:textId="65E95663" w:rsidR="007423C4" w:rsidRPr="008A7BBD" w:rsidRDefault="00CE4D71" w:rsidP="008A7BBD">
            <w:pPr>
              <w:pStyle w:val="SIText"/>
            </w:pPr>
            <w:r w:rsidRPr="008A7BBD">
              <w:t>Title, description, p</w:t>
            </w:r>
            <w:r w:rsidR="00F42D2F" w:rsidRPr="008A7BBD">
              <w:t>athways</w:t>
            </w:r>
            <w:r w:rsidRPr="008A7BBD">
              <w:t>, target group</w:t>
            </w:r>
            <w:r w:rsidR="00F42D2F" w:rsidRPr="008A7BBD">
              <w:t xml:space="preserve"> information</w:t>
            </w:r>
            <w:r w:rsidRPr="008A7BBD">
              <w:t xml:space="preserve">, suggested words for statement of attainment and </w:t>
            </w:r>
            <w:r w:rsidR="00F42D2F" w:rsidRPr="008A7BBD">
              <w:t>one u</w:t>
            </w:r>
            <w:r w:rsidR="007423C4" w:rsidRPr="008A7BBD">
              <w:t>nit code updated</w:t>
            </w:r>
            <w:r w:rsidR="00F42D2F" w:rsidRPr="008A7BBD">
              <w:t>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104DD210" w:rsidR="00583FE2" w:rsidRPr="008A7BBD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describes the skills and knowledge to </w:t>
            </w:r>
            <w:r w:rsidR="00CE4D71" w:rsidRPr="008A7BBD">
              <w:t xml:space="preserve">prepare </w:t>
            </w:r>
            <w:r w:rsidR="0082488A" w:rsidRPr="008A7BBD">
              <w:t xml:space="preserve">previously cooked or processed meats </w:t>
            </w:r>
            <w:r w:rsidR="00CE4D71" w:rsidRPr="008A7BBD">
              <w:t xml:space="preserve">for sale </w:t>
            </w:r>
            <w:r w:rsidR="0082488A" w:rsidRPr="008A7BBD">
              <w:t xml:space="preserve">in a meat retailing </w:t>
            </w:r>
            <w:r w:rsidR="00CE4D71" w:rsidRPr="008A7BBD">
              <w:t>workplace</w:t>
            </w:r>
            <w:r w:rsidR="0082488A" w:rsidRPr="008A7BBD">
              <w:t>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326E25" w14:textId="2CB04F9B" w:rsidR="00583FE2" w:rsidRPr="008A7BBD" w:rsidRDefault="0082488A" w:rsidP="008A7BBD">
            <w:pPr>
              <w:pStyle w:val="SIText"/>
            </w:pPr>
            <w:r w:rsidRPr="008A7BBD">
              <w:t xml:space="preserve">The units of competency </w:t>
            </w:r>
            <w:r w:rsidR="00D74BB0" w:rsidRPr="008A7BBD">
              <w:t xml:space="preserve">below </w:t>
            </w:r>
            <w:r w:rsidR="00F42D2F" w:rsidRPr="008A7BBD">
              <w:t>provide credit towards several qualifications in the AMP Australian Meat Processing Training Package.</w:t>
            </w:r>
          </w:p>
          <w:p w14:paraId="38A83BE0" w14:textId="2C63153C" w:rsidR="0082488A" w:rsidRPr="0082488A" w:rsidRDefault="0082488A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8CE6A7B" w14:textId="4EB71596" w:rsidR="00583FE2" w:rsidRPr="00A301E0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69958D4" w14:textId="7335D44B" w:rsidR="0082488A" w:rsidRPr="0082488A" w:rsidRDefault="0082488A" w:rsidP="002667A8">
            <w:pPr>
              <w:pStyle w:val="SIBulletList1"/>
            </w:pPr>
            <w:r w:rsidRPr="0082488A">
              <w:t>AMPCOR202</w:t>
            </w:r>
            <w:r>
              <w:t xml:space="preserve"> </w:t>
            </w:r>
            <w:r w:rsidRPr="0082488A">
              <w:t>Apply hygiene and sanitation practices</w:t>
            </w:r>
          </w:p>
          <w:p w14:paraId="7DB00D10" w14:textId="6D8A8C9D" w:rsidR="0082488A" w:rsidRPr="0082488A" w:rsidRDefault="0082488A" w:rsidP="006C6A36">
            <w:pPr>
              <w:pStyle w:val="SIBulletList1"/>
            </w:pPr>
            <w:r w:rsidRPr="0082488A">
              <w:t>AMPCOR404</w:t>
            </w:r>
            <w:r>
              <w:t xml:space="preserve"> </w:t>
            </w:r>
            <w:r w:rsidRPr="0082488A">
              <w:t>Facilitate hygiene and sanitation performance</w:t>
            </w:r>
          </w:p>
          <w:p w14:paraId="1C43AFF2" w14:textId="5670D293" w:rsidR="0082488A" w:rsidRPr="0082488A" w:rsidRDefault="0082488A" w:rsidP="00076F55">
            <w:pPr>
              <w:pStyle w:val="SIBulletList1"/>
            </w:pPr>
            <w:r w:rsidRPr="0082488A">
              <w:t>AMPR321</w:t>
            </w:r>
            <w:r>
              <w:t xml:space="preserve"> </w:t>
            </w:r>
            <w:r w:rsidRPr="0082488A">
              <w:t>Collect and prepare standard samples</w:t>
            </w:r>
          </w:p>
          <w:p w14:paraId="04713125" w14:textId="4F5DE12D" w:rsidR="0082488A" w:rsidRPr="008A7BBD" w:rsidRDefault="0082488A" w:rsidP="008A7BBD">
            <w:pPr>
              <w:pStyle w:val="SIBulletList1"/>
            </w:pPr>
            <w:r w:rsidRPr="008A7BBD">
              <w:t>AMPS20</w:t>
            </w:r>
            <w:r w:rsidR="00061F28" w:rsidRPr="008A7BBD">
              <w:t>X</w:t>
            </w:r>
            <w:r w:rsidRPr="008A7BBD">
              <w:t>7 Slice product using simple machinery</w:t>
            </w:r>
          </w:p>
          <w:p w14:paraId="22887167" w14:textId="4FFEE81F" w:rsidR="0082488A" w:rsidRPr="0082488A" w:rsidRDefault="0082488A" w:rsidP="00A207AB">
            <w:pPr>
              <w:pStyle w:val="SIBulletList1"/>
            </w:pPr>
            <w:r w:rsidRPr="0082488A">
              <w:t>AMPX214</w:t>
            </w:r>
            <w:r>
              <w:t xml:space="preserve"> </w:t>
            </w:r>
            <w:r w:rsidRPr="0082488A">
              <w:t>Package meat and smallgoods product for retail sale</w:t>
            </w:r>
          </w:p>
          <w:p w14:paraId="5F7406FF" w14:textId="444BB891" w:rsidR="0082488A" w:rsidRPr="0082488A" w:rsidRDefault="0082488A" w:rsidP="00D7305A">
            <w:pPr>
              <w:pStyle w:val="SIBulletList1"/>
            </w:pPr>
            <w:r w:rsidRPr="0082488A">
              <w:t>AMPX402</w:t>
            </w:r>
            <w:r>
              <w:t xml:space="preserve"> </w:t>
            </w:r>
            <w:r w:rsidRPr="0082488A">
              <w:t>Monitor and overview the production of processed meats and smallgoods</w:t>
            </w:r>
          </w:p>
          <w:p w14:paraId="3FB727C1" w14:textId="77777777" w:rsidR="00583FE2" w:rsidRDefault="0082488A" w:rsidP="0082488A">
            <w:pPr>
              <w:pStyle w:val="SIBulletList1"/>
            </w:pPr>
            <w:r w:rsidRPr="0082488A">
              <w:t>AMPX420</w:t>
            </w:r>
            <w:r>
              <w:t xml:space="preserve"> </w:t>
            </w:r>
            <w:r w:rsidRPr="0082488A">
              <w:t>Participate in the ongoing development and implementation of a HACCP and Quality Assurance system</w:t>
            </w:r>
          </w:p>
          <w:p w14:paraId="7F1677F6" w14:textId="7348822F" w:rsidR="0082488A" w:rsidRPr="00536741" w:rsidRDefault="0082488A" w:rsidP="0082488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0DBDD74" w14:textId="4FDE2350" w:rsidR="0082488A" w:rsidRPr="00536741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is for </w:t>
            </w:r>
            <w:r w:rsidR="00F42D2F" w:rsidRPr="008A7BBD">
              <w:t xml:space="preserve">individuals </w:t>
            </w:r>
            <w:r w:rsidR="008A7BBD" w:rsidRPr="008A7BBD">
              <w:t>seeking</w:t>
            </w:r>
            <w:r w:rsidR="00F42D2F" w:rsidRPr="008A7BBD">
              <w:t xml:space="preserve"> to increase their skills and knowledge for cooking and processing </w:t>
            </w:r>
            <w:r w:rsidR="0082488A" w:rsidRPr="008A7BBD">
              <w:t xml:space="preserve">meat retail </w:t>
            </w:r>
            <w:r w:rsidR="00F42D2F" w:rsidRPr="008A7BBD">
              <w:t xml:space="preserve">products. </w:t>
            </w: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E3A0816" w14:textId="309C0FEF" w:rsidR="00DB557A" w:rsidRPr="008A7BBD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from the AMP Australian Meat Industry Training Package meets the industry requirements for </w:t>
            </w:r>
            <w:r w:rsidR="00CE4D71" w:rsidRPr="008A7BBD">
              <w:t>individuals that</w:t>
            </w:r>
            <w:r w:rsidR="0082488A" w:rsidRPr="008A7BBD">
              <w:t xml:space="preserve"> cook or process meats in a meat retailing </w:t>
            </w:r>
            <w:r w:rsidR="00CE4D71" w:rsidRPr="008A7BBD">
              <w:t>workplace</w:t>
            </w:r>
            <w:r w:rsidR="0082488A" w:rsidRPr="008A7BBD">
              <w:t>.</w:t>
            </w:r>
          </w:p>
          <w:p w14:paraId="7CADB85E" w14:textId="4564FC90" w:rsidR="0082488A" w:rsidRPr="00536741" w:rsidRDefault="0082488A" w:rsidP="0082488A">
            <w:pPr>
              <w:pStyle w:val="SIText"/>
            </w:pP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4177E" w14:textId="77777777" w:rsidR="008B6211" w:rsidRDefault="008B6211" w:rsidP="00BF3F0A">
      <w:r>
        <w:separator/>
      </w:r>
    </w:p>
    <w:p w14:paraId="6DC61064" w14:textId="77777777" w:rsidR="008B6211" w:rsidRDefault="008B6211"/>
  </w:endnote>
  <w:endnote w:type="continuationSeparator" w:id="0">
    <w:p w14:paraId="745CE24A" w14:textId="77777777" w:rsidR="008B6211" w:rsidRDefault="008B6211" w:rsidP="00BF3F0A">
      <w:r>
        <w:continuationSeparator/>
      </w:r>
    </w:p>
    <w:p w14:paraId="2A6233B6" w14:textId="77777777" w:rsidR="008B6211" w:rsidRDefault="008B6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6C5C6" w14:textId="77777777" w:rsidR="008A7BBD" w:rsidRDefault="008A7B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3A680" w14:textId="77777777" w:rsidR="008A7BBD" w:rsidRDefault="008A7B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75F4E" w14:textId="77777777" w:rsidR="008B6211" w:rsidRDefault="008B6211" w:rsidP="00BF3F0A">
      <w:r>
        <w:separator/>
      </w:r>
    </w:p>
    <w:p w14:paraId="6F9FF558" w14:textId="77777777" w:rsidR="008B6211" w:rsidRDefault="008B6211"/>
  </w:footnote>
  <w:footnote w:type="continuationSeparator" w:id="0">
    <w:p w14:paraId="5E5494F9" w14:textId="77777777" w:rsidR="008B6211" w:rsidRDefault="008B6211" w:rsidP="00BF3F0A">
      <w:r>
        <w:continuationSeparator/>
      </w:r>
    </w:p>
    <w:p w14:paraId="6DE404FF" w14:textId="77777777" w:rsidR="008B6211" w:rsidRDefault="008B6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2C3B6" w14:textId="77777777" w:rsidR="008A7BBD" w:rsidRDefault="008A7B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34D9F108" w:rsidR="009C2650" w:rsidRPr="0082488A" w:rsidRDefault="00A6756F" w:rsidP="0082488A">
    <w:sdt>
      <w:sdtPr>
        <w:id w:val="1342207452"/>
        <w:docPartObj>
          <w:docPartGallery w:val="Watermarks"/>
          <w:docPartUnique/>
        </w:docPartObj>
      </w:sdtPr>
      <w:sdtEndPr/>
      <w:sdtContent>
        <w:r>
          <w:pict w14:anchorId="03C749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488A" w:rsidRPr="0082488A">
      <w:t xml:space="preserve">AMPSS00012 </w:t>
    </w:r>
    <w:r w:rsidR="00013682">
      <w:t xml:space="preserve">Prepare Cooked and Processed Meats </w:t>
    </w:r>
    <w:r w:rsidR="0082488A" w:rsidRPr="0082488A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0E028" w14:textId="77777777" w:rsidR="008A7BBD" w:rsidRDefault="008A7B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095F"/>
    <w:rsid w:val="0001108F"/>
    <w:rsid w:val="000115E2"/>
    <w:rsid w:val="0001296A"/>
    <w:rsid w:val="00013682"/>
    <w:rsid w:val="00016803"/>
    <w:rsid w:val="00023992"/>
    <w:rsid w:val="00040188"/>
    <w:rsid w:val="00041E59"/>
    <w:rsid w:val="00053D7E"/>
    <w:rsid w:val="00061F28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4A0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57A75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1C24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23C4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7BBD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22E4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56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4D71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4BB0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57F6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2D2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DBAC-E7B0-45AF-AB58-904435733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d50bbff7-d6dd-47d2-864a-cfdc2c3db0f4"/>
    <ds:schemaRef ds:uri="http://schemas.openxmlformats.org/package/2006/metadata/core-properties"/>
    <ds:schemaRef ds:uri="e837f42e-a15e-41c8-bc01-31eab394dd6c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83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16</cp:revision>
  <cp:lastPrinted>2016-05-27T05:21:00Z</cp:lastPrinted>
  <dcterms:created xsi:type="dcterms:W3CDTF">2021-01-21T02:50:00Z</dcterms:created>
  <dcterms:modified xsi:type="dcterms:W3CDTF">2021-03-25T23:09:00Z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