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5D65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6290984" w14:textId="77777777" w:rsidTr="00F279E6">
        <w:tc>
          <w:tcPr>
            <w:tcW w:w="1396" w:type="pct"/>
            <w:shd w:val="clear" w:color="auto" w:fill="auto"/>
          </w:tcPr>
          <w:p w14:paraId="6F0CFEA7" w14:textId="1F9990B2" w:rsidR="00A301E0" w:rsidRPr="00752A41" w:rsidRDefault="00285B4A" w:rsidP="00752A41">
            <w:pPr>
              <w:pStyle w:val="SISSCODE"/>
            </w:pPr>
            <w:r>
              <w:t>AMP</w:t>
            </w:r>
            <w:r w:rsidR="00A301E0" w:rsidRPr="00752A41">
              <w:t>ss</w:t>
            </w:r>
            <w:r w:rsidR="00D727BB">
              <w:t>00077</w:t>
            </w:r>
          </w:p>
        </w:tc>
        <w:tc>
          <w:tcPr>
            <w:tcW w:w="3604" w:type="pct"/>
            <w:shd w:val="clear" w:color="auto" w:fill="auto"/>
          </w:tcPr>
          <w:p w14:paraId="60924334" w14:textId="787D6614" w:rsidR="00A301E0" w:rsidRPr="0035755B" w:rsidRDefault="00BC3F7E" w:rsidP="0035755B">
            <w:pPr>
              <w:pStyle w:val="SISStitle"/>
            </w:pPr>
            <w:r w:rsidRPr="00BC3F7E">
              <w:t>Operate a Rendering Plant that includes Batch Cooking Skill Set</w:t>
            </w:r>
          </w:p>
        </w:tc>
      </w:tr>
    </w:tbl>
    <w:p w14:paraId="4F5EEECF" w14:textId="77777777" w:rsidR="00A301E0" w:rsidRPr="00536741" w:rsidRDefault="00A301E0" w:rsidP="00A301E0"/>
    <w:p w14:paraId="07FC5D9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79EE38F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56F89CD" w14:textId="77777777" w:rsidTr="002A1BEA">
        <w:tc>
          <w:tcPr>
            <w:tcW w:w="1396" w:type="pct"/>
            <w:shd w:val="clear" w:color="auto" w:fill="auto"/>
          </w:tcPr>
          <w:p w14:paraId="258CDB43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7C46BF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A014352" w14:textId="77777777" w:rsidTr="002A1BEA">
        <w:tc>
          <w:tcPr>
            <w:tcW w:w="1396" w:type="pct"/>
            <w:shd w:val="clear" w:color="auto" w:fill="auto"/>
          </w:tcPr>
          <w:p w14:paraId="13063C7E" w14:textId="76678313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630E5D">
              <w:t>1</w:t>
            </w:r>
          </w:p>
        </w:tc>
        <w:tc>
          <w:tcPr>
            <w:tcW w:w="3604" w:type="pct"/>
            <w:shd w:val="clear" w:color="auto" w:fill="auto"/>
          </w:tcPr>
          <w:p w14:paraId="02B878DC" w14:textId="293A378A" w:rsidR="00536741" w:rsidRPr="0035755B" w:rsidRDefault="00285B4A" w:rsidP="0035755B">
            <w:pPr>
              <w:pStyle w:val="SIText"/>
            </w:pPr>
            <w:r w:rsidRPr="0035755B">
              <w:t>This version released with AMP Australian Meat Processing Training Package Version 7.0</w:t>
            </w:r>
            <w:r w:rsidR="002E09D4">
              <w:t>.</w:t>
            </w:r>
          </w:p>
        </w:tc>
      </w:tr>
    </w:tbl>
    <w:p w14:paraId="1D8091DC" w14:textId="77777777" w:rsidR="00536741" w:rsidRPr="00752A41" w:rsidRDefault="00536741" w:rsidP="00536741"/>
    <w:p w14:paraId="6868731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3AFC132" w14:textId="77777777" w:rsidTr="000D7BE6">
        <w:tc>
          <w:tcPr>
            <w:tcW w:w="5000" w:type="pct"/>
            <w:shd w:val="clear" w:color="auto" w:fill="auto"/>
          </w:tcPr>
          <w:p w14:paraId="4FE84A01" w14:textId="1D2133E4" w:rsidR="00320F0F" w:rsidRPr="00320F0F" w:rsidRDefault="00A772D9" w:rsidP="00ED2B25">
            <w:pPr>
              <w:pStyle w:val="SITextHeading2"/>
            </w:pPr>
            <w:r>
              <w:t>Description</w:t>
            </w:r>
          </w:p>
          <w:p w14:paraId="6E061E67" w14:textId="30AB5475" w:rsidR="008C38A0" w:rsidRPr="00805F3D" w:rsidRDefault="00DB557A" w:rsidP="00752A41">
            <w:pPr>
              <w:pStyle w:val="SIText"/>
              <w:rPr>
                <w:rStyle w:val="SITemporaryText-blue"/>
              </w:rPr>
            </w:pPr>
            <w:r w:rsidRPr="00847289">
              <w:t>This skill set</w:t>
            </w:r>
            <w:r w:rsidR="008C38A0" w:rsidRPr="00847289">
              <w:t xml:space="preserve"> describes the skills and knowledge required</w:t>
            </w:r>
            <w:r w:rsidR="00D84979" w:rsidRPr="00847289">
              <w:t xml:space="preserve"> </w:t>
            </w:r>
            <w:r w:rsidR="008C38A0" w:rsidRPr="00847289">
              <w:t xml:space="preserve">to operate </w:t>
            </w:r>
            <w:r w:rsidR="00D84979" w:rsidRPr="00847289">
              <w:t xml:space="preserve">and monitor </w:t>
            </w:r>
            <w:r w:rsidR="008C38A0" w:rsidRPr="00847289">
              <w:t xml:space="preserve">a batch </w:t>
            </w:r>
            <w:r w:rsidR="00D84979" w:rsidRPr="00847289">
              <w:t>rendering process,</w:t>
            </w:r>
            <w:r w:rsidR="008C38A0" w:rsidRPr="00847289">
              <w:t xml:space="preserve"> </w:t>
            </w:r>
            <w:r w:rsidR="00805F3D" w:rsidRPr="00847289">
              <w:t>a blood coagulation and drying process and</w:t>
            </w:r>
            <w:r w:rsidR="00D84979" w:rsidRPr="00847289">
              <w:t xml:space="preserve"> a </w:t>
            </w:r>
            <w:r w:rsidR="00805F3D" w:rsidRPr="00847289">
              <w:t xml:space="preserve">tallow </w:t>
            </w:r>
            <w:r w:rsidR="00D84979" w:rsidRPr="00847289">
              <w:t xml:space="preserve">refining process </w:t>
            </w:r>
            <w:r w:rsidR="00805F3D" w:rsidRPr="00847289">
              <w:t xml:space="preserve">in an industrial rendering plant </w:t>
            </w:r>
            <w:r w:rsidR="008C38A0" w:rsidRPr="00847289">
              <w:t xml:space="preserve">including preparation, loading raw material, operation, monitoring and shut down of the </w:t>
            </w:r>
            <w:r w:rsidR="00D84979" w:rsidRPr="00847289">
              <w:t>rendering</w:t>
            </w:r>
            <w:r w:rsidR="008C38A0" w:rsidRPr="00847289">
              <w:t xml:space="preserve"> process. </w:t>
            </w:r>
          </w:p>
          <w:p w14:paraId="5069BE20" w14:textId="77777777" w:rsidR="00A772D9" w:rsidRPr="00536741" w:rsidRDefault="00A772D9" w:rsidP="00630E5D">
            <w:pPr>
              <w:pStyle w:val="SIText"/>
            </w:pPr>
          </w:p>
        </w:tc>
      </w:tr>
      <w:tr w:rsidR="00A301E0" w:rsidRPr="00963A46" w14:paraId="6C9D9E8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A1867BA" w14:textId="08B87AD5" w:rsidR="00890663" w:rsidRPr="00536741" w:rsidRDefault="00A301E0" w:rsidP="00ED2B25">
            <w:pPr>
              <w:pStyle w:val="SITextHeading2"/>
            </w:pPr>
            <w:r>
              <w:t>Pathways Information</w:t>
            </w:r>
          </w:p>
          <w:p w14:paraId="49491055" w14:textId="01E1FB03" w:rsidR="00550D52" w:rsidRPr="00550D52" w:rsidRDefault="00805F3D" w:rsidP="00320F0F">
            <w:pPr>
              <w:pStyle w:val="SIText"/>
            </w:pPr>
            <w:r w:rsidRPr="00320F0F">
              <w:t>These units of competency provide credit towards a range of qualifications from the AMP Meat Processing Training Package</w:t>
            </w:r>
            <w:r w:rsidR="00630E5D" w:rsidRPr="00320F0F">
              <w:t>.</w:t>
            </w:r>
          </w:p>
          <w:p w14:paraId="6745676D" w14:textId="2350A6E9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C448D40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235CF81" w14:textId="284CEE75" w:rsidR="00320F0F" w:rsidRPr="00320F0F" w:rsidRDefault="00A301E0" w:rsidP="00ED2B25">
            <w:pPr>
              <w:pStyle w:val="SITextHeading2"/>
            </w:pPr>
            <w:r w:rsidRPr="0083005E">
              <w:t>Licensing/Regulatory Information</w:t>
            </w:r>
          </w:p>
          <w:p w14:paraId="13483EE0" w14:textId="77777777" w:rsidR="00890663" w:rsidRPr="00320F0F" w:rsidRDefault="004463CA" w:rsidP="00752A41">
            <w:pPr>
              <w:pStyle w:val="SIText"/>
            </w:pPr>
            <w:r w:rsidRPr="00320F0F">
              <w:t xml:space="preserve">No licensing, legislative or certification requirements apply to this skill set at the time of publication. </w:t>
            </w:r>
          </w:p>
          <w:p w14:paraId="105948A5" w14:textId="77777777" w:rsidR="00A301E0" w:rsidRPr="00A301E0" w:rsidRDefault="00A301E0" w:rsidP="00630E5D">
            <w:pPr>
              <w:pStyle w:val="SIText"/>
            </w:pPr>
          </w:p>
        </w:tc>
      </w:tr>
      <w:tr w:rsidR="00A772D9" w:rsidRPr="00963A46" w14:paraId="42F428C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6E3E3D9" w14:textId="2A64D75F" w:rsidR="00320F0F" w:rsidRPr="00320F0F" w:rsidRDefault="00DB557A" w:rsidP="00ED2B25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EF1949C" w14:textId="4EF526BC" w:rsidR="00550D52" w:rsidRPr="00320F0F" w:rsidRDefault="00550D52" w:rsidP="003607CB">
            <w:pPr>
              <w:pStyle w:val="SIBulletList1"/>
            </w:pPr>
            <w:r w:rsidRPr="00320F0F">
              <w:t>AMPREN30</w:t>
            </w:r>
            <w:r w:rsidR="00D727BB">
              <w:t>1</w:t>
            </w:r>
            <w:r w:rsidRPr="00320F0F">
              <w:t xml:space="preserve"> Operate and monitor</w:t>
            </w:r>
            <w:r w:rsidR="00D84979" w:rsidRPr="00320F0F">
              <w:t xml:space="preserve"> a</w:t>
            </w:r>
            <w:r w:rsidRPr="00320F0F">
              <w:t xml:space="preserve"> batch </w:t>
            </w:r>
            <w:r w:rsidR="00D84979" w:rsidRPr="00320F0F">
              <w:t>rendering</w:t>
            </w:r>
            <w:r w:rsidRPr="00320F0F">
              <w:t xml:space="preserve"> process</w:t>
            </w:r>
          </w:p>
          <w:p w14:paraId="13BFBCBC" w14:textId="2DDBDBA1" w:rsidR="00550D52" w:rsidRPr="00320F0F" w:rsidRDefault="00550D52" w:rsidP="003607CB">
            <w:pPr>
              <w:pStyle w:val="SIBulletList1"/>
            </w:pPr>
            <w:r w:rsidRPr="00320F0F">
              <w:t>AMPREN30</w:t>
            </w:r>
            <w:r w:rsidR="00D727BB">
              <w:t>4</w:t>
            </w:r>
            <w:r w:rsidRPr="00320F0F">
              <w:t xml:space="preserve"> Operate a tallow refining process</w:t>
            </w:r>
          </w:p>
          <w:p w14:paraId="4A51F8C4" w14:textId="66858774" w:rsidR="00550D52" w:rsidRPr="00320F0F" w:rsidRDefault="00550D52" w:rsidP="003607CB">
            <w:pPr>
              <w:pStyle w:val="SIBulletList1"/>
            </w:pPr>
            <w:r w:rsidRPr="00320F0F">
              <w:t>AMPREN30</w:t>
            </w:r>
            <w:r w:rsidR="00D727BB">
              <w:t>5</w:t>
            </w:r>
            <w:r w:rsidRPr="00320F0F">
              <w:t xml:space="preserve"> Operate a blood coagulation and drying process</w:t>
            </w:r>
          </w:p>
          <w:p w14:paraId="14D4A4E9" w14:textId="7D3DE39D" w:rsidR="00DB557A" w:rsidRPr="00752A41" w:rsidRDefault="00DB557A" w:rsidP="00550D52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CC74022" w14:textId="77777777" w:rsidR="001F28F9" w:rsidRPr="00536741" w:rsidRDefault="001F28F9" w:rsidP="00752A41">
            <w:pPr>
              <w:pStyle w:val="SIText"/>
            </w:pPr>
          </w:p>
        </w:tc>
      </w:tr>
      <w:tr w:rsidR="005C7EA8" w:rsidRPr="00963A46" w14:paraId="2184B80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05B3CB5" w14:textId="79A71B52" w:rsidR="00320F0F" w:rsidRPr="00320F0F" w:rsidRDefault="00DB557A" w:rsidP="00ED2B25">
            <w:pPr>
              <w:pStyle w:val="SITextHeading2"/>
            </w:pPr>
            <w:r w:rsidRPr="0083005E">
              <w:t>Target Group</w:t>
            </w:r>
          </w:p>
          <w:p w14:paraId="7DF4D0BE" w14:textId="3DC171C2" w:rsidR="0016138C" w:rsidRPr="00320F0F" w:rsidRDefault="00DB557A" w:rsidP="00320F0F">
            <w:pPr>
              <w:pStyle w:val="SIText"/>
            </w:pPr>
            <w:r w:rsidRPr="00320F0F">
              <w:t xml:space="preserve">This skill set is for </w:t>
            </w:r>
            <w:r w:rsidR="00C1017E" w:rsidRPr="00320F0F">
              <w:t xml:space="preserve">individuals who work under broad direction in an industrial rendering plant or abattoir and </w:t>
            </w:r>
            <w:r w:rsidR="00B61EAE">
              <w:t xml:space="preserve">who </w:t>
            </w:r>
            <w:r w:rsidR="00C1017E" w:rsidRPr="00320F0F">
              <w:t xml:space="preserve">are responsible for operating and monitoring </w:t>
            </w:r>
            <w:r w:rsidR="00BB032D" w:rsidRPr="00320F0F">
              <w:t>rendering processes including a batch rendering process, a blood coagulation and drying process and a tallow refining process</w:t>
            </w:r>
            <w:r w:rsidR="00630E5D" w:rsidRPr="00320F0F">
              <w:t>.</w:t>
            </w:r>
          </w:p>
          <w:p w14:paraId="29B50B71" w14:textId="3734C19F" w:rsidR="0016138C" w:rsidRPr="00536741" w:rsidRDefault="0016138C" w:rsidP="00630E5D">
            <w:pPr>
              <w:pStyle w:val="SIText"/>
            </w:pPr>
          </w:p>
        </w:tc>
      </w:tr>
      <w:tr w:rsidR="00DB557A" w:rsidRPr="00963A46" w14:paraId="4085D4A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70CE81A" w14:textId="1AD00164" w:rsidR="00285B4A" w:rsidRPr="00752A41" w:rsidRDefault="00DB557A" w:rsidP="00ED2B25">
            <w:pPr>
              <w:pStyle w:val="SITextHeading2"/>
              <w:rPr>
                <w:rStyle w:val="SITemporarytext-red"/>
              </w:rPr>
            </w:pPr>
            <w:r w:rsidRPr="00586E5B">
              <w:t>Suggested wo</w:t>
            </w:r>
            <w:r w:rsidRPr="00752A41">
              <w:t>rds for Statement of Attainment</w:t>
            </w:r>
          </w:p>
          <w:p w14:paraId="720F3CD2" w14:textId="73549176" w:rsidR="00DB557A" w:rsidRDefault="00DB557A" w:rsidP="00320F0F">
            <w:pPr>
              <w:pStyle w:val="SIText"/>
            </w:pPr>
            <w:r w:rsidRPr="00320F0F">
              <w:t xml:space="preserve">These </w:t>
            </w:r>
            <w:r w:rsidR="006A1D6C" w:rsidRPr="00320F0F">
              <w:t>competencies</w:t>
            </w:r>
            <w:r w:rsidRPr="00320F0F">
              <w:t xml:space="preserve"> from the </w:t>
            </w:r>
            <w:r w:rsidR="00285B4A" w:rsidRPr="00320F0F">
              <w:t xml:space="preserve">AMP Meat Processing </w:t>
            </w:r>
            <w:r w:rsidRPr="00320F0F">
              <w:t xml:space="preserve">Training Package meet the industry requirements for </w:t>
            </w:r>
            <w:r w:rsidR="00D84979" w:rsidRPr="00320F0F">
              <w:t>an individual to operate and monitor a batch rendering process, a blood coagulation and drying process and a tallow refining process in an industrial rendering plant</w:t>
            </w:r>
            <w:r w:rsidR="00630E5D" w:rsidRPr="00320F0F">
              <w:t>.</w:t>
            </w:r>
          </w:p>
          <w:p w14:paraId="4ADDF827" w14:textId="33F8FD03" w:rsidR="00DB557A" w:rsidRPr="00536741" w:rsidRDefault="00DB557A" w:rsidP="00285B4A">
            <w:pPr>
              <w:pStyle w:val="SIText"/>
            </w:pPr>
          </w:p>
        </w:tc>
      </w:tr>
    </w:tbl>
    <w:p w14:paraId="693BAE08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F3321" w14:textId="77777777" w:rsidR="00173123" w:rsidRDefault="00173123" w:rsidP="00BF3F0A">
      <w:r>
        <w:separator/>
      </w:r>
    </w:p>
    <w:p w14:paraId="08696796" w14:textId="77777777" w:rsidR="00173123" w:rsidRDefault="00173123"/>
  </w:endnote>
  <w:endnote w:type="continuationSeparator" w:id="0">
    <w:p w14:paraId="7509AD0A" w14:textId="77777777" w:rsidR="00173123" w:rsidRDefault="00173123" w:rsidP="00BF3F0A">
      <w:r>
        <w:continuationSeparator/>
      </w:r>
    </w:p>
    <w:p w14:paraId="0F4041E9" w14:textId="77777777" w:rsidR="00173123" w:rsidRDefault="00173123"/>
  </w:endnote>
  <w:endnote w:type="continuationNotice" w:id="1">
    <w:p w14:paraId="76729839" w14:textId="77777777" w:rsidR="00173123" w:rsidRDefault="00173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61EFE4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E0D337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2B7C685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C7C3C" w14:textId="77777777" w:rsidR="00173123" w:rsidRDefault="00173123" w:rsidP="00BF3F0A">
      <w:r>
        <w:separator/>
      </w:r>
    </w:p>
    <w:p w14:paraId="1BE6E909" w14:textId="77777777" w:rsidR="00173123" w:rsidRDefault="00173123"/>
  </w:footnote>
  <w:footnote w:type="continuationSeparator" w:id="0">
    <w:p w14:paraId="3D9766FC" w14:textId="77777777" w:rsidR="00173123" w:rsidRDefault="00173123" w:rsidP="00BF3F0A">
      <w:r>
        <w:continuationSeparator/>
      </w:r>
    </w:p>
    <w:p w14:paraId="74569461" w14:textId="77777777" w:rsidR="00173123" w:rsidRDefault="00173123"/>
  </w:footnote>
  <w:footnote w:type="continuationNotice" w:id="1">
    <w:p w14:paraId="39D5383F" w14:textId="77777777" w:rsidR="00173123" w:rsidRDefault="00173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07A7" w14:textId="67F80A92" w:rsidR="009C2650" w:rsidRDefault="00285B4A" w:rsidP="00BC3F7E">
    <w:pPr>
      <w:pStyle w:val="SIText"/>
    </w:pPr>
    <w:r>
      <w:t>AMPSS</w:t>
    </w:r>
    <w:r w:rsidR="002E09D4">
      <w:t>00077</w:t>
    </w:r>
    <w:r>
      <w:t xml:space="preserve"> </w:t>
    </w:r>
    <w:r w:rsidR="00830DB2" w:rsidRPr="00830DB2">
      <w:t>Operate a Rendering Plant that includes Batch Cooking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EA4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1065"/>
    <w:rsid w:val="00053D7E"/>
    <w:rsid w:val="00064BFE"/>
    <w:rsid w:val="00070B3E"/>
    <w:rsid w:val="00071F95"/>
    <w:rsid w:val="000737BB"/>
    <w:rsid w:val="00074E47"/>
    <w:rsid w:val="000A5441"/>
    <w:rsid w:val="000C13F1"/>
    <w:rsid w:val="000D12BB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3123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B4A"/>
    <w:rsid w:val="00285FB8"/>
    <w:rsid w:val="002931C2"/>
    <w:rsid w:val="002A4CD3"/>
    <w:rsid w:val="002C55E9"/>
    <w:rsid w:val="002D0C8B"/>
    <w:rsid w:val="002E09D4"/>
    <w:rsid w:val="002E193E"/>
    <w:rsid w:val="002F4FFE"/>
    <w:rsid w:val="00310771"/>
    <w:rsid w:val="00320F0F"/>
    <w:rsid w:val="003315E1"/>
    <w:rsid w:val="00337E82"/>
    <w:rsid w:val="00350BB1"/>
    <w:rsid w:val="00352C83"/>
    <w:rsid w:val="0035755B"/>
    <w:rsid w:val="003607CB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0D52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0E5D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16EA4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05F3D"/>
    <w:rsid w:val="00817D51"/>
    <w:rsid w:val="00823530"/>
    <w:rsid w:val="00823FF4"/>
    <w:rsid w:val="008306E7"/>
    <w:rsid w:val="00830DB2"/>
    <w:rsid w:val="00834BC8"/>
    <w:rsid w:val="00837FD6"/>
    <w:rsid w:val="00847289"/>
    <w:rsid w:val="00847B60"/>
    <w:rsid w:val="00850243"/>
    <w:rsid w:val="008545EB"/>
    <w:rsid w:val="00856837"/>
    <w:rsid w:val="00865011"/>
    <w:rsid w:val="00883C6C"/>
    <w:rsid w:val="00883CC0"/>
    <w:rsid w:val="00886790"/>
    <w:rsid w:val="00890663"/>
    <w:rsid w:val="008908DE"/>
    <w:rsid w:val="00894FBB"/>
    <w:rsid w:val="008A12ED"/>
    <w:rsid w:val="008B2C77"/>
    <w:rsid w:val="008B4AD2"/>
    <w:rsid w:val="008C2F90"/>
    <w:rsid w:val="008C38A0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086B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E65AF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2A3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235E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27DE"/>
    <w:rsid w:val="00B560C8"/>
    <w:rsid w:val="00B61150"/>
    <w:rsid w:val="00B61EAE"/>
    <w:rsid w:val="00B65BC7"/>
    <w:rsid w:val="00B746B9"/>
    <w:rsid w:val="00B848D4"/>
    <w:rsid w:val="00B865B7"/>
    <w:rsid w:val="00BA1CB1"/>
    <w:rsid w:val="00BA482D"/>
    <w:rsid w:val="00BA7B66"/>
    <w:rsid w:val="00BB032D"/>
    <w:rsid w:val="00BB23F4"/>
    <w:rsid w:val="00BC3F7E"/>
    <w:rsid w:val="00BC5075"/>
    <w:rsid w:val="00BD3B0F"/>
    <w:rsid w:val="00BF1D4C"/>
    <w:rsid w:val="00BF3F0A"/>
    <w:rsid w:val="00C01B36"/>
    <w:rsid w:val="00C1017E"/>
    <w:rsid w:val="00C143C3"/>
    <w:rsid w:val="00C1739B"/>
    <w:rsid w:val="00C17D1B"/>
    <w:rsid w:val="00C26067"/>
    <w:rsid w:val="00C30A29"/>
    <w:rsid w:val="00C317DC"/>
    <w:rsid w:val="00C54EF8"/>
    <w:rsid w:val="00C578E9"/>
    <w:rsid w:val="00C70626"/>
    <w:rsid w:val="00C72860"/>
    <w:rsid w:val="00C73B90"/>
    <w:rsid w:val="00C9377C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BB"/>
    <w:rsid w:val="00D727F3"/>
    <w:rsid w:val="00D73695"/>
    <w:rsid w:val="00D810DE"/>
    <w:rsid w:val="00D84979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2B25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638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5231FC"/>
  <w15:docId w15:val="{88943139-7AE2-44CB-9249-95A35E2E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34CFCB-E9AB-4D11-8386-1850EFEF0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Don Jones.</dc:creator>
  <cp:lastModifiedBy>Elvie Arugay</cp:lastModifiedBy>
  <cp:revision>3</cp:revision>
  <cp:lastPrinted>2016-05-27T05:21:00Z</cp:lastPrinted>
  <dcterms:created xsi:type="dcterms:W3CDTF">2021-06-18T03:00:00Z</dcterms:created>
  <dcterms:modified xsi:type="dcterms:W3CDTF">2021-07-13T01:52:00Z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