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6A6DD0C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0E73DDB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A25F0D">
              <w:t>6</w:t>
            </w:r>
            <w:r w:rsidR="00EF5B51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AF7B2C4" w:rsidR="00F1480E" w:rsidRPr="000754EC" w:rsidRDefault="009C7F98" w:rsidP="000754EC">
            <w:pPr>
              <w:pStyle w:val="SIUNITCODE"/>
            </w:pPr>
            <w:r>
              <w:t>AHCMKH4XX</w:t>
            </w:r>
          </w:p>
        </w:tc>
        <w:tc>
          <w:tcPr>
            <w:tcW w:w="3604" w:type="pct"/>
            <w:shd w:val="clear" w:color="auto" w:fill="auto"/>
          </w:tcPr>
          <w:p w14:paraId="68240ED7" w14:textId="359BC781" w:rsidR="00F1480E" w:rsidRPr="000754EC" w:rsidRDefault="00293EAB" w:rsidP="000754EC">
            <w:pPr>
              <w:pStyle w:val="SIUnittitle"/>
            </w:pPr>
            <w:r w:rsidRPr="00293EAB">
              <w:t>Design and install milk cooling and storage</w:t>
            </w:r>
            <w:r w:rsidR="008023E3">
              <w:t xml:space="preserve"> systems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C655B8" w14:textId="77777777" w:rsidR="00293EAB" w:rsidRPr="00293EAB" w:rsidRDefault="00293EAB" w:rsidP="00293EAB">
            <w:pPr>
              <w:pStyle w:val="SIText"/>
            </w:pPr>
            <w:r w:rsidRPr="00293EAB">
              <w:t>This unit of competency describes the skills and knowledge required to design and install on-farm milk cooling and storage systems.</w:t>
            </w:r>
          </w:p>
          <w:p w14:paraId="5DD31C61" w14:textId="77777777" w:rsidR="00293EAB" w:rsidRPr="00884E60" w:rsidRDefault="00293EAB" w:rsidP="00884E60">
            <w:pPr>
              <w:pStyle w:val="SIText"/>
            </w:pPr>
          </w:p>
          <w:p w14:paraId="2F086AD6" w14:textId="65864FD6" w:rsidR="00884E60" w:rsidRPr="00895687" w:rsidRDefault="00884E60" w:rsidP="00A25F0D">
            <w:pPr>
              <w:pStyle w:val="SIText"/>
            </w:pPr>
            <w:r w:rsidRPr="00895687">
              <w:t xml:space="preserve">This unit applies to technicians who design and </w:t>
            </w:r>
            <w:r w:rsidR="00895687" w:rsidRPr="00895687">
              <w:t xml:space="preserve">install </w:t>
            </w:r>
            <w:r w:rsidR="00895687">
              <w:t>milking equipment components</w:t>
            </w:r>
            <w:r w:rsidR="00895687" w:rsidRPr="00895687">
              <w:t xml:space="preserve"> </w:t>
            </w:r>
            <w:r w:rsidRPr="00895687">
              <w:t>for dairy facilities.</w:t>
            </w:r>
          </w:p>
          <w:p w14:paraId="7CA4250C" w14:textId="77777777" w:rsidR="00FF6876" w:rsidRPr="00895687" w:rsidRDefault="00FF6876">
            <w:pPr>
              <w:pStyle w:val="SIText"/>
            </w:pPr>
          </w:p>
          <w:p w14:paraId="6182C8FE" w14:textId="77777777" w:rsidR="009C7F98" w:rsidRPr="00895687" w:rsidRDefault="009C7F98">
            <w:pPr>
              <w:pStyle w:val="SIText"/>
            </w:pPr>
            <w:r w:rsidRPr="00895687">
              <w:t>All work is carried out to comply with workplace policies and procedures, according to state/territory work health and safety, animal welfare, environmental and biosecurity legislation, regulations and standards that apply to the workplace.</w:t>
            </w:r>
          </w:p>
          <w:p w14:paraId="2A0E92EC" w14:textId="77777777" w:rsidR="00293EAB" w:rsidRPr="00293EAB" w:rsidRDefault="00293EAB" w:rsidP="00293EAB">
            <w:pPr>
              <w:pStyle w:val="SIText"/>
            </w:pPr>
          </w:p>
          <w:p w14:paraId="034C6C33" w14:textId="2D343F88" w:rsidR="00373436" w:rsidRPr="000754EC" w:rsidRDefault="00293EAB" w:rsidP="00293EAB">
            <w:pPr>
              <w:pStyle w:val="SIText"/>
            </w:pPr>
            <w:r w:rsidRPr="00293EAB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F23147E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155B0C5" w:rsidR="00F1480E" w:rsidRPr="000754EC" w:rsidRDefault="000743B3" w:rsidP="000754EC">
            <w:pPr>
              <w:pStyle w:val="SIText"/>
            </w:pPr>
            <w:r>
              <w:t>Milk Harvesting (MKH)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93EA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9251A06" w:rsidR="00293EAB" w:rsidRPr="00293EAB" w:rsidRDefault="00293EAB" w:rsidP="00293EAB">
            <w:pPr>
              <w:pStyle w:val="SIText"/>
            </w:pPr>
            <w:r w:rsidRPr="00293EAB">
              <w:t>1. Determine cooling and storage system requirements</w:t>
            </w:r>
          </w:p>
        </w:tc>
        <w:tc>
          <w:tcPr>
            <w:tcW w:w="3604" w:type="pct"/>
            <w:shd w:val="clear" w:color="auto" w:fill="auto"/>
          </w:tcPr>
          <w:p w14:paraId="0D846DAC" w14:textId="77777777" w:rsidR="00293EAB" w:rsidRPr="00293EAB" w:rsidRDefault="00293EAB" w:rsidP="00293EAB">
            <w:r w:rsidRPr="00293EAB">
              <w:t>1.1 Determine available cooling water supply quantity and test the quality of the water supply</w:t>
            </w:r>
          </w:p>
          <w:p w14:paraId="2C700639" w14:textId="72A4B466" w:rsidR="00293EAB" w:rsidRPr="00293EAB" w:rsidRDefault="00293EAB" w:rsidP="00293EAB">
            <w:r w:rsidRPr="00293EAB">
              <w:t xml:space="preserve">1.2 </w:t>
            </w:r>
            <w:r w:rsidR="00FF6876">
              <w:t>Confirm</w:t>
            </w:r>
            <w:r w:rsidRPr="00293EAB">
              <w:t xml:space="preserve"> planned milk cooling and storage systems meet industry standards and </w:t>
            </w:r>
            <w:r w:rsidR="00884E60">
              <w:t>facility</w:t>
            </w:r>
            <w:r w:rsidRPr="00293EAB">
              <w:t xml:space="preserve"> herd needs</w:t>
            </w:r>
          </w:p>
          <w:p w14:paraId="60AB8F06" w14:textId="0BFBD63F" w:rsidR="00293EAB" w:rsidRPr="00293EAB" w:rsidRDefault="00293EAB" w:rsidP="00293EAB">
            <w:r w:rsidRPr="00293EAB">
              <w:t xml:space="preserve">1.3 Determine and record design considerations </w:t>
            </w:r>
            <w:r w:rsidR="00835ECC">
              <w:t xml:space="preserve">and </w:t>
            </w:r>
            <w:r w:rsidRPr="00293EAB">
              <w:t>components</w:t>
            </w:r>
            <w:r w:rsidR="00835ECC">
              <w:t xml:space="preserve"> placement</w:t>
            </w:r>
          </w:p>
          <w:p w14:paraId="1696B99B" w14:textId="5756E6C8" w:rsidR="00293EAB" w:rsidRPr="00293EAB" w:rsidRDefault="00293EAB" w:rsidP="00293EAB">
            <w:r w:rsidRPr="00293EAB">
              <w:t xml:space="preserve">1.4 Determine work health and safety hazards, assess risks, </w:t>
            </w:r>
            <w:r w:rsidR="00835ECC">
              <w:t xml:space="preserve">determine </w:t>
            </w:r>
            <w:r w:rsidRPr="00293EAB">
              <w:t>controls and report as required</w:t>
            </w:r>
          </w:p>
        </w:tc>
      </w:tr>
      <w:tr w:rsidR="00293EA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265BECF" w:rsidR="00293EAB" w:rsidRPr="00293EAB" w:rsidRDefault="00293EAB" w:rsidP="00293EAB">
            <w:pPr>
              <w:pStyle w:val="SIText"/>
            </w:pPr>
            <w:r w:rsidRPr="00293EAB">
              <w:t>2. Determine milk pre-cooling requirements</w:t>
            </w:r>
          </w:p>
        </w:tc>
        <w:tc>
          <w:tcPr>
            <w:tcW w:w="3604" w:type="pct"/>
            <w:shd w:val="clear" w:color="auto" w:fill="auto"/>
          </w:tcPr>
          <w:p w14:paraId="38332804" w14:textId="77777777" w:rsidR="00293EAB" w:rsidRPr="00293EAB" w:rsidRDefault="00293EAB" w:rsidP="00293EAB">
            <w:r w:rsidRPr="00293EAB">
              <w:t>2.1 Measure and record maximum peak flow of milk delivery</w:t>
            </w:r>
          </w:p>
          <w:p w14:paraId="1D92E7AA" w14:textId="77777777" w:rsidR="00293EAB" w:rsidRPr="00293EAB" w:rsidRDefault="00293EAB" w:rsidP="00293EAB">
            <w:r w:rsidRPr="00293EAB">
              <w:t>2.2 Check cooling water temperatures and quality against design specifications</w:t>
            </w:r>
          </w:p>
          <w:p w14:paraId="27CE1FCE" w14:textId="77777777" w:rsidR="00293EAB" w:rsidRPr="00293EAB" w:rsidRDefault="00293EAB" w:rsidP="00293EAB">
            <w:r w:rsidRPr="00293EAB">
              <w:t>2.3 Compare available milk cooling equipment with design requirements and select suitable equipment</w:t>
            </w:r>
          </w:p>
          <w:p w14:paraId="29A6DA69" w14:textId="77777777" w:rsidR="00293EAB" w:rsidRPr="00293EAB" w:rsidRDefault="00293EAB" w:rsidP="00293EAB">
            <w:r w:rsidRPr="00293EAB">
              <w:t>2.4 Determine work health and safety and human health regulatory requirements and establish compliance targets</w:t>
            </w:r>
          </w:p>
          <w:p w14:paraId="6BB72E57" w14:textId="3BE073D4" w:rsidR="00293EAB" w:rsidRPr="00293EAB" w:rsidRDefault="00293EAB" w:rsidP="00293EAB">
            <w:pPr>
              <w:pStyle w:val="SIText"/>
            </w:pPr>
            <w:r w:rsidRPr="00293EAB">
              <w:t xml:space="preserve">2.5 Determine water cooling system requirements </w:t>
            </w:r>
            <w:r w:rsidR="00835ECC">
              <w:t>according to</w:t>
            </w:r>
            <w:r w:rsidRPr="00293EAB">
              <w:t xml:space="preserve"> planned equipment and available resources</w:t>
            </w:r>
          </w:p>
        </w:tc>
      </w:tr>
      <w:tr w:rsidR="00293EAB" w:rsidRPr="00963A46" w14:paraId="3AFEC0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81B4D7" w14:textId="6E4B33F3" w:rsidR="00293EAB" w:rsidRPr="00293EAB" w:rsidRDefault="00293EAB" w:rsidP="00293EAB">
            <w:pPr>
              <w:pStyle w:val="SIText"/>
            </w:pPr>
            <w:r w:rsidRPr="00293EAB">
              <w:t>3. Determine milk storage requirements</w:t>
            </w:r>
          </w:p>
        </w:tc>
        <w:tc>
          <w:tcPr>
            <w:tcW w:w="3604" w:type="pct"/>
            <w:shd w:val="clear" w:color="auto" w:fill="auto"/>
          </w:tcPr>
          <w:p w14:paraId="7AB7C1EA" w14:textId="2CC85872" w:rsidR="00293EAB" w:rsidRPr="00293EAB" w:rsidRDefault="00293EAB" w:rsidP="00293EAB">
            <w:r w:rsidRPr="00293EAB">
              <w:t xml:space="preserve">3.1 Determine </w:t>
            </w:r>
            <w:r w:rsidR="00895687">
              <w:t xml:space="preserve">facility </w:t>
            </w:r>
            <w:r w:rsidRPr="00293EAB">
              <w:t>milk production levels and projected production increases</w:t>
            </w:r>
          </w:p>
          <w:p w14:paraId="769730D4" w14:textId="1C882A66" w:rsidR="00293EAB" w:rsidRPr="00293EAB" w:rsidRDefault="00293EAB" w:rsidP="00293EAB">
            <w:r w:rsidRPr="00293EAB">
              <w:t xml:space="preserve">3.2 Establish milk entry temperature and other critical design considerations in consultation with </w:t>
            </w:r>
            <w:r w:rsidR="00895687">
              <w:t>facility</w:t>
            </w:r>
            <w:r w:rsidRPr="00293EAB">
              <w:t xml:space="preserve"> and available data</w:t>
            </w:r>
          </w:p>
          <w:p w14:paraId="4C037079" w14:textId="2ECF3C95" w:rsidR="00293EAB" w:rsidRPr="00293EAB" w:rsidRDefault="00293EAB" w:rsidP="00293EAB">
            <w:r w:rsidRPr="00293EAB">
              <w:t>3.3 Select milk vat to meet shed production requirements and bulk milk collection routines</w:t>
            </w:r>
          </w:p>
        </w:tc>
      </w:tr>
      <w:tr w:rsidR="00293EAB" w:rsidRPr="00963A46" w14:paraId="1A6FED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04CD6D" w14:textId="2B95ED43" w:rsidR="00293EAB" w:rsidRPr="00293EAB" w:rsidRDefault="00293EAB" w:rsidP="00293EAB">
            <w:pPr>
              <w:pStyle w:val="SIText"/>
            </w:pPr>
            <w:r w:rsidRPr="00293EAB">
              <w:t>4. Install milk cooling and storage equipment</w:t>
            </w:r>
          </w:p>
        </w:tc>
        <w:tc>
          <w:tcPr>
            <w:tcW w:w="3604" w:type="pct"/>
            <w:shd w:val="clear" w:color="auto" w:fill="auto"/>
          </w:tcPr>
          <w:p w14:paraId="31BBFD68" w14:textId="34084C80" w:rsidR="00293EAB" w:rsidRPr="00293EAB" w:rsidRDefault="00293EAB" w:rsidP="00293EAB">
            <w:r w:rsidRPr="00293EAB">
              <w:t xml:space="preserve">4.1 Install plate cooler and other </w:t>
            </w:r>
            <w:r w:rsidR="00966FEB">
              <w:t xml:space="preserve">required </w:t>
            </w:r>
            <w:r w:rsidRPr="00293EAB">
              <w:t xml:space="preserve">components of pre-cooling system </w:t>
            </w:r>
            <w:r w:rsidR="00966FEB">
              <w:t>according to</w:t>
            </w:r>
            <w:r w:rsidRPr="00293EAB">
              <w:t xml:space="preserve"> system design and industry standards</w:t>
            </w:r>
          </w:p>
          <w:p w14:paraId="13F53EFF" w14:textId="77777777" w:rsidR="00293EAB" w:rsidRPr="00293EAB" w:rsidRDefault="00293EAB" w:rsidP="00293EAB">
            <w:r w:rsidRPr="00293EAB">
              <w:t>4.2 Install vat and refrigeration equipment to meet design specifications</w:t>
            </w:r>
          </w:p>
          <w:p w14:paraId="2549C74F" w14:textId="11A4B691" w:rsidR="00293EAB" w:rsidRPr="00293EAB" w:rsidRDefault="00293EAB" w:rsidP="00293EAB">
            <w:r w:rsidRPr="00293EAB">
              <w:t>4.3 Complete commissioning tests to ensure operation of cooling and storage syste</w:t>
            </w:r>
            <w:r w:rsidR="00966FEB">
              <w:t>m</w:t>
            </w:r>
            <w:r w:rsidRPr="00293EAB">
              <w:t xml:space="preserve"> compl</w:t>
            </w:r>
            <w:r w:rsidR="00966FEB">
              <w:t>ies</w:t>
            </w:r>
            <w:r w:rsidRPr="00293EAB">
              <w:t xml:space="preserve"> with performance targets and milk supply quality standards</w:t>
            </w:r>
          </w:p>
        </w:tc>
      </w:tr>
      <w:tr w:rsidR="00293EAB" w:rsidRPr="00963A46" w14:paraId="2862CE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E9C7A2" w14:textId="0B740E1C" w:rsidR="00293EAB" w:rsidRPr="00293EAB" w:rsidRDefault="00293EAB" w:rsidP="00293EAB">
            <w:pPr>
              <w:pStyle w:val="SIText"/>
            </w:pPr>
            <w:r w:rsidRPr="00293EAB">
              <w:lastRenderedPageBreak/>
              <w:t>5. Operate and maintain milk cooling and storage equipment</w:t>
            </w:r>
          </w:p>
        </w:tc>
        <w:tc>
          <w:tcPr>
            <w:tcW w:w="3604" w:type="pct"/>
            <w:shd w:val="clear" w:color="auto" w:fill="auto"/>
          </w:tcPr>
          <w:p w14:paraId="7E4E095B" w14:textId="0214D265" w:rsidR="00293EAB" w:rsidRPr="00293EAB" w:rsidRDefault="00293EAB" w:rsidP="00293EAB">
            <w:r w:rsidRPr="00293EAB">
              <w:t xml:space="preserve">5.1 Complete routine maintenance program requirements </w:t>
            </w:r>
            <w:r w:rsidR="00966FEB">
              <w:t>according to</w:t>
            </w:r>
            <w:r w:rsidRPr="00293EAB">
              <w:t xml:space="preserve"> manufacturer recommendation</w:t>
            </w:r>
          </w:p>
          <w:p w14:paraId="6D9C8337" w14:textId="72AB6DFD" w:rsidR="00293EAB" w:rsidRPr="00293EAB" w:rsidRDefault="00293EAB" w:rsidP="00293EAB">
            <w:r w:rsidRPr="00293EAB">
              <w:t xml:space="preserve">5.2 Determine </w:t>
            </w:r>
            <w:r w:rsidR="00134F43">
              <w:t xml:space="preserve">and document </w:t>
            </w:r>
            <w:r w:rsidRPr="00293EAB">
              <w:t>repair and service requirements</w:t>
            </w:r>
            <w:r w:rsidR="00966FEB">
              <w:t xml:space="preserve"> and</w:t>
            </w:r>
            <w:r w:rsidRPr="00293EAB">
              <w:t xml:space="preserve"> rectification of operational faults as part of maintenance routines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30EEC2D4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F25BF" w:rsidRPr="00336FCA" w:rsidDel="00423CB2" w14:paraId="1CF24FD6" w14:textId="77777777" w:rsidTr="00CA2922">
        <w:tc>
          <w:tcPr>
            <w:tcW w:w="1396" w:type="pct"/>
          </w:tcPr>
          <w:p w14:paraId="6D88B952" w14:textId="249E2803" w:rsidR="00FF25BF" w:rsidRPr="00A25F0D" w:rsidRDefault="00FF25BF" w:rsidP="00A25F0D">
            <w:pPr>
              <w:pStyle w:val="SIText"/>
            </w:pPr>
            <w:r w:rsidRPr="00A25F0D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6271C2CB" w:rsidR="00FF25BF" w:rsidRPr="00FF25BF" w:rsidRDefault="00FF25BF" w:rsidP="00FF25BF">
            <w:pPr>
              <w:pStyle w:val="SIBulletList1"/>
            </w:pPr>
            <w:r w:rsidRPr="000F538F">
              <w:t xml:space="preserve">Interpret </w:t>
            </w:r>
            <w:r w:rsidRPr="00FF25BF">
              <w:t xml:space="preserve">key information from manufacturer and regulatory documentation </w:t>
            </w:r>
          </w:p>
        </w:tc>
      </w:tr>
      <w:tr w:rsidR="00FF25BF" w:rsidRPr="00336FCA" w:rsidDel="00423CB2" w14:paraId="1D3AF5EE" w14:textId="77777777" w:rsidTr="00CA2922">
        <w:tc>
          <w:tcPr>
            <w:tcW w:w="1396" w:type="pct"/>
          </w:tcPr>
          <w:p w14:paraId="16ED7E97" w14:textId="414ADF6E" w:rsidR="00FF25BF" w:rsidRPr="00A25F0D" w:rsidRDefault="00FF25BF" w:rsidP="00A25F0D">
            <w:pPr>
              <w:pStyle w:val="SIText"/>
            </w:pPr>
            <w:r w:rsidRPr="00A25F0D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06A5833" w14:textId="77777777" w:rsidR="00FF25BF" w:rsidRPr="00FF25BF" w:rsidRDefault="00FF25BF" w:rsidP="00FF25BF">
            <w:pPr>
              <w:pStyle w:val="SIBulletList1"/>
            </w:pPr>
            <w:r w:rsidRPr="007F1127">
              <w:t xml:space="preserve">Gather information through open-ended questioning, active listening, paraphrasing and summarising </w:t>
            </w:r>
          </w:p>
          <w:p w14:paraId="0F32718D" w14:textId="7EE58660" w:rsidR="00FF25BF" w:rsidRPr="00FF25BF" w:rsidRDefault="00FF25BF" w:rsidP="00FF25BF">
            <w:pPr>
              <w:pStyle w:val="SIBulletList1"/>
              <w:rPr>
                <w:rFonts w:eastAsia="Calibri"/>
              </w:rPr>
            </w:pPr>
            <w:r w:rsidRPr="007F1127">
              <w:t xml:space="preserve">Use appropriate language and tone to communicate with internal and external </w:t>
            </w:r>
            <w:r w:rsidR="001C745A">
              <w:t>installation participants</w:t>
            </w:r>
          </w:p>
        </w:tc>
      </w:tr>
      <w:tr w:rsidR="001C745A" w:rsidRPr="00336FCA" w:rsidDel="00423CB2" w14:paraId="03BB9C6A" w14:textId="77777777" w:rsidTr="00CA2922">
        <w:tc>
          <w:tcPr>
            <w:tcW w:w="1396" w:type="pct"/>
          </w:tcPr>
          <w:p w14:paraId="79F97EC7" w14:textId="6CA34FDA" w:rsidR="001C745A" w:rsidRPr="00A25F0D" w:rsidRDefault="001C745A" w:rsidP="00A25F0D">
            <w:pPr>
              <w:pStyle w:val="SIText"/>
            </w:pPr>
            <w:r w:rsidRPr="00A25F0D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DAD12EB" w14:textId="521AF22F" w:rsidR="001C745A" w:rsidRPr="001C745A" w:rsidRDefault="001C745A" w:rsidP="001C745A">
            <w:pPr>
              <w:pStyle w:val="SIBulletList1"/>
              <w:rPr>
                <w:rFonts w:eastAsia="Calibri"/>
              </w:rPr>
            </w:pPr>
            <w:r w:rsidRPr="001C745A">
              <w:t>Complete documentation and plans using the required formal, logical structure and industry terminology</w:t>
            </w:r>
          </w:p>
        </w:tc>
      </w:tr>
      <w:tr w:rsidR="001C745A" w:rsidRPr="00336FCA" w:rsidDel="00423CB2" w14:paraId="210FC827" w14:textId="77777777" w:rsidTr="00CA2922">
        <w:tc>
          <w:tcPr>
            <w:tcW w:w="1396" w:type="pct"/>
          </w:tcPr>
          <w:p w14:paraId="73B079EF" w14:textId="1087620B" w:rsidR="001C745A" w:rsidRPr="00A25F0D" w:rsidRDefault="001C745A" w:rsidP="00A25F0D">
            <w:pPr>
              <w:pStyle w:val="SIText"/>
            </w:pPr>
            <w:r w:rsidRPr="00A25F0D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5442C86C" w14:textId="6800B9D1" w:rsidR="001C745A" w:rsidRPr="001C745A" w:rsidRDefault="001C745A" w:rsidP="001C745A">
            <w:pPr>
              <w:pStyle w:val="SIBulletList1"/>
              <w:rPr>
                <w:rFonts w:eastAsia="Calibri"/>
              </w:rPr>
            </w:pPr>
            <w:r w:rsidRPr="001C745A">
              <w:t>Calculate costings, time and application rates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089D" w14:paraId="4F2945C9" w14:textId="77777777" w:rsidTr="00F33FF2">
        <w:tc>
          <w:tcPr>
            <w:tcW w:w="1028" w:type="pct"/>
          </w:tcPr>
          <w:p w14:paraId="494EE9B5" w14:textId="35A778D9" w:rsidR="0029089D" w:rsidRPr="000754EC" w:rsidRDefault="0014254F" w:rsidP="000754EC">
            <w:pPr>
              <w:pStyle w:val="SIText"/>
            </w:pPr>
            <w:r>
              <w:t>AH</w:t>
            </w:r>
            <w:r w:rsidRPr="0014254F">
              <w:t>CMKH4</w:t>
            </w:r>
            <w:r>
              <w:t>XX</w:t>
            </w:r>
            <w:r w:rsidRPr="0014254F">
              <w:t xml:space="preserve"> Design and install milk cooling and storage</w:t>
            </w:r>
            <w:r w:rsidR="008023E3">
              <w:t xml:space="preserve"> system</w:t>
            </w:r>
          </w:p>
        </w:tc>
        <w:tc>
          <w:tcPr>
            <w:tcW w:w="1105" w:type="pct"/>
          </w:tcPr>
          <w:p w14:paraId="7368B0DF" w14:textId="35660A75" w:rsidR="0029089D" w:rsidRPr="00B50530" w:rsidRDefault="0014254F" w:rsidP="000754EC">
            <w:pPr>
              <w:pStyle w:val="SIText"/>
            </w:pPr>
            <w:r>
              <w:t>AHCMKH403 Design and install enterprise milk cooling and storage</w:t>
            </w:r>
          </w:p>
        </w:tc>
        <w:tc>
          <w:tcPr>
            <w:tcW w:w="1251" w:type="pct"/>
          </w:tcPr>
          <w:p w14:paraId="12565F57" w14:textId="36D03576" w:rsidR="0029089D" w:rsidRPr="00FF25BF" w:rsidRDefault="00FF25BF" w:rsidP="008023E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023E3">
              <w:rPr>
                <w:rStyle w:val="SITemporaryText-red"/>
                <w:color w:val="auto"/>
                <w:sz w:val="20"/>
              </w:rPr>
              <w:t>Minor changes performance criteria</w:t>
            </w:r>
            <w:r w:rsidR="005B75F5" w:rsidRPr="008023E3">
              <w:rPr>
                <w:rStyle w:val="SITemporaryText-red"/>
                <w:color w:val="auto"/>
                <w:sz w:val="20"/>
              </w:rPr>
              <w:t>,</w:t>
            </w:r>
            <w:r w:rsidRPr="008023E3">
              <w:rPr>
                <w:rStyle w:val="SITemporaryText-red"/>
                <w:color w:val="auto"/>
                <w:sz w:val="20"/>
              </w:rPr>
              <w:t xml:space="preserve"> performance and knowledge evidence</w:t>
            </w:r>
            <w:r w:rsidRPr="006C4729">
              <w:rPr>
                <w:rStyle w:val="SITemporaryText-red"/>
                <w:color w:val="auto"/>
                <w:sz w:val="20"/>
              </w:rPr>
              <w:t>. Foundation</w:t>
            </w:r>
            <w:r w:rsidRPr="00FF25BF">
              <w:rPr>
                <w:rStyle w:val="SITemporaryText-red"/>
                <w:color w:val="auto"/>
                <w:sz w:val="20"/>
              </w:rPr>
              <w:t xml:space="preserve"> skill added. Assessment conditions expanded</w:t>
            </w:r>
          </w:p>
        </w:tc>
        <w:tc>
          <w:tcPr>
            <w:tcW w:w="1616" w:type="pct"/>
          </w:tcPr>
          <w:p w14:paraId="169437B1" w14:textId="75E05803" w:rsidR="0014254F" w:rsidRPr="0014254F" w:rsidRDefault="0014254F" w:rsidP="000754E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4254F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4D3F31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F25BF" w:rsidRPr="00293EAB">
              <w:t>AHCMKH4</w:t>
            </w:r>
            <w:r w:rsidR="00FF25BF">
              <w:t>XX</w:t>
            </w:r>
            <w:r w:rsidR="00FF25BF" w:rsidRPr="00293EAB">
              <w:t xml:space="preserve"> </w:t>
            </w:r>
            <w:r w:rsidR="00293EAB" w:rsidRPr="00293EAB">
              <w:t>Design and install milk cooling and storage</w:t>
            </w:r>
            <w:r w:rsidR="008023E3">
              <w:t xml:space="preserve"> systems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A25F0D">
        <w:trPr>
          <w:trHeight w:val="2315"/>
        </w:trPr>
        <w:tc>
          <w:tcPr>
            <w:tcW w:w="5000" w:type="pct"/>
            <w:gridSpan w:val="2"/>
            <w:shd w:val="clear" w:color="auto" w:fill="auto"/>
          </w:tcPr>
          <w:p w14:paraId="3EB7D30B" w14:textId="77777777" w:rsidR="0029089D" w:rsidRPr="00A25F0D" w:rsidRDefault="0029089D" w:rsidP="009570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5F0D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BFFC6DE" w14:textId="0220FC5E" w:rsidR="0029089D" w:rsidRPr="00A25F0D" w:rsidRDefault="0029089D" w:rsidP="00F9790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5F0D">
              <w:rPr>
                <w:rStyle w:val="SITemporaryText-red"/>
                <w:color w:val="auto"/>
                <w:sz w:val="20"/>
              </w:rPr>
              <w:t>There must be evidence that the i</w:t>
            </w:r>
            <w:bookmarkStart w:id="0" w:name="_GoBack"/>
            <w:bookmarkEnd w:id="0"/>
            <w:r w:rsidRPr="00A25F0D">
              <w:rPr>
                <w:rStyle w:val="SITemporaryText-red"/>
                <w:color w:val="auto"/>
                <w:sz w:val="20"/>
              </w:rPr>
              <w:t xml:space="preserve">ndividual has </w:t>
            </w:r>
            <w:r w:rsidR="001C745A" w:rsidRPr="00A25F0D">
              <w:rPr>
                <w:rStyle w:val="SITemporaryText-red"/>
                <w:color w:val="auto"/>
                <w:sz w:val="20"/>
              </w:rPr>
              <w:t xml:space="preserve">designed and </w:t>
            </w:r>
            <w:r w:rsidR="008023E3" w:rsidRPr="00A25F0D">
              <w:rPr>
                <w:rStyle w:val="SITemporaryText-red"/>
                <w:color w:val="auto"/>
                <w:sz w:val="20"/>
              </w:rPr>
              <w:t>installed</w:t>
            </w:r>
            <w:r w:rsidR="001C745A" w:rsidRPr="00A25F0D">
              <w:rPr>
                <w:rStyle w:val="SITemporaryText-red"/>
                <w:color w:val="auto"/>
                <w:sz w:val="20"/>
              </w:rPr>
              <w:t xml:space="preserve"> at least one </w:t>
            </w:r>
            <w:r w:rsidR="008023E3" w:rsidRPr="00A25F0D">
              <w:rPr>
                <w:rStyle w:val="SITemporaryText-red"/>
                <w:color w:val="auto"/>
                <w:sz w:val="20"/>
              </w:rPr>
              <w:t>milk cooling and storage system, including:</w:t>
            </w:r>
          </w:p>
          <w:p w14:paraId="7C4F9A59" w14:textId="2CD2C56B" w:rsidR="00293EAB" w:rsidRPr="0070538B" w:rsidRDefault="001A72DC" w:rsidP="0070538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5F0D">
              <w:rPr>
                <w:rStyle w:val="SITemporaryText-red"/>
                <w:color w:val="auto"/>
                <w:sz w:val="20"/>
              </w:rPr>
              <w:t>established</w:t>
            </w:r>
            <w:r w:rsidR="00293EAB" w:rsidRPr="0070538B">
              <w:rPr>
                <w:rStyle w:val="SITemporaryText-red"/>
                <w:color w:val="auto"/>
                <w:sz w:val="20"/>
              </w:rPr>
              <w:t xml:space="preserve"> cooling and storage system </w:t>
            </w:r>
            <w:r w:rsidR="00F9790B" w:rsidRPr="00A25F0D">
              <w:rPr>
                <w:rStyle w:val="SITemporaryText-red"/>
                <w:color w:val="auto"/>
                <w:sz w:val="20"/>
              </w:rPr>
              <w:t xml:space="preserve">design to </w:t>
            </w:r>
            <w:r w:rsidR="007C50D6" w:rsidRPr="00A25F0D">
              <w:rPr>
                <w:rStyle w:val="SITemporaryText-red"/>
                <w:color w:val="auto"/>
                <w:sz w:val="20"/>
              </w:rPr>
              <w:t xml:space="preserve">facility </w:t>
            </w:r>
            <w:r w:rsidR="00293EAB" w:rsidRPr="0070538B">
              <w:rPr>
                <w:rStyle w:val="SITemporaryText-red"/>
                <w:color w:val="auto"/>
                <w:sz w:val="20"/>
              </w:rPr>
              <w:t>requirements</w:t>
            </w:r>
          </w:p>
          <w:p w14:paraId="14E13AC0" w14:textId="3962267C" w:rsidR="00293EAB" w:rsidRPr="0070538B" w:rsidRDefault="007C50D6" w:rsidP="0070538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5F0D">
              <w:rPr>
                <w:rStyle w:val="SITemporaryText-red"/>
                <w:color w:val="auto"/>
                <w:sz w:val="20"/>
              </w:rPr>
              <w:t xml:space="preserve">conducted testing and research to </w:t>
            </w:r>
            <w:r w:rsidR="001A72DC" w:rsidRPr="00A25F0D">
              <w:rPr>
                <w:rStyle w:val="SITemporaryText-red"/>
                <w:color w:val="auto"/>
                <w:sz w:val="20"/>
              </w:rPr>
              <w:t>establish</w:t>
            </w:r>
            <w:r w:rsidR="001A72DC" w:rsidRPr="0070538B">
              <w:rPr>
                <w:rStyle w:val="SITemporaryText-red"/>
                <w:color w:val="auto"/>
                <w:sz w:val="20"/>
              </w:rPr>
              <w:t xml:space="preserve"> </w:t>
            </w:r>
            <w:r w:rsidR="00293EAB" w:rsidRPr="0070538B">
              <w:rPr>
                <w:rStyle w:val="SITemporaryText-red"/>
                <w:color w:val="auto"/>
                <w:sz w:val="20"/>
              </w:rPr>
              <w:t xml:space="preserve">milk pre-cooling </w:t>
            </w:r>
            <w:r w:rsidRPr="00A25F0D">
              <w:rPr>
                <w:rStyle w:val="SITemporaryText-red"/>
                <w:color w:val="auto"/>
                <w:sz w:val="20"/>
              </w:rPr>
              <w:t xml:space="preserve">and milk storage </w:t>
            </w:r>
            <w:r w:rsidR="00293EAB" w:rsidRPr="0070538B">
              <w:rPr>
                <w:rStyle w:val="SITemporaryText-red"/>
                <w:color w:val="auto"/>
                <w:sz w:val="20"/>
              </w:rPr>
              <w:t>requirements</w:t>
            </w:r>
          </w:p>
          <w:p w14:paraId="15E1696F" w14:textId="6E5BB4BC" w:rsidR="00293EAB" w:rsidRPr="00A25F0D" w:rsidRDefault="001A72DC" w:rsidP="0070538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5F0D">
              <w:rPr>
                <w:rStyle w:val="SITemporaryText-red"/>
                <w:color w:val="auto"/>
                <w:sz w:val="20"/>
              </w:rPr>
              <w:t xml:space="preserve">conducted </w:t>
            </w:r>
            <w:r w:rsidR="00A25F0D" w:rsidRPr="00A25F0D">
              <w:t>commission</w:t>
            </w:r>
            <w:r w:rsidR="00DE6A13">
              <w:rPr>
                <w:rStyle w:val="SITemporaryText-red"/>
              </w:rPr>
              <w:t xml:space="preserve"> </w:t>
            </w:r>
            <w:r w:rsidR="00A25F0D" w:rsidRPr="00A25F0D">
              <w:t>testing</w:t>
            </w:r>
            <w:r w:rsidRPr="00A25F0D">
              <w:rPr>
                <w:rStyle w:val="SITemporaryText-red"/>
                <w:color w:val="auto"/>
                <w:sz w:val="20"/>
              </w:rPr>
              <w:t xml:space="preserve"> on installed</w:t>
            </w:r>
            <w:r w:rsidR="00293EAB" w:rsidRPr="0070538B">
              <w:rPr>
                <w:rStyle w:val="SITemporaryText-red"/>
                <w:color w:val="auto"/>
                <w:sz w:val="20"/>
              </w:rPr>
              <w:t xml:space="preserve"> milk cooling and storage equipment</w:t>
            </w:r>
          </w:p>
          <w:p w14:paraId="039672DD" w14:textId="542DCFAC" w:rsidR="00293EAB" w:rsidRPr="0070538B" w:rsidRDefault="0070538B" w:rsidP="0070538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5F0D">
              <w:rPr>
                <w:rStyle w:val="SITemporaryText-red"/>
                <w:color w:val="auto"/>
                <w:sz w:val="20"/>
              </w:rPr>
              <w:t>documented</w:t>
            </w:r>
            <w:r w:rsidR="001A72DC" w:rsidRPr="00A25F0D">
              <w:rPr>
                <w:rStyle w:val="SITemporaryText-red"/>
                <w:color w:val="auto"/>
                <w:sz w:val="20"/>
              </w:rPr>
              <w:t xml:space="preserve"> the </w:t>
            </w:r>
            <w:r w:rsidRPr="00A25F0D">
              <w:rPr>
                <w:rStyle w:val="SITemporaryText-red"/>
                <w:color w:val="auto"/>
                <w:sz w:val="20"/>
              </w:rPr>
              <w:t xml:space="preserve">maintained routines for </w:t>
            </w:r>
            <w:r w:rsidR="00293EAB" w:rsidRPr="0070538B">
              <w:rPr>
                <w:rStyle w:val="SITemporaryText-red"/>
                <w:color w:val="auto"/>
                <w:sz w:val="20"/>
              </w:rPr>
              <w:t>milk cooling and storage equipment</w:t>
            </w:r>
          </w:p>
          <w:p w14:paraId="3F4E2EAA" w14:textId="12A57B0C" w:rsidR="00556C4C" w:rsidRPr="0070538B" w:rsidRDefault="0070538B" w:rsidP="0070538B">
            <w:pPr>
              <w:pStyle w:val="SIBulletList1"/>
            </w:pPr>
            <w:r w:rsidRPr="00A25F0D">
              <w:rPr>
                <w:rStyle w:val="SITemporaryText-red"/>
                <w:color w:val="auto"/>
                <w:sz w:val="20"/>
              </w:rPr>
              <w:t>applied</w:t>
            </w:r>
            <w:r w:rsidR="00293EAB" w:rsidRPr="0070538B">
              <w:rPr>
                <w:rStyle w:val="SITemporaryText-red"/>
                <w:color w:val="auto"/>
                <w:sz w:val="20"/>
              </w:rPr>
              <w:t xml:space="preserve"> work health and safety </w:t>
            </w:r>
            <w:r w:rsidRPr="00A25F0D">
              <w:rPr>
                <w:rStyle w:val="SITemporaryText-red"/>
                <w:color w:val="auto"/>
                <w:sz w:val="20"/>
              </w:rPr>
              <w:t>requirements in design and installation.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7CFA6D9" w14:textId="3DE578C3" w:rsidR="0029089D" w:rsidRPr="00A25F0D" w:rsidRDefault="0029089D" w:rsidP="009570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5F0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3F788B8" w14:textId="025CD178" w:rsidR="00957002" w:rsidRPr="00957002" w:rsidRDefault="00957002" w:rsidP="00957002">
            <w:pPr>
              <w:pStyle w:val="SIBulletList1"/>
            </w:pPr>
            <w:r w:rsidRPr="00957002">
              <w:t>requirements, components and considerations for designing, planning, siting and installing milk cooling and milk storage systems and their components, and to meet the needs of the facility and industry standards</w:t>
            </w:r>
          </w:p>
          <w:p w14:paraId="75D39AC0" w14:textId="77777777" w:rsidR="00293EAB" w:rsidRPr="00293EAB" w:rsidRDefault="00293EAB" w:rsidP="00293EAB">
            <w:pPr>
              <w:pStyle w:val="SIBulletList1"/>
            </w:pPr>
            <w:r w:rsidRPr="00293EAB">
              <w:t>types, functions, cleaning, operating, monitoring and maintenance of milk cooling and milk storage systems and all components</w:t>
            </w:r>
          </w:p>
          <w:p w14:paraId="4B2A8326" w14:textId="77777777" w:rsidR="00293EAB" w:rsidRPr="00293EAB" w:rsidRDefault="00293EAB" w:rsidP="00293EAB">
            <w:pPr>
              <w:pStyle w:val="SIBulletList1"/>
            </w:pPr>
            <w:r w:rsidRPr="00293EAB">
              <w:t>requirements, criteria and assessment methods for determining water quality and the impacts of water quality on maintenance and performance of milk cooling and milk storage systems</w:t>
            </w:r>
          </w:p>
          <w:p w14:paraId="38F63740" w14:textId="3B9951CC" w:rsidR="00293EAB" w:rsidRPr="00293EAB" w:rsidRDefault="00293EAB" w:rsidP="00293EAB">
            <w:pPr>
              <w:pStyle w:val="SIBulletList1"/>
            </w:pPr>
            <w:r w:rsidRPr="00293EAB">
              <w:t xml:space="preserve">possible faults, problems and poor performance with milk cooling and milk storage systems and their components, impacts on </w:t>
            </w:r>
            <w:r w:rsidR="00957002">
              <w:t>facility</w:t>
            </w:r>
            <w:r w:rsidR="00957002" w:rsidRPr="00293EAB">
              <w:t xml:space="preserve"> </w:t>
            </w:r>
            <w:r w:rsidRPr="00293EAB">
              <w:t>operations and corrective actions for these faults and problems</w:t>
            </w:r>
          </w:p>
          <w:p w14:paraId="58B2620C" w14:textId="77777777" w:rsidR="00293EAB" w:rsidRPr="00293EAB" w:rsidRDefault="00293EAB" w:rsidP="00293EAB">
            <w:pPr>
              <w:pStyle w:val="SIBulletList1"/>
            </w:pPr>
            <w:r w:rsidRPr="00293EAB">
              <w:t>criteria and methods for assessing performance of milk cooling and milk storage systems and their components</w:t>
            </w:r>
          </w:p>
          <w:p w14:paraId="4E68515B" w14:textId="77777777" w:rsidR="00293EAB" w:rsidRPr="00293EAB" w:rsidRDefault="00293EAB" w:rsidP="00293EAB">
            <w:pPr>
              <w:pStyle w:val="SIBulletList1"/>
            </w:pPr>
            <w:r w:rsidRPr="00293EAB">
              <w:t>requirements and assessment methods for determining enterprise milk production levels</w:t>
            </w:r>
          </w:p>
          <w:p w14:paraId="594042BC" w14:textId="7C1F804C" w:rsidR="00F1480E" w:rsidRPr="000754EC" w:rsidRDefault="00293EAB" w:rsidP="00293EAB">
            <w:pPr>
              <w:pStyle w:val="SIBulletList1"/>
            </w:pPr>
            <w:r w:rsidRPr="00293EAB">
              <w:t>relevant work health and safety requirements</w:t>
            </w:r>
            <w:r w:rsidR="00F9790B">
              <w:t xml:space="preserve"> for the design and installation of milk cooling and storage systems.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ECFB30" w14:textId="77777777" w:rsidTr="00CA2922">
        <w:tc>
          <w:tcPr>
            <w:tcW w:w="5000" w:type="pct"/>
            <w:shd w:val="clear" w:color="auto" w:fill="auto"/>
          </w:tcPr>
          <w:p w14:paraId="66D5FCA6" w14:textId="0721039D" w:rsidR="0029089D" w:rsidRPr="00A25F0D" w:rsidRDefault="0029089D" w:rsidP="00A25F0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5F0D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0419B26" w14:textId="77777777" w:rsidR="00FF25BF" w:rsidRPr="00A25F0D" w:rsidRDefault="00FF25B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25F0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FE9F395" w14:textId="77777777" w:rsidR="00FF25BF" w:rsidRPr="00A25F0D" w:rsidRDefault="00FF25B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036AC">
              <w:rPr>
                <w:rStyle w:val="SITemporaryText-red"/>
                <w:color w:val="auto"/>
                <w:sz w:val="20"/>
              </w:rPr>
              <w:t xml:space="preserve">skills must be demonstrated in a </w:t>
            </w:r>
            <w:r w:rsidRPr="00A25F0D">
              <w:rPr>
                <w:rStyle w:val="SITemporaryText-red"/>
                <w:color w:val="auto"/>
                <w:sz w:val="20"/>
              </w:rPr>
              <w:t>dairy milking facility or an environment that accurately represents workplace conditions</w:t>
            </w:r>
          </w:p>
          <w:p w14:paraId="00DFB861" w14:textId="77777777" w:rsidR="005B75F5" w:rsidRPr="005B75F5" w:rsidRDefault="005B75F5">
            <w:pPr>
              <w:pStyle w:val="SIBulletList1"/>
              <w:rPr>
                <w:rStyle w:val="SITemporaryText-red"/>
              </w:rPr>
            </w:pPr>
            <w:r w:rsidRPr="00A25F0D">
              <w:rPr>
                <w:rStyle w:val="SITemporaryText-red"/>
                <w:color w:val="auto"/>
                <w:sz w:val="20"/>
              </w:rPr>
              <w:t>resources, equipment and materials</w:t>
            </w:r>
            <w:r w:rsidRPr="005B75F5">
              <w:rPr>
                <w:rStyle w:val="SITemporaryText-red"/>
              </w:rPr>
              <w:t>:</w:t>
            </w:r>
          </w:p>
          <w:p w14:paraId="21B11EFB" w14:textId="3BDBF40F" w:rsidR="005B75F5" w:rsidRPr="00A25F0D" w:rsidRDefault="0023164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25F0D">
              <w:rPr>
                <w:rStyle w:val="SITemporaryText-red"/>
                <w:color w:val="auto"/>
                <w:sz w:val="20"/>
              </w:rPr>
              <w:t xml:space="preserve">milk cooling and storage system </w:t>
            </w:r>
            <w:r w:rsidR="002036AC" w:rsidRPr="00A25F0D">
              <w:rPr>
                <w:rStyle w:val="SITemporaryText-red"/>
                <w:color w:val="auto"/>
                <w:sz w:val="20"/>
              </w:rPr>
              <w:t xml:space="preserve">and </w:t>
            </w:r>
            <w:r w:rsidRPr="00A25F0D">
              <w:rPr>
                <w:rStyle w:val="SITemporaryText-red"/>
                <w:color w:val="auto"/>
                <w:sz w:val="20"/>
              </w:rPr>
              <w:t>components</w:t>
            </w:r>
          </w:p>
          <w:p w14:paraId="77E8351C" w14:textId="488AC143" w:rsidR="00231649" w:rsidRPr="00A25F0D" w:rsidRDefault="0023164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25F0D">
              <w:rPr>
                <w:rStyle w:val="SITemporaryText-red"/>
                <w:color w:val="auto"/>
                <w:sz w:val="20"/>
              </w:rPr>
              <w:t>tools and equipment to install and test system</w:t>
            </w:r>
          </w:p>
          <w:p w14:paraId="2389903C" w14:textId="0C7E6F32" w:rsidR="00231649" w:rsidRPr="00A25F0D" w:rsidRDefault="0023164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25F0D">
              <w:rPr>
                <w:rStyle w:val="SITemporaryText-red"/>
                <w:rFonts w:eastAsia="Calibri"/>
                <w:color w:val="auto"/>
                <w:sz w:val="20"/>
              </w:rPr>
              <w:t xml:space="preserve">personal </w:t>
            </w:r>
            <w:r w:rsidR="00A25F0D" w:rsidRPr="00A25F0D">
              <w:rPr>
                <w:rStyle w:val="SITemporaryText-red"/>
                <w:rFonts w:eastAsia="Calibri"/>
                <w:color w:val="auto"/>
                <w:sz w:val="20"/>
              </w:rPr>
              <w:t>protective</w:t>
            </w:r>
            <w:r w:rsidRPr="00A25F0D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</w:p>
          <w:p w14:paraId="4490BA6B" w14:textId="0CE5B462" w:rsidR="00134F43" w:rsidRPr="00A25F0D" w:rsidRDefault="00134F4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25F0D">
              <w:rPr>
                <w:rStyle w:val="SITemporaryText-red"/>
                <w:rFonts w:eastAsia="Calibri"/>
                <w:color w:val="auto"/>
                <w:sz w:val="20"/>
              </w:rPr>
              <w:t>resources to document maintenance program</w:t>
            </w:r>
          </w:p>
          <w:p w14:paraId="22FE5070" w14:textId="77777777" w:rsidR="005B75F5" w:rsidRPr="00A25F0D" w:rsidRDefault="005B75F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25F0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160A215" w14:textId="6511C62C" w:rsidR="005B75F5" w:rsidRPr="00A25F0D" w:rsidRDefault="005B75F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25F0D">
              <w:rPr>
                <w:rStyle w:val="SITemporaryText-red"/>
                <w:rFonts w:eastAsia="Calibri"/>
                <w:color w:val="auto"/>
                <w:sz w:val="20"/>
              </w:rPr>
              <w:t xml:space="preserve">facility </w:t>
            </w:r>
            <w:r w:rsidR="00231649" w:rsidRPr="00A25F0D">
              <w:rPr>
                <w:rStyle w:val="SITemporaryText-red"/>
                <w:rFonts w:eastAsia="Calibri"/>
                <w:color w:val="auto"/>
                <w:sz w:val="20"/>
              </w:rPr>
              <w:t xml:space="preserve">milk cooling and storage system </w:t>
            </w:r>
            <w:r w:rsidRPr="00A25F0D">
              <w:rPr>
                <w:rStyle w:val="SITemporaryText-red"/>
                <w:rFonts w:eastAsia="Calibri"/>
                <w:color w:val="auto"/>
                <w:sz w:val="20"/>
              </w:rPr>
              <w:t>specifications</w:t>
            </w:r>
          </w:p>
          <w:p w14:paraId="4336C31A" w14:textId="20CF010B" w:rsidR="005B75F5" w:rsidRPr="00A25F0D" w:rsidRDefault="005B75F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25F0D">
              <w:rPr>
                <w:rStyle w:val="SITemporaryText-red"/>
                <w:rFonts w:eastAsia="Calibri"/>
                <w:color w:val="auto"/>
                <w:sz w:val="20"/>
              </w:rPr>
              <w:t xml:space="preserve">workplace policies and procedures for milking </w:t>
            </w:r>
            <w:r w:rsidR="00231649" w:rsidRPr="00A25F0D">
              <w:rPr>
                <w:rStyle w:val="SITemporaryText-red"/>
                <w:rFonts w:eastAsia="Calibri"/>
                <w:color w:val="auto"/>
                <w:sz w:val="20"/>
              </w:rPr>
              <w:t>cooling and storage system</w:t>
            </w:r>
            <w:r w:rsidRPr="00A25F0D">
              <w:rPr>
                <w:rStyle w:val="SITemporaryText-red"/>
                <w:rFonts w:eastAsia="Calibri"/>
                <w:color w:val="auto"/>
                <w:sz w:val="20"/>
              </w:rPr>
              <w:t xml:space="preserve"> installation, including advice on health and safety and hygiene requirements</w:t>
            </w:r>
          </w:p>
          <w:p w14:paraId="4590467C" w14:textId="5FFFFDF7" w:rsidR="005B75F5" w:rsidRPr="00A25F0D" w:rsidRDefault="005B75F5">
            <w:pPr>
              <w:pStyle w:val="SIBulletList2"/>
              <w:rPr>
                <w:rStyle w:val="SITemporaryText-red"/>
                <w:rFonts w:eastAsia="Calibri"/>
              </w:rPr>
            </w:pPr>
            <w:r w:rsidRPr="00A25F0D">
              <w:rPr>
                <w:rStyle w:val="SITemporaryText-red"/>
                <w:rFonts w:eastAsia="Calibri"/>
                <w:color w:val="auto"/>
                <w:sz w:val="20"/>
              </w:rPr>
              <w:t>manufacturer specifications</w:t>
            </w:r>
            <w:r w:rsidR="00134F43" w:rsidRPr="00A25F0D">
              <w:rPr>
                <w:rStyle w:val="SITemporaryText-red"/>
                <w:rFonts w:eastAsia="Calibri"/>
                <w:color w:val="auto"/>
                <w:sz w:val="20"/>
              </w:rPr>
              <w:t xml:space="preserve"> on installation and maintenance requirements</w:t>
            </w:r>
            <w:r w:rsidRPr="005B75F5">
              <w:rPr>
                <w:rStyle w:val="SITemporaryText-red"/>
                <w:rFonts w:eastAsia="Calibri"/>
              </w:rPr>
              <w:t>.</w:t>
            </w:r>
          </w:p>
          <w:p w14:paraId="59280176" w14:textId="77777777" w:rsidR="00FF25BF" w:rsidRPr="00A25F0D" w:rsidRDefault="00FF25B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A2BBCC1" w14:textId="77777777" w:rsidR="00FF25BF" w:rsidRPr="00A25F0D" w:rsidRDefault="00FF25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25F0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408F0CDB" w14:textId="64DEAEC2" w:rsidR="00F1480E" w:rsidRPr="0029089D" w:rsidRDefault="00F1480E" w:rsidP="00A25F0D">
            <w:pPr>
              <w:rPr>
                <w:rStyle w:val="SITemporaryText-red"/>
                <w:rFonts w:eastAsia="Calibri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03AF61C3" w:rsidR="00F1480E" w:rsidRPr="000754EC" w:rsidRDefault="00ED49F4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4EFD3" w16cex:dateUtc="2020-11-22T03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12439" w14:textId="77777777" w:rsidR="00ED49F4" w:rsidRDefault="00ED49F4" w:rsidP="00BF3F0A">
      <w:r>
        <w:separator/>
      </w:r>
    </w:p>
    <w:p w14:paraId="030763DF" w14:textId="77777777" w:rsidR="00ED49F4" w:rsidRDefault="00ED49F4"/>
  </w:endnote>
  <w:endnote w:type="continuationSeparator" w:id="0">
    <w:p w14:paraId="033B64FB" w14:textId="77777777" w:rsidR="00ED49F4" w:rsidRDefault="00ED49F4" w:rsidP="00BF3F0A">
      <w:r>
        <w:continuationSeparator/>
      </w:r>
    </w:p>
    <w:p w14:paraId="189D9560" w14:textId="77777777" w:rsidR="00ED49F4" w:rsidRDefault="00ED49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570EB" w14:textId="77777777" w:rsidR="00ED49F4" w:rsidRDefault="00ED49F4" w:rsidP="00BF3F0A">
      <w:r>
        <w:separator/>
      </w:r>
    </w:p>
    <w:p w14:paraId="7759CF72" w14:textId="77777777" w:rsidR="00ED49F4" w:rsidRDefault="00ED49F4"/>
  </w:footnote>
  <w:footnote w:type="continuationSeparator" w:id="0">
    <w:p w14:paraId="5C7EB57F" w14:textId="77777777" w:rsidR="00ED49F4" w:rsidRDefault="00ED49F4" w:rsidP="00BF3F0A">
      <w:r>
        <w:continuationSeparator/>
      </w:r>
    </w:p>
    <w:p w14:paraId="0405B82F" w14:textId="77777777" w:rsidR="00ED49F4" w:rsidRDefault="00ED49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62C93CE1" w:rsidR="009C2650" w:rsidRPr="00293EAB" w:rsidRDefault="00FF25BF" w:rsidP="00293EAB">
    <w:r w:rsidRPr="00293EAB">
      <w:rPr>
        <w:lang w:eastAsia="en-US"/>
      </w:rPr>
      <w:t>AHCMKH4</w:t>
    </w:r>
    <w:r>
      <w:t>XX</w:t>
    </w:r>
    <w:r w:rsidRPr="00293EAB">
      <w:rPr>
        <w:lang w:eastAsia="en-US"/>
      </w:rPr>
      <w:t xml:space="preserve"> </w:t>
    </w:r>
    <w:r w:rsidR="00293EAB" w:rsidRPr="00293EAB">
      <w:rPr>
        <w:lang w:eastAsia="en-US"/>
      </w:rPr>
      <w:t>Design and install milk cooling and storage</w:t>
    </w:r>
    <w:r w:rsidR="008023E3">
      <w:t xml:space="preserve"> system</w:t>
    </w:r>
    <w:r w:rsidR="006C4729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3B3"/>
    <w:rsid w:val="00074E47"/>
    <w:rsid w:val="000754EC"/>
    <w:rsid w:val="0009093B"/>
    <w:rsid w:val="000A467F"/>
    <w:rsid w:val="000A5441"/>
    <w:rsid w:val="000B2022"/>
    <w:rsid w:val="000B3E95"/>
    <w:rsid w:val="000C149A"/>
    <w:rsid w:val="000C224E"/>
    <w:rsid w:val="000E25E6"/>
    <w:rsid w:val="000E2C86"/>
    <w:rsid w:val="000F29F2"/>
    <w:rsid w:val="00101659"/>
    <w:rsid w:val="001044DA"/>
    <w:rsid w:val="00105AEA"/>
    <w:rsid w:val="001078BF"/>
    <w:rsid w:val="00133957"/>
    <w:rsid w:val="00134F43"/>
    <w:rsid w:val="001372F6"/>
    <w:rsid w:val="0014254F"/>
    <w:rsid w:val="00144385"/>
    <w:rsid w:val="00146EEC"/>
    <w:rsid w:val="00151D55"/>
    <w:rsid w:val="00151D93"/>
    <w:rsid w:val="00156EF3"/>
    <w:rsid w:val="00176E4F"/>
    <w:rsid w:val="0018546B"/>
    <w:rsid w:val="001A6A3E"/>
    <w:rsid w:val="001A72DC"/>
    <w:rsid w:val="001A7B6D"/>
    <w:rsid w:val="001B34D5"/>
    <w:rsid w:val="001B513A"/>
    <w:rsid w:val="001C0A75"/>
    <w:rsid w:val="001C1306"/>
    <w:rsid w:val="001C745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6AC"/>
    <w:rsid w:val="0021210E"/>
    <w:rsid w:val="0021414D"/>
    <w:rsid w:val="00223124"/>
    <w:rsid w:val="00231649"/>
    <w:rsid w:val="00233143"/>
    <w:rsid w:val="00234444"/>
    <w:rsid w:val="00242293"/>
    <w:rsid w:val="00244EA7"/>
    <w:rsid w:val="00262FC3"/>
    <w:rsid w:val="0026394F"/>
    <w:rsid w:val="00267AF6"/>
    <w:rsid w:val="00271289"/>
    <w:rsid w:val="00276DB8"/>
    <w:rsid w:val="00282664"/>
    <w:rsid w:val="00285FB8"/>
    <w:rsid w:val="00290473"/>
    <w:rsid w:val="0029089D"/>
    <w:rsid w:val="00293EAB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A24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5DD5"/>
    <w:rsid w:val="003A21F0"/>
    <w:rsid w:val="003A277F"/>
    <w:rsid w:val="003A58BA"/>
    <w:rsid w:val="003A5AE7"/>
    <w:rsid w:val="003A7221"/>
    <w:rsid w:val="003B3493"/>
    <w:rsid w:val="003C13AE"/>
    <w:rsid w:val="003C31B2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4CB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ED0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5F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F4B"/>
    <w:rsid w:val="006C2F32"/>
    <w:rsid w:val="006C472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38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714"/>
    <w:rsid w:val="007A300D"/>
    <w:rsid w:val="007C50D6"/>
    <w:rsid w:val="007D5A78"/>
    <w:rsid w:val="007E3BD1"/>
    <w:rsid w:val="007F1563"/>
    <w:rsid w:val="007F1EB2"/>
    <w:rsid w:val="007F44DB"/>
    <w:rsid w:val="007F5A8B"/>
    <w:rsid w:val="008023E3"/>
    <w:rsid w:val="00817D51"/>
    <w:rsid w:val="00823530"/>
    <w:rsid w:val="00823FF4"/>
    <w:rsid w:val="00830267"/>
    <w:rsid w:val="008306E7"/>
    <w:rsid w:val="008322BE"/>
    <w:rsid w:val="00834BC8"/>
    <w:rsid w:val="00835ECC"/>
    <w:rsid w:val="00837FD6"/>
    <w:rsid w:val="00847B60"/>
    <w:rsid w:val="00850243"/>
    <w:rsid w:val="00851BE5"/>
    <w:rsid w:val="008545EB"/>
    <w:rsid w:val="00865011"/>
    <w:rsid w:val="00884E60"/>
    <w:rsid w:val="00886790"/>
    <w:rsid w:val="008908DE"/>
    <w:rsid w:val="00895687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002"/>
    <w:rsid w:val="00960F6C"/>
    <w:rsid w:val="00966FEB"/>
    <w:rsid w:val="00970747"/>
    <w:rsid w:val="00997BFC"/>
    <w:rsid w:val="009A5900"/>
    <w:rsid w:val="009A6E6C"/>
    <w:rsid w:val="009A6F3F"/>
    <w:rsid w:val="009B331A"/>
    <w:rsid w:val="009C2650"/>
    <w:rsid w:val="009C7F98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5F0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2203"/>
    <w:rsid w:val="00B3508F"/>
    <w:rsid w:val="00B443EE"/>
    <w:rsid w:val="00B5053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425"/>
    <w:rsid w:val="00BD3B0F"/>
    <w:rsid w:val="00BE576A"/>
    <w:rsid w:val="00BE5889"/>
    <w:rsid w:val="00BF1D4C"/>
    <w:rsid w:val="00BF3F0A"/>
    <w:rsid w:val="00C016FE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701D"/>
    <w:rsid w:val="00C96AF3"/>
    <w:rsid w:val="00C97CCC"/>
    <w:rsid w:val="00CA0274"/>
    <w:rsid w:val="00CA139A"/>
    <w:rsid w:val="00CB746F"/>
    <w:rsid w:val="00CC451E"/>
    <w:rsid w:val="00CC585D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6A13"/>
    <w:rsid w:val="00E238E6"/>
    <w:rsid w:val="00E34CD8"/>
    <w:rsid w:val="00E35064"/>
    <w:rsid w:val="00E3681D"/>
    <w:rsid w:val="00E40225"/>
    <w:rsid w:val="00E501F0"/>
    <w:rsid w:val="00E6166D"/>
    <w:rsid w:val="00E736B4"/>
    <w:rsid w:val="00E74864"/>
    <w:rsid w:val="00E91BFF"/>
    <w:rsid w:val="00E92933"/>
    <w:rsid w:val="00E933B0"/>
    <w:rsid w:val="00E94FAD"/>
    <w:rsid w:val="00EB0AA4"/>
    <w:rsid w:val="00EB5C88"/>
    <w:rsid w:val="00EC0469"/>
    <w:rsid w:val="00EC0C3E"/>
    <w:rsid w:val="00ED49F4"/>
    <w:rsid w:val="00EF01F8"/>
    <w:rsid w:val="00EF3268"/>
    <w:rsid w:val="00EF40EF"/>
    <w:rsid w:val="00EF47FE"/>
    <w:rsid w:val="00EF5B51"/>
    <w:rsid w:val="00F04E13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9790B"/>
    <w:rsid w:val="00FB232E"/>
    <w:rsid w:val="00FD557D"/>
    <w:rsid w:val="00FE0282"/>
    <w:rsid w:val="00FE124D"/>
    <w:rsid w:val="00FE792C"/>
    <w:rsid w:val="00FF25BF"/>
    <w:rsid w:val="00FF58F8"/>
    <w:rsid w:val="00FF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bf83b069-7fc8-43ce-bade-75f78a69b13c">Not for development</ProjectPhase>
    <AssignedTo xmlns="http://schemas.microsoft.com/sharepoint/v3">
      <UserInfo>
        <DisplayName>Lina Robinson</DisplayName>
        <AccountId>934</AccountId>
        <AccountType/>
      </UserInfo>
    </AssignedT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CCBD058D71634799C00E4B4E0D7B36" ma:contentTypeVersion="4" ma:contentTypeDescription="Create a new document." ma:contentTypeScope="" ma:versionID="c7c1fa670f38d968c6932d9550ef61ef">
  <xsd:schema xmlns:xsd="http://www.w3.org/2001/XMLSchema" xmlns:xs="http://www.w3.org/2001/XMLSchema" xmlns:p="http://schemas.microsoft.com/office/2006/metadata/properties" xmlns:ns1="http://schemas.microsoft.com/sharepoint/v3" xmlns:ns2="bf83b069-7fc8-43ce-bade-75f78a69b13c" targetNamespace="http://schemas.microsoft.com/office/2006/metadata/properties" ma:root="true" ma:fieldsID="49dcc7f18a36a005c52e22362dd525ec" ns1:_="" ns2:_="">
    <xsd:import namespace="http://schemas.microsoft.com/sharepoint/v3"/>
    <xsd:import namespace="bf83b069-7fc8-43ce-bade-75f78a69b1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  <xsd:element ref="ns1:Assigned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11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83b069-7fc8-43ce-bade-75f78a69b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f83b069-7fc8-43ce-bade-75f78a69b13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20E0E32-4FE5-4976-9EFE-A2E1499A0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f83b069-7fc8-43ce-bade-75f78a69b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F2A4C3-CA67-4FF0-B0FB-24E7C927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100</TotalTime>
  <Pages>3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17</cp:revision>
  <cp:lastPrinted>2016-05-27T05:21:00Z</cp:lastPrinted>
  <dcterms:created xsi:type="dcterms:W3CDTF">2020-08-25T06:08:00Z</dcterms:created>
  <dcterms:modified xsi:type="dcterms:W3CDTF">2021-01-06T02:03:00Z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0x010100CCCCBD058D71634799C00E4B4E0D7B36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