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A4971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B22C749" w14:textId="77777777" w:rsidTr="00146EEC">
        <w:tc>
          <w:tcPr>
            <w:tcW w:w="2689" w:type="dxa"/>
          </w:tcPr>
          <w:p w14:paraId="0A4426CB" w14:textId="77777777" w:rsidR="00F1480E" w:rsidRPr="000754EC" w:rsidRDefault="00830267" w:rsidP="000754EC">
            <w:pPr>
              <w:pStyle w:val="SIText-Bold"/>
            </w:pPr>
            <w:r w:rsidRPr="00A326C2">
              <w:t>Release</w:t>
            </w:r>
          </w:p>
        </w:tc>
        <w:tc>
          <w:tcPr>
            <w:tcW w:w="6939" w:type="dxa"/>
          </w:tcPr>
          <w:p w14:paraId="7390F563" w14:textId="77777777" w:rsidR="00F1480E" w:rsidRPr="000754EC" w:rsidRDefault="00830267" w:rsidP="000754EC">
            <w:pPr>
              <w:pStyle w:val="SIText-Bold"/>
            </w:pPr>
            <w:r w:rsidRPr="00A326C2">
              <w:t>Comments</w:t>
            </w:r>
          </w:p>
        </w:tc>
      </w:tr>
      <w:tr w:rsidR="00F1480E" w14:paraId="257A0659" w14:textId="77777777" w:rsidTr="00146EEC">
        <w:tc>
          <w:tcPr>
            <w:tcW w:w="2689" w:type="dxa"/>
          </w:tcPr>
          <w:p w14:paraId="2043F9CA" w14:textId="55ADD5F9" w:rsidR="00F1480E" w:rsidRPr="000754EC" w:rsidRDefault="00F1480E" w:rsidP="000754EC">
            <w:pPr>
              <w:pStyle w:val="SIText"/>
            </w:pPr>
            <w:r w:rsidRPr="00CC451E">
              <w:t>Release</w:t>
            </w:r>
            <w:r w:rsidR="00337E82" w:rsidRPr="000754EC">
              <w:t xml:space="preserve"> </w:t>
            </w:r>
            <w:r w:rsidR="0041634A">
              <w:t>1</w:t>
            </w:r>
          </w:p>
        </w:tc>
        <w:tc>
          <w:tcPr>
            <w:tcW w:w="6939" w:type="dxa"/>
          </w:tcPr>
          <w:p w14:paraId="6AD26BAF" w14:textId="2E9625A1" w:rsidR="00F1480E" w:rsidRPr="000754EC" w:rsidRDefault="0041634A" w:rsidP="000754EC">
            <w:pPr>
              <w:pStyle w:val="SIText"/>
            </w:pPr>
            <w:r w:rsidRPr="0041634A">
              <w:t xml:space="preserve">This version released with FBP Food, Beverage and Pharmaceutical Training Package version </w:t>
            </w:r>
            <w:r>
              <w:t>6</w:t>
            </w:r>
            <w:r w:rsidRPr="0041634A">
              <w:t>.0</w:t>
            </w:r>
          </w:p>
        </w:tc>
      </w:tr>
    </w:tbl>
    <w:p w14:paraId="55523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217F598" w14:textId="77777777" w:rsidTr="00CA2922">
        <w:trPr>
          <w:tblHeader/>
        </w:trPr>
        <w:tc>
          <w:tcPr>
            <w:tcW w:w="1396" w:type="pct"/>
            <w:shd w:val="clear" w:color="auto" w:fill="auto"/>
          </w:tcPr>
          <w:p w14:paraId="4ECF0AE3" w14:textId="5429B267" w:rsidR="00F1480E" w:rsidRPr="000754EC" w:rsidRDefault="0041634A" w:rsidP="000754EC">
            <w:pPr>
              <w:pStyle w:val="SIUNITCODE"/>
            </w:pPr>
            <w:r>
              <w:t>FBPHVB3</w:t>
            </w:r>
            <w:r w:rsidR="009654DF">
              <w:t>X10</w:t>
            </w:r>
          </w:p>
        </w:tc>
        <w:tc>
          <w:tcPr>
            <w:tcW w:w="3604" w:type="pct"/>
            <w:shd w:val="clear" w:color="auto" w:fill="auto"/>
          </w:tcPr>
          <w:p w14:paraId="77E1877E" w14:textId="61EDD104" w:rsidR="00F1480E" w:rsidRPr="000754EC" w:rsidRDefault="009654DF" w:rsidP="000754EC">
            <w:pPr>
              <w:pStyle w:val="SIUnittitle"/>
            </w:pPr>
            <w:r>
              <w:t>Operate and monitor a pastry baking process</w:t>
            </w:r>
          </w:p>
        </w:tc>
      </w:tr>
      <w:tr w:rsidR="00F1480E" w:rsidRPr="00963A46" w14:paraId="107DFF2D" w14:textId="77777777" w:rsidTr="00CA2922">
        <w:tc>
          <w:tcPr>
            <w:tcW w:w="1396" w:type="pct"/>
            <w:shd w:val="clear" w:color="auto" w:fill="auto"/>
          </w:tcPr>
          <w:p w14:paraId="0C3595C6" w14:textId="77777777" w:rsidR="00F1480E" w:rsidRPr="000754EC" w:rsidRDefault="00FD557D" w:rsidP="000754EC">
            <w:pPr>
              <w:pStyle w:val="SIHeading2"/>
            </w:pPr>
            <w:r w:rsidRPr="00FD557D">
              <w:t>Application</w:t>
            </w:r>
          </w:p>
          <w:p w14:paraId="7EBF8054" w14:textId="77777777" w:rsidR="00FD557D" w:rsidRPr="00923720" w:rsidRDefault="00FD557D" w:rsidP="000754EC">
            <w:pPr>
              <w:pStyle w:val="SIHeading2"/>
            </w:pPr>
          </w:p>
        </w:tc>
        <w:tc>
          <w:tcPr>
            <w:tcW w:w="3604" w:type="pct"/>
            <w:shd w:val="clear" w:color="auto" w:fill="auto"/>
          </w:tcPr>
          <w:p w14:paraId="11C56787" w14:textId="0D440E69" w:rsidR="00756EC4" w:rsidRPr="0007037D" w:rsidRDefault="00756EC4" w:rsidP="0007037D">
            <w:pPr>
              <w:pStyle w:val="SIText"/>
              <w:rPr>
                <w:rStyle w:val="SIStrikethroughtext"/>
                <w:strike w:val="0"/>
                <w:color w:val="auto"/>
              </w:rPr>
            </w:pPr>
            <w:r w:rsidRPr="0007037D">
              <w:rPr>
                <w:rStyle w:val="SIStrikethroughtext"/>
                <w:strike w:val="0"/>
                <w:color w:val="auto"/>
              </w:rPr>
              <w:t xml:space="preserve">This unit of competency describes the skills and knowledge required to set up, operate, adjust and shut down </w:t>
            </w:r>
            <w:r w:rsidR="0007037D" w:rsidRPr="0007037D">
              <w:rPr>
                <w:rStyle w:val="SIStrikethroughtext"/>
                <w:strike w:val="0"/>
                <w:color w:val="auto"/>
              </w:rPr>
              <w:t>a pastry baking process.</w:t>
            </w:r>
          </w:p>
          <w:p w14:paraId="5D215A31" w14:textId="77777777" w:rsidR="00756EC4" w:rsidRPr="0016171A" w:rsidRDefault="00756EC4" w:rsidP="00756EC4">
            <w:pPr>
              <w:pStyle w:val="SIText"/>
            </w:pPr>
          </w:p>
          <w:p w14:paraId="46159E1B" w14:textId="75292FE6" w:rsidR="0007037D" w:rsidRPr="0007037D" w:rsidRDefault="0007037D" w:rsidP="0007037D">
            <w:pPr>
              <w:pStyle w:val="SIText"/>
            </w:pPr>
            <w:r w:rsidRPr="00A61CC5">
              <w:t xml:space="preserve">This unit applies to individuals who </w:t>
            </w:r>
            <w:r w:rsidRPr="0007037D">
              <w:t xml:space="preserve">take responsibility for </w:t>
            </w:r>
            <w:r>
              <w:t>operating</w:t>
            </w:r>
            <w:r w:rsidRPr="0007037D">
              <w:t xml:space="preserve"> and monitoring </w:t>
            </w:r>
            <w:r>
              <w:t xml:space="preserve">ovens to bake pastries </w:t>
            </w:r>
            <w:r w:rsidRPr="0007037D">
              <w:t xml:space="preserve">a high volume baking environment. The work includes identifying and providing solutions to routine and some non-routine problems.  </w:t>
            </w:r>
          </w:p>
          <w:p w14:paraId="3A5A799A" w14:textId="77777777" w:rsidR="00756EC4" w:rsidRPr="0016171A" w:rsidRDefault="00756EC4" w:rsidP="00756EC4">
            <w:pPr>
              <w:pStyle w:val="SIText"/>
            </w:pPr>
          </w:p>
          <w:p w14:paraId="3BF7DB4B" w14:textId="77777777" w:rsidR="00756EC4" w:rsidRPr="00756EC4" w:rsidRDefault="00756EC4" w:rsidP="00756EC4">
            <w:pPr>
              <w:pStyle w:val="SIText"/>
            </w:pPr>
            <w:r w:rsidRPr="0016171A">
              <w:t>All work must be carried out to comply with workplace procedures, in accordance with State/Territory work health and safety, and food safety regulations, legislation and standards that apply to the workplace.</w:t>
            </w:r>
          </w:p>
          <w:p w14:paraId="2EA497A0" w14:textId="77777777" w:rsidR="00756EC4" w:rsidRPr="0016171A" w:rsidRDefault="00756EC4" w:rsidP="00756EC4">
            <w:pPr>
              <w:pStyle w:val="SIText"/>
            </w:pPr>
          </w:p>
          <w:p w14:paraId="24D4BDB1" w14:textId="7B59A49F" w:rsidR="0041634A" w:rsidRPr="000754EC" w:rsidRDefault="00756EC4" w:rsidP="00756EC4">
            <w:r w:rsidRPr="0016171A">
              <w:t>No occupational licensing, legislative or certification requirements apply to this unit at the time of publication.</w:t>
            </w:r>
          </w:p>
        </w:tc>
      </w:tr>
      <w:tr w:rsidR="00F1480E" w:rsidRPr="00963A46" w14:paraId="21CDDE56" w14:textId="77777777" w:rsidTr="00CA2922">
        <w:tc>
          <w:tcPr>
            <w:tcW w:w="1396" w:type="pct"/>
            <w:shd w:val="clear" w:color="auto" w:fill="auto"/>
          </w:tcPr>
          <w:p w14:paraId="4CB32CF3" w14:textId="77777777" w:rsidR="00F1480E" w:rsidRPr="000754EC" w:rsidRDefault="00FD557D" w:rsidP="000754EC">
            <w:pPr>
              <w:pStyle w:val="SIHeading2"/>
            </w:pPr>
            <w:r w:rsidRPr="00923720">
              <w:t>Prerequisite Unit</w:t>
            </w:r>
          </w:p>
        </w:tc>
        <w:tc>
          <w:tcPr>
            <w:tcW w:w="3604" w:type="pct"/>
            <w:shd w:val="clear" w:color="auto" w:fill="auto"/>
          </w:tcPr>
          <w:p w14:paraId="10D04AAF" w14:textId="5CAAD8B2" w:rsidR="00F1480E" w:rsidRPr="000754EC" w:rsidRDefault="00F1480E" w:rsidP="000754EC">
            <w:pPr>
              <w:pStyle w:val="SIText"/>
            </w:pPr>
            <w:r w:rsidRPr="008908DE">
              <w:t>Ni</w:t>
            </w:r>
            <w:r w:rsidR="007A300D" w:rsidRPr="000754EC">
              <w:t xml:space="preserve">l </w:t>
            </w:r>
          </w:p>
        </w:tc>
      </w:tr>
      <w:tr w:rsidR="00F1480E" w:rsidRPr="00963A46" w14:paraId="2D7B584B" w14:textId="77777777" w:rsidTr="00CA2922">
        <w:tc>
          <w:tcPr>
            <w:tcW w:w="1396" w:type="pct"/>
            <w:shd w:val="clear" w:color="auto" w:fill="auto"/>
          </w:tcPr>
          <w:p w14:paraId="71D75D02" w14:textId="77777777" w:rsidR="00F1480E" w:rsidRPr="000754EC" w:rsidRDefault="00FD557D" w:rsidP="000754EC">
            <w:pPr>
              <w:pStyle w:val="SIHeading2"/>
            </w:pPr>
            <w:r w:rsidRPr="00923720">
              <w:t>Unit Sector</w:t>
            </w:r>
          </w:p>
        </w:tc>
        <w:tc>
          <w:tcPr>
            <w:tcW w:w="3604" w:type="pct"/>
            <w:shd w:val="clear" w:color="auto" w:fill="auto"/>
          </w:tcPr>
          <w:p w14:paraId="6E1818C6" w14:textId="4831525D" w:rsidR="00F1480E" w:rsidRPr="000754EC" w:rsidRDefault="0041634A" w:rsidP="000754EC">
            <w:pPr>
              <w:pStyle w:val="SIText"/>
            </w:pPr>
            <w:r>
              <w:t>High volume baking (HVB)</w:t>
            </w:r>
          </w:p>
        </w:tc>
      </w:tr>
    </w:tbl>
    <w:p w14:paraId="6FF7128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8A2206F" w14:textId="77777777" w:rsidTr="00CA2922">
        <w:trPr>
          <w:cantSplit/>
          <w:tblHeader/>
        </w:trPr>
        <w:tc>
          <w:tcPr>
            <w:tcW w:w="1396" w:type="pct"/>
            <w:tcBorders>
              <w:bottom w:val="single" w:sz="4" w:space="0" w:color="C0C0C0"/>
            </w:tcBorders>
            <w:shd w:val="clear" w:color="auto" w:fill="auto"/>
          </w:tcPr>
          <w:p w14:paraId="748ECAB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503AA1F" w14:textId="77777777" w:rsidR="00F1480E" w:rsidRPr="000754EC" w:rsidRDefault="00FD557D" w:rsidP="000754EC">
            <w:pPr>
              <w:pStyle w:val="SIHeading2"/>
            </w:pPr>
            <w:r w:rsidRPr="00923720">
              <w:t>Performance Criteria</w:t>
            </w:r>
          </w:p>
        </w:tc>
      </w:tr>
      <w:tr w:rsidR="00F1480E" w:rsidRPr="00963A46" w14:paraId="56AA38B3" w14:textId="77777777" w:rsidTr="00CA2922">
        <w:trPr>
          <w:cantSplit/>
          <w:tblHeader/>
        </w:trPr>
        <w:tc>
          <w:tcPr>
            <w:tcW w:w="1396" w:type="pct"/>
            <w:tcBorders>
              <w:top w:val="single" w:sz="4" w:space="0" w:color="C0C0C0"/>
            </w:tcBorders>
            <w:shd w:val="clear" w:color="auto" w:fill="auto"/>
          </w:tcPr>
          <w:p w14:paraId="1EC30C8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BC383F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1634A" w:rsidRPr="00963A46" w14:paraId="6C6A0BC7" w14:textId="77777777" w:rsidTr="00CA2922">
        <w:trPr>
          <w:cantSplit/>
        </w:trPr>
        <w:tc>
          <w:tcPr>
            <w:tcW w:w="1396" w:type="pct"/>
            <w:shd w:val="clear" w:color="auto" w:fill="auto"/>
          </w:tcPr>
          <w:p w14:paraId="5B4E1E0A" w14:textId="51BF7AD8" w:rsidR="0041634A" w:rsidRPr="0041634A" w:rsidRDefault="0041634A" w:rsidP="0041634A">
            <w:pPr>
              <w:pStyle w:val="SIText"/>
            </w:pPr>
            <w:r w:rsidRPr="0041634A">
              <w:t xml:space="preserve">1. Prepare for work in </w:t>
            </w:r>
            <w:r w:rsidR="009654DF">
              <w:t xml:space="preserve">baking </w:t>
            </w:r>
            <w:r w:rsidRPr="0041634A">
              <w:t>area</w:t>
            </w:r>
          </w:p>
        </w:tc>
        <w:tc>
          <w:tcPr>
            <w:tcW w:w="3604" w:type="pct"/>
            <w:shd w:val="clear" w:color="auto" w:fill="auto"/>
          </w:tcPr>
          <w:p w14:paraId="3C9885B7" w14:textId="1524CDF1" w:rsidR="00756EC4" w:rsidRDefault="00756EC4" w:rsidP="00756EC4">
            <w:pPr>
              <w:pStyle w:val="SIText"/>
            </w:pPr>
            <w:r>
              <w:t>1.1 Check and confirm production schedule</w:t>
            </w:r>
          </w:p>
          <w:p w14:paraId="5BD8BC16" w14:textId="60828AB4" w:rsidR="00756EC4" w:rsidRPr="00756EC4" w:rsidRDefault="00756EC4" w:rsidP="00756EC4">
            <w:pPr>
              <w:pStyle w:val="SIText"/>
            </w:pPr>
            <w:r w:rsidRPr="002E25B4">
              <w:t>1.</w:t>
            </w:r>
            <w:r w:rsidR="00DE7FD0">
              <w:t>2</w:t>
            </w:r>
            <w:r w:rsidRPr="002E25B4">
              <w:t xml:space="preserve"> Confirm materials are available to meet </w:t>
            </w:r>
            <w:r w:rsidRPr="00756EC4">
              <w:t>production requirements</w:t>
            </w:r>
          </w:p>
          <w:p w14:paraId="24B4901B" w14:textId="035B8F44" w:rsidR="00756EC4" w:rsidRPr="00756EC4" w:rsidRDefault="00756EC4" w:rsidP="00756EC4">
            <w:pPr>
              <w:pStyle w:val="SIText"/>
            </w:pPr>
            <w:r w:rsidRPr="002E25B4">
              <w:t>1.</w:t>
            </w:r>
            <w:r w:rsidR="00DE7FD0">
              <w:t>3</w:t>
            </w:r>
            <w:r w:rsidRPr="002E25B4">
              <w:t xml:space="preserve"> Wear appropriate personal protective clothing and ensure correct fit </w:t>
            </w:r>
          </w:p>
          <w:p w14:paraId="3E0915CE" w14:textId="09121C8F" w:rsidR="00756EC4" w:rsidRPr="00756EC4" w:rsidRDefault="00756EC4" w:rsidP="00756EC4">
            <w:pPr>
              <w:pStyle w:val="SIText"/>
            </w:pPr>
            <w:r w:rsidRPr="002E25B4">
              <w:t>1.</w:t>
            </w:r>
            <w:r w:rsidR="00DE7FD0">
              <w:t>4</w:t>
            </w:r>
            <w:r w:rsidRPr="002E25B4">
              <w:t xml:space="preserve"> Prepare </w:t>
            </w:r>
            <w:r w:rsidR="0007037D">
              <w:t xml:space="preserve">pastry </w:t>
            </w:r>
            <w:r w:rsidR="009654DF">
              <w:t>products</w:t>
            </w:r>
            <w:r w:rsidRPr="002E25B4">
              <w:t xml:space="preserve"> </w:t>
            </w:r>
            <w:r w:rsidRPr="00756EC4">
              <w:t xml:space="preserve">and </w:t>
            </w:r>
            <w:r w:rsidR="009654DF">
              <w:t>trays</w:t>
            </w:r>
            <w:r w:rsidRPr="00756EC4">
              <w:t xml:space="preserve"> to meet production requirements</w:t>
            </w:r>
            <w:r w:rsidR="0007037D">
              <w:t xml:space="preserve"> including any pre-bake finishing requirements</w:t>
            </w:r>
            <w:r w:rsidR="0007037D" w:rsidRPr="0007037D">
              <w:t xml:space="preserve"> to meet product specifications</w:t>
            </w:r>
          </w:p>
          <w:p w14:paraId="74F815D2" w14:textId="2A143B0F" w:rsidR="0041634A" w:rsidRPr="0041634A" w:rsidRDefault="00756EC4" w:rsidP="00756EC4">
            <w:pPr>
              <w:pStyle w:val="SIText"/>
            </w:pPr>
            <w:r w:rsidRPr="002E25B4">
              <w:t>1.</w:t>
            </w:r>
            <w:r w:rsidR="00DE7FD0">
              <w:t>5</w:t>
            </w:r>
            <w:r w:rsidRPr="002E25B4">
              <w:t xml:space="preserve"> Confirm services are available and ready for operation</w:t>
            </w:r>
          </w:p>
        </w:tc>
      </w:tr>
      <w:tr w:rsidR="0041634A" w:rsidRPr="00963A46" w14:paraId="3A2A52B8" w14:textId="77777777" w:rsidTr="00CA2922">
        <w:trPr>
          <w:cantSplit/>
        </w:trPr>
        <w:tc>
          <w:tcPr>
            <w:tcW w:w="1396" w:type="pct"/>
            <w:shd w:val="clear" w:color="auto" w:fill="auto"/>
          </w:tcPr>
          <w:p w14:paraId="3B52C01D" w14:textId="09D6D293" w:rsidR="0041634A" w:rsidRPr="0041634A" w:rsidRDefault="0041634A" w:rsidP="0041634A">
            <w:pPr>
              <w:pStyle w:val="SIText"/>
            </w:pPr>
            <w:r w:rsidRPr="0041634A">
              <w:t>2. Prepare the process for operation</w:t>
            </w:r>
          </w:p>
        </w:tc>
        <w:tc>
          <w:tcPr>
            <w:tcW w:w="3604" w:type="pct"/>
            <w:shd w:val="clear" w:color="auto" w:fill="auto"/>
          </w:tcPr>
          <w:p w14:paraId="4D9BE3D0" w14:textId="364B8BF6" w:rsidR="00756EC4" w:rsidRDefault="0041634A" w:rsidP="0041634A">
            <w:pPr>
              <w:pStyle w:val="SIText"/>
            </w:pPr>
            <w:r w:rsidRPr="0041634A">
              <w:t xml:space="preserve">2.1 </w:t>
            </w:r>
            <w:r w:rsidR="00756EC4">
              <w:t xml:space="preserve">Check </w:t>
            </w:r>
            <w:r w:rsidR="009654DF">
              <w:t>oven</w:t>
            </w:r>
            <w:r w:rsidR="00756EC4">
              <w:t xml:space="preserve"> is clean and not locked out</w:t>
            </w:r>
          </w:p>
          <w:p w14:paraId="06CBEA05" w14:textId="2848D842" w:rsidR="0041634A" w:rsidRPr="0041634A" w:rsidRDefault="0041634A" w:rsidP="0041634A">
            <w:pPr>
              <w:pStyle w:val="SIText"/>
            </w:pPr>
            <w:r w:rsidRPr="0041634A">
              <w:t>2.</w:t>
            </w:r>
            <w:r w:rsidR="00DE7FD0">
              <w:t>2</w:t>
            </w:r>
            <w:r w:rsidRPr="0041634A">
              <w:t xml:space="preserve"> Enter </w:t>
            </w:r>
            <w:r w:rsidR="009654DF">
              <w:t>baking temperatures</w:t>
            </w:r>
            <w:r w:rsidRPr="0041634A">
              <w:t xml:space="preserve"> </w:t>
            </w:r>
            <w:r w:rsidR="009654DF">
              <w:t xml:space="preserve">and other </w:t>
            </w:r>
            <w:r w:rsidRPr="0041634A">
              <w:t>parameters as required to meet safety</w:t>
            </w:r>
            <w:r w:rsidR="00756EC4">
              <w:t>, food safety</w:t>
            </w:r>
            <w:r w:rsidRPr="0041634A">
              <w:t xml:space="preserve"> and production requirements</w:t>
            </w:r>
          </w:p>
          <w:p w14:paraId="7216C9DC" w14:textId="62F586CB" w:rsidR="0041634A" w:rsidRDefault="0041634A" w:rsidP="0041634A">
            <w:pPr>
              <w:pStyle w:val="SIText"/>
            </w:pPr>
            <w:r w:rsidRPr="0041634A">
              <w:t>2.</w:t>
            </w:r>
            <w:r w:rsidR="00DE7FD0">
              <w:t>3</w:t>
            </w:r>
            <w:r w:rsidRPr="0041634A">
              <w:t xml:space="preserve"> Carry out pre-start checks according to workplace health and safety and operating requirements</w:t>
            </w:r>
          </w:p>
          <w:p w14:paraId="43414614" w14:textId="02761900" w:rsidR="0007037D" w:rsidRPr="0041634A" w:rsidRDefault="0007037D" w:rsidP="0041634A">
            <w:pPr>
              <w:pStyle w:val="SIText"/>
            </w:pPr>
            <w:r>
              <w:t>2.</w:t>
            </w:r>
            <w:r w:rsidR="001B5C43">
              <w:t>4</w:t>
            </w:r>
            <w:r>
              <w:t xml:space="preserve"> Position loading mechanism to feed past</w:t>
            </w:r>
            <w:r w:rsidR="001B5C43">
              <w:t>r</w:t>
            </w:r>
            <w:r>
              <w:t xml:space="preserve">ies into oven </w:t>
            </w:r>
            <w:r w:rsidR="001B5C43">
              <w:t>in line with specifications</w:t>
            </w:r>
          </w:p>
        </w:tc>
      </w:tr>
      <w:tr w:rsidR="0041634A" w:rsidRPr="00963A46" w14:paraId="47FC1F80" w14:textId="77777777" w:rsidTr="00CA2922">
        <w:trPr>
          <w:cantSplit/>
        </w:trPr>
        <w:tc>
          <w:tcPr>
            <w:tcW w:w="1396" w:type="pct"/>
            <w:shd w:val="clear" w:color="auto" w:fill="auto"/>
          </w:tcPr>
          <w:p w14:paraId="04B43470" w14:textId="7CEA83B7" w:rsidR="0041634A" w:rsidRPr="0041634A" w:rsidRDefault="0041634A" w:rsidP="0041634A">
            <w:pPr>
              <w:pStyle w:val="SIText"/>
            </w:pPr>
            <w:r w:rsidRPr="0041634A">
              <w:t>3. Operate and monitor equipment</w:t>
            </w:r>
          </w:p>
        </w:tc>
        <w:tc>
          <w:tcPr>
            <w:tcW w:w="3604" w:type="pct"/>
            <w:shd w:val="clear" w:color="auto" w:fill="auto"/>
          </w:tcPr>
          <w:p w14:paraId="69634899" w14:textId="66C13FC9" w:rsidR="0041634A" w:rsidRPr="0041634A" w:rsidRDefault="0041634A" w:rsidP="0041634A">
            <w:pPr>
              <w:pStyle w:val="SIText"/>
            </w:pPr>
            <w:r w:rsidRPr="0041634A">
              <w:t>3.1 Start</w:t>
            </w:r>
            <w:r w:rsidR="009654DF">
              <w:t xml:space="preserve"> and </w:t>
            </w:r>
            <w:r w:rsidRPr="0041634A">
              <w:t xml:space="preserve">operate </w:t>
            </w:r>
            <w:r w:rsidR="009654DF">
              <w:t>the baking</w:t>
            </w:r>
            <w:r w:rsidR="00756EC4">
              <w:t xml:space="preserve"> process</w:t>
            </w:r>
            <w:r w:rsidRPr="0041634A">
              <w:t xml:space="preserve"> to ensure optimal performance</w:t>
            </w:r>
          </w:p>
          <w:p w14:paraId="1C455D15" w14:textId="41AFE078" w:rsidR="0041634A" w:rsidRDefault="0041634A" w:rsidP="0041634A">
            <w:pPr>
              <w:pStyle w:val="SIText"/>
            </w:pPr>
            <w:r w:rsidRPr="0041634A">
              <w:t>3.</w:t>
            </w:r>
            <w:r w:rsidR="00DE7FD0">
              <w:t>2</w:t>
            </w:r>
            <w:r w:rsidRPr="0041634A">
              <w:t xml:space="preserve"> Monitor </w:t>
            </w:r>
            <w:r w:rsidR="00756EC4">
              <w:t>equipment and services to ensure optimal performance</w:t>
            </w:r>
          </w:p>
          <w:p w14:paraId="45D1E27F" w14:textId="15B605DE" w:rsidR="00756EC4" w:rsidRDefault="00756EC4" w:rsidP="0041634A">
            <w:pPr>
              <w:pStyle w:val="SIText"/>
            </w:pPr>
            <w:r>
              <w:t>3.</w:t>
            </w:r>
            <w:r w:rsidR="00DE7FD0">
              <w:t>3</w:t>
            </w:r>
            <w:r>
              <w:t xml:space="preserve"> Monitor product to ensure specifications are met</w:t>
            </w:r>
          </w:p>
          <w:p w14:paraId="565DB986" w14:textId="7899A67D" w:rsidR="00756EC4" w:rsidRPr="00756EC4" w:rsidRDefault="00CD3301" w:rsidP="00756EC4">
            <w:pPr>
              <w:pStyle w:val="SIText"/>
            </w:pPr>
            <w:r>
              <w:t>3.</w:t>
            </w:r>
            <w:r w:rsidR="00DE7FD0">
              <w:t>4</w:t>
            </w:r>
            <w:r>
              <w:t xml:space="preserve"> </w:t>
            </w:r>
            <w:r w:rsidR="00756EC4">
              <w:t>Take samples and test product</w:t>
            </w:r>
            <w:r w:rsidR="00756EC4" w:rsidRPr="00756EC4">
              <w:t xml:space="preserve"> to ensure </w:t>
            </w:r>
            <w:r>
              <w:t>it</w:t>
            </w:r>
            <w:r w:rsidR="00756EC4" w:rsidRPr="00756EC4">
              <w:t xml:space="preserve"> meets specifications</w:t>
            </w:r>
          </w:p>
          <w:p w14:paraId="4D3E5B14" w14:textId="25523ED7" w:rsidR="00CD3301" w:rsidRDefault="00DE7FD0" w:rsidP="00CD3301">
            <w:pPr>
              <w:pStyle w:val="SIText"/>
            </w:pPr>
            <w:r>
              <w:t>3.5</w:t>
            </w:r>
            <w:r w:rsidR="00CD3301" w:rsidRPr="002E25B4">
              <w:t xml:space="preserve"> Identify, </w:t>
            </w:r>
            <w:r w:rsidR="00CD3301" w:rsidRPr="00CD3301">
              <w:t>adjust and report out-of-specification equipment, product or process outcomes according to workplace requirements</w:t>
            </w:r>
          </w:p>
          <w:p w14:paraId="24966A60" w14:textId="5BDF46EE" w:rsidR="009654DF" w:rsidRPr="00CD3301" w:rsidRDefault="001B5C43" w:rsidP="00CD3301">
            <w:pPr>
              <w:pStyle w:val="SIText"/>
            </w:pPr>
            <w:r>
              <w:t xml:space="preserve">3.6 </w:t>
            </w:r>
            <w:r w:rsidR="009654DF">
              <w:t>Unload and transfer baked products for cooling and finishing</w:t>
            </w:r>
          </w:p>
          <w:p w14:paraId="4865E2F3" w14:textId="65A65A8A" w:rsidR="00CD3301" w:rsidRDefault="00DE7FD0" w:rsidP="0041634A">
            <w:pPr>
              <w:pStyle w:val="SIText"/>
            </w:pPr>
            <w:r>
              <w:t>3.</w:t>
            </w:r>
            <w:r w:rsidR="001B5C43">
              <w:t>7</w:t>
            </w:r>
            <w:r w:rsidR="00CD3301" w:rsidRPr="002E25B4">
              <w:t xml:space="preserve"> Follow and apply workplace cleaning </w:t>
            </w:r>
            <w:r w:rsidR="00CD3301" w:rsidRPr="00CD3301">
              <w:t xml:space="preserve">procedures and environmental requirements </w:t>
            </w:r>
          </w:p>
          <w:p w14:paraId="1BB69EF0" w14:textId="3B1921D9" w:rsidR="0041634A" w:rsidRPr="0041634A" w:rsidRDefault="00DE7FD0" w:rsidP="0041634A">
            <w:pPr>
              <w:pStyle w:val="SIText"/>
            </w:pPr>
            <w:r>
              <w:t>3.</w:t>
            </w:r>
            <w:r w:rsidR="001B5C43">
              <w:t>8</w:t>
            </w:r>
            <w:r w:rsidR="0041634A" w:rsidRPr="0041634A">
              <w:t xml:space="preserve"> Complete batch processing records according to workplace requirements</w:t>
            </w:r>
          </w:p>
        </w:tc>
      </w:tr>
      <w:tr w:rsidR="00CD3301" w:rsidRPr="00963A46" w14:paraId="6838F4E0" w14:textId="77777777" w:rsidTr="00871F0B">
        <w:trPr>
          <w:cantSplit/>
        </w:trPr>
        <w:tc>
          <w:tcPr>
            <w:tcW w:w="1396" w:type="pct"/>
            <w:shd w:val="clear" w:color="auto" w:fill="auto"/>
          </w:tcPr>
          <w:p w14:paraId="57D06B3E" w14:textId="7111BFB7" w:rsidR="00CD3301" w:rsidRPr="00CD3301" w:rsidRDefault="009654DF" w:rsidP="00CD3301">
            <w:pPr>
              <w:pStyle w:val="SIText"/>
            </w:pPr>
            <w:r>
              <w:lastRenderedPageBreak/>
              <w:t>4</w:t>
            </w:r>
            <w:r w:rsidR="00CD3301" w:rsidRPr="00CD3301">
              <w:t>. Shut down the process</w:t>
            </w:r>
          </w:p>
        </w:tc>
        <w:tc>
          <w:tcPr>
            <w:tcW w:w="3604" w:type="pct"/>
            <w:shd w:val="clear" w:color="auto" w:fill="auto"/>
          </w:tcPr>
          <w:p w14:paraId="71AF0C34" w14:textId="402A654C" w:rsidR="00CD3301" w:rsidRPr="00CD3301" w:rsidRDefault="00DE7FD0" w:rsidP="00CD3301">
            <w:pPr>
              <w:pStyle w:val="SIText"/>
            </w:pPr>
            <w:r>
              <w:t>4</w:t>
            </w:r>
            <w:r w:rsidR="00CD3301" w:rsidRPr="00D50210">
              <w:t>.1 Identify the appropriate shutdown procedure</w:t>
            </w:r>
          </w:p>
          <w:p w14:paraId="63740932" w14:textId="1447A9CA" w:rsidR="00CD3301" w:rsidRPr="00CD3301" w:rsidRDefault="00DE7FD0" w:rsidP="00CD3301">
            <w:pPr>
              <w:pStyle w:val="SIText"/>
            </w:pPr>
            <w:r>
              <w:t>4</w:t>
            </w:r>
            <w:r w:rsidR="00CD3301" w:rsidRPr="00D50210">
              <w:t>.2 Shut down the process safely according to operating procedures</w:t>
            </w:r>
          </w:p>
          <w:p w14:paraId="7591A8FD" w14:textId="471561E9" w:rsidR="00CD3301" w:rsidRPr="00CD3301" w:rsidRDefault="00DE7FD0" w:rsidP="00CD3301">
            <w:pPr>
              <w:pStyle w:val="SIText"/>
            </w:pPr>
            <w:r>
              <w:t>4</w:t>
            </w:r>
            <w:r w:rsidR="00CD3301" w:rsidRPr="00D50210">
              <w:t>.3 Prepare equipment for cleaning in preparation for maintenance or next start-up</w:t>
            </w:r>
          </w:p>
          <w:p w14:paraId="700CEC57" w14:textId="0AB85B0F" w:rsidR="00CD3301" w:rsidRDefault="00DE7FD0" w:rsidP="00871F0B">
            <w:pPr>
              <w:pStyle w:val="SIText"/>
            </w:pPr>
            <w:r>
              <w:t>4</w:t>
            </w:r>
            <w:r w:rsidR="00CD3301" w:rsidRPr="00D50210">
              <w:t>.4 Identify and report maintenance requirements according to workplace requirements</w:t>
            </w:r>
          </w:p>
          <w:p w14:paraId="3AD3BE51" w14:textId="4CD1E788" w:rsidR="00CD3301" w:rsidRPr="00CD3301" w:rsidRDefault="00DE7FD0" w:rsidP="00CD3301">
            <w:pPr>
              <w:pStyle w:val="SIText"/>
            </w:pPr>
            <w:r>
              <w:t>4</w:t>
            </w:r>
            <w:r w:rsidR="00CD3301">
              <w:t>.</w:t>
            </w:r>
            <w:r>
              <w:t>5</w:t>
            </w:r>
            <w:r w:rsidR="00CD3301">
              <w:t xml:space="preserve"> </w:t>
            </w:r>
            <w:r w:rsidR="00CD3301" w:rsidRPr="00CD3301">
              <w:t>Complete workplace records according to workplace requirements</w:t>
            </w:r>
          </w:p>
        </w:tc>
      </w:tr>
      <w:tr w:rsidR="0041634A" w:rsidRPr="00963A46" w14:paraId="649C3A8C" w14:textId="77777777" w:rsidTr="00CA2922">
        <w:trPr>
          <w:cantSplit/>
        </w:trPr>
        <w:tc>
          <w:tcPr>
            <w:tcW w:w="1396" w:type="pct"/>
            <w:shd w:val="clear" w:color="auto" w:fill="auto"/>
          </w:tcPr>
          <w:p w14:paraId="3C0011A5" w14:textId="08E1D26E" w:rsidR="0041634A" w:rsidRPr="0041634A" w:rsidRDefault="00DE7FD0" w:rsidP="0041634A">
            <w:pPr>
              <w:pStyle w:val="SIText"/>
            </w:pPr>
            <w:r>
              <w:t>5</w:t>
            </w:r>
            <w:r w:rsidR="0041634A">
              <w:t>. Recognise and correct common faults</w:t>
            </w:r>
          </w:p>
        </w:tc>
        <w:tc>
          <w:tcPr>
            <w:tcW w:w="3604" w:type="pct"/>
            <w:shd w:val="clear" w:color="auto" w:fill="auto"/>
          </w:tcPr>
          <w:p w14:paraId="189FF4CA" w14:textId="16A124A9" w:rsidR="00D50210" w:rsidRPr="00D50210" w:rsidRDefault="00DE7FD0" w:rsidP="00D50210">
            <w:pPr>
              <w:pStyle w:val="SIText"/>
            </w:pPr>
            <w:r>
              <w:t>5.1</w:t>
            </w:r>
            <w:r w:rsidR="00D50210" w:rsidRPr="00D50210">
              <w:t xml:space="preserve"> </w:t>
            </w:r>
            <w:r w:rsidR="009654DF">
              <w:t>T</w:t>
            </w:r>
            <w:r w:rsidR="00D50210">
              <w:t xml:space="preserve">est </w:t>
            </w:r>
            <w:r w:rsidR="009654DF">
              <w:t xml:space="preserve">baked </w:t>
            </w:r>
            <w:r w:rsidR="00D50210">
              <w:t>product</w:t>
            </w:r>
            <w:r w:rsidR="00D50210" w:rsidRPr="00D50210">
              <w:t xml:space="preserve"> to ensure </w:t>
            </w:r>
            <w:r w:rsidR="009654DF">
              <w:t>it</w:t>
            </w:r>
            <w:r w:rsidR="00D50210" w:rsidRPr="00D50210">
              <w:t xml:space="preserve"> meets specifications</w:t>
            </w:r>
          </w:p>
          <w:p w14:paraId="2F3BC84E" w14:textId="6EB7304A" w:rsidR="00D50210" w:rsidRPr="00D50210" w:rsidRDefault="00DE7FD0" w:rsidP="00D50210">
            <w:pPr>
              <w:pStyle w:val="SIText"/>
            </w:pPr>
            <w:r>
              <w:t>5.</w:t>
            </w:r>
            <w:r w:rsidR="008B410C">
              <w:t>2</w:t>
            </w:r>
            <w:r w:rsidR="00D50210">
              <w:t xml:space="preserve"> Identify cause of</w:t>
            </w:r>
            <w:r w:rsidR="008B410C">
              <w:t xml:space="preserve"> typical</w:t>
            </w:r>
            <w:r w:rsidR="00D50210">
              <w:t xml:space="preserve"> fault</w:t>
            </w:r>
            <w:r w:rsidR="008B410C">
              <w:t>s and how they can be rectified</w:t>
            </w:r>
            <w:r w:rsidR="00D50210" w:rsidRPr="00D50210">
              <w:t xml:space="preserve"> according to workplace requirements</w:t>
            </w:r>
          </w:p>
          <w:p w14:paraId="69B1C9EB" w14:textId="7F65CC6E" w:rsidR="0041634A" w:rsidRPr="0041634A" w:rsidRDefault="00DE7FD0" w:rsidP="0041634A">
            <w:pPr>
              <w:pStyle w:val="SIText"/>
            </w:pPr>
            <w:r>
              <w:t>5.</w:t>
            </w:r>
            <w:r w:rsidR="008B410C">
              <w:t>3</w:t>
            </w:r>
            <w:r w:rsidR="00D50210" w:rsidRPr="00D50210">
              <w:t xml:space="preserve"> Discard </w:t>
            </w:r>
            <w:r w:rsidR="00CD3301">
              <w:t>faulty products</w:t>
            </w:r>
            <w:r w:rsidR="00D50210" w:rsidRPr="00D50210">
              <w:t xml:space="preserve"> according to </w:t>
            </w:r>
            <w:r w:rsidR="00CD3301">
              <w:t xml:space="preserve">workplace and </w:t>
            </w:r>
            <w:r w:rsidR="00D50210" w:rsidRPr="00D50210">
              <w:t>environmental guidelines</w:t>
            </w:r>
          </w:p>
        </w:tc>
      </w:tr>
    </w:tbl>
    <w:p w14:paraId="2E5141D3" w14:textId="77777777" w:rsidR="005F771F" w:rsidRDefault="005F771F" w:rsidP="005F771F">
      <w:pPr>
        <w:pStyle w:val="SIText"/>
      </w:pPr>
    </w:p>
    <w:p w14:paraId="7E570AB3" w14:textId="77777777" w:rsidR="005F771F" w:rsidRPr="000754EC" w:rsidRDefault="005F771F" w:rsidP="000754EC">
      <w:r>
        <w:br w:type="page"/>
      </w:r>
    </w:p>
    <w:p w14:paraId="6C42671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FE91B15" w14:textId="77777777" w:rsidTr="00CA2922">
        <w:trPr>
          <w:tblHeader/>
        </w:trPr>
        <w:tc>
          <w:tcPr>
            <w:tcW w:w="5000" w:type="pct"/>
            <w:gridSpan w:val="2"/>
          </w:tcPr>
          <w:p w14:paraId="4A78E2B3" w14:textId="77777777" w:rsidR="00F1480E" w:rsidRPr="000754EC" w:rsidRDefault="00FD557D" w:rsidP="000754EC">
            <w:pPr>
              <w:pStyle w:val="SIHeading2"/>
            </w:pPr>
            <w:r w:rsidRPr="00041E59">
              <w:t>F</w:t>
            </w:r>
            <w:r w:rsidRPr="000754EC">
              <w:t>oundation Skills</w:t>
            </w:r>
          </w:p>
          <w:p w14:paraId="1A9DB9AE"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252EAFF" w14:textId="77777777" w:rsidTr="00CA2922">
        <w:trPr>
          <w:tblHeader/>
        </w:trPr>
        <w:tc>
          <w:tcPr>
            <w:tcW w:w="1396" w:type="pct"/>
          </w:tcPr>
          <w:p w14:paraId="1CC0CA6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B226A4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1634A" w:rsidRPr="00336FCA" w:rsidDel="00423CB2" w14:paraId="5429AB67" w14:textId="77777777" w:rsidTr="00CA2922">
        <w:tc>
          <w:tcPr>
            <w:tcW w:w="1396" w:type="pct"/>
          </w:tcPr>
          <w:p w14:paraId="220E18FF" w14:textId="0864F2A4" w:rsidR="0041634A" w:rsidRPr="0041634A" w:rsidRDefault="0041634A" w:rsidP="0041634A">
            <w:pPr>
              <w:pStyle w:val="SIText"/>
            </w:pPr>
            <w:r w:rsidRPr="0041634A">
              <w:t>Learning</w:t>
            </w:r>
          </w:p>
        </w:tc>
        <w:tc>
          <w:tcPr>
            <w:tcW w:w="3604" w:type="pct"/>
          </w:tcPr>
          <w:p w14:paraId="106029A0" w14:textId="2A3B2CD7" w:rsidR="0041634A" w:rsidRPr="0041634A" w:rsidRDefault="0041634A" w:rsidP="0041634A">
            <w:pPr>
              <w:pStyle w:val="SIBulletList1"/>
            </w:pPr>
            <w:r w:rsidRPr="0041634A">
              <w:t>Problem-solve issues with process to ensure quality outcomes</w:t>
            </w:r>
          </w:p>
        </w:tc>
      </w:tr>
      <w:tr w:rsidR="0041634A" w:rsidRPr="00336FCA" w:rsidDel="00423CB2" w14:paraId="32776B90" w14:textId="77777777" w:rsidTr="00CA2922">
        <w:tc>
          <w:tcPr>
            <w:tcW w:w="1396" w:type="pct"/>
          </w:tcPr>
          <w:p w14:paraId="5DA164CF" w14:textId="54250FD2" w:rsidR="0041634A" w:rsidRPr="0041634A" w:rsidRDefault="0041634A" w:rsidP="0041634A">
            <w:pPr>
              <w:pStyle w:val="SIText"/>
            </w:pPr>
            <w:r w:rsidRPr="0041634A">
              <w:t>Reading</w:t>
            </w:r>
          </w:p>
        </w:tc>
        <w:tc>
          <w:tcPr>
            <w:tcW w:w="3604" w:type="pct"/>
          </w:tcPr>
          <w:p w14:paraId="2FF00D38" w14:textId="77777777" w:rsidR="0041634A" w:rsidRPr="0041634A" w:rsidRDefault="0041634A" w:rsidP="0041634A">
            <w:pPr>
              <w:pStyle w:val="SIBulletList1"/>
            </w:pPr>
            <w:r w:rsidRPr="0041634A">
              <w:t>Interpret workplace and standard operating procedures relevant to work task</w:t>
            </w:r>
          </w:p>
          <w:p w14:paraId="461F1BB9" w14:textId="2737D970" w:rsidR="0041634A" w:rsidRPr="0041634A" w:rsidRDefault="0041634A" w:rsidP="0041634A">
            <w:pPr>
              <w:pStyle w:val="SIBulletList1"/>
              <w:rPr>
                <w:rFonts w:eastAsia="Calibri"/>
              </w:rPr>
            </w:pPr>
            <w:r w:rsidRPr="0041634A">
              <w:t>Interpret production requirements</w:t>
            </w:r>
          </w:p>
        </w:tc>
      </w:tr>
      <w:tr w:rsidR="0041634A" w:rsidRPr="00336FCA" w:rsidDel="00423CB2" w14:paraId="0D89065C" w14:textId="77777777" w:rsidTr="00CA2922">
        <w:tc>
          <w:tcPr>
            <w:tcW w:w="1396" w:type="pct"/>
          </w:tcPr>
          <w:p w14:paraId="2A66479C" w14:textId="46221D2F" w:rsidR="0041634A" w:rsidRPr="0041634A" w:rsidRDefault="0041634A" w:rsidP="0041634A">
            <w:pPr>
              <w:pStyle w:val="SIText"/>
            </w:pPr>
            <w:r w:rsidRPr="0041634A">
              <w:t>Writing</w:t>
            </w:r>
          </w:p>
        </w:tc>
        <w:tc>
          <w:tcPr>
            <w:tcW w:w="3604" w:type="pct"/>
          </w:tcPr>
          <w:p w14:paraId="19DB4F97" w14:textId="476B0794" w:rsidR="0041634A" w:rsidRPr="0041634A" w:rsidRDefault="0041634A" w:rsidP="0041634A">
            <w:pPr>
              <w:pStyle w:val="SIBulletList1"/>
              <w:rPr>
                <w:rFonts w:eastAsia="Calibri"/>
              </w:rPr>
            </w:pPr>
            <w:r w:rsidRPr="0041634A">
              <w:t>Record processing data using digital and/or paper-based formats</w:t>
            </w:r>
          </w:p>
        </w:tc>
      </w:tr>
      <w:tr w:rsidR="0041634A" w:rsidRPr="00336FCA" w:rsidDel="00423CB2" w14:paraId="7694D57A" w14:textId="77777777" w:rsidTr="00CA2922">
        <w:tc>
          <w:tcPr>
            <w:tcW w:w="1396" w:type="pct"/>
          </w:tcPr>
          <w:p w14:paraId="098EBA16" w14:textId="700E8DA8" w:rsidR="0041634A" w:rsidRPr="0041634A" w:rsidRDefault="0041634A" w:rsidP="0041634A">
            <w:pPr>
              <w:pStyle w:val="SIText"/>
            </w:pPr>
            <w:r w:rsidRPr="0041634A">
              <w:t>Numeracy</w:t>
            </w:r>
          </w:p>
        </w:tc>
        <w:tc>
          <w:tcPr>
            <w:tcW w:w="3604" w:type="pct"/>
          </w:tcPr>
          <w:p w14:paraId="1911AE3D" w14:textId="661FAE68" w:rsidR="00CD3301" w:rsidRPr="00CD3301" w:rsidRDefault="00CD3301" w:rsidP="00CD3301">
            <w:pPr>
              <w:pStyle w:val="SIBulletList1"/>
            </w:pPr>
            <w:r w:rsidRPr="00BA73CD">
              <w:t xml:space="preserve">Monitor and interpret </w:t>
            </w:r>
            <w:r w:rsidR="00DE7FD0">
              <w:t>baking</w:t>
            </w:r>
            <w:r w:rsidRPr="00BA73CD">
              <w:t xml:space="preserve"> </w:t>
            </w:r>
            <w:r w:rsidRPr="00CD3301">
              <w:t>control indicators and data, including temperature (</w:t>
            </w:r>
            <w:r w:rsidRPr="00CD3301">
              <w:sym w:font="Symbol" w:char="F0B0"/>
            </w:r>
            <w:r w:rsidRPr="00CD3301">
              <w:t xml:space="preserve">C), time, </w:t>
            </w:r>
            <w:r w:rsidR="0007037D">
              <w:t>humidity</w:t>
            </w:r>
          </w:p>
          <w:p w14:paraId="4385943E" w14:textId="0FD630AF" w:rsidR="00CD3301" w:rsidRPr="00DE7FD0" w:rsidRDefault="00CD3301" w:rsidP="00DE7FD0">
            <w:pPr>
              <w:pStyle w:val="SIBulletList1"/>
              <w:rPr>
                <w:rFonts w:eastAsia="Calibri"/>
              </w:rPr>
            </w:pPr>
            <w:r w:rsidRPr="00BA73CD">
              <w:t>Monitor supply and flow of materials to and from the process</w:t>
            </w:r>
          </w:p>
        </w:tc>
      </w:tr>
    </w:tbl>
    <w:p w14:paraId="5CC5BB3B" w14:textId="77777777" w:rsidR="00916CD7" w:rsidRDefault="00916CD7" w:rsidP="005F771F">
      <w:pPr>
        <w:pStyle w:val="SIText"/>
      </w:pPr>
    </w:p>
    <w:p w14:paraId="57A6DC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C32315D" w14:textId="77777777" w:rsidTr="00F33FF2">
        <w:tc>
          <w:tcPr>
            <w:tcW w:w="5000" w:type="pct"/>
            <w:gridSpan w:val="4"/>
          </w:tcPr>
          <w:p w14:paraId="375327FF" w14:textId="77777777" w:rsidR="00F1480E" w:rsidRPr="000754EC" w:rsidRDefault="00FD557D" w:rsidP="000754EC">
            <w:pPr>
              <w:pStyle w:val="SIHeading2"/>
            </w:pPr>
            <w:r w:rsidRPr="00923720">
              <w:t>U</w:t>
            </w:r>
            <w:r w:rsidRPr="000754EC">
              <w:t>nit Mapping Information</w:t>
            </w:r>
          </w:p>
        </w:tc>
      </w:tr>
      <w:tr w:rsidR="00F1480E" w14:paraId="2116285D" w14:textId="77777777" w:rsidTr="00F33FF2">
        <w:tc>
          <w:tcPr>
            <w:tcW w:w="1028" w:type="pct"/>
          </w:tcPr>
          <w:p w14:paraId="7C9C7A73" w14:textId="77777777" w:rsidR="00F1480E" w:rsidRPr="000754EC" w:rsidRDefault="00F1480E" w:rsidP="000754EC">
            <w:pPr>
              <w:pStyle w:val="SIText-Bold"/>
            </w:pPr>
            <w:r w:rsidRPr="00923720">
              <w:t>Code and title current version</w:t>
            </w:r>
          </w:p>
        </w:tc>
        <w:tc>
          <w:tcPr>
            <w:tcW w:w="1105" w:type="pct"/>
          </w:tcPr>
          <w:p w14:paraId="1A127A6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1EF69C2" w14:textId="77777777" w:rsidR="00F1480E" w:rsidRPr="000754EC" w:rsidRDefault="00F1480E" w:rsidP="000754EC">
            <w:pPr>
              <w:pStyle w:val="SIText-Bold"/>
            </w:pPr>
            <w:r w:rsidRPr="00923720">
              <w:t>Comments</w:t>
            </w:r>
          </w:p>
        </w:tc>
        <w:tc>
          <w:tcPr>
            <w:tcW w:w="1616" w:type="pct"/>
          </w:tcPr>
          <w:p w14:paraId="68B92039" w14:textId="77777777" w:rsidR="00F1480E" w:rsidRPr="000754EC" w:rsidRDefault="00F1480E" w:rsidP="000754EC">
            <w:pPr>
              <w:pStyle w:val="SIText-Bold"/>
            </w:pPr>
            <w:r w:rsidRPr="00923720">
              <w:t>Equivalence status</w:t>
            </w:r>
          </w:p>
        </w:tc>
      </w:tr>
      <w:tr w:rsidR="00041E59" w14:paraId="1243E22D" w14:textId="77777777" w:rsidTr="00F33FF2">
        <w:tc>
          <w:tcPr>
            <w:tcW w:w="1028" w:type="pct"/>
          </w:tcPr>
          <w:p w14:paraId="42116409" w14:textId="77777777" w:rsidR="00DE7FD0" w:rsidRPr="00DE7FD0" w:rsidRDefault="00DE7FD0" w:rsidP="00DE7FD0">
            <w:r>
              <w:t>FBPHVB3X10 Operate and monitor a pastry baking process</w:t>
            </w:r>
          </w:p>
          <w:p w14:paraId="6A1742B6" w14:textId="45306E3C" w:rsidR="00CD3301" w:rsidRPr="000754EC" w:rsidRDefault="00CD3301" w:rsidP="000754EC">
            <w:pPr>
              <w:pStyle w:val="SIText"/>
            </w:pPr>
          </w:p>
        </w:tc>
        <w:tc>
          <w:tcPr>
            <w:tcW w:w="1105" w:type="pct"/>
          </w:tcPr>
          <w:p w14:paraId="19673289" w14:textId="211E2554" w:rsidR="00041E59" w:rsidRPr="000754EC" w:rsidRDefault="00041E59" w:rsidP="000754EC">
            <w:pPr>
              <w:pStyle w:val="SIText"/>
            </w:pPr>
          </w:p>
        </w:tc>
        <w:tc>
          <w:tcPr>
            <w:tcW w:w="1251" w:type="pct"/>
          </w:tcPr>
          <w:p w14:paraId="270A7342" w14:textId="713A390E" w:rsidR="00041E59" w:rsidRPr="000754EC" w:rsidRDefault="00CD3301" w:rsidP="000754EC">
            <w:pPr>
              <w:pStyle w:val="SIText"/>
            </w:pPr>
            <w:r>
              <w:t>Newly created unit</w:t>
            </w:r>
          </w:p>
        </w:tc>
        <w:tc>
          <w:tcPr>
            <w:tcW w:w="1616" w:type="pct"/>
          </w:tcPr>
          <w:p w14:paraId="56DDB3B4" w14:textId="61ABC55F" w:rsidR="00916CD7" w:rsidRPr="000754EC" w:rsidRDefault="00916CD7" w:rsidP="000754EC">
            <w:pPr>
              <w:pStyle w:val="SIText"/>
            </w:pPr>
            <w:r>
              <w:t>No equivalent unit</w:t>
            </w:r>
          </w:p>
        </w:tc>
      </w:tr>
    </w:tbl>
    <w:p w14:paraId="51488D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3E205B5" w14:textId="77777777" w:rsidTr="00CA2922">
        <w:tc>
          <w:tcPr>
            <w:tcW w:w="1396" w:type="pct"/>
            <w:shd w:val="clear" w:color="auto" w:fill="auto"/>
          </w:tcPr>
          <w:p w14:paraId="67654C9B" w14:textId="77777777" w:rsidR="00F1480E" w:rsidRPr="000754EC" w:rsidRDefault="00FD557D" w:rsidP="000754EC">
            <w:pPr>
              <w:pStyle w:val="SIHeading2"/>
            </w:pPr>
            <w:r w:rsidRPr="00CC451E">
              <w:t>L</w:t>
            </w:r>
            <w:r w:rsidRPr="000754EC">
              <w:t>inks</w:t>
            </w:r>
          </w:p>
        </w:tc>
        <w:tc>
          <w:tcPr>
            <w:tcW w:w="3604" w:type="pct"/>
            <w:shd w:val="clear" w:color="auto" w:fill="auto"/>
          </w:tcPr>
          <w:p w14:paraId="3438CC3F" w14:textId="77777777" w:rsidR="00520E9A" w:rsidRPr="000754EC" w:rsidRDefault="00520E9A" w:rsidP="000754EC">
            <w:pPr>
              <w:pStyle w:val="SIText"/>
            </w:pPr>
            <w:r>
              <w:t xml:space="preserve">Companion Volumes, including Implementation </w:t>
            </w:r>
            <w:r w:rsidR="00346FDC">
              <w:t xml:space="preserve">Guides, are available at VETNet: </w:t>
            </w:r>
          </w:p>
          <w:p w14:paraId="020062FC" w14:textId="2ADAC49F" w:rsidR="00F1480E" w:rsidRPr="000754EC" w:rsidRDefault="0041634A" w:rsidP="00E40225">
            <w:pPr>
              <w:pStyle w:val="SIText"/>
            </w:pPr>
            <w:r w:rsidRPr="0041634A">
              <w:t>https://vetnet.gov.au/Pages/TrainingDocs.aspx?q=78b15323-cd38-483e-aad7-1159b570a5c4</w:t>
            </w:r>
          </w:p>
        </w:tc>
      </w:tr>
    </w:tbl>
    <w:p w14:paraId="7101D861" w14:textId="77777777" w:rsidR="00F1480E" w:rsidRDefault="00F1480E" w:rsidP="005F771F">
      <w:pPr>
        <w:pStyle w:val="SIText"/>
      </w:pPr>
    </w:p>
    <w:p w14:paraId="6ED6FA1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0B620B3" w14:textId="77777777" w:rsidTr="00113678">
        <w:trPr>
          <w:tblHeader/>
        </w:trPr>
        <w:tc>
          <w:tcPr>
            <w:tcW w:w="1478" w:type="pct"/>
            <w:shd w:val="clear" w:color="auto" w:fill="auto"/>
          </w:tcPr>
          <w:p w14:paraId="48456A7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A127242" w14:textId="051D0260" w:rsidR="00556C4C" w:rsidRPr="000754EC" w:rsidRDefault="00556C4C" w:rsidP="00DE7FD0">
            <w:pPr>
              <w:pStyle w:val="SIUnittitle"/>
            </w:pPr>
            <w:r w:rsidRPr="00F56827">
              <w:t xml:space="preserve">Assessment requirements for </w:t>
            </w:r>
            <w:r w:rsidR="00DE7FD0">
              <w:t>FBPHVB3X10 Operate and monitor a pastry baking process</w:t>
            </w:r>
          </w:p>
        </w:tc>
      </w:tr>
      <w:tr w:rsidR="00556C4C" w:rsidRPr="00A55106" w14:paraId="5E0CD15B" w14:textId="77777777" w:rsidTr="00113678">
        <w:trPr>
          <w:tblHeader/>
        </w:trPr>
        <w:tc>
          <w:tcPr>
            <w:tcW w:w="5000" w:type="pct"/>
            <w:gridSpan w:val="2"/>
            <w:shd w:val="clear" w:color="auto" w:fill="auto"/>
          </w:tcPr>
          <w:p w14:paraId="06113AE3" w14:textId="77777777" w:rsidR="00556C4C" w:rsidRPr="000754EC" w:rsidRDefault="00D71E43" w:rsidP="000754EC">
            <w:pPr>
              <w:pStyle w:val="SIHeading2"/>
            </w:pPr>
            <w:r>
              <w:t>Performance E</w:t>
            </w:r>
            <w:r w:rsidRPr="000754EC">
              <w:t>vidence</w:t>
            </w:r>
          </w:p>
        </w:tc>
      </w:tr>
      <w:tr w:rsidR="00556C4C" w:rsidRPr="00067E1C" w14:paraId="7FB23ABF" w14:textId="77777777" w:rsidTr="00113678">
        <w:tc>
          <w:tcPr>
            <w:tcW w:w="5000" w:type="pct"/>
            <w:gridSpan w:val="2"/>
            <w:shd w:val="clear" w:color="auto" w:fill="auto"/>
          </w:tcPr>
          <w:p w14:paraId="2CC8876C"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3FFFB46" w14:textId="77777777" w:rsidR="0026394F" w:rsidRDefault="0026394F" w:rsidP="00E40225">
            <w:pPr>
              <w:pStyle w:val="SIText"/>
            </w:pPr>
          </w:p>
          <w:p w14:paraId="6E05DA6E" w14:textId="6BF3DDC6" w:rsidR="0041634A" w:rsidRPr="0041634A" w:rsidRDefault="0041634A" w:rsidP="0041634A">
            <w:pPr>
              <w:pStyle w:val="SIText"/>
            </w:pPr>
            <w:r w:rsidRPr="0041634A">
              <w:t xml:space="preserve">There must be evidence that the individual has operated and monitored </w:t>
            </w:r>
            <w:r w:rsidR="00DE7FD0">
              <w:t>a baking process to bake at least one batch of pastries to meet product specifications</w:t>
            </w:r>
            <w:r w:rsidRPr="0041634A">
              <w:t>, including:</w:t>
            </w:r>
          </w:p>
          <w:p w14:paraId="7199A77E" w14:textId="77777777" w:rsidR="0041634A" w:rsidRPr="0041634A" w:rsidRDefault="0041634A" w:rsidP="0007037D">
            <w:pPr>
              <w:pStyle w:val="SIBulletList1"/>
            </w:pPr>
            <w:r w:rsidRPr="0041634A">
              <w:t>applying safe work procedures</w:t>
            </w:r>
          </w:p>
          <w:p w14:paraId="2EBB7E97" w14:textId="481F867C" w:rsidR="0041634A" w:rsidRDefault="0041634A" w:rsidP="0007037D">
            <w:pPr>
              <w:pStyle w:val="SIBulletList1"/>
            </w:pPr>
            <w:r w:rsidRPr="0041634A">
              <w:t>following food safety procedures</w:t>
            </w:r>
          </w:p>
          <w:p w14:paraId="7C772DAB" w14:textId="54E8F925" w:rsidR="0007037D" w:rsidRDefault="0007037D" w:rsidP="0007037D">
            <w:pPr>
              <w:pStyle w:val="SIBulletList1"/>
            </w:pPr>
            <w:r>
              <w:t>confirming oven settings and parameters, including:</w:t>
            </w:r>
          </w:p>
          <w:p w14:paraId="08689FDA" w14:textId="77777777" w:rsidR="0007037D" w:rsidRPr="0007037D" w:rsidRDefault="0007037D" w:rsidP="0007037D">
            <w:pPr>
              <w:pStyle w:val="SIBulletList2"/>
            </w:pPr>
            <w:r w:rsidRPr="0007037D">
              <w:t>correct oven settings for baking time</w:t>
            </w:r>
          </w:p>
          <w:p w14:paraId="30C92FAF" w14:textId="77777777" w:rsidR="0007037D" w:rsidRPr="0007037D" w:rsidRDefault="0007037D" w:rsidP="0007037D">
            <w:pPr>
              <w:pStyle w:val="SIBulletList2"/>
            </w:pPr>
            <w:r w:rsidRPr="0007037D">
              <w:t>oven zone temperatures</w:t>
            </w:r>
          </w:p>
          <w:p w14:paraId="31371CF9" w14:textId="77777777" w:rsidR="0007037D" w:rsidRPr="0007037D" w:rsidRDefault="0007037D" w:rsidP="0007037D">
            <w:pPr>
              <w:pStyle w:val="SIBulletList2"/>
            </w:pPr>
            <w:r w:rsidRPr="0007037D">
              <w:t>conveyor speed, loaders and dischargers</w:t>
            </w:r>
          </w:p>
          <w:p w14:paraId="2A5F527A" w14:textId="77777777" w:rsidR="0007037D" w:rsidRPr="0007037D" w:rsidRDefault="0007037D" w:rsidP="0007037D">
            <w:pPr>
              <w:pStyle w:val="SIBulletList2"/>
            </w:pPr>
            <w:r w:rsidRPr="0007037D">
              <w:t>circulation and exhaust fans</w:t>
            </w:r>
          </w:p>
          <w:p w14:paraId="25EBD9E1" w14:textId="77777777" w:rsidR="0007037D" w:rsidRPr="0007037D" w:rsidRDefault="0007037D" w:rsidP="0007037D">
            <w:pPr>
              <w:pStyle w:val="SIBulletList2"/>
            </w:pPr>
            <w:r w:rsidRPr="0007037D">
              <w:t>water seals</w:t>
            </w:r>
          </w:p>
          <w:p w14:paraId="6412521F" w14:textId="77777777" w:rsidR="0007037D" w:rsidRPr="0007037D" w:rsidRDefault="0007037D" w:rsidP="0007037D">
            <w:pPr>
              <w:pStyle w:val="SIBulletList2"/>
            </w:pPr>
            <w:r w:rsidRPr="0007037D">
              <w:t>burner controls and steam</w:t>
            </w:r>
          </w:p>
          <w:p w14:paraId="2DE550BF" w14:textId="453E8426" w:rsidR="0007037D" w:rsidRDefault="0007037D" w:rsidP="0007037D">
            <w:pPr>
              <w:pStyle w:val="SIBulletList2"/>
            </w:pPr>
            <w:r w:rsidRPr="0007037D">
              <w:t>heights, guides and air blowers</w:t>
            </w:r>
          </w:p>
          <w:p w14:paraId="0A607DA0" w14:textId="7BF1477D" w:rsidR="0007037D" w:rsidRPr="0007037D" w:rsidRDefault="0007037D" w:rsidP="0007037D">
            <w:pPr>
              <w:pStyle w:val="SIBulletList1"/>
            </w:pPr>
            <w:r>
              <w:t xml:space="preserve">monitoring baked pastries, including </w:t>
            </w:r>
            <w:r w:rsidRPr="0007037D">
              <w:t xml:space="preserve">quantities and </w:t>
            </w:r>
            <w:r>
              <w:t>pastry</w:t>
            </w:r>
            <w:r w:rsidRPr="0007037D">
              <w:t xml:space="preserve"> appearance (colour and sheen, uniformity of shape, weight and size, and moisture)</w:t>
            </w:r>
          </w:p>
          <w:p w14:paraId="69F43D65" w14:textId="77777777" w:rsidR="0041634A" w:rsidRPr="0041634A" w:rsidRDefault="0041634A" w:rsidP="0007037D">
            <w:pPr>
              <w:pStyle w:val="SIBulletList1"/>
            </w:pPr>
            <w:r w:rsidRPr="0041634A">
              <w:t>taking corrective action in response to typical faults and inconsistencies in separated product.</w:t>
            </w:r>
          </w:p>
          <w:p w14:paraId="5F594B7F" w14:textId="6AAF9C23" w:rsidR="00556C4C" w:rsidRPr="000754EC" w:rsidRDefault="00556C4C" w:rsidP="0041634A">
            <w:pPr>
              <w:pStyle w:val="SIBulletList1"/>
              <w:numPr>
                <w:ilvl w:val="0"/>
                <w:numId w:val="0"/>
              </w:numPr>
              <w:ind w:left="357"/>
            </w:pPr>
          </w:p>
        </w:tc>
      </w:tr>
    </w:tbl>
    <w:p w14:paraId="7384BC0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30AB60D" w14:textId="77777777" w:rsidTr="00CA2922">
        <w:trPr>
          <w:tblHeader/>
        </w:trPr>
        <w:tc>
          <w:tcPr>
            <w:tcW w:w="5000" w:type="pct"/>
            <w:shd w:val="clear" w:color="auto" w:fill="auto"/>
          </w:tcPr>
          <w:p w14:paraId="462D4DB3" w14:textId="77777777" w:rsidR="00F1480E" w:rsidRPr="000754EC" w:rsidRDefault="00D71E43" w:rsidP="000754EC">
            <w:pPr>
              <w:pStyle w:val="SIHeading2"/>
            </w:pPr>
            <w:r w:rsidRPr="002C55E9">
              <w:t>K</w:t>
            </w:r>
            <w:r w:rsidRPr="000754EC">
              <w:t>nowledge Evidence</w:t>
            </w:r>
          </w:p>
        </w:tc>
      </w:tr>
      <w:tr w:rsidR="00F1480E" w:rsidRPr="00067E1C" w14:paraId="5C79BC49" w14:textId="77777777" w:rsidTr="00CA2922">
        <w:tc>
          <w:tcPr>
            <w:tcW w:w="5000" w:type="pct"/>
            <w:shd w:val="clear" w:color="auto" w:fill="auto"/>
          </w:tcPr>
          <w:p w14:paraId="49339CA9" w14:textId="77777777" w:rsidR="00CD3301" w:rsidRPr="00CD3301" w:rsidRDefault="00CD3301" w:rsidP="00CD3301">
            <w:pPr>
              <w:pStyle w:val="SIText"/>
            </w:pPr>
            <w:r w:rsidRPr="00093F2B">
              <w:t xml:space="preserve">An </w:t>
            </w:r>
            <w:r w:rsidRPr="00CD3301">
              <w:t>individual must be able to demonstrate the knowledge required to perform the tasks outlined in the elements and performance criteria of this unit. This includes knowledge of:</w:t>
            </w:r>
          </w:p>
          <w:p w14:paraId="5C0DDCAE" w14:textId="62340996" w:rsidR="00CD3301" w:rsidRPr="00CD3301" w:rsidRDefault="00CD3301" w:rsidP="00CD3301">
            <w:pPr>
              <w:pStyle w:val="SIBulletList1"/>
            </w:pPr>
            <w:r w:rsidRPr="00093F2B">
              <w:t>purpose and basic principles of each stage of the baking process, including the stages of the baking process and changes that occur in the product, the effect of variables (time, temperature and humidity), and oven zones as appropriate to oven type</w:t>
            </w:r>
          </w:p>
          <w:p w14:paraId="1AD7DE86" w14:textId="77777777" w:rsidR="00CD3301" w:rsidRPr="00CD3301" w:rsidRDefault="00CD3301" w:rsidP="00CD3301">
            <w:pPr>
              <w:pStyle w:val="SIBulletList1"/>
            </w:pPr>
            <w:r w:rsidRPr="00093F2B">
              <w:t>basic operating principles of equipment, including:</w:t>
            </w:r>
          </w:p>
          <w:p w14:paraId="66806FF4" w14:textId="77777777" w:rsidR="00CD3301" w:rsidRPr="00CD3301" w:rsidRDefault="00CD3301" w:rsidP="00CD3301">
            <w:pPr>
              <w:pStyle w:val="SIBulletList2"/>
            </w:pPr>
            <w:r w:rsidRPr="00093F2B">
              <w:t>the difference between convection and impingement ovens</w:t>
            </w:r>
          </w:p>
          <w:p w14:paraId="6853C319" w14:textId="77777777" w:rsidR="00CD3301" w:rsidRPr="00CD3301" w:rsidRDefault="00CD3301" w:rsidP="00CD3301">
            <w:pPr>
              <w:pStyle w:val="SIBulletList2"/>
            </w:pPr>
            <w:r w:rsidRPr="00093F2B">
              <w:t>main equipment components</w:t>
            </w:r>
          </w:p>
          <w:p w14:paraId="70707FA7" w14:textId="77777777" w:rsidR="00CD3301" w:rsidRPr="00CD3301" w:rsidRDefault="00CD3301" w:rsidP="00CD3301">
            <w:pPr>
              <w:pStyle w:val="SIBulletList2"/>
            </w:pPr>
            <w:r w:rsidRPr="00093F2B">
              <w:t>status and purpose of guards</w:t>
            </w:r>
          </w:p>
          <w:p w14:paraId="26DE2740" w14:textId="77777777" w:rsidR="00CD3301" w:rsidRPr="00CD3301" w:rsidRDefault="00CD3301" w:rsidP="00CD3301">
            <w:pPr>
              <w:pStyle w:val="SIBulletList2"/>
            </w:pPr>
            <w:r w:rsidRPr="00093F2B">
              <w:t>equipment operating capacities and applications</w:t>
            </w:r>
          </w:p>
          <w:p w14:paraId="33948636" w14:textId="77777777" w:rsidR="00CD3301" w:rsidRPr="00CD3301" w:rsidRDefault="00CD3301" w:rsidP="00CD3301">
            <w:pPr>
              <w:pStyle w:val="SIBulletList2"/>
            </w:pPr>
            <w:r w:rsidRPr="00093F2B">
              <w:t>the purpose and location of sensors and related feedback instrumentation</w:t>
            </w:r>
          </w:p>
          <w:p w14:paraId="23BDA9CE" w14:textId="51E4CB3E" w:rsidR="00DE7FD0" w:rsidRDefault="00DE7FD0" w:rsidP="00CD3301">
            <w:pPr>
              <w:pStyle w:val="SIBulletList1"/>
            </w:pPr>
            <w:r>
              <w:t>types of ovens typically used in high volume baking environments, and the principles of heat transfer, including:</w:t>
            </w:r>
          </w:p>
          <w:p w14:paraId="45A32A51" w14:textId="0F2B2118" w:rsidR="00DE7FD0" w:rsidRDefault="00DE7FD0" w:rsidP="00DE7FD0">
            <w:pPr>
              <w:pStyle w:val="SIBulletList2"/>
            </w:pPr>
            <w:r>
              <w:t>convection</w:t>
            </w:r>
          </w:p>
          <w:p w14:paraId="04A151F7" w14:textId="50AD67B2" w:rsidR="00DE7FD0" w:rsidRDefault="00DE7FD0" w:rsidP="00DE7FD0">
            <w:pPr>
              <w:pStyle w:val="SIBulletList2"/>
            </w:pPr>
            <w:r>
              <w:t>conduction</w:t>
            </w:r>
          </w:p>
          <w:p w14:paraId="2770086F" w14:textId="38ECB016" w:rsidR="00DE7FD0" w:rsidRDefault="00DE7FD0" w:rsidP="00DE7FD0">
            <w:pPr>
              <w:pStyle w:val="SIBulletList2"/>
            </w:pPr>
            <w:r>
              <w:t>radiation</w:t>
            </w:r>
          </w:p>
          <w:p w14:paraId="6B2C0AAA" w14:textId="748A9ACA" w:rsidR="00DE7FD0" w:rsidRDefault="00DE7FD0" w:rsidP="00DE7FD0">
            <w:pPr>
              <w:pStyle w:val="SIBulletList2"/>
            </w:pPr>
            <w:r>
              <w:t>electromagnetic radiation</w:t>
            </w:r>
          </w:p>
          <w:p w14:paraId="2E5F56BB" w14:textId="77777777" w:rsidR="00CD3301" w:rsidRPr="00CD3301" w:rsidRDefault="00CD3301" w:rsidP="00CD3301">
            <w:pPr>
              <w:pStyle w:val="SIBulletList1"/>
            </w:pPr>
            <w:r w:rsidRPr="00093F2B">
              <w:t>quality characteristics to be achieved by the baked product</w:t>
            </w:r>
          </w:p>
          <w:p w14:paraId="1A8F099F" w14:textId="77777777" w:rsidR="00CD3301" w:rsidRPr="00CD3301" w:rsidRDefault="00CD3301" w:rsidP="00CD3301">
            <w:pPr>
              <w:pStyle w:val="SIBulletList1"/>
            </w:pPr>
            <w:r w:rsidRPr="00093F2B">
              <w:t>process specifications, procedures and operating parameters for different baked pastry products</w:t>
            </w:r>
          </w:p>
          <w:p w14:paraId="7C70C963" w14:textId="77777777" w:rsidR="00CD3301" w:rsidRPr="00CD3301" w:rsidRDefault="00CD3301" w:rsidP="00CD3301">
            <w:pPr>
              <w:pStyle w:val="SIBulletList1"/>
            </w:pPr>
            <w:r w:rsidRPr="00093F2B">
              <w:t xml:space="preserve">operating requirements, parameters and corrective action required where operation is </w:t>
            </w:r>
            <w:r w:rsidRPr="00CD3301">
              <w:t>outside specified operating parameters</w:t>
            </w:r>
          </w:p>
          <w:p w14:paraId="0DEAD6C0" w14:textId="77777777" w:rsidR="00CD3301" w:rsidRPr="00CD3301" w:rsidRDefault="00CD3301" w:rsidP="00CD3301">
            <w:pPr>
              <w:pStyle w:val="SIBulletList1"/>
            </w:pPr>
            <w:r w:rsidRPr="00093F2B">
              <w:t>typical equipment faults and related causes, including signs and symptoms of faulty equipment and early warning signs of potential problems</w:t>
            </w:r>
          </w:p>
          <w:p w14:paraId="053D39ED" w14:textId="77777777" w:rsidR="00CD3301" w:rsidRPr="00CD3301" w:rsidRDefault="00CD3301" w:rsidP="00CD3301">
            <w:pPr>
              <w:pStyle w:val="SIBulletList1"/>
            </w:pPr>
            <w:r w:rsidRPr="00093F2B">
              <w:t>methods used to monitor the baking process, including inspecting, measuring and testing, by the process</w:t>
            </w:r>
          </w:p>
          <w:p w14:paraId="18E3F917" w14:textId="77777777" w:rsidR="00CD3301" w:rsidRPr="00CD3301" w:rsidRDefault="00CD3301" w:rsidP="00CD3301">
            <w:pPr>
              <w:pStyle w:val="SIBulletList1"/>
            </w:pPr>
            <w:r w:rsidRPr="00093F2B">
              <w:t>inspection or test points (control points) in the baking process and the related procedures and recording requirements, including the ability to conduct dew point and/or wet bulb tests</w:t>
            </w:r>
          </w:p>
          <w:p w14:paraId="7CD79F79" w14:textId="77777777" w:rsidR="00CD3301" w:rsidRPr="00CD3301" w:rsidRDefault="00CD3301" w:rsidP="00CD3301">
            <w:pPr>
              <w:pStyle w:val="SIBulletList1"/>
            </w:pPr>
            <w:r w:rsidRPr="00093F2B">
              <w:t>contamination/</w:t>
            </w:r>
            <w:r w:rsidRPr="00CD3301">
              <w:t>cross contamination and food safety risks associated with the baking process and related control measures</w:t>
            </w:r>
          </w:p>
          <w:p w14:paraId="770DE708" w14:textId="77777777" w:rsidR="00CD3301" w:rsidRPr="00CD3301" w:rsidRDefault="00CD3301" w:rsidP="00CD3301">
            <w:pPr>
              <w:pStyle w:val="SIBulletList1"/>
            </w:pPr>
            <w:r w:rsidRPr="007E7D5A">
              <w:t>common microbiological, physical</w:t>
            </w:r>
            <w:r w:rsidRPr="00CD3301">
              <w:t>, chemical and allergen hazards related to the foods handled in the work area, including the types of hazards likely to occur, the conditions under which they occur, possible consequences, and control methods to prevent occurrence</w:t>
            </w:r>
          </w:p>
          <w:p w14:paraId="1D641669" w14:textId="0160AF97" w:rsidR="00CD3301" w:rsidRPr="00CD3301" w:rsidRDefault="00CD3301" w:rsidP="00CD3301">
            <w:pPr>
              <w:pStyle w:val="SIBulletList1"/>
            </w:pPr>
            <w:r w:rsidRPr="00093F2B">
              <w:t>health and safety hazards and controls</w:t>
            </w:r>
          </w:p>
          <w:p w14:paraId="23BC726B" w14:textId="77777777" w:rsidR="00CD3301" w:rsidRPr="00CD3301" w:rsidRDefault="00CD3301" w:rsidP="00CD3301">
            <w:pPr>
              <w:pStyle w:val="SIBulletList1"/>
            </w:pPr>
            <w:r w:rsidRPr="00093F2B">
              <w:lastRenderedPageBreak/>
              <w:t>requirements of different shutdowns as appropriate to the baking process and workplace production requirements, including emergency and routine shutdowns, and procedures to follow in the event of a power outage</w:t>
            </w:r>
          </w:p>
          <w:p w14:paraId="0F7E3629" w14:textId="77777777" w:rsidR="00CD3301" w:rsidRPr="00CD3301" w:rsidRDefault="00CD3301" w:rsidP="00CD3301">
            <w:pPr>
              <w:pStyle w:val="SIBulletList1"/>
            </w:pPr>
            <w:r w:rsidRPr="00093F2B">
              <w:t>isolation, lock-out and tag-out procedures and responsibilities relevant to operating a baking process</w:t>
            </w:r>
          </w:p>
          <w:p w14:paraId="5FA0A4AE" w14:textId="77777777" w:rsidR="00CD3301" w:rsidRPr="00CD3301" w:rsidRDefault="00CD3301" w:rsidP="00CD3301">
            <w:pPr>
              <w:pStyle w:val="SIBulletList1"/>
            </w:pPr>
            <w:r w:rsidRPr="00093F2B">
              <w:t>environmental issues and controls relevant to the baking process, including waste/rework collection and handling procedures related to the process</w:t>
            </w:r>
          </w:p>
          <w:p w14:paraId="30DA9E20" w14:textId="77777777" w:rsidR="00CD3301" w:rsidRPr="00CD3301" w:rsidRDefault="00CD3301" w:rsidP="00CD3301">
            <w:pPr>
              <w:pStyle w:val="SIBulletList1"/>
            </w:pPr>
            <w:r w:rsidRPr="00093F2B">
              <w:t>purpose and operating procedures for related processes, including in-line proving and finishing equipment where relevant</w:t>
            </w:r>
          </w:p>
          <w:p w14:paraId="4DF0EF37" w14:textId="77777777" w:rsidR="00CD3301" w:rsidRPr="00CD3301" w:rsidRDefault="00CD3301" w:rsidP="00CD3301">
            <w:pPr>
              <w:pStyle w:val="SIBulletList1"/>
            </w:pPr>
            <w:r w:rsidRPr="00093F2B">
              <w:t>basic operating principles of process control where relevant, including the relationship between control panels and systems and the physical equipment</w:t>
            </w:r>
          </w:p>
          <w:p w14:paraId="2F15F6A9" w14:textId="77777777" w:rsidR="00CD3301" w:rsidRPr="00CD3301" w:rsidRDefault="00CD3301" w:rsidP="00CD3301">
            <w:pPr>
              <w:pStyle w:val="SIBulletList1"/>
            </w:pPr>
            <w:r w:rsidRPr="00093F2B">
              <w:t>routine maintenance procedures for baking equipment</w:t>
            </w:r>
          </w:p>
          <w:p w14:paraId="78A47786" w14:textId="77777777" w:rsidR="00CD3301" w:rsidRPr="00CD3301" w:rsidRDefault="00CD3301" w:rsidP="00CD3301">
            <w:pPr>
              <w:pStyle w:val="SIBulletList1"/>
            </w:pPr>
            <w:r w:rsidRPr="00093F2B">
              <w:t>cleaning and sanitation procedures for baking equipment</w:t>
            </w:r>
          </w:p>
          <w:p w14:paraId="4132FF52" w14:textId="5B34FFD9" w:rsidR="00F1480E" w:rsidRPr="000754EC" w:rsidRDefault="00DA161B" w:rsidP="00DA161B">
            <w:pPr>
              <w:pStyle w:val="SIBulletList1"/>
            </w:pPr>
            <w:r w:rsidRPr="00093F2B">
              <w:t>procedures and responsibility for reporting production information</w:t>
            </w:r>
            <w:r>
              <w:t xml:space="preserve"> and </w:t>
            </w:r>
            <w:r w:rsidR="00CD3301" w:rsidRPr="00CD3301">
              <w:t>traceability of product.</w:t>
            </w:r>
          </w:p>
        </w:tc>
      </w:tr>
      <w:tr w:rsidR="00DA161B" w:rsidRPr="00067E1C" w14:paraId="1FCBB75F" w14:textId="77777777" w:rsidTr="00CA2922">
        <w:tc>
          <w:tcPr>
            <w:tcW w:w="5000" w:type="pct"/>
            <w:shd w:val="clear" w:color="auto" w:fill="auto"/>
          </w:tcPr>
          <w:p w14:paraId="6B2C5BD4" w14:textId="77777777" w:rsidR="00DA161B" w:rsidRPr="00093F2B" w:rsidRDefault="00DA161B" w:rsidP="00CD3301">
            <w:pPr>
              <w:pStyle w:val="SIText"/>
            </w:pPr>
          </w:p>
        </w:tc>
      </w:tr>
    </w:tbl>
    <w:p w14:paraId="453932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34BA8C3" w14:textId="77777777" w:rsidTr="00CA2922">
        <w:trPr>
          <w:tblHeader/>
        </w:trPr>
        <w:tc>
          <w:tcPr>
            <w:tcW w:w="5000" w:type="pct"/>
            <w:shd w:val="clear" w:color="auto" w:fill="auto"/>
          </w:tcPr>
          <w:p w14:paraId="3E40495F" w14:textId="77777777" w:rsidR="00F1480E" w:rsidRPr="000754EC" w:rsidRDefault="00D71E43" w:rsidP="000754EC">
            <w:pPr>
              <w:pStyle w:val="SIHeading2"/>
            </w:pPr>
            <w:r w:rsidRPr="002C55E9">
              <w:t>A</w:t>
            </w:r>
            <w:r w:rsidRPr="000754EC">
              <w:t>ssessment Conditions</w:t>
            </w:r>
          </w:p>
        </w:tc>
      </w:tr>
      <w:tr w:rsidR="00F1480E" w:rsidRPr="00A55106" w14:paraId="38A09C9F" w14:textId="77777777" w:rsidTr="00CA2922">
        <w:tc>
          <w:tcPr>
            <w:tcW w:w="5000" w:type="pct"/>
            <w:shd w:val="clear" w:color="auto" w:fill="auto"/>
          </w:tcPr>
          <w:p w14:paraId="6504C91A" w14:textId="77777777" w:rsidR="0041634A" w:rsidRDefault="0041634A" w:rsidP="0041634A">
            <w:pPr>
              <w:pStyle w:val="SIText"/>
            </w:pPr>
            <w:r w:rsidRPr="0041634A">
              <w:t>Assessment of the skills in this unit of competency must take place under the following conditions</w:t>
            </w:r>
          </w:p>
          <w:p w14:paraId="27AD45B5" w14:textId="77777777" w:rsidR="00CD3301" w:rsidRPr="00CD3301" w:rsidRDefault="00CD3301" w:rsidP="00CD3301">
            <w:pPr>
              <w:pStyle w:val="SIBulletList1"/>
            </w:pPr>
            <w:r w:rsidRPr="003A045B">
              <w:t>physical conditions:</w:t>
            </w:r>
          </w:p>
          <w:p w14:paraId="3D57EE1F" w14:textId="77777777" w:rsidR="00CD3301" w:rsidRPr="00CD3301" w:rsidRDefault="00CD3301" w:rsidP="00CD3301">
            <w:pPr>
              <w:pStyle w:val="SIBulletList2"/>
            </w:pPr>
            <w:r w:rsidRPr="003A045B">
              <w:t xml:space="preserve">a </w:t>
            </w:r>
            <w:r w:rsidRPr="00CD3301">
              <w:t>food processing workplace or an environment that accurately represents workplace conditions</w:t>
            </w:r>
          </w:p>
          <w:p w14:paraId="7156EC08" w14:textId="77777777" w:rsidR="00CD3301" w:rsidRPr="00CD3301" w:rsidRDefault="00CD3301" w:rsidP="00CD3301">
            <w:pPr>
              <w:pStyle w:val="SIBulletList1"/>
            </w:pPr>
            <w:r w:rsidRPr="003A045B">
              <w:t>resources, equipment and materials:</w:t>
            </w:r>
          </w:p>
          <w:p w14:paraId="2EA9E7C4" w14:textId="753CDD23" w:rsidR="00CD3301" w:rsidRPr="00CD3301" w:rsidRDefault="00CD3301" w:rsidP="00CD3301">
            <w:pPr>
              <w:pStyle w:val="SIBulletList2"/>
            </w:pPr>
            <w:r w:rsidRPr="003A045B">
              <w:t>personal protective equipment</w:t>
            </w:r>
          </w:p>
          <w:p w14:paraId="472D2398" w14:textId="77777777" w:rsidR="00CD3301" w:rsidRPr="00CD3301" w:rsidRDefault="00CD3301" w:rsidP="00CD3301">
            <w:pPr>
              <w:pStyle w:val="SIBulletList2"/>
            </w:pPr>
            <w:r w:rsidRPr="003A045B">
              <w:t>baking and depanning equipment and services, and related equipment</w:t>
            </w:r>
          </w:p>
          <w:p w14:paraId="29BB4C72" w14:textId="77777777" w:rsidR="00CD3301" w:rsidRPr="00CD3301" w:rsidRDefault="00CD3301" w:rsidP="00CD3301">
            <w:pPr>
              <w:pStyle w:val="SIBulletList2"/>
            </w:pPr>
            <w:r w:rsidRPr="003A045B">
              <w:t>product to be baked</w:t>
            </w:r>
          </w:p>
          <w:p w14:paraId="11707D2B" w14:textId="77777777" w:rsidR="00CD3301" w:rsidRPr="00CD3301" w:rsidRDefault="00CD3301" w:rsidP="00CD3301">
            <w:pPr>
              <w:pStyle w:val="SIBulletList2"/>
            </w:pPr>
            <w:r w:rsidRPr="003A045B">
              <w:t>sampling schedules and test procedures and equipment</w:t>
            </w:r>
          </w:p>
          <w:p w14:paraId="237EA69A" w14:textId="77777777" w:rsidR="00CD3301" w:rsidRPr="00CD3301" w:rsidRDefault="00CD3301" w:rsidP="00CD3301">
            <w:pPr>
              <w:pStyle w:val="SIBulletList1"/>
            </w:pPr>
            <w:r w:rsidRPr="003A045B">
              <w:t>specifications:</w:t>
            </w:r>
          </w:p>
          <w:p w14:paraId="4CCA1C77" w14:textId="77777777" w:rsidR="00CD3301" w:rsidRPr="00CD3301" w:rsidRDefault="00CD3301" w:rsidP="00CD3301">
            <w:pPr>
              <w:pStyle w:val="SIBulletList2"/>
            </w:pPr>
            <w:r w:rsidRPr="003A045B">
              <w:t>work procedures, including advice on safe work practices, food safety, quality and environmental requirements</w:t>
            </w:r>
          </w:p>
          <w:p w14:paraId="00B2D5C1" w14:textId="77777777" w:rsidR="00CD3301" w:rsidRPr="00CD3301" w:rsidRDefault="00CD3301" w:rsidP="00CD3301">
            <w:pPr>
              <w:pStyle w:val="SIBulletList2"/>
            </w:pPr>
            <w:r w:rsidRPr="003A045B">
              <w:t>information on equipment capacity and operating parameters</w:t>
            </w:r>
          </w:p>
          <w:p w14:paraId="67BEFC64" w14:textId="77777777" w:rsidR="00CD3301" w:rsidRPr="00CD3301" w:rsidRDefault="00CD3301" w:rsidP="00CD3301">
            <w:pPr>
              <w:pStyle w:val="SIBulletList2"/>
            </w:pPr>
            <w:r w:rsidRPr="003A045B">
              <w:t>specifications, control points and processing parameters</w:t>
            </w:r>
          </w:p>
          <w:p w14:paraId="24E579C6" w14:textId="77777777" w:rsidR="00CD3301" w:rsidRPr="00CD3301" w:rsidRDefault="00CD3301" w:rsidP="00CD3301">
            <w:pPr>
              <w:pStyle w:val="SIBulletList2"/>
            </w:pPr>
            <w:r w:rsidRPr="003A045B">
              <w:t>production schedule and recipe/batch instructions</w:t>
            </w:r>
          </w:p>
          <w:p w14:paraId="127D6006" w14:textId="0F3B06DA" w:rsidR="00CD3301" w:rsidRPr="00CD3301" w:rsidRDefault="00CD3301" w:rsidP="00CD3301">
            <w:pPr>
              <w:pStyle w:val="SIBulletList2"/>
            </w:pPr>
            <w:r w:rsidRPr="003A045B">
              <w:t xml:space="preserve">documentation and recording </w:t>
            </w:r>
            <w:r w:rsidRPr="00CD3301">
              <w:t>requirements and procedures</w:t>
            </w:r>
            <w:r w:rsidR="00E3350E">
              <w:t>.</w:t>
            </w:r>
          </w:p>
          <w:p w14:paraId="7E535B08" w14:textId="77777777" w:rsidR="0021210E" w:rsidRDefault="0021210E" w:rsidP="000754EC">
            <w:pPr>
              <w:pStyle w:val="SIText"/>
            </w:pPr>
          </w:p>
          <w:p w14:paraId="5ED82DE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5B7D62F" w14:textId="061890A4" w:rsidR="00F1480E" w:rsidRPr="000754EC" w:rsidRDefault="00F1480E" w:rsidP="0041634A">
            <w:pPr>
              <w:pStyle w:val="SIBulletList2"/>
              <w:numPr>
                <w:ilvl w:val="0"/>
                <w:numId w:val="0"/>
              </w:numPr>
              <w:ind w:left="714" w:hanging="357"/>
              <w:rPr>
                <w:rFonts w:eastAsia="Calibri"/>
              </w:rPr>
            </w:pPr>
          </w:p>
        </w:tc>
      </w:tr>
    </w:tbl>
    <w:p w14:paraId="04A547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534AB80" w14:textId="77777777" w:rsidTr="004679E3">
        <w:tc>
          <w:tcPr>
            <w:tcW w:w="990" w:type="pct"/>
            <w:shd w:val="clear" w:color="auto" w:fill="auto"/>
          </w:tcPr>
          <w:p w14:paraId="53B679C9" w14:textId="77777777" w:rsidR="00F1480E" w:rsidRPr="000754EC" w:rsidRDefault="00D71E43" w:rsidP="000754EC">
            <w:pPr>
              <w:pStyle w:val="SIHeading2"/>
            </w:pPr>
            <w:r w:rsidRPr="002C55E9">
              <w:t>L</w:t>
            </w:r>
            <w:r w:rsidRPr="000754EC">
              <w:t>inks</w:t>
            </w:r>
          </w:p>
        </w:tc>
        <w:tc>
          <w:tcPr>
            <w:tcW w:w="4010" w:type="pct"/>
            <w:shd w:val="clear" w:color="auto" w:fill="auto"/>
          </w:tcPr>
          <w:p w14:paraId="1A6AE924" w14:textId="77777777" w:rsidR="002970C3" w:rsidRPr="000754EC" w:rsidRDefault="002970C3" w:rsidP="000754EC">
            <w:pPr>
              <w:pStyle w:val="SIText"/>
            </w:pPr>
            <w:r>
              <w:t xml:space="preserve">Companion Volumes, including Implementation </w:t>
            </w:r>
            <w:r w:rsidR="00346FDC">
              <w:t>Guides, are available at VETNet:</w:t>
            </w:r>
          </w:p>
          <w:p w14:paraId="127ECABF" w14:textId="776E1F83" w:rsidR="00F1480E" w:rsidRPr="000754EC" w:rsidRDefault="0041634A" w:rsidP="000754EC">
            <w:pPr>
              <w:pStyle w:val="SIText"/>
            </w:pPr>
            <w:r w:rsidRPr="0041634A">
              <w:t>https://vetnet.gov.au/Pages/TrainingDocs.aspx?q=78b15323-cd38-483e-aad7-1159b570a5c4</w:t>
            </w:r>
          </w:p>
        </w:tc>
      </w:tr>
    </w:tbl>
    <w:p w14:paraId="70A4041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EBB413" w14:textId="77777777" w:rsidR="00BB2F03" w:rsidRDefault="00BB2F03" w:rsidP="00BF3F0A">
      <w:r>
        <w:separator/>
      </w:r>
    </w:p>
    <w:p w14:paraId="3267FBB2" w14:textId="77777777" w:rsidR="00BB2F03" w:rsidRDefault="00BB2F03"/>
  </w:endnote>
  <w:endnote w:type="continuationSeparator" w:id="0">
    <w:p w14:paraId="6ECF5B86" w14:textId="77777777" w:rsidR="00BB2F03" w:rsidRDefault="00BB2F03" w:rsidP="00BF3F0A">
      <w:r>
        <w:continuationSeparator/>
      </w:r>
    </w:p>
    <w:p w14:paraId="23F7041D" w14:textId="77777777" w:rsidR="00BB2F03" w:rsidRDefault="00BB2F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C7A67B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EEA8897"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2686D4E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6603CE" w14:textId="77777777" w:rsidR="00BB2F03" w:rsidRDefault="00BB2F03" w:rsidP="00BF3F0A">
      <w:r>
        <w:separator/>
      </w:r>
    </w:p>
    <w:p w14:paraId="54ACB97F" w14:textId="77777777" w:rsidR="00BB2F03" w:rsidRDefault="00BB2F03"/>
  </w:footnote>
  <w:footnote w:type="continuationSeparator" w:id="0">
    <w:p w14:paraId="387EE512" w14:textId="77777777" w:rsidR="00BB2F03" w:rsidRDefault="00BB2F03" w:rsidP="00BF3F0A">
      <w:r>
        <w:continuationSeparator/>
      </w:r>
    </w:p>
    <w:p w14:paraId="7726B5F5" w14:textId="77777777" w:rsidR="00BB2F03" w:rsidRDefault="00BB2F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53ED33" w14:textId="47D28E58" w:rsidR="009C2650" w:rsidRPr="00DE7FD0" w:rsidRDefault="00DE7FD0" w:rsidP="00DE7FD0">
    <w:r>
      <w:t>FBPHVB3X10 Operate and monitor a pastry baking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1B74767"/>
    <w:multiLevelType w:val="multilevel"/>
    <w:tmpl w:val="1CBC99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2"/>
  </w:num>
  <w:num w:numId="18">
    <w:abstractNumId w:val="11"/>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520"/>
    <w:rsid w:val="000014B9"/>
    <w:rsid w:val="00005A15"/>
    <w:rsid w:val="0001108F"/>
    <w:rsid w:val="000115E2"/>
    <w:rsid w:val="000126D0"/>
    <w:rsid w:val="0001296A"/>
    <w:rsid w:val="00016803"/>
    <w:rsid w:val="00023992"/>
    <w:rsid w:val="000275AE"/>
    <w:rsid w:val="00041E59"/>
    <w:rsid w:val="00064BFE"/>
    <w:rsid w:val="0007037D"/>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1380"/>
    <w:rsid w:val="001A6A3E"/>
    <w:rsid w:val="001A7B6D"/>
    <w:rsid w:val="001B34D5"/>
    <w:rsid w:val="001B513A"/>
    <w:rsid w:val="001B5C43"/>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F33A4"/>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D71CC"/>
    <w:rsid w:val="003E72B6"/>
    <w:rsid w:val="003E7BBE"/>
    <w:rsid w:val="004127E3"/>
    <w:rsid w:val="0041634A"/>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432A"/>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186D"/>
    <w:rsid w:val="0073404B"/>
    <w:rsid w:val="007341FF"/>
    <w:rsid w:val="007404E9"/>
    <w:rsid w:val="007444CF"/>
    <w:rsid w:val="00752C75"/>
    <w:rsid w:val="00756EC4"/>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77DF"/>
    <w:rsid w:val="00817D51"/>
    <w:rsid w:val="00823530"/>
    <w:rsid w:val="00823FF4"/>
    <w:rsid w:val="00825E8B"/>
    <w:rsid w:val="00830267"/>
    <w:rsid w:val="008306E7"/>
    <w:rsid w:val="008322BE"/>
    <w:rsid w:val="00834BC8"/>
    <w:rsid w:val="00837FD6"/>
    <w:rsid w:val="00847B60"/>
    <w:rsid w:val="00850243"/>
    <w:rsid w:val="00851BE5"/>
    <w:rsid w:val="008545EB"/>
    <w:rsid w:val="00865011"/>
    <w:rsid w:val="00877FE8"/>
    <w:rsid w:val="00886790"/>
    <w:rsid w:val="008908DE"/>
    <w:rsid w:val="00896520"/>
    <w:rsid w:val="008A12ED"/>
    <w:rsid w:val="008A39D3"/>
    <w:rsid w:val="008B2C77"/>
    <w:rsid w:val="008B410C"/>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654DF"/>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B2F03"/>
    <w:rsid w:val="00BC5075"/>
    <w:rsid w:val="00BC5419"/>
    <w:rsid w:val="00BD3B0F"/>
    <w:rsid w:val="00BE5889"/>
    <w:rsid w:val="00BF1D4C"/>
    <w:rsid w:val="00BF3F0A"/>
    <w:rsid w:val="00C02AEE"/>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3301"/>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0210"/>
    <w:rsid w:val="00D54C76"/>
    <w:rsid w:val="00D65B16"/>
    <w:rsid w:val="00D71E43"/>
    <w:rsid w:val="00D727F3"/>
    <w:rsid w:val="00D73695"/>
    <w:rsid w:val="00D810DE"/>
    <w:rsid w:val="00D87D32"/>
    <w:rsid w:val="00D91188"/>
    <w:rsid w:val="00D92C83"/>
    <w:rsid w:val="00DA0A81"/>
    <w:rsid w:val="00DA161B"/>
    <w:rsid w:val="00DA3C10"/>
    <w:rsid w:val="00DA53B5"/>
    <w:rsid w:val="00DC1D69"/>
    <w:rsid w:val="00DC5A3A"/>
    <w:rsid w:val="00DD0726"/>
    <w:rsid w:val="00DE7FD0"/>
    <w:rsid w:val="00E238E6"/>
    <w:rsid w:val="00E3350E"/>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E341F"/>
  <w15:docId w15:val="{99B0BDC5-DFCC-40A2-9503-F93213DD1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51675368">
      <w:bodyDiv w:val="1"/>
      <w:marLeft w:val="0"/>
      <w:marRight w:val="0"/>
      <w:marTop w:val="0"/>
      <w:marBottom w:val="0"/>
      <w:divBdr>
        <w:top w:val="none" w:sz="0" w:space="0" w:color="auto"/>
        <w:left w:val="none" w:sz="0" w:space="0" w:color="auto"/>
        <w:bottom w:val="none" w:sz="0" w:space="0" w:color="auto"/>
        <w:right w:val="none" w:sz="0" w:space="0" w:color="auto"/>
      </w:divBdr>
    </w:div>
    <w:div w:id="1294481672">
      <w:bodyDiv w:val="1"/>
      <w:marLeft w:val="0"/>
      <w:marRight w:val="0"/>
      <w:marTop w:val="0"/>
      <w:marBottom w:val="0"/>
      <w:divBdr>
        <w:top w:val="none" w:sz="0" w:space="0" w:color="auto"/>
        <w:left w:val="none" w:sz="0" w:space="0" w:color="auto"/>
        <w:bottom w:val="none" w:sz="0" w:space="0" w:color="auto"/>
        <w:right w:val="none" w:sz="0" w:space="0" w:color="auto"/>
      </w:divBdr>
    </w:div>
    <w:div w:id="1357190581">
      <w:bodyDiv w:val="1"/>
      <w:marLeft w:val="0"/>
      <w:marRight w:val="0"/>
      <w:marTop w:val="0"/>
      <w:marBottom w:val="0"/>
      <w:divBdr>
        <w:top w:val="none" w:sz="0" w:space="0" w:color="auto"/>
        <w:left w:val="none" w:sz="0" w:space="0" w:color="auto"/>
        <w:bottom w:val="none" w:sz="0" w:space="0" w:color="auto"/>
        <w:right w:val="none" w:sz="0" w:space="0" w:color="auto"/>
      </w:divBdr>
    </w:div>
    <w:div w:id="149371722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69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20oldfield\Documents\Current\20A%20SI%20Food%20Processing%2020-09\Templates\TEM.SkillsImpact.UnitAndAR%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3CC0D9090397648BEE7D2F4D5A715A7" ma:contentTypeVersion="" ma:contentTypeDescription="Create a new document." ma:contentTypeScope="" ma:versionID="05168d3805d391d8e09d40460a13afd1">
  <xsd:schema xmlns:xsd="http://www.w3.org/2001/XMLSchema" xmlns:xs="http://www.w3.org/2001/XMLSchema" xmlns:p="http://schemas.microsoft.com/office/2006/metadata/properties" xmlns:ns1="http://schemas.microsoft.com/sharepoint/v3" xmlns:ns2="1e2bdb2b-981f-4d38-b0f7-a8d047f128d0" xmlns:ns3="29eb54fa-20e8-4ba3-b286-510406575a4d" targetNamespace="http://schemas.microsoft.com/office/2006/metadata/properties" ma:root="true" ma:fieldsID="53812830feb4ba8186cf71f09df792c7" ns1:_="" ns2:_="" ns3:_="">
    <xsd:import namespace="http://schemas.microsoft.com/sharepoint/v3"/>
    <xsd:import namespace="1e2bdb2b-981f-4d38-b0f7-a8d047f128d0"/>
    <xsd:import namespace="29eb54fa-20e8-4ba3-b286-510406575a4d"/>
    <xsd:element name="properties">
      <xsd:complexType>
        <xsd:sequence>
          <xsd:element name="documentManagement">
            <xsd:complexType>
              <xsd:all>
                <xsd:element ref="ns2:File_x0020_Category" minOccurs="0"/>
                <xsd:element ref="ns1:AssignedTo"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2bdb2b-981f-4d38-b0f7-a8d047f128d0" elementFormDefault="qualified">
    <xsd:import namespace="http://schemas.microsoft.com/office/2006/documentManagement/types"/>
    <xsd:import namespace="http://schemas.microsoft.com/office/infopath/2007/PartnerControls"/>
    <xsd:element name="File_x0020_Category" ma:index="8" nillable="true" ma:displayName="File Category" ma:format="Dropdown" ma:internalName="File_x0020_Category">
      <xsd:simpleType>
        <xsd:restriction base="dms:Choice">
          <xsd:enumeration value="Face to Face Workshops"/>
          <xsd:enumeration value="Functional Analysis"/>
          <xsd:enumeration value="Mapping"/>
          <xsd:enumeration value="Project Documents"/>
          <xsd:enumeration value="Research"/>
          <xsd:enumeration value="SME Documents"/>
          <xsd:enumeration value="Support/Finalisation"/>
          <xsd:enumeration value="Templates"/>
        </xsd:restriction>
      </xsd:simpleType>
    </xsd:element>
  </xsd:schema>
  <xsd:schema xmlns:xsd="http://www.w3.org/2001/XMLSchema" xmlns:xs="http://www.w3.org/2001/XMLSchema" xmlns:dms="http://schemas.microsoft.com/office/2006/documentManagement/types" xmlns:pc="http://schemas.microsoft.com/office/infopath/2007/PartnerControls" targetNamespace="29eb54fa-20e8-4ba3-b286-510406575a4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File_x0020_Category xmlns="1e2bdb2b-981f-4d38-b0f7-a8d047f128d0">Templates</File_x0020_Category>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217B7A-B194-4320-9B30-626C2F56026F}">
  <ds:schemaRefs>
    <ds:schemaRef ds:uri="http://schemas.openxmlformats.org/officeDocument/2006/bibliography"/>
  </ds:schemaRefs>
</ds:datastoreItem>
</file>

<file path=customXml/itemProps2.xml><?xml version="1.0" encoding="utf-8"?>
<ds:datastoreItem xmlns:ds="http://schemas.openxmlformats.org/officeDocument/2006/customXml" ds:itemID="{A1FC7092-F5ED-4D8C-967C-9CA9BE1E23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2bdb2b-981f-4d38-b0f7-a8d047f128d0"/>
    <ds:schemaRef ds:uri="29eb54fa-20e8-4ba3-b286-510406575a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1e2bdb2b-981f-4d38-b0f7-a8d047f128d0"/>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 (2)</Template>
  <TotalTime>39</TotalTime>
  <Pages>1</Pages>
  <Words>1397</Words>
  <Characters>7969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Jenni Oldfield</dc:creator>
  <cp:lastModifiedBy>Jenni Oldfield</cp:lastModifiedBy>
  <cp:revision>7</cp:revision>
  <cp:lastPrinted>2016-05-27T05:21:00Z</cp:lastPrinted>
  <dcterms:created xsi:type="dcterms:W3CDTF">2020-10-26T03:22:00Z</dcterms:created>
  <dcterms:modified xsi:type="dcterms:W3CDTF">2020-12-21T02:21:00Z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0x010100E3CC0D9090397648BEE7D2F4D5A715A7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_SourceUrl">
    <vt:lpwstr/>
  </property>
  <property fmtid="{D5CDD505-2E9C-101B-9397-08002B2CF9AE}" pid="27" name="_SharedFileIndex">
    <vt:lpwstr/>
  </property>
</Properties>
</file>