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79FD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4CDE3A" w14:textId="77777777" w:rsidTr="00146EEC">
        <w:tc>
          <w:tcPr>
            <w:tcW w:w="2689" w:type="dxa"/>
          </w:tcPr>
          <w:p w14:paraId="58AAA93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62B1EE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0D8B" w14:paraId="15786749" w14:textId="77777777" w:rsidTr="00146EEC">
        <w:tc>
          <w:tcPr>
            <w:tcW w:w="2689" w:type="dxa"/>
          </w:tcPr>
          <w:p w14:paraId="22F64943" w14:textId="500D04C4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5D656249" w14:textId="3302A89B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AB0387">
              <w:t>7</w:t>
            </w:r>
            <w:r w:rsidRPr="003B0D8B">
              <w:t>.0.</w:t>
            </w:r>
          </w:p>
        </w:tc>
      </w:tr>
    </w:tbl>
    <w:p w14:paraId="471F0A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00113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CD166D9" w14:textId="080AFFE7" w:rsidR="00F1480E" w:rsidRPr="000754EC" w:rsidRDefault="003B0D8B" w:rsidP="000754EC">
            <w:pPr>
              <w:pStyle w:val="SIUNITCODE"/>
            </w:pPr>
            <w:r>
              <w:t>ahcpgd</w:t>
            </w:r>
            <w:r w:rsidR="00191094">
              <w:t>2</w:t>
            </w:r>
            <w:r w:rsidR="00AB0387">
              <w:t>XX</w:t>
            </w:r>
          </w:p>
        </w:tc>
        <w:tc>
          <w:tcPr>
            <w:tcW w:w="3604" w:type="pct"/>
            <w:shd w:val="clear" w:color="auto" w:fill="auto"/>
          </w:tcPr>
          <w:p w14:paraId="5863494E" w14:textId="61D192CF" w:rsidR="00F1480E" w:rsidRPr="000754EC" w:rsidRDefault="00191094" w:rsidP="000754EC">
            <w:pPr>
              <w:pStyle w:val="SIUnittitle"/>
            </w:pPr>
            <w:r w:rsidRPr="00191094">
              <w:t>Plant trees and shrubs</w:t>
            </w:r>
          </w:p>
        </w:tc>
      </w:tr>
      <w:tr w:rsidR="00F1480E" w:rsidRPr="00963A46" w14:paraId="2E2EABF9" w14:textId="77777777" w:rsidTr="00CA2922">
        <w:tc>
          <w:tcPr>
            <w:tcW w:w="1396" w:type="pct"/>
            <w:shd w:val="clear" w:color="auto" w:fill="auto"/>
          </w:tcPr>
          <w:p w14:paraId="41A09F8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4DB5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2F04D4" w14:textId="131D7A0F" w:rsidR="00F1480E" w:rsidRPr="00217E9E" w:rsidRDefault="00F1480E" w:rsidP="00DC0E2F">
            <w:pPr>
              <w:pStyle w:val="SIText"/>
            </w:pPr>
            <w:r w:rsidRPr="00DC0E2F">
              <w:t xml:space="preserve">This unit of competency describes the skills and knowledge required to </w:t>
            </w:r>
            <w:r w:rsidR="00191094" w:rsidRPr="00D51D50">
              <w:t>manually plant trees and shrubs and other containerised and bare-rooted plants</w:t>
            </w:r>
            <w:r w:rsidR="00DC0E2F" w:rsidRPr="00D51D50">
              <w:t xml:space="preserve">, including preparing, </w:t>
            </w:r>
            <w:proofErr w:type="gramStart"/>
            <w:r w:rsidR="00DC0E2F" w:rsidRPr="00D51D50">
              <w:t>inspecting</w:t>
            </w:r>
            <w:proofErr w:type="gramEnd"/>
            <w:r w:rsidR="00DC0E2F" w:rsidRPr="00217E9E">
              <w:t xml:space="preserve"> and planting trees and shrubs and completing planting work</w:t>
            </w:r>
            <w:r w:rsidR="00191094" w:rsidRPr="00217E9E">
              <w:t>.</w:t>
            </w:r>
          </w:p>
          <w:p w14:paraId="2FD8EE4A" w14:textId="77777777" w:rsidR="00916CD7" w:rsidRPr="00DC0E2F" w:rsidRDefault="00916CD7" w:rsidP="00D51D50">
            <w:pPr>
              <w:pStyle w:val="SIText"/>
            </w:pPr>
          </w:p>
          <w:p w14:paraId="612DCEED" w14:textId="0E9C699D" w:rsidR="00373436" w:rsidRPr="00DC0E2F" w:rsidRDefault="00F1480E" w:rsidP="00DC0E2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C0E2F">
              <w:t xml:space="preserve">The unit applies to </w:t>
            </w:r>
            <w:r w:rsidR="00191094" w:rsidRPr="00DC0E2F">
              <w:t xml:space="preserve">individuals who </w:t>
            </w:r>
            <w:r w:rsidR="00DC0E2F" w:rsidRPr="00DC0E2F">
              <w:t>plant trees and shrubs</w:t>
            </w:r>
            <w:r w:rsidR="00191094" w:rsidRPr="00DC0E2F">
              <w:t xml:space="preserve"> under general supervision </w:t>
            </w:r>
            <w:r w:rsidR="00DC0E2F" w:rsidRPr="00DC0E2F">
              <w:t>with</w:t>
            </w:r>
            <w:r w:rsidR="00191094" w:rsidRPr="00DC0E2F">
              <w:t xml:space="preserve"> limited autonomy </w:t>
            </w:r>
            <w:r w:rsidR="00DC0E2F" w:rsidRPr="00DC0E2F">
              <w:t>or</w:t>
            </w:r>
            <w:r w:rsidR="00191094" w:rsidRPr="00DC0E2F">
              <w:t xml:space="preserve"> accountability.</w:t>
            </w:r>
          </w:p>
          <w:p w14:paraId="3568446C" w14:textId="77777777" w:rsidR="00373436" w:rsidRPr="00DC0E2F" w:rsidRDefault="00373436" w:rsidP="00DC0E2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7908441" w14:textId="5F2F1E8A" w:rsidR="00373436" w:rsidRPr="00DC0E2F" w:rsidRDefault="00373436" w:rsidP="00217E9E">
            <w:pPr>
              <w:pStyle w:val="SIText"/>
            </w:pPr>
            <w:r w:rsidRPr="00DC0E2F">
              <w:rPr>
                <w:rStyle w:val="SITemporaryText-red"/>
                <w:color w:val="auto"/>
                <w:sz w:val="20"/>
              </w:rPr>
              <w:t>No licensing, legislative or certification requirements apply to this u</w:t>
            </w:r>
            <w:r w:rsidR="00105AEA" w:rsidRPr="00DC0E2F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12048CDF" w14:textId="77777777" w:rsidTr="00CA2922">
        <w:tc>
          <w:tcPr>
            <w:tcW w:w="1396" w:type="pct"/>
            <w:shd w:val="clear" w:color="auto" w:fill="auto"/>
          </w:tcPr>
          <w:p w14:paraId="4F883AA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8403380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C1EA99D" w14:textId="77777777" w:rsidTr="00CA2922">
        <w:tc>
          <w:tcPr>
            <w:tcW w:w="1396" w:type="pct"/>
            <w:shd w:val="clear" w:color="auto" w:fill="auto"/>
          </w:tcPr>
          <w:p w14:paraId="539CF28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711ACCA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F5D9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067E1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3CBECA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141F2A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9B315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61FB2C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91B9E7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91094" w:rsidRPr="00963A46" w14:paraId="31E2D165" w14:textId="77777777" w:rsidTr="000D58D0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3BFD476" w14:textId="7CBC209F" w:rsidR="00191094" w:rsidRPr="00191094" w:rsidRDefault="00191094" w:rsidP="00191094">
            <w:pPr>
              <w:pStyle w:val="SIText"/>
            </w:pPr>
            <w:r w:rsidRPr="00191094">
              <w:t>1. Prepare for planting operations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C7A03CE" w14:textId="77777777" w:rsidR="00DC0E2F" w:rsidRDefault="00191094" w:rsidP="00191094">
            <w:r w:rsidRPr="00191094">
              <w:t xml:space="preserve">1.1 </w:t>
            </w:r>
            <w:r w:rsidR="00DC0E2F">
              <w:t>Confirm tree and shrub planting activities with supervisor</w:t>
            </w:r>
          </w:p>
          <w:p w14:paraId="583C63B4" w14:textId="2DB38401" w:rsidR="00191094" w:rsidRPr="00191094" w:rsidRDefault="00D51D50" w:rsidP="00191094">
            <w:r>
              <w:t xml:space="preserve">1.2 </w:t>
            </w:r>
            <w:r w:rsidR="00191094" w:rsidRPr="00191094">
              <w:t>Identify work</w:t>
            </w:r>
            <w:r>
              <w:t>place</w:t>
            </w:r>
            <w:r w:rsidR="00191094" w:rsidRPr="00191094">
              <w:t xml:space="preserve"> health and safety hazards</w:t>
            </w:r>
            <w:r>
              <w:t>, assess risks and report to</w:t>
            </w:r>
            <w:r w:rsidR="00191094" w:rsidRPr="00191094">
              <w:t xml:space="preserve"> supervisor</w:t>
            </w:r>
          </w:p>
          <w:p w14:paraId="1D87F247" w14:textId="0D8B1986" w:rsidR="00191094" w:rsidRPr="00191094" w:rsidRDefault="00191094" w:rsidP="00191094">
            <w:r w:rsidRPr="00191094">
              <w:t xml:space="preserve">1.3 </w:t>
            </w:r>
            <w:r w:rsidR="00D51D50">
              <w:t>Prepare and u</w:t>
            </w:r>
            <w:r w:rsidRPr="00191094">
              <w:t xml:space="preserve">se tools and equipment </w:t>
            </w:r>
            <w:r w:rsidR="00D51D50">
              <w:t>according to supervisor instructions</w:t>
            </w:r>
          </w:p>
          <w:p w14:paraId="7CC105D6" w14:textId="59237D5E" w:rsidR="00D51D50" w:rsidRPr="00D51D50" w:rsidRDefault="00D51D50" w:rsidP="00D51D50">
            <w:r w:rsidRPr="00191094">
              <w:t>1.</w:t>
            </w:r>
            <w:r>
              <w:t>4</w:t>
            </w:r>
            <w:r w:rsidRPr="00191094">
              <w:t xml:space="preserve"> Select</w:t>
            </w:r>
            <w:r w:rsidRPr="00D51D50">
              <w:t xml:space="preserve">, </w:t>
            </w:r>
            <w:proofErr w:type="gramStart"/>
            <w:r w:rsidRPr="00D51D50">
              <w:t>fit</w:t>
            </w:r>
            <w:proofErr w:type="gramEnd"/>
            <w:r w:rsidRPr="00D51D50">
              <w:t xml:space="preserve"> and use personal protective equipment (PPE) applicable to the task</w:t>
            </w:r>
          </w:p>
          <w:p w14:paraId="03664F36" w14:textId="506AE147" w:rsidR="00191094" w:rsidRPr="00191094" w:rsidRDefault="00191094" w:rsidP="00191094">
            <w:r w:rsidRPr="00191094">
              <w:t>1.</w:t>
            </w:r>
            <w:r w:rsidR="00D51D50">
              <w:t>5</w:t>
            </w:r>
            <w:r w:rsidRPr="00191094">
              <w:t xml:space="preserve"> Mark </w:t>
            </w:r>
            <w:r w:rsidR="00D51D50">
              <w:t xml:space="preserve">out </w:t>
            </w:r>
            <w:r w:rsidRPr="00191094">
              <w:t>site as directed</w:t>
            </w:r>
          </w:p>
          <w:p w14:paraId="714652C9" w14:textId="57544A61" w:rsidR="00191094" w:rsidRPr="00191094" w:rsidRDefault="00191094">
            <w:r w:rsidRPr="00191094">
              <w:t>1.</w:t>
            </w:r>
            <w:r w:rsidR="00D51D50">
              <w:t>6</w:t>
            </w:r>
            <w:r w:rsidRPr="00191094">
              <w:t xml:space="preserve"> Control competing plants</w:t>
            </w:r>
          </w:p>
        </w:tc>
      </w:tr>
      <w:tr w:rsidR="00191094" w:rsidRPr="00963A46" w14:paraId="51461B20" w14:textId="77777777" w:rsidTr="000D58D0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587EA94" w14:textId="377BAFAA" w:rsidR="00191094" w:rsidRPr="00191094" w:rsidRDefault="00191094" w:rsidP="00191094">
            <w:pPr>
              <w:pStyle w:val="SIText"/>
            </w:pPr>
            <w:r w:rsidRPr="00191094">
              <w:t>2. Prepare trees and shrubs for planting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727AA7C" w14:textId="476B4133" w:rsidR="00191094" w:rsidRPr="00191094" w:rsidRDefault="00191094" w:rsidP="00191094">
            <w:r w:rsidRPr="00191094">
              <w:t>2.1 Water trees and shrubs prior to planting</w:t>
            </w:r>
          </w:p>
          <w:p w14:paraId="67C414B6" w14:textId="78B114B2" w:rsidR="00191094" w:rsidRPr="00191094" w:rsidRDefault="00191094" w:rsidP="00191094">
            <w:r w:rsidRPr="00191094">
              <w:t>2.</w:t>
            </w:r>
            <w:r w:rsidR="00BC1331">
              <w:t>2</w:t>
            </w:r>
            <w:r w:rsidRPr="00191094">
              <w:t xml:space="preserve"> Confirm root ball is damp</w:t>
            </w:r>
          </w:p>
          <w:p w14:paraId="2A3F1645" w14:textId="3C73E255" w:rsidR="00191094" w:rsidRPr="00191094" w:rsidRDefault="00191094" w:rsidP="00191094">
            <w:pPr>
              <w:pStyle w:val="SIText"/>
            </w:pPr>
            <w:r w:rsidRPr="00191094">
              <w:t>2.</w:t>
            </w:r>
            <w:r w:rsidR="00BC1331">
              <w:t>3</w:t>
            </w:r>
            <w:r w:rsidRPr="00191094">
              <w:t xml:space="preserve"> Remove trees and shrubs from containers</w:t>
            </w:r>
          </w:p>
        </w:tc>
      </w:tr>
      <w:tr w:rsidR="00191094" w:rsidRPr="00963A46" w14:paraId="3EBFAAF0" w14:textId="77777777" w:rsidTr="000D58D0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E4D08BF" w14:textId="17E7FF38" w:rsidR="00191094" w:rsidRPr="00191094" w:rsidRDefault="00191094" w:rsidP="00191094">
            <w:pPr>
              <w:pStyle w:val="SIText"/>
            </w:pPr>
            <w:r w:rsidRPr="00191094">
              <w:t>3. Inspect plants and report problems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A36BBCB" w14:textId="77777777" w:rsidR="00191094" w:rsidRPr="00191094" w:rsidRDefault="00191094" w:rsidP="00191094">
            <w:r w:rsidRPr="00191094">
              <w:t>3.1 Inspect plant and root ball</w:t>
            </w:r>
          </w:p>
          <w:p w14:paraId="60CF3A47" w14:textId="77777777" w:rsidR="00191094" w:rsidRPr="00191094" w:rsidRDefault="00191094" w:rsidP="00191094">
            <w:r w:rsidRPr="00191094">
              <w:t>3.2 Report dry, water repellent and loose root balls</w:t>
            </w:r>
          </w:p>
          <w:p w14:paraId="08FBA657" w14:textId="77777777" w:rsidR="00191094" w:rsidRPr="00191094" w:rsidRDefault="00191094" w:rsidP="00191094">
            <w:r w:rsidRPr="00191094">
              <w:t>3.3 Report the presence of symptoms of pests or disease</w:t>
            </w:r>
          </w:p>
          <w:p w14:paraId="0C554834" w14:textId="39290457" w:rsidR="00191094" w:rsidRPr="00191094" w:rsidRDefault="00191094" w:rsidP="00191094">
            <w:pPr>
              <w:pStyle w:val="SIText"/>
            </w:pPr>
            <w:r w:rsidRPr="00191094">
              <w:t>3.4 Apply root treatments as directed</w:t>
            </w:r>
          </w:p>
        </w:tc>
      </w:tr>
      <w:tr w:rsidR="00191094" w:rsidRPr="00963A46" w14:paraId="014C9F81" w14:textId="77777777" w:rsidTr="000D58D0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8E5704B" w14:textId="759841F0" w:rsidR="00191094" w:rsidRPr="00191094" w:rsidRDefault="00191094" w:rsidP="00191094">
            <w:pPr>
              <w:pStyle w:val="SIText"/>
            </w:pPr>
            <w:r w:rsidRPr="00191094">
              <w:t>4. Install trees, shrubs and/or other plants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2AD1D8F" w14:textId="77777777" w:rsidR="00BC1331" w:rsidRPr="00BC1331" w:rsidRDefault="00191094" w:rsidP="00BC1331">
            <w:r w:rsidRPr="00191094">
              <w:t xml:space="preserve">4.1 </w:t>
            </w:r>
            <w:r w:rsidR="00BC1331" w:rsidRPr="00191094">
              <w:t>Excavate planting holes</w:t>
            </w:r>
          </w:p>
          <w:p w14:paraId="233F1FFA" w14:textId="75F8425A" w:rsidR="00BC1331" w:rsidRDefault="00BC1331" w:rsidP="00191094">
            <w:r>
              <w:t xml:space="preserve">4.2 </w:t>
            </w:r>
            <w:r w:rsidRPr="00BC1331">
              <w:t xml:space="preserve">Apply soil </w:t>
            </w:r>
            <w:r>
              <w:t xml:space="preserve">treatments and </w:t>
            </w:r>
            <w:r w:rsidRPr="00BC1331">
              <w:t xml:space="preserve">amendments </w:t>
            </w:r>
            <w:r w:rsidRPr="00191094">
              <w:t>a</w:t>
            </w:r>
            <w:r w:rsidRPr="00BC1331">
              <w:t>ccording to supervisor instructions</w:t>
            </w:r>
          </w:p>
          <w:p w14:paraId="6D268733" w14:textId="1E237EEF" w:rsidR="00191094" w:rsidRPr="00191094" w:rsidRDefault="00BC1331" w:rsidP="00191094">
            <w:r>
              <w:t xml:space="preserve">4.3 </w:t>
            </w:r>
            <w:r w:rsidR="00191094" w:rsidRPr="00191094">
              <w:t>Place plants in prepared hole</w:t>
            </w:r>
          </w:p>
          <w:p w14:paraId="7A1DA8D5" w14:textId="44BE9F7C" w:rsidR="00191094" w:rsidRPr="00191094" w:rsidRDefault="00191094" w:rsidP="00191094">
            <w:r w:rsidRPr="00191094">
              <w:t>4.</w:t>
            </w:r>
            <w:r w:rsidR="00BC1331">
              <w:t>4</w:t>
            </w:r>
            <w:r w:rsidRPr="00191094">
              <w:t xml:space="preserve"> Back-fill planting hole and consolidate soil</w:t>
            </w:r>
          </w:p>
          <w:p w14:paraId="5EE2F694" w14:textId="5FF93242" w:rsidR="00191094" w:rsidRPr="00191094" w:rsidRDefault="00191094" w:rsidP="00191094">
            <w:r w:rsidRPr="00191094">
              <w:t>4.</w:t>
            </w:r>
            <w:r w:rsidR="00BC1331">
              <w:t>5</w:t>
            </w:r>
            <w:r w:rsidRPr="00191094">
              <w:t xml:space="preserve"> Water plants to eliminate air pockets</w:t>
            </w:r>
            <w:r w:rsidR="00D51D50">
              <w:t xml:space="preserve"> and prevent dehydration</w:t>
            </w:r>
          </w:p>
          <w:p w14:paraId="021027D9" w14:textId="760A027D" w:rsidR="00D21717" w:rsidRDefault="00191094" w:rsidP="00191094">
            <w:pPr>
              <w:pStyle w:val="SIText"/>
            </w:pPr>
            <w:r w:rsidRPr="00191094">
              <w:t>4.</w:t>
            </w:r>
            <w:r w:rsidR="00BC1331">
              <w:t>6</w:t>
            </w:r>
            <w:r w:rsidRPr="00191094">
              <w:t xml:space="preserve"> </w:t>
            </w:r>
            <w:r w:rsidR="00D21717">
              <w:t>Install plant protection, stakes and ties as directed</w:t>
            </w:r>
          </w:p>
          <w:p w14:paraId="3511A751" w14:textId="4499FB30" w:rsidR="00191094" w:rsidRPr="00191094" w:rsidRDefault="00D21717" w:rsidP="00191094">
            <w:pPr>
              <w:pStyle w:val="SIText"/>
            </w:pPr>
            <w:r>
              <w:t xml:space="preserve">4.7 </w:t>
            </w:r>
            <w:r w:rsidR="00191094" w:rsidRPr="00191094">
              <w:t>Apply mulch as directed</w:t>
            </w:r>
          </w:p>
        </w:tc>
      </w:tr>
      <w:tr w:rsidR="00191094" w:rsidRPr="00963A46" w14:paraId="63B6B099" w14:textId="77777777" w:rsidTr="000D58D0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98B6E19" w14:textId="4409395C" w:rsidR="00191094" w:rsidRPr="00191094" w:rsidRDefault="00191094" w:rsidP="00191094">
            <w:pPr>
              <w:pStyle w:val="SIText"/>
            </w:pPr>
            <w:r w:rsidRPr="00191094">
              <w:t>5. Complete work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0EA5783" w14:textId="790E608E" w:rsidR="00191094" w:rsidRPr="00191094" w:rsidRDefault="00191094" w:rsidP="00191094">
            <w:r w:rsidRPr="00191094">
              <w:t>5.1 Dispose of or recycle soil and waste material from the site</w:t>
            </w:r>
          </w:p>
          <w:p w14:paraId="5CDEB38B" w14:textId="379B1E33" w:rsidR="00191094" w:rsidRDefault="00191094" w:rsidP="00191094">
            <w:pPr>
              <w:pStyle w:val="SIText"/>
            </w:pPr>
            <w:r w:rsidRPr="00191094">
              <w:t>5.2 Clean</w:t>
            </w:r>
            <w:r w:rsidR="00D51D50">
              <w:t>, maintain</w:t>
            </w:r>
            <w:r w:rsidRPr="00191094">
              <w:t xml:space="preserve"> and store </w:t>
            </w:r>
            <w:r w:rsidR="00B052A8">
              <w:t xml:space="preserve">materials, </w:t>
            </w:r>
            <w:proofErr w:type="gramStart"/>
            <w:r w:rsidRPr="00191094">
              <w:t>tools</w:t>
            </w:r>
            <w:proofErr w:type="gramEnd"/>
            <w:r w:rsidRPr="00191094">
              <w:t xml:space="preserve"> and equipment</w:t>
            </w:r>
          </w:p>
          <w:p w14:paraId="450B75E5" w14:textId="0E52F168" w:rsidR="00D51D50" w:rsidRPr="00191094" w:rsidRDefault="00D51D50" w:rsidP="00191094">
            <w:pPr>
              <w:pStyle w:val="SIText"/>
            </w:pPr>
            <w:r>
              <w:t xml:space="preserve">5.3 Report work outcomes and </w:t>
            </w:r>
            <w:r w:rsidR="004E25FE">
              <w:t xml:space="preserve">malfunctions, faults, </w:t>
            </w:r>
            <w:proofErr w:type="gramStart"/>
            <w:r w:rsidR="004E25FE">
              <w:t>wear</w:t>
            </w:r>
            <w:proofErr w:type="gramEnd"/>
            <w:r w:rsidR="004E25FE">
              <w:t xml:space="preserve"> or damage of tools to supervisor</w:t>
            </w:r>
          </w:p>
        </w:tc>
      </w:tr>
    </w:tbl>
    <w:p w14:paraId="72A1D8B0" w14:textId="77777777" w:rsidR="005F771F" w:rsidRDefault="005F771F" w:rsidP="005F771F">
      <w:pPr>
        <w:pStyle w:val="SIText"/>
      </w:pPr>
    </w:p>
    <w:p w14:paraId="4602C27C" w14:textId="77777777" w:rsidR="005F771F" w:rsidRPr="000754EC" w:rsidRDefault="005F771F" w:rsidP="000754EC">
      <w:r>
        <w:br w:type="page"/>
      </w:r>
    </w:p>
    <w:p w14:paraId="72EBF44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F287E98" w14:textId="77777777" w:rsidTr="00CA2922">
        <w:trPr>
          <w:tblHeader/>
        </w:trPr>
        <w:tc>
          <w:tcPr>
            <w:tcW w:w="5000" w:type="pct"/>
            <w:gridSpan w:val="2"/>
          </w:tcPr>
          <w:p w14:paraId="61070A7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629DDA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9ADC94" w14:textId="77777777" w:rsidTr="00CA2922">
        <w:trPr>
          <w:tblHeader/>
        </w:trPr>
        <w:tc>
          <w:tcPr>
            <w:tcW w:w="1396" w:type="pct"/>
          </w:tcPr>
          <w:p w14:paraId="7F8D78E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1639D6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E25FE" w:rsidRPr="00336FCA" w:rsidDel="00423CB2" w14:paraId="6D6B2716" w14:textId="77777777" w:rsidTr="00CA2922">
        <w:tc>
          <w:tcPr>
            <w:tcW w:w="1396" w:type="pct"/>
          </w:tcPr>
          <w:p w14:paraId="710CD0FC" w14:textId="7E67FE29" w:rsidR="004E25FE" w:rsidRPr="00217E9E" w:rsidRDefault="004E25FE" w:rsidP="00217E9E">
            <w:pPr>
              <w:pStyle w:val="SIText"/>
            </w:pPr>
            <w:r w:rsidRPr="00217E9E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68E750F" w14:textId="77777777" w:rsidR="004E25FE" w:rsidRPr="00217E9E" w:rsidRDefault="004E25FE" w:rsidP="00217E9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17E9E">
              <w:rPr>
                <w:rStyle w:val="SITemporaryText-red"/>
                <w:color w:val="auto"/>
                <w:sz w:val="20"/>
              </w:rPr>
              <w:t xml:space="preserve">Use clear language to report malfunctions, faults, </w:t>
            </w:r>
            <w:proofErr w:type="gramStart"/>
            <w:r w:rsidRPr="00217E9E">
              <w:rPr>
                <w:rStyle w:val="SITemporaryText-red"/>
                <w:color w:val="auto"/>
                <w:sz w:val="20"/>
              </w:rPr>
              <w:t>wear</w:t>
            </w:r>
            <w:proofErr w:type="gramEnd"/>
            <w:r w:rsidRPr="00217E9E">
              <w:rPr>
                <w:rStyle w:val="SITemporaryText-red"/>
                <w:color w:val="auto"/>
                <w:sz w:val="20"/>
              </w:rPr>
              <w:t xml:space="preserve"> or damage to tools</w:t>
            </w:r>
          </w:p>
          <w:p w14:paraId="13BA4EBB" w14:textId="522DBE8E" w:rsidR="004E25FE" w:rsidRPr="004E25FE" w:rsidRDefault="004E25FE" w:rsidP="00217E9E">
            <w:pPr>
              <w:pStyle w:val="SIBulletList1"/>
            </w:pPr>
            <w:r w:rsidRPr="00217E9E">
              <w:rPr>
                <w:rStyle w:val="SITemporaryText-red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21B871F1" w14:textId="77777777" w:rsidR="00916CD7" w:rsidRDefault="00916CD7" w:rsidP="005F771F">
      <w:pPr>
        <w:pStyle w:val="SIText"/>
      </w:pPr>
    </w:p>
    <w:p w14:paraId="3BF7E4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CA71C0" w14:textId="77777777" w:rsidTr="00F33FF2">
        <w:tc>
          <w:tcPr>
            <w:tcW w:w="5000" w:type="pct"/>
            <w:gridSpan w:val="4"/>
          </w:tcPr>
          <w:p w14:paraId="300A78D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2ACFE4A" w14:textId="77777777" w:rsidTr="00F33FF2">
        <w:tc>
          <w:tcPr>
            <w:tcW w:w="1028" w:type="pct"/>
          </w:tcPr>
          <w:p w14:paraId="1D7A9B9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3AF6BE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BCAA54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832748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:rsidRPr="00AB0387" w14:paraId="1D26F58A" w14:textId="77777777" w:rsidTr="00F33FF2">
        <w:tc>
          <w:tcPr>
            <w:tcW w:w="1028" w:type="pct"/>
          </w:tcPr>
          <w:p w14:paraId="0D0999B1" w14:textId="54E252AF" w:rsidR="00191094" w:rsidRPr="00AB0387" w:rsidRDefault="00191094" w:rsidP="00AB0387">
            <w:pPr>
              <w:pStyle w:val="SIText"/>
            </w:pPr>
            <w:r w:rsidRPr="00AB0387">
              <w:t>AHCPGD2</w:t>
            </w:r>
            <w:r w:rsidR="00AB0387" w:rsidRPr="00AB0387">
              <w:t>XX</w:t>
            </w:r>
            <w:r w:rsidRPr="00AB0387">
              <w:t xml:space="preserve"> Plant trees and shrubs</w:t>
            </w:r>
          </w:p>
          <w:p w14:paraId="31A42CE8" w14:textId="407AD4ED" w:rsidR="004E25FE" w:rsidRPr="00AB0387" w:rsidRDefault="004E25FE">
            <w:pPr>
              <w:pStyle w:val="SIText"/>
            </w:pPr>
            <w:r w:rsidRPr="00AB0387">
              <w:t xml:space="preserve">Release </w:t>
            </w:r>
            <w:r w:rsidR="00AB0387" w:rsidRPr="00AB0387">
              <w:t>1</w:t>
            </w:r>
          </w:p>
        </w:tc>
        <w:tc>
          <w:tcPr>
            <w:tcW w:w="1105" w:type="pct"/>
          </w:tcPr>
          <w:p w14:paraId="499FCAAE" w14:textId="098ADA58" w:rsidR="00041E59" w:rsidRPr="00AB0387" w:rsidRDefault="00191094">
            <w:pPr>
              <w:pStyle w:val="SIText"/>
            </w:pPr>
            <w:r w:rsidRPr="00AB0387">
              <w:t>AHCPGD201 Plant trees and shrubs</w:t>
            </w:r>
          </w:p>
          <w:p w14:paraId="025B99D3" w14:textId="1A312435" w:rsidR="004E25FE" w:rsidRPr="00AB0387" w:rsidRDefault="004E25FE">
            <w:pPr>
              <w:pStyle w:val="SIText"/>
            </w:pPr>
            <w:r w:rsidRPr="00AB0387">
              <w:t>Release 1</w:t>
            </w:r>
          </w:p>
        </w:tc>
        <w:tc>
          <w:tcPr>
            <w:tcW w:w="1251" w:type="pct"/>
          </w:tcPr>
          <w:p w14:paraId="7D2D5D99" w14:textId="77777777" w:rsidR="004E25FE" w:rsidRPr="00AB0387" w:rsidRDefault="004E25F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B0387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06CA1A7" w14:textId="3B3CABB4" w:rsidR="004E25FE" w:rsidRPr="00AB0387" w:rsidRDefault="004E25F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B0387">
              <w:rPr>
                <w:rStyle w:val="SITemporaryText-red"/>
                <w:color w:val="auto"/>
                <w:sz w:val="20"/>
              </w:rPr>
              <w:t>M</w:t>
            </w:r>
            <w:r w:rsidR="00AB0387" w:rsidRPr="00AB0387">
              <w:rPr>
                <w:rStyle w:val="SITemporaryText-red"/>
                <w:color w:val="auto"/>
                <w:sz w:val="20"/>
              </w:rPr>
              <w:t>aj</w:t>
            </w:r>
            <w:r w:rsidRPr="00AB0387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7282733C" w14:textId="77777777" w:rsidR="004E25FE" w:rsidRPr="00AB0387" w:rsidRDefault="004E25F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B0387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0F28E974" w14:textId="118BB066" w:rsidR="00041E59" w:rsidRPr="00AB0387" w:rsidRDefault="004E25FE">
            <w:pPr>
              <w:pStyle w:val="SIText"/>
            </w:pPr>
            <w:r w:rsidRPr="00AB0387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224A72E8" w14:textId="7D32F0EA" w:rsidR="00916CD7" w:rsidRPr="00AB0387" w:rsidRDefault="00AB0387">
            <w:pPr>
              <w:pStyle w:val="SIText"/>
            </w:pPr>
            <w:r w:rsidRPr="00AB0387">
              <w:t>Not e</w:t>
            </w:r>
            <w:r w:rsidR="00916CD7" w:rsidRPr="00AB0387">
              <w:t>quivalent</w:t>
            </w:r>
          </w:p>
        </w:tc>
      </w:tr>
    </w:tbl>
    <w:p w14:paraId="7AA67F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3BCD6CC" w14:textId="77777777" w:rsidTr="00CA2922">
        <w:tc>
          <w:tcPr>
            <w:tcW w:w="1396" w:type="pct"/>
            <w:shd w:val="clear" w:color="auto" w:fill="auto"/>
          </w:tcPr>
          <w:p w14:paraId="60633B5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108A55E" w14:textId="0C1D8DB2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6E892D2B" w14:textId="77777777" w:rsidR="00F1480E" w:rsidRDefault="00F1480E" w:rsidP="005F771F">
      <w:pPr>
        <w:pStyle w:val="SIText"/>
      </w:pPr>
    </w:p>
    <w:p w14:paraId="1F96BB6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95AE9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49FAD0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CBE3DF0" w14:textId="64D18FF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91094" w:rsidRPr="00191094">
              <w:t>AHCPGD2</w:t>
            </w:r>
            <w:r w:rsidR="00AB0387">
              <w:t>XX</w:t>
            </w:r>
            <w:r w:rsidR="00191094" w:rsidRPr="00191094">
              <w:t xml:space="preserve"> Plant trees and shrubs</w:t>
            </w:r>
          </w:p>
        </w:tc>
      </w:tr>
      <w:tr w:rsidR="00556C4C" w:rsidRPr="00A55106" w14:paraId="0BA9AEF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FC9CC2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45067F" w14:textId="77777777" w:rsidTr="00113678">
        <w:tc>
          <w:tcPr>
            <w:tcW w:w="5000" w:type="pct"/>
            <w:gridSpan w:val="2"/>
            <w:shd w:val="clear" w:color="auto" w:fill="auto"/>
          </w:tcPr>
          <w:p w14:paraId="42DD87B6" w14:textId="31E92E12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2976F29" w14:textId="77777777" w:rsidR="00D21717" w:rsidRDefault="007A300D" w:rsidP="000754EC">
            <w:pPr>
              <w:pStyle w:val="SIText"/>
            </w:pPr>
            <w:r w:rsidRPr="000754EC">
              <w:t>There must be evidence that the individual</w:t>
            </w:r>
            <w:r w:rsidR="004E25FE">
              <w:t xml:space="preserve"> has planted trees and shrubs on at least three occasions </w:t>
            </w:r>
            <w:r w:rsidR="00D21717">
              <w:t>including at least two of the following:</w:t>
            </w:r>
          </w:p>
          <w:p w14:paraId="6F9D391F" w14:textId="25DFDBDB" w:rsidR="00D21717" w:rsidRPr="00866EF9" w:rsidRDefault="00D21717" w:rsidP="00866EF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66EF9">
              <w:t>b</w:t>
            </w:r>
            <w:r w:rsidRPr="00866EF9">
              <w:rPr>
                <w:rStyle w:val="SITemporaryText-red"/>
                <w:color w:val="auto"/>
                <w:sz w:val="20"/>
              </w:rPr>
              <w:t>are rooted, tube stock, potted or bagged plants</w:t>
            </w:r>
          </w:p>
          <w:p w14:paraId="7DA55A89" w14:textId="77777777" w:rsidR="00D21717" w:rsidRPr="00D21717" w:rsidRDefault="00D21717" w:rsidP="00D21717">
            <w:pPr>
              <w:pStyle w:val="SIText"/>
            </w:pPr>
            <w:r>
              <w:t>and has</w:t>
            </w:r>
            <w:r w:rsidRPr="00D21717">
              <w:t>:</w:t>
            </w:r>
          </w:p>
          <w:p w14:paraId="04C404B5" w14:textId="77777777" w:rsidR="004E25FE" w:rsidRPr="00217E9E" w:rsidRDefault="004E25FE" w:rsidP="00217E9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17E9E">
              <w:rPr>
                <w:rStyle w:val="SITemporaryText-red"/>
                <w:color w:val="auto"/>
                <w:sz w:val="20"/>
              </w:rPr>
              <w:t>applied workplace health and safety requirements</w:t>
            </w:r>
          </w:p>
          <w:p w14:paraId="3ED0F4E2" w14:textId="180220DA" w:rsidR="00191094" w:rsidRPr="00191094" w:rsidRDefault="00F076FE" w:rsidP="00191094">
            <w:pPr>
              <w:pStyle w:val="SIBulletList1"/>
            </w:pPr>
            <w:r>
              <w:t xml:space="preserve">prepared, </w:t>
            </w:r>
            <w:proofErr w:type="gramStart"/>
            <w:r w:rsidRPr="00F076FE">
              <w:t>used</w:t>
            </w:r>
            <w:proofErr w:type="gramEnd"/>
            <w:r w:rsidRPr="00F076FE">
              <w:t xml:space="preserve"> and maintained tree and shrub planting tools, equipment, material and plants</w:t>
            </w:r>
          </w:p>
          <w:p w14:paraId="0B8CE97A" w14:textId="400D7B5A" w:rsidR="00191094" w:rsidRPr="00191094" w:rsidRDefault="00191094" w:rsidP="00191094">
            <w:pPr>
              <w:pStyle w:val="SIBulletList1"/>
            </w:pPr>
            <w:r w:rsidRPr="00191094">
              <w:t>excavate</w:t>
            </w:r>
            <w:r w:rsidR="004E25FE">
              <w:t>d</w:t>
            </w:r>
            <w:r w:rsidRPr="00191094">
              <w:t xml:space="preserve"> planting holes</w:t>
            </w:r>
          </w:p>
          <w:p w14:paraId="37E5ADAF" w14:textId="3253859E" w:rsidR="00191094" w:rsidRPr="00191094" w:rsidRDefault="00191094" w:rsidP="00191094">
            <w:pPr>
              <w:pStyle w:val="SIBulletList1"/>
            </w:pPr>
            <w:r w:rsidRPr="00191094">
              <w:t>inspect</w:t>
            </w:r>
            <w:r w:rsidR="004E25FE">
              <w:t>ed</w:t>
            </w:r>
            <w:r w:rsidRPr="00191094">
              <w:t xml:space="preserve"> root ball condition</w:t>
            </w:r>
          </w:p>
          <w:p w14:paraId="7D217ABB" w14:textId="77777777" w:rsidR="00574BBF" w:rsidRPr="00574BBF" w:rsidRDefault="00574BBF" w:rsidP="00574BBF">
            <w:pPr>
              <w:pStyle w:val="SIBulletList1"/>
            </w:pPr>
            <w:r w:rsidRPr="00191094">
              <w:t>appl</w:t>
            </w:r>
            <w:r w:rsidRPr="00574BBF">
              <w:t>ied soil treatments and amendments</w:t>
            </w:r>
          </w:p>
          <w:p w14:paraId="086E58D0" w14:textId="71BA8878" w:rsidR="00574BBF" w:rsidRDefault="00574BBF" w:rsidP="00574BBF">
            <w:pPr>
              <w:pStyle w:val="SIBulletList1"/>
            </w:pPr>
            <w:r>
              <w:t xml:space="preserve">installed plant protection, </w:t>
            </w:r>
            <w:proofErr w:type="gramStart"/>
            <w:r>
              <w:t>stakes</w:t>
            </w:r>
            <w:proofErr w:type="gramEnd"/>
            <w:r>
              <w:t xml:space="preserve"> and ties</w:t>
            </w:r>
          </w:p>
          <w:p w14:paraId="1C12666C" w14:textId="5CF41740" w:rsidR="00574BBF" w:rsidRDefault="00574BBF" w:rsidP="00574BBF">
            <w:pPr>
              <w:pStyle w:val="SIBulletList1"/>
            </w:pPr>
            <w:r>
              <w:t>applied mulch</w:t>
            </w:r>
          </w:p>
          <w:p w14:paraId="38E77492" w14:textId="0DD4C196" w:rsidR="00F076FE" w:rsidRPr="00217E9E" w:rsidRDefault="00F076FE" w:rsidP="00217E9E">
            <w:pPr>
              <w:pStyle w:val="SIBulletList1"/>
            </w:pPr>
            <w:r w:rsidRPr="00217E9E">
              <w:rPr>
                <w:rStyle w:val="SITemporaryText-red"/>
                <w:color w:val="auto"/>
                <w:sz w:val="20"/>
              </w:rPr>
              <w:t>clea</w:t>
            </w:r>
            <w:r w:rsidR="00217E9E" w:rsidRPr="00217E9E">
              <w:rPr>
                <w:rStyle w:val="SITemporaryText-red"/>
                <w:color w:val="auto"/>
                <w:sz w:val="20"/>
              </w:rPr>
              <w:t>n</w:t>
            </w:r>
            <w:r w:rsidRPr="00217E9E">
              <w:rPr>
                <w:rStyle w:val="SITemporaryText-red"/>
                <w:color w:val="auto"/>
                <w:sz w:val="20"/>
              </w:rPr>
              <w:t>ed up the site and disposed of waste</w:t>
            </w:r>
          </w:p>
          <w:p w14:paraId="4ED4F197" w14:textId="1AA2BC40" w:rsidR="00556C4C" w:rsidRPr="000754EC" w:rsidRDefault="00F076FE" w:rsidP="00191094">
            <w:pPr>
              <w:pStyle w:val="SIBulletList1"/>
            </w:pPr>
            <w:r>
              <w:t>reported tree and shrub planting operations and unserviceable tools and equipment</w:t>
            </w:r>
            <w:r w:rsidR="00191094">
              <w:t>.</w:t>
            </w:r>
          </w:p>
        </w:tc>
      </w:tr>
    </w:tbl>
    <w:p w14:paraId="25170B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27A6ED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1D636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B26DA5A" w14:textId="77777777" w:rsidTr="00CA2922">
        <w:tc>
          <w:tcPr>
            <w:tcW w:w="5000" w:type="pct"/>
            <w:shd w:val="clear" w:color="auto" w:fill="auto"/>
          </w:tcPr>
          <w:p w14:paraId="2DFABF1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431B751" w14:textId="683262F2" w:rsidR="00F076FE" w:rsidRPr="00F076FE" w:rsidRDefault="00F076FE" w:rsidP="00F076FE">
            <w:pPr>
              <w:pStyle w:val="SIBulletList1"/>
            </w:pPr>
            <w:r>
              <w:t>workplace requirements applicable to health and safety in the workplace for planting trees and shrubs,</w:t>
            </w:r>
            <w:r w:rsidRPr="00F076FE">
              <w:t xml:space="preserve"> including appropriate use of personal protective equipment (PPE)</w:t>
            </w:r>
          </w:p>
          <w:p w14:paraId="51E07499" w14:textId="6FEB7959" w:rsidR="00191094" w:rsidRPr="00191094" w:rsidRDefault="00191094" w:rsidP="00191094">
            <w:pPr>
              <w:pStyle w:val="SIBulletList1"/>
            </w:pPr>
            <w:r w:rsidRPr="00191094">
              <w:t>principles and practices for planting trees and shrubs</w:t>
            </w:r>
            <w:r w:rsidR="00F076FE">
              <w:t>, including</w:t>
            </w:r>
            <w:r w:rsidR="00D53BF2">
              <w:t>:</w:t>
            </w:r>
          </w:p>
          <w:p w14:paraId="2AE5FADC" w14:textId="77777777" w:rsidR="00191094" w:rsidRPr="00191094" w:rsidRDefault="00191094" w:rsidP="00191094">
            <w:pPr>
              <w:pStyle w:val="SIBulletList2"/>
            </w:pPr>
            <w:r w:rsidRPr="00191094">
              <w:t>basic plant structure and the physical and nutritional requirements of plants</w:t>
            </w:r>
          </w:p>
          <w:p w14:paraId="53D58544" w14:textId="701C966C" w:rsidR="00191094" w:rsidRPr="00191094" w:rsidRDefault="00F076FE" w:rsidP="00191094">
            <w:pPr>
              <w:pStyle w:val="SIBulletList2"/>
            </w:pPr>
            <w:r>
              <w:t xml:space="preserve">basic </w:t>
            </w:r>
            <w:r w:rsidR="00191094" w:rsidRPr="00191094">
              <w:t>botany and plant physiology a</w:t>
            </w:r>
            <w:r w:rsidR="00B052A8">
              <w:t>pplicable</w:t>
            </w:r>
            <w:r w:rsidR="00191094" w:rsidRPr="00191094">
              <w:t xml:space="preserve"> to planting trees and shrubs</w:t>
            </w:r>
          </w:p>
          <w:p w14:paraId="41665626" w14:textId="77777777" w:rsidR="00191094" w:rsidRPr="00191094" w:rsidRDefault="00191094" w:rsidP="00191094">
            <w:pPr>
              <w:pStyle w:val="SIBulletList2"/>
            </w:pPr>
            <w:r w:rsidRPr="00191094">
              <w:t>factors affecting the timing and method of tree or shrub planting</w:t>
            </w:r>
          </w:p>
          <w:p w14:paraId="0E03BE7C" w14:textId="1B2CD0BD" w:rsidR="00191094" w:rsidRDefault="00191094" w:rsidP="00191094">
            <w:pPr>
              <w:pStyle w:val="SIBulletList2"/>
            </w:pPr>
            <w:r w:rsidRPr="00191094">
              <w:t>initial establishment needs of young plants</w:t>
            </w:r>
          </w:p>
          <w:p w14:paraId="21509803" w14:textId="14FBC21E" w:rsidR="00574BBF" w:rsidRPr="00191094" w:rsidRDefault="00574BBF" w:rsidP="00191094">
            <w:pPr>
              <w:pStyle w:val="SIBulletList2"/>
            </w:pPr>
            <w:r>
              <w:t>types and use of plant protection</w:t>
            </w:r>
          </w:p>
          <w:p w14:paraId="40AF43E2" w14:textId="77777777" w:rsidR="00191094" w:rsidRPr="00191094" w:rsidRDefault="00191094" w:rsidP="00191094">
            <w:pPr>
              <w:pStyle w:val="SIBulletList2"/>
            </w:pPr>
            <w:r w:rsidRPr="00191094">
              <w:t>mulches and fertilisers</w:t>
            </w:r>
          </w:p>
          <w:p w14:paraId="1ECC0EB8" w14:textId="77777777" w:rsidR="00191094" w:rsidRPr="00191094" w:rsidRDefault="00191094" w:rsidP="00191094">
            <w:pPr>
              <w:pStyle w:val="SIBulletList2"/>
            </w:pPr>
            <w:r w:rsidRPr="00191094">
              <w:t>planting techniques relating to specific species</w:t>
            </w:r>
          </w:p>
          <w:p w14:paraId="155D659D" w14:textId="77777777" w:rsidR="00191094" w:rsidRPr="00191094" w:rsidRDefault="00191094" w:rsidP="00191094">
            <w:pPr>
              <w:pStyle w:val="SIBulletList2"/>
            </w:pPr>
            <w:r w:rsidRPr="00191094">
              <w:t>soil amelioration techniques</w:t>
            </w:r>
          </w:p>
          <w:p w14:paraId="3B0FF76D" w14:textId="77777777" w:rsidR="00191094" w:rsidRPr="00191094" w:rsidRDefault="00191094" w:rsidP="00191094">
            <w:pPr>
              <w:pStyle w:val="SIBulletList2"/>
            </w:pPr>
            <w:r w:rsidRPr="00191094">
              <w:t>the effect of adverse outdoor climatic conditions</w:t>
            </w:r>
          </w:p>
          <w:p w14:paraId="0782ACAB" w14:textId="772852EC" w:rsidR="00F1480E" w:rsidRPr="000754EC" w:rsidRDefault="00191094" w:rsidP="00191094">
            <w:pPr>
              <w:pStyle w:val="SIBulletList2"/>
            </w:pPr>
            <w:r w:rsidRPr="00191094">
              <w:t>the impact of planting activities on the surrounding environment</w:t>
            </w:r>
            <w:r>
              <w:t>.</w:t>
            </w:r>
          </w:p>
        </w:tc>
      </w:tr>
    </w:tbl>
    <w:p w14:paraId="5C936F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07F56C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F30DC4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E55DB8E" w14:textId="77777777" w:rsidTr="00CA2922">
        <w:tc>
          <w:tcPr>
            <w:tcW w:w="5000" w:type="pct"/>
            <w:shd w:val="clear" w:color="auto" w:fill="auto"/>
          </w:tcPr>
          <w:p w14:paraId="0FF8DDA7" w14:textId="192BF706" w:rsidR="00F076FE" w:rsidRPr="00217E9E" w:rsidRDefault="00F076FE" w:rsidP="00217E9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17E9E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595BFB80" w14:textId="77777777" w:rsidR="00F076FE" w:rsidRPr="00217E9E" w:rsidRDefault="00F076FE" w:rsidP="00217E9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17E9E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CC414E" w14:textId="77777777" w:rsidR="00F076FE" w:rsidRPr="00217E9E" w:rsidRDefault="00F076FE" w:rsidP="00217E9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17E9E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0EF22515" w14:textId="77777777" w:rsidR="00F076FE" w:rsidRPr="00217E9E" w:rsidRDefault="00F076FE" w:rsidP="00217E9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17E9E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217E9E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217E9E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64C0F344" w14:textId="1952AE2D" w:rsidR="00F076FE" w:rsidRDefault="00F076F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17E9E">
              <w:rPr>
                <w:rStyle w:val="SITemporaryText-red"/>
                <w:rFonts w:eastAsia="Calibri"/>
                <w:color w:val="auto"/>
                <w:sz w:val="20"/>
              </w:rPr>
              <w:t xml:space="preserve">materials, </w:t>
            </w:r>
            <w:proofErr w:type="gramStart"/>
            <w:r w:rsidRPr="00217E9E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="00B052A8" w:rsidRPr="00217E9E">
              <w:rPr>
                <w:rStyle w:val="SITemporaryText-red"/>
                <w:rFonts w:eastAsia="Calibri"/>
                <w:color w:val="auto"/>
                <w:sz w:val="20"/>
              </w:rPr>
              <w:t xml:space="preserve"> and</w:t>
            </w:r>
            <w:r w:rsidRPr="00217E9E">
              <w:rPr>
                <w:rStyle w:val="SITemporaryText-red"/>
                <w:rFonts w:eastAsia="Calibri"/>
                <w:color w:val="auto"/>
                <w:sz w:val="20"/>
              </w:rPr>
              <w:t xml:space="preserve"> equipment applicable to </w:t>
            </w:r>
            <w:r w:rsidR="00B052A8" w:rsidRPr="00217E9E">
              <w:rPr>
                <w:rStyle w:val="SITemporaryText-red"/>
                <w:rFonts w:eastAsia="Calibri"/>
                <w:color w:val="auto"/>
                <w:sz w:val="20"/>
              </w:rPr>
              <w:t>planting trees and shrubs</w:t>
            </w:r>
          </w:p>
          <w:p w14:paraId="13F0AD72" w14:textId="0070DF9E" w:rsidR="00574BBF" w:rsidRDefault="00574BBF" w:rsidP="00574BB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66EF9">
              <w:rPr>
                <w:rStyle w:val="SITemporaryText-red"/>
                <w:rFonts w:eastAsia="Calibri"/>
                <w:color w:val="auto"/>
                <w:sz w:val="20"/>
              </w:rPr>
              <w:t>trees and shrubs</w:t>
            </w:r>
          </w:p>
          <w:p w14:paraId="053F703E" w14:textId="1A952869" w:rsidR="00574BBF" w:rsidRPr="00866EF9" w:rsidRDefault="00574BBF" w:rsidP="00866EF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66EF9">
              <w:rPr>
                <w:rStyle w:val="SITemporaryText-red"/>
                <w:rFonts w:eastAsia="Calibri"/>
                <w:color w:val="auto"/>
                <w:sz w:val="20"/>
              </w:rPr>
              <w:t>tree protection material</w:t>
            </w:r>
          </w:p>
          <w:p w14:paraId="594161E0" w14:textId="49BD513D" w:rsidR="00F076FE" w:rsidRPr="00217E9E" w:rsidRDefault="00F076F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17E9E">
              <w:rPr>
                <w:rStyle w:val="SITemporaryText-red"/>
                <w:rFonts w:eastAsia="Calibri"/>
                <w:color w:val="auto"/>
                <w:sz w:val="20"/>
              </w:rPr>
              <w:t xml:space="preserve">PPE applicable </w:t>
            </w:r>
            <w:r w:rsidR="00B052A8" w:rsidRPr="00217E9E">
              <w:rPr>
                <w:rStyle w:val="SITemporaryText-red"/>
                <w:rFonts w:eastAsia="Calibri"/>
                <w:color w:val="auto"/>
                <w:sz w:val="20"/>
              </w:rPr>
              <w:t>planting trees and shrubs</w:t>
            </w:r>
          </w:p>
          <w:p w14:paraId="3C54B6FA" w14:textId="77777777" w:rsidR="00F076FE" w:rsidRPr="00217E9E" w:rsidRDefault="00F076F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17E9E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18FC5E2E" w14:textId="0A4CAADA" w:rsidR="00F076FE" w:rsidRPr="00217E9E" w:rsidRDefault="00F076F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17E9E">
              <w:rPr>
                <w:rStyle w:val="SITemporaryText-red"/>
                <w:rFonts w:eastAsia="Calibri"/>
                <w:color w:val="auto"/>
                <w:sz w:val="20"/>
              </w:rPr>
              <w:t>workplace requirements applicable to health and safety in the workplace and planting trees and shrubs</w:t>
            </w:r>
          </w:p>
          <w:p w14:paraId="6A4E349E" w14:textId="77777777" w:rsidR="00F076FE" w:rsidRPr="00217E9E" w:rsidRDefault="00F076F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17E9E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5545804B" w14:textId="77777777" w:rsidR="00F076FE" w:rsidRPr="00217E9E" w:rsidRDefault="00F076F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17E9E">
              <w:rPr>
                <w:rStyle w:val="SITemporaryText-red"/>
                <w:color w:val="auto"/>
                <w:sz w:val="20"/>
              </w:rPr>
              <w:t>supervisor</w:t>
            </w:r>
          </w:p>
          <w:p w14:paraId="6657907D" w14:textId="77777777" w:rsidR="00F076FE" w:rsidRPr="00217E9E" w:rsidRDefault="00F076F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17E9E">
              <w:rPr>
                <w:rStyle w:val="SITemporaryText-red"/>
                <w:color w:val="auto"/>
                <w:sz w:val="20"/>
              </w:rPr>
              <w:t>timeframes:</w:t>
            </w:r>
          </w:p>
          <w:p w14:paraId="484F040B" w14:textId="77777777" w:rsidR="00F076FE" w:rsidRPr="00217E9E" w:rsidRDefault="00F076F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17E9E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1A5B04C6" w14:textId="77777777" w:rsidR="00F076FE" w:rsidRPr="00217E9E" w:rsidRDefault="00F076FE">
            <w:pPr>
              <w:pStyle w:val="SIText"/>
              <w:rPr>
                <w:rStyle w:val="SITemporaryText-red"/>
                <w:color w:val="auto"/>
                <w:sz w:val="20"/>
                <w:szCs w:val="20"/>
              </w:rPr>
            </w:pPr>
          </w:p>
          <w:p w14:paraId="2AC5B8F8" w14:textId="429FFC2A" w:rsidR="00F1480E" w:rsidRPr="000754EC" w:rsidRDefault="007134FE" w:rsidP="007B723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ED4D2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1B16F0" w14:textId="77777777" w:rsidTr="004679E3">
        <w:tc>
          <w:tcPr>
            <w:tcW w:w="990" w:type="pct"/>
            <w:shd w:val="clear" w:color="auto" w:fill="auto"/>
          </w:tcPr>
          <w:p w14:paraId="058E9D27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A6C3ADD" w14:textId="00A58E89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AB0387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1B4BC956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554A07" w14:textId="77777777" w:rsidR="00D40550" w:rsidRDefault="00D40550" w:rsidP="00BF3F0A">
      <w:r>
        <w:separator/>
      </w:r>
    </w:p>
    <w:p w14:paraId="3E059F06" w14:textId="77777777" w:rsidR="00D40550" w:rsidRDefault="00D40550"/>
  </w:endnote>
  <w:endnote w:type="continuationSeparator" w:id="0">
    <w:p w14:paraId="7098E82C" w14:textId="77777777" w:rsidR="00D40550" w:rsidRDefault="00D40550" w:rsidP="00BF3F0A">
      <w:r>
        <w:continuationSeparator/>
      </w:r>
    </w:p>
    <w:p w14:paraId="350FC5AA" w14:textId="77777777" w:rsidR="00D40550" w:rsidRDefault="00D405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97A482" w14:textId="77777777" w:rsidR="00AB0387" w:rsidRDefault="00AB038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6C48F84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669C1C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623B4D59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2F394D" w14:textId="77777777" w:rsidR="00AB0387" w:rsidRDefault="00AB03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0A74F5" w14:textId="77777777" w:rsidR="00D40550" w:rsidRDefault="00D40550" w:rsidP="00BF3F0A">
      <w:r>
        <w:separator/>
      </w:r>
    </w:p>
    <w:p w14:paraId="7F35DD4D" w14:textId="77777777" w:rsidR="00D40550" w:rsidRDefault="00D40550"/>
  </w:footnote>
  <w:footnote w:type="continuationSeparator" w:id="0">
    <w:p w14:paraId="1F353F60" w14:textId="77777777" w:rsidR="00D40550" w:rsidRDefault="00D40550" w:rsidP="00BF3F0A">
      <w:r>
        <w:continuationSeparator/>
      </w:r>
    </w:p>
    <w:p w14:paraId="58CCFB13" w14:textId="77777777" w:rsidR="00D40550" w:rsidRDefault="00D405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4A23AA" w14:textId="77777777" w:rsidR="00AB0387" w:rsidRDefault="00AB038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D2D74F" w14:textId="6A59C2C8" w:rsidR="009C2650" w:rsidRPr="000754EC" w:rsidRDefault="003B0D8B" w:rsidP="00146EEC">
    <w:pPr>
      <w:pStyle w:val="SIText"/>
    </w:pPr>
    <w:r>
      <w:t>AHCP</w:t>
    </w:r>
    <w:r w:rsidR="00452333">
      <w:t>GD</w:t>
    </w:r>
    <w:r w:rsidR="00191094">
      <w:t>2</w:t>
    </w:r>
    <w:r w:rsidR="00AB0387">
      <w:t>XX</w:t>
    </w:r>
    <w:r w:rsidR="00191094">
      <w:t xml:space="preserve"> </w:t>
    </w:r>
    <w:r w:rsidR="00191094" w:rsidRPr="00191094">
      <w:t>Plant trees and shrubs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F00F27" w14:textId="77777777" w:rsidR="00AB0387" w:rsidRDefault="00AB03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37A09"/>
    <w:rsid w:val="00144385"/>
    <w:rsid w:val="00146EEC"/>
    <w:rsid w:val="00151D55"/>
    <w:rsid w:val="00151D93"/>
    <w:rsid w:val="00156EF3"/>
    <w:rsid w:val="0016071B"/>
    <w:rsid w:val="00172E96"/>
    <w:rsid w:val="00176E4F"/>
    <w:rsid w:val="0018546B"/>
    <w:rsid w:val="0019109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E9E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0E59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5FE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4BBF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723A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6EF9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3E9"/>
    <w:rsid w:val="009278C9"/>
    <w:rsid w:val="00932CD7"/>
    <w:rsid w:val="00944C09"/>
    <w:rsid w:val="009527CB"/>
    <w:rsid w:val="00953835"/>
    <w:rsid w:val="00960F6C"/>
    <w:rsid w:val="00970747"/>
    <w:rsid w:val="00970C0E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0387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52A8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6572"/>
    <w:rsid w:val="00BA1CB1"/>
    <w:rsid w:val="00BA4178"/>
    <w:rsid w:val="00BA482D"/>
    <w:rsid w:val="00BB1755"/>
    <w:rsid w:val="00BB23F4"/>
    <w:rsid w:val="00BC1331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70E"/>
    <w:rsid w:val="00C62D2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1717"/>
    <w:rsid w:val="00D25D16"/>
    <w:rsid w:val="00D32124"/>
    <w:rsid w:val="00D40550"/>
    <w:rsid w:val="00D51D50"/>
    <w:rsid w:val="00D53BF2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0E2F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682F"/>
    <w:rsid w:val="00EF01F8"/>
    <w:rsid w:val="00EF3268"/>
    <w:rsid w:val="00EF40EF"/>
    <w:rsid w:val="00EF47FE"/>
    <w:rsid w:val="00F069BD"/>
    <w:rsid w:val="00F076FE"/>
    <w:rsid w:val="00F1480E"/>
    <w:rsid w:val="00F1497D"/>
    <w:rsid w:val="00F16AAC"/>
    <w:rsid w:val="00F22339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263E1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F15B36-3001-41CC-85E2-0BF2A514F0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1A1E3E-DA35-4F91-B254-2A6112F9CA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96</TotalTime>
  <Pages>4</Pages>
  <Words>920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Peter Miller</cp:lastModifiedBy>
  <cp:revision>13</cp:revision>
  <cp:lastPrinted>2016-05-27T05:21:00Z</cp:lastPrinted>
  <dcterms:created xsi:type="dcterms:W3CDTF">2020-08-04T04:39:00Z</dcterms:created>
  <dcterms:modified xsi:type="dcterms:W3CDTF">2020-11-01T20:47:00Z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