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3852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1673E3" w14:textId="77777777" w:rsidTr="00146EEC">
        <w:tc>
          <w:tcPr>
            <w:tcW w:w="2689" w:type="dxa"/>
          </w:tcPr>
          <w:p w14:paraId="38F7D4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90C6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609BA" w14:paraId="0305A45C" w14:textId="77777777" w:rsidTr="00AA1123">
        <w:tc>
          <w:tcPr>
            <w:tcW w:w="2689" w:type="dxa"/>
          </w:tcPr>
          <w:p w14:paraId="35109FCD" w14:textId="77777777" w:rsidR="00E609BA" w:rsidRPr="00E609BA" w:rsidRDefault="00E609BA" w:rsidP="00E609BA">
            <w:pPr>
              <w:pStyle w:val="SIText"/>
            </w:pPr>
            <w:r w:rsidRPr="00ED2257">
              <w:t>Release 2</w:t>
            </w:r>
          </w:p>
        </w:tc>
        <w:tc>
          <w:tcPr>
            <w:tcW w:w="6939" w:type="dxa"/>
          </w:tcPr>
          <w:p w14:paraId="59CF5BE7" w14:textId="77777777" w:rsidR="00E609BA" w:rsidRPr="00E609BA" w:rsidRDefault="00E609BA" w:rsidP="00E609B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609BA">
              <w:t>7.0.</w:t>
            </w:r>
          </w:p>
        </w:tc>
      </w:tr>
      <w:tr w:rsidR="003B0D8B" w14:paraId="40789A6D" w14:textId="77777777" w:rsidTr="00146EEC">
        <w:tc>
          <w:tcPr>
            <w:tcW w:w="2689" w:type="dxa"/>
          </w:tcPr>
          <w:p w14:paraId="3768BBB5" w14:textId="77364479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F5EC57" w14:textId="77EDCC1E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C27A28">
              <w:t>1</w:t>
            </w:r>
            <w:r w:rsidRPr="003B0D8B">
              <w:t>.0.</w:t>
            </w:r>
          </w:p>
        </w:tc>
      </w:tr>
    </w:tbl>
    <w:p w14:paraId="6DC91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2BA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E130B5" w14:textId="5098B192" w:rsidR="00F1480E" w:rsidRPr="000754EC" w:rsidRDefault="003B0D8B" w:rsidP="000754EC">
            <w:pPr>
              <w:pStyle w:val="SIUNITCODE"/>
            </w:pPr>
            <w:r>
              <w:t>ahcpgd</w:t>
            </w:r>
            <w:r w:rsidR="00815F71">
              <w:t>206</w:t>
            </w:r>
          </w:p>
        </w:tc>
        <w:tc>
          <w:tcPr>
            <w:tcW w:w="3604" w:type="pct"/>
            <w:shd w:val="clear" w:color="auto" w:fill="auto"/>
          </w:tcPr>
          <w:p w14:paraId="3B166B64" w14:textId="2573CE2D" w:rsidR="00F1480E" w:rsidRPr="000754EC" w:rsidRDefault="00815F71" w:rsidP="000754EC">
            <w:pPr>
              <w:pStyle w:val="SIUnittitle"/>
            </w:pPr>
            <w:r w:rsidRPr="00815F71">
              <w:t>Conduct visual inspection of park facilities</w:t>
            </w:r>
          </w:p>
        </w:tc>
      </w:tr>
      <w:tr w:rsidR="00F1480E" w:rsidRPr="00963A46" w14:paraId="447DC349" w14:textId="77777777" w:rsidTr="00CA2922">
        <w:tc>
          <w:tcPr>
            <w:tcW w:w="1396" w:type="pct"/>
            <w:shd w:val="clear" w:color="auto" w:fill="auto"/>
          </w:tcPr>
          <w:p w14:paraId="5D649A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8B90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0DCA6" w14:textId="641399D3" w:rsidR="00F1480E" w:rsidRPr="000D463B" w:rsidRDefault="00F1480E" w:rsidP="000D463B">
            <w:pPr>
              <w:pStyle w:val="SIText"/>
            </w:pPr>
            <w:r w:rsidRPr="000D463B">
              <w:t xml:space="preserve">This unit of competency describes the skills and knowledge required to </w:t>
            </w:r>
            <w:r w:rsidR="00815F71" w:rsidRPr="00442D75">
              <w:t>c</w:t>
            </w:r>
            <w:r w:rsidR="000D463B" w:rsidRPr="00442D75">
              <w:t>onduct</w:t>
            </w:r>
            <w:r w:rsidR="00815F71" w:rsidRPr="000D463B">
              <w:t xml:space="preserve"> routine visual inspections of park and recreational facilities to identify visible hazards and existing and potential risks.</w:t>
            </w:r>
          </w:p>
          <w:p w14:paraId="2D8D9C8E" w14:textId="77777777" w:rsidR="00916CD7" w:rsidRPr="000D463B" w:rsidRDefault="00916CD7" w:rsidP="00442D75">
            <w:pPr>
              <w:pStyle w:val="SIText"/>
            </w:pPr>
          </w:p>
          <w:p w14:paraId="092BFB10" w14:textId="602BDBAB" w:rsidR="00815F71" w:rsidRPr="000D463B" w:rsidRDefault="00F1480E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463B">
              <w:t>The unit applies to</w:t>
            </w:r>
            <w:r w:rsidR="00815F71" w:rsidRPr="000D463B">
              <w:t xml:space="preserve"> individuals who </w:t>
            </w:r>
            <w:r w:rsidR="000D463B" w:rsidRPr="000D463B">
              <w:t xml:space="preserve">conduct visual inspection of park facilities </w:t>
            </w:r>
            <w:r w:rsidR="00815F71" w:rsidRPr="000D463B">
              <w:t xml:space="preserve">under general supervision </w:t>
            </w:r>
            <w:r w:rsidR="000D463B" w:rsidRPr="000D463B">
              <w:t>with</w:t>
            </w:r>
            <w:r w:rsidR="00815F71" w:rsidRPr="000D463B">
              <w:t xml:space="preserve"> limited autonomy </w:t>
            </w:r>
            <w:r w:rsidR="000D463B" w:rsidRPr="000D463B">
              <w:t>or</w:t>
            </w:r>
            <w:r w:rsidR="00815F71" w:rsidRPr="000D463B">
              <w:t xml:space="preserve"> accountability.</w:t>
            </w:r>
          </w:p>
          <w:p w14:paraId="4D8626AC" w14:textId="77777777" w:rsidR="00373436" w:rsidRPr="000D463B" w:rsidRDefault="00373436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7F3E16" w14:textId="1B7830E9" w:rsidR="00373436" w:rsidRPr="000D463B" w:rsidRDefault="00373436" w:rsidP="00442D75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0D463B">
              <w:rPr>
                <w:rStyle w:val="SITemporaryText-red"/>
                <w:color w:val="auto"/>
                <w:sz w:val="20"/>
              </w:rPr>
              <w:t>nit at the time of publ</w:t>
            </w:r>
            <w:r w:rsidR="00105AEA" w:rsidRPr="00442D75">
              <w:rPr>
                <w:rStyle w:val="SITemporaryText-red"/>
                <w:color w:val="auto"/>
                <w:sz w:val="20"/>
              </w:rPr>
              <w:t>ication.</w:t>
            </w:r>
          </w:p>
        </w:tc>
      </w:tr>
      <w:tr w:rsidR="00F1480E" w:rsidRPr="00963A46" w14:paraId="7FBD0E39" w14:textId="77777777" w:rsidTr="00CA2922">
        <w:tc>
          <w:tcPr>
            <w:tcW w:w="1396" w:type="pct"/>
            <w:shd w:val="clear" w:color="auto" w:fill="auto"/>
          </w:tcPr>
          <w:p w14:paraId="27B993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5F2FE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BDD063" w14:textId="77777777" w:rsidTr="00CA2922">
        <w:tc>
          <w:tcPr>
            <w:tcW w:w="1396" w:type="pct"/>
            <w:shd w:val="clear" w:color="auto" w:fill="auto"/>
          </w:tcPr>
          <w:p w14:paraId="12D79D1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B242E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DF06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68D1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743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B568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B45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36D3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824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5F71" w:rsidRPr="00963A46" w14:paraId="79ED96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2D418" w14:textId="24F99CE2" w:rsidR="00815F71" w:rsidRPr="00815F71" w:rsidRDefault="00815F71" w:rsidP="00815F71">
            <w:pPr>
              <w:pStyle w:val="SIText"/>
            </w:pPr>
            <w:r w:rsidRPr="00815F71">
              <w:t>1. Prepare for visual inspection</w:t>
            </w:r>
          </w:p>
        </w:tc>
        <w:tc>
          <w:tcPr>
            <w:tcW w:w="3604" w:type="pct"/>
            <w:shd w:val="clear" w:color="auto" w:fill="auto"/>
          </w:tcPr>
          <w:p w14:paraId="17045628" w14:textId="2A5A72EA" w:rsidR="00815F71" w:rsidRPr="00815F71" w:rsidRDefault="00815F71" w:rsidP="00815F71">
            <w:r w:rsidRPr="00815F71">
              <w:t>1.1 Interpret site plans and inspection checklists and c</w:t>
            </w:r>
            <w:r w:rsidR="000D463B">
              <w:t>onfirm inspection activities</w:t>
            </w:r>
            <w:r w:rsidRPr="00815F71">
              <w:t xml:space="preserve"> with supervisor</w:t>
            </w:r>
          </w:p>
          <w:p w14:paraId="1C69FE05" w14:textId="3C547D86" w:rsidR="00815F71" w:rsidRPr="00815F71" w:rsidRDefault="00815F71" w:rsidP="00815F71">
            <w:r w:rsidRPr="00815F71">
              <w:t>1.2 Clarify the specific terminology used in checklists</w:t>
            </w:r>
            <w:r w:rsidR="000D463B">
              <w:t xml:space="preserve"> with supervisor</w:t>
            </w:r>
          </w:p>
          <w:p w14:paraId="2942D637" w14:textId="6AF75059" w:rsidR="00815F71" w:rsidRPr="00815F71" w:rsidRDefault="00815F71" w:rsidP="00815F71">
            <w:r w:rsidRPr="00815F71">
              <w:t xml:space="preserve">1.3 Identify park </w:t>
            </w:r>
            <w:r w:rsidR="002B47CF">
              <w:t>elements</w:t>
            </w:r>
            <w:r w:rsidRPr="00815F71">
              <w:t xml:space="preserve"> to be inspected and locate on the site plan</w:t>
            </w:r>
          </w:p>
          <w:p w14:paraId="732F5570" w14:textId="1E108EF7" w:rsidR="00815F71" w:rsidRPr="00815F71" w:rsidRDefault="00815F71" w:rsidP="00815F71">
            <w:r w:rsidRPr="00815F71">
              <w:t xml:space="preserve">1.4 </w:t>
            </w:r>
            <w:r w:rsidR="002B47CF">
              <w:t>Confirm</w:t>
            </w:r>
            <w:r w:rsidRPr="00815F71">
              <w:t xml:space="preserve"> park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on site</w:t>
            </w:r>
          </w:p>
        </w:tc>
      </w:tr>
      <w:tr w:rsidR="00815F71" w:rsidRPr="00963A46" w14:paraId="5276A9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E627B" w14:textId="7A25118E" w:rsidR="00815F71" w:rsidRPr="00815F71" w:rsidRDefault="00815F71" w:rsidP="00815F71">
            <w:pPr>
              <w:pStyle w:val="SIText"/>
            </w:pPr>
            <w:r w:rsidRPr="00815F71">
              <w:t>2. Undertake visual inspection</w:t>
            </w:r>
          </w:p>
        </w:tc>
        <w:tc>
          <w:tcPr>
            <w:tcW w:w="3604" w:type="pct"/>
            <w:shd w:val="clear" w:color="auto" w:fill="auto"/>
          </w:tcPr>
          <w:p w14:paraId="7B1F6054" w14:textId="25DE3C80" w:rsidR="00815F71" w:rsidRPr="00815F71" w:rsidRDefault="00815F71" w:rsidP="00815F71">
            <w:r w:rsidRPr="00815F71">
              <w:t xml:space="preserve">2.1 Inspect park facilities, equipment and services and compare to </w:t>
            </w:r>
            <w:r w:rsidR="000D463B">
              <w:t>workplace</w:t>
            </w:r>
            <w:r w:rsidR="000D463B" w:rsidRPr="00815F71">
              <w:t xml:space="preserve"> </w:t>
            </w:r>
            <w:r w:rsidRPr="00815F71">
              <w:t xml:space="preserve">standards </w:t>
            </w:r>
            <w:r w:rsidR="002B47CF">
              <w:t xml:space="preserve">of presentation </w:t>
            </w:r>
            <w:r w:rsidRPr="00815F71">
              <w:t>and workplace health and safety requirements</w:t>
            </w:r>
          </w:p>
          <w:p w14:paraId="7DBF7E82" w14:textId="480F26C7" w:rsidR="00815F71" w:rsidRPr="00815F71" w:rsidRDefault="00815F71" w:rsidP="00815F71">
            <w:r w:rsidRPr="00815F71">
              <w:t xml:space="preserve">2.2 Identify </w:t>
            </w:r>
            <w:r w:rsidR="00942E1A">
              <w:t xml:space="preserve">and record </w:t>
            </w:r>
            <w:r w:rsidR="00B00B94">
              <w:t xml:space="preserve">workplace presentation, </w:t>
            </w:r>
            <w:r w:rsidRPr="00815F71">
              <w:t>work</w:t>
            </w:r>
            <w:r w:rsidR="000D463B">
              <w:t>place</w:t>
            </w:r>
            <w:r w:rsidRPr="00815F71">
              <w:t xml:space="preserve"> health and safety hazards and adverse environmental impacts </w:t>
            </w:r>
            <w:r w:rsidR="00B00B94">
              <w:t>using</w:t>
            </w:r>
            <w:r w:rsidRPr="00815F71">
              <w:t xml:space="preserve"> the appropriate form</w:t>
            </w:r>
            <w:r w:rsidR="00B00B94">
              <w:t xml:space="preserve"> and photographs</w:t>
            </w:r>
          </w:p>
          <w:p w14:paraId="64D4CAD8" w14:textId="36653524" w:rsidR="00815F71" w:rsidRPr="00815F71" w:rsidRDefault="00815F71" w:rsidP="00815F71">
            <w:pPr>
              <w:pStyle w:val="SIText"/>
            </w:pPr>
            <w:r w:rsidRPr="00815F71">
              <w:t>2.3 Report situations requiring urgent action to supervisor</w:t>
            </w:r>
          </w:p>
        </w:tc>
      </w:tr>
      <w:tr w:rsidR="00815F71" w:rsidRPr="00963A46" w14:paraId="0E7B4F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6A0A3" w14:textId="63B47FEA" w:rsidR="00815F71" w:rsidRPr="00815F71" w:rsidRDefault="00815F71" w:rsidP="00815F71">
            <w:pPr>
              <w:pStyle w:val="SIText"/>
            </w:pPr>
            <w:r w:rsidRPr="00815F71">
              <w:t>3. Submit report</w:t>
            </w:r>
          </w:p>
        </w:tc>
        <w:tc>
          <w:tcPr>
            <w:tcW w:w="3604" w:type="pct"/>
            <w:shd w:val="clear" w:color="auto" w:fill="auto"/>
          </w:tcPr>
          <w:p w14:paraId="1E9C2C0C" w14:textId="4A8E450C" w:rsidR="00815F71" w:rsidRPr="00815F71" w:rsidRDefault="00815F71" w:rsidP="00815F71">
            <w:r w:rsidRPr="00815F71">
              <w:t>3.1 C</w:t>
            </w:r>
            <w:r w:rsidR="00B00B94">
              <w:t>omplete and c</w:t>
            </w:r>
            <w:r w:rsidR="000D463B">
              <w:t>heck</w:t>
            </w:r>
            <w:r w:rsidRPr="00815F71">
              <w:t xml:space="preserve"> that inspection activity reports</w:t>
            </w:r>
            <w:r w:rsidR="00534B50">
              <w:t xml:space="preserve"> and</w:t>
            </w:r>
            <w:r w:rsidRPr="00815F71">
              <w:t xml:space="preserve"> checklists are concise</w:t>
            </w:r>
            <w:r w:rsidR="00534B50">
              <w:t>,</w:t>
            </w:r>
            <w:r w:rsidRPr="00815F71">
              <w:t xml:space="preserve"> accurate and comply with </w:t>
            </w:r>
            <w:r w:rsidR="00534B50">
              <w:t>workplace</w:t>
            </w:r>
            <w:r w:rsidR="00534B50" w:rsidRPr="00815F71">
              <w:t xml:space="preserve"> </w:t>
            </w:r>
            <w:r w:rsidRPr="00815F71">
              <w:t>standards</w:t>
            </w:r>
            <w:r w:rsidR="00534B50">
              <w:t>, and include photographs where required</w:t>
            </w:r>
          </w:p>
          <w:p w14:paraId="098D5826" w14:textId="4EFBCBA7" w:rsidR="00815F71" w:rsidRPr="00815F71" w:rsidRDefault="00815F71" w:rsidP="00815F71">
            <w:pPr>
              <w:pStyle w:val="SIText"/>
            </w:pPr>
            <w:r w:rsidRPr="00815F71">
              <w:t>3.2 Forward checklist and report to supervisor</w:t>
            </w:r>
          </w:p>
        </w:tc>
      </w:tr>
    </w:tbl>
    <w:p w14:paraId="2BA57CA0" w14:textId="77777777" w:rsidR="005F771F" w:rsidRDefault="005F771F" w:rsidP="005F771F">
      <w:pPr>
        <w:pStyle w:val="SIText"/>
      </w:pPr>
    </w:p>
    <w:p w14:paraId="06AAD687" w14:textId="77777777" w:rsidR="005F771F" w:rsidRPr="000754EC" w:rsidRDefault="005F771F" w:rsidP="000754EC">
      <w:r>
        <w:br w:type="page"/>
      </w:r>
    </w:p>
    <w:p w14:paraId="62F4A8B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2787DC" w14:textId="77777777" w:rsidTr="00CA2922">
        <w:trPr>
          <w:tblHeader/>
        </w:trPr>
        <w:tc>
          <w:tcPr>
            <w:tcW w:w="5000" w:type="pct"/>
            <w:gridSpan w:val="2"/>
          </w:tcPr>
          <w:p w14:paraId="5EF8A29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8219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DAA95B" w14:textId="77777777" w:rsidTr="00CA2922">
        <w:trPr>
          <w:tblHeader/>
        </w:trPr>
        <w:tc>
          <w:tcPr>
            <w:tcW w:w="1396" w:type="pct"/>
          </w:tcPr>
          <w:p w14:paraId="5493C2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9803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D463B" w:rsidRPr="00336FCA" w:rsidDel="00423CB2" w14:paraId="0BB2CD60" w14:textId="77777777" w:rsidTr="00CA2922">
        <w:tc>
          <w:tcPr>
            <w:tcW w:w="1396" w:type="pct"/>
          </w:tcPr>
          <w:p w14:paraId="149FEC3E" w14:textId="6EE81C40" w:rsidR="000D463B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5636B461" w14:textId="2D5C48F1" w:rsidR="000D463B" w:rsidRPr="00E152A6" w:rsidRDefault="00E152A6" w:rsidP="00E152A6">
            <w:pPr>
              <w:pStyle w:val="SIBulletList1"/>
            </w:pPr>
            <w:r w:rsidRPr="00E152A6">
              <w:rPr>
                <w:rStyle w:val="SITemporaryText-red"/>
                <w:color w:val="auto"/>
                <w:sz w:val="20"/>
              </w:rPr>
              <w:t xml:space="preserve">Interpret textual and drawn information from site plans and checklists to identify relevant and key information about park facilities, </w:t>
            </w:r>
            <w:proofErr w:type="gramStart"/>
            <w:r w:rsidRPr="00E152A6">
              <w:rPr>
                <w:rStyle w:val="SITemporaryText-red"/>
                <w:color w:val="auto"/>
                <w:sz w:val="20"/>
              </w:rPr>
              <w:t>inspection</w:t>
            </w:r>
            <w:proofErr w:type="gramEnd"/>
            <w:r w:rsidRPr="00E152A6">
              <w:rPr>
                <w:rStyle w:val="SITemporaryText-red"/>
                <w:color w:val="auto"/>
                <w:sz w:val="20"/>
              </w:rPr>
              <w:t xml:space="preserve"> and workplace standards requirements</w:t>
            </w:r>
          </w:p>
        </w:tc>
      </w:tr>
      <w:tr w:rsidR="000D463B" w:rsidRPr="00336FCA" w:rsidDel="00423CB2" w14:paraId="56B91006" w14:textId="77777777" w:rsidTr="00CA2922">
        <w:tc>
          <w:tcPr>
            <w:tcW w:w="1396" w:type="pct"/>
          </w:tcPr>
          <w:p w14:paraId="657D9112" w14:textId="1FDA4F92" w:rsidR="000D463B" w:rsidRPr="000D463B" w:rsidRDefault="000D463B" w:rsidP="000D463B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D335E65" w14:textId="64309A4E" w:rsidR="000D463B" w:rsidRPr="00E152A6" w:rsidRDefault="000D463B" w:rsidP="00E152A6">
            <w:pPr>
              <w:pStyle w:val="SIBulletList1"/>
              <w:rPr>
                <w:rFonts w:eastAsia="Calibri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Initiate discussions with supervisor using clear language to confirm inspection activities and clarify information</w:t>
            </w:r>
          </w:p>
        </w:tc>
      </w:tr>
    </w:tbl>
    <w:p w14:paraId="5A2E6B96" w14:textId="77777777" w:rsidR="00916CD7" w:rsidRDefault="00916CD7" w:rsidP="005F771F">
      <w:pPr>
        <w:pStyle w:val="SIText"/>
      </w:pPr>
    </w:p>
    <w:p w14:paraId="41E23F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A8228E" w14:textId="77777777" w:rsidTr="00F33FF2">
        <w:tc>
          <w:tcPr>
            <w:tcW w:w="5000" w:type="pct"/>
            <w:gridSpan w:val="4"/>
          </w:tcPr>
          <w:p w14:paraId="1F9881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62FE63" w14:textId="77777777" w:rsidTr="00F33FF2">
        <w:tc>
          <w:tcPr>
            <w:tcW w:w="1028" w:type="pct"/>
          </w:tcPr>
          <w:p w14:paraId="254283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CAA7A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8EAC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D33A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52A6" w14:paraId="28997027" w14:textId="77777777" w:rsidTr="00F33FF2">
        <w:tc>
          <w:tcPr>
            <w:tcW w:w="1028" w:type="pct"/>
          </w:tcPr>
          <w:p w14:paraId="07E02194" w14:textId="77777777" w:rsidR="00E152A6" w:rsidRPr="00E152A6" w:rsidRDefault="00E152A6" w:rsidP="00E152A6">
            <w:pPr>
              <w:pStyle w:val="SIText"/>
            </w:pPr>
            <w:r w:rsidRPr="00815F71">
              <w:t>AHCPGD206 Conduct visual inspection of park facilities</w:t>
            </w:r>
          </w:p>
          <w:p w14:paraId="34C5CD58" w14:textId="79D836F4" w:rsidR="00E152A6" w:rsidRPr="00E152A6" w:rsidRDefault="00E152A6" w:rsidP="00E152A6">
            <w:pPr>
              <w:pStyle w:val="SIText"/>
            </w:pPr>
            <w:r w:rsidRPr="00E152A6">
              <w:t>Release 2</w:t>
            </w:r>
          </w:p>
        </w:tc>
        <w:tc>
          <w:tcPr>
            <w:tcW w:w="1105" w:type="pct"/>
          </w:tcPr>
          <w:p w14:paraId="76CEB4CF" w14:textId="2CC0ADE5" w:rsidR="00E152A6" w:rsidRPr="00E152A6" w:rsidRDefault="00E152A6" w:rsidP="00E152A6">
            <w:pPr>
              <w:pStyle w:val="SIText"/>
            </w:pPr>
            <w:r w:rsidRPr="00815F71">
              <w:t>AHCPGD206</w:t>
            </w:r>
            <w:r w:rsidRPr="00E152A6">
              <w:t xml:space="preserve"> Conduct visual inspection of park facilities</w:t>
            </w:r>
          </w:p>
          <w:p w14:paraId="23637759" w14:textId="4BB85FC8" w:rsidR="00E152A6" w:rsidRPr="00E152A6" w:rsidRDefault="00E152A6" w:rsidP="00E152A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541CEC9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8A6B89B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F04E600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9E644A9" w14:textId="29F88A15" w:rsidR="00E152A6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4F726D4" w14:textId="682A9027" w:rsidR="00E152A6" w:rsidRPr="00E152A6" w:rsidRDefault="00E152A6">
            <w:pPr>
              <w:pStyle w:val="SIText"/>
            </w:pPr>
            <w:r w:rsidRPr="000754EC">
              <w:t>Equivalent</w:t>
            </w:r>
          </w:p>
        </w:tc>
      </w:tr>
    </w:tbl>
    <w:p w14:paraId="217059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C40FA3" w14:textId="77777777" w:rsidTr="00CA2922">
        <w:tc>
          <w:tcPr>
            <w:tcW w:w="1396" w:type="pct"/>
            <w:shd w:val="clear" w:color="auto" w:fill="auto"/>
          </w:tcPr>
          <w:p w14:paraId="6E27E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E74EBA" w14:textId="60AA38A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498A06F" w14:textId="77777777" w:rsidR="00F1480E" w:rsidRDefault="00F1480E" w:rsidP="005F771F">
      <w:pPr>
        <w:pStyle w:val="SIText"/>
      </w:pPr>
    </w:p>
    <w:p w14:paraId="6E4F68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C2FD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7B81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1AA89A" w14:textId="3A3DB8C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5F71" w:rsidRPr="00815F71">
              <w:t>AHCPGD206 Conduct visual inspection of park facilities</w:t>
            </w:r>
          </w:p>
        </w:tc>
      </w:tr>
      <w:tr w:rsidR="00556C4C" w:rsidRPr="00A55106" w14:paraId="0B0898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9263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322D3D" w14:textId="77777777" w:rsidTr="00113678">
        <w:tc>
          <w:tcPr>
            <w:tcW w:w="5000" w:type="pct"/>
            <w:gridSpan w:val="2"/>
            <w:shd w:val="clear" w:color="auto" w:fill="auto"/>
          </w:tcPr>
          <w:p w14:paraId="52DDBE26" w14:textId="3963DEC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FD4922C" w14:textId="4765C97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152A6">
              <w:t>has conducted a visual inspection of park facilities on at least two occasions and has</w:t>
            </w:r>
            <w:r w:rsidRPr="000754EC">
              <w:t>:</w:t>
            </w:r>
          </w:p>
          <w:p w14:paraId="51D2018C" w14:textId="3DEB382F" w:rsidR="00E152A6" w:rsidRDefault="00E152A6" w:rsidP="00815F71">
            <w:pPr>
              <w:pStyle w:val="SIBulletList1"/>
            </w:pPr>
            <w:r>
              <w:t>applied workplace health and safety requirements</w:t>
            </w:r>
          </w:p>
          <w:p w14:paraId="03D7483C" w14:textId="5EE2B501" w:rsidR="00FF2032" w:rsidRDefault="00FF2032" w:rsidP="00815F71">
            <w:pPr>
              <w:pStyle w:val="SIBulletList1"/>
            </w:pPr>
            <w:r>
              <w:t>applied workplace standards</w:t>
            </w:r>
            <w:r w:rsidR="00B76F6E">
              <w:t xml:space="preserve"> of presentation</w:t>
            </w:r>
          </w:p>
          <w:p w14:paraId="5D30AF28" w14:textId="25B7A564" w:rsidR="00815F71" w:rsidRPr="00815F71" w:rsidRDefault="00815F71" w:rsidP="00815F71">
            <w:pPr>
              <w:pStyle w:val="SIBulletList1"/>
            </w:pPr>
            <w:r w:rsidRPr="00815F71">
              <w:t>prepare</w:t>
            </w:r>
            <w:r w:rsidR="00E152A6">
              <w:t>d</w:t>
            </w:r>
            <w:r w:rsidRPr="00815F71">
              <w:t xml:space="preserve"> for</w:t>
            </w:r>
            <w:r w:rsidR="00E152A6">
              <w:t xml:space="preserve"> and conducted</w:t>
            </w:r>
            <w:r w:rsidRPr="00815F71">
              <w:t xml:space="preserve"> visual inspection of park facility</w:t>
            </w:r>
          </w:p>
          <w:p w14:paraId="6E977D55" w14:textId="09D3CCDE" w:rsidR="00815F71" w:rsidRPr="00815F71" w:rsidRDefault="00815F71" w:rsidP="00815F71">
            <w:pPr>
              <w:pStyle w:val="SIBulletList1"/>
            </w:pPr>
            <w:r w:rsidRPr="00815F71">
              <w:t>determine</w:t>
            </w:r>
            <w:r w:rsidR="00E152A6">
              <w:t>d</w:t>
            </w:r>
            <w:r w:rsidRPr="00815F71">
              <w:t xml:space="preserve"> the extent of problems</w:t>
            </w:r>
          </w:p>
          <w:p w14:paraId="44B00902" w14:textId="612A8968" w:rsidR="00815F71" w:rsidRPr="00815F71" w:rsidRDefault="00B76F6E" w:rsidP="00815F71">
            <w:pPr>
              <w:pStyle w:val="SIBulletList1"/>
            </w:pPr>
            <w:r>
              <w:t>reported</w:t>
            </w:r>
            <w:r w:rsidRPr="00815F71">
              <w:t xml:space="preserve"> </w:t>
            </w:r>
            <w:r w:rsidR="00815F71" w:rsidRPr="00815F71">
              <w:t>serious issues that may be present</w:t>
            </w:r>
          </w:p>
          <w:p w14:paraId="003556A9" w14:textId="02D90A89" w:rsidR="00815F71" w:rsidRPr="00815F71" w:rsidRDefault="00534B50" w:rsidP="00815F71">
            <w:pPr>
              <w:pStyle w:val="SIBulletList1"/>
            </w:pPr>
            <w:r>
              <w:t xml:space="preserve">compared </w:t>
            </w:r>
            <w:r w:rsidR="00815F71" w:rsidRPr="00815F71">
              <w:t>the condition of facilities</w:t>
            </w:r>
            <w:r w:rsidR="00B76F6E">
              <w:t xml:space="preserve"> to the required workplace standard</w:t>
            </w:r>
          </w:p>
          <w:p w14:paraId="194A3D3B" w14:textId="5B75D274" w:rsidR="00815F71" w:rsidRPr="00815F71" w:rsidRDefault="00B76F6E" w:rsidP="00815F71">
            <w:pPr>
              <w:pStyle w:val="SIBulletList1"/>
            </w:pPr>
            <w:r>
              <w:t>recorded and reported</w:t>
            </w:r>
            <w:r w:rsidR="00815F71" w:rsidRPr="00815F71">
              <w:t xml:space="preserve"> hazards and associated environmental implications of malfunctioning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2A499DA9" w14:textId="6AEA1F81" w:rsidR="00556C4C" w:rsidRPr="000754EC" w:rsidRDefault="00815F71" w:rsidP="00815F71">
            <w:pPr>
              <w:pStyle w:val="SIBulletList1"/>
            </w:pPr>
            <w:r w:rsidRPr="00815F71">
              <w:t>complete</w:t>
            </w:r>
            <w:r w:rsidR="00FF2032">
              <w:t>d</w:t>
            </w:r>
            <w:r w:rsidRPr="00815F71">
              <w:t xml:space="preserve"> and submit</w:t>
            </w:r>
            <w:r w:rsidR="00FF2032">
              <w:t>ted</w:t>
            </w:r>
            <w:r w:rsidRPr="00815F71">
              <w:t xml:space="preserve"> inspection activity checklist</w:t>
            </w:r>
            <w:r w:rsidR="00B76F6E">
              <w:t>,</w:t>
            </w:r>
            <w:r w:rsidRPr="00815F71">
              <w:t xml:space="preserve"> </w:t>
            </w:r>
            <w:proofErr w:type="gramStart"/>
            <w:r w:rsidRPr="00815F71">
              <w:t>report</w:t>
            </w:r>
            <w:proofErr w:type="gramEnd"/>
            <w:r w:rsidR="00B76F6E">
              <w:t xml:space="preserve"> and photographs</w:t>
            </w:r>
            <w:r>
              <w:t>.</w:t>
            </w:r>
          </w:p>
        </w:tc>
      </w:tr>
    </w:tbl>
    <w:p w14:paraId="50FE7C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3592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0DCB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3D1893" w14:textId="77777777" w:rsidTr="00CA2922">
        <w:tc>
          <w:tcPr>
            <w:tcW w:w="5000" w:type="pct"/>
            <w:shd w:val="clear" w:color="auto" w:fill="auto"/>
          </w:tcPr>
          <w:p w14:paraId="5C3FC56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E567DC" w14:textId="7558716F" w:rsidR="00FF2032" w:rsidRDefault="00FF2032" w:rsidP="00815F71">
            <w:pPr>
              <w:pStyle w:val="SIBulletList1"/>
            </w:pPr>
            <w:r>
              <w:t>workplace requirements applicable to health and safety in the workplace for inspection of park facilities</w:t>
            </w:r>
          </w:p>
          <w:p w14:paraId="20CD25FD" w14:textId="4BAACF74" w:rsidR="00815F71" w:rsidRPr="00815F71" w:rsidRDefault="00815F71" w:rsidP="00815F71">
            <w:pPr>
              <w:pStyle w:val="SIBulletList1"/>
            </w:pPr>
            <w:r w:rsidRPr="00815F71">
              <w:t>principles and practices of park facility visual inspection</w:t>
            </w:r>
            <w:r w:rsidR="00FF2032">
              <w:t>, including:</w:t>
            </w:r>
          </w:p>
          <w:p w14:paraId="79372ADB" w14:textId="77777777" w:rsidR="00815F71" w:rsidRPr="00815F71" w:rsidRDefault="00815F71" w:rsidP="00815F71">
            <w:pPr>
              <w:pStyle w:val="SIBulletList2"/>
            </w:pPr>
            <w:r w:rsidRPr="00815F71">
              <w:t xml:space="preserve">cleaning, </w:t>
            </w:r>
            <w:proofErr w:type="gramStart"/>
            <w:r w:rsidRPr="00815F71">
              <w:t>servicing</w:t>
            </w:r>
            <w:proofErr w:type="gramEnd"/>
            <w:r w:rsidRPr="00815F71">
              <w:t xml:space="preserve"> and hygiene requirements of public conveniences</w:t>
            </w:r>
          </w:p>
          <w:p w14:paraId="54740C7E" w14:textId="29506D7B" w:rsidR="00815F71" w:rsidRPr="00815F71" w:rsidRDefault="00815F71" w:rsidP="00815F71">
            <w:pPr>
              <w:pStyle w:val="SIBulletList2"/>
            </w:pPr>
            <w:r w:rsidRPr="00815F71">
              <w:t>hazard i</w:t>
            </w:r>
            <w:r w:rsidR="00B76F6E">
              <w:t>dentification and reporting</w:t>
            </w:r>
          </w:p>
          <w:p w14:paraId="1C63A854" w14:textId="63816B95" w:rsidR="00815F71" w:rsidRPr="00815F71" w:rsidRDefault="00B76F6E" w:rsidP="00815F71">
            <w:pPr>
              <w:pStyle w:val="SIBulletList2"/>
            </w:pPr>
            <w:r>
              <w:t xml:space="preserve">the </w:t>
            </w:r>
            <w:r w:rsidR="00815F71" w:rsidRPr="00815F71">
              <w:t xml:space="preserve">range of park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363D6686" w14:textId="343D157F" w:rsidR="00815F71" w:rsidRPr="00815F71" w:rsidRDefault="00B76F6E" w:rsidP="00815F71">
            <w:pPr>
              <w:pStyle w:val="SIBulletList2"/>
            </w:pPr>
            <w:r w:rsidRPr="00815F71">
              <w:t>park inspection</w:t>
            </w:r>
            <w:r w:rsidRPr="00B76F6E">
              <w:t xml:space="preserve"> </w:t>
            </w:r>
            <w:r w:rsidR="00815F71" w:rsidRPr="00815F71">
              <w:t xml:space="preserve">reporting requirements, </w:t>
            </w:r>
            <w:proofErr w:type="gramStart"/>
            <w:r w:rsidR="00815F71" w:rsidRPr="00815F71">
              <w:t>procedures</w:t>
            </w:r>
            <w:proofErr w:type="gramEnd"/>
            <w:r w:rsidR="00815F71" w:rsidRPr="00815F71">
              <w:t xml:space="preserve"> and materials</w:t>
            </w:r>
          </w:p>
          <w:p w14:paraId="6C930283" w14:textId="266E70B2" w:rsidR="00815F71" w:rsidRPr="00815F71" w:rsidRDefault="00815F71" w:rsidP="00815F71">
            <w:pPr>
              <w:pStyle w:val="SIBulletList2"/>
            </w:pPr>
            <w:r w:rsidRPr="00815F71">
              <w:t xml:space="preserve">terminology used to describe different components of the range of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relevant to the </w:t>
            </w:r>
            <w:r w:rsidR="00FF2032">
              <w:t>workplace</w:t>
            </w:r>
          </w:p>
          <w:p w14:paraId="0FE719B5" w14:textId="0695732C" w:rsidR="00815F71" w:rsidRPr="00815F71" w:rsidRDefault="00B76F6E" w:rsidP="00815F71">
            <w:pPr>
              <w:pStyle w:val="SIBulletList2"/>
            </w:pPr>
            <w:r>
              <w:t>issues</w:t>
            </w:r>
            <w:r w:rsidR="00815F71" w:rsidRPr="00815F71">
              <w:t xml:space="preserve"> likely to be encountered by visitors using the park facilities and equipment</w:t>
            </w:r>
          </w:p>
          <w:p w14:paraId="2FD1E229" w14:textId="2E701D40" w:rsidR="00815F71" w:rsidRPr="00815F71" w:rsidRDefault="00815F71" w:rsidP="00815F71">
            <w:pPr>
              <w:pStyle w:val="SIBulletList2"/>
            </w:pPr>
            <w:r w:rsidRPr="00815F71">
              <w:t xml:space="preserve">the practical application of site plans, checklist descriptions and </w:t>
            </w:r>
            <w:r w:rsidR="00B76F6E">
              <w:t xml:space="preserve">workplace standards of </w:t>
            </w:r>
            <w:r w:rsidRPr="00815F71">
              <w:t>presentation to locate and effectively assess facilities and equipment against the required parameters</w:t>
            </w:r>
          </w:p>
          <w:p w14:paraId="1584DDC9" w14:textId="2519B9C8" w:rsidR="00F1480E" w:rsidRPr="000754EC" w:rsidRDefault="00FF2032" w:rsidP="00815F71">
            <w:pPr>
              <w:pStyle w:val="SIBulletList2"/>
            </w:pPr>
            <w:r>
              <w:t xml:space="preserve">workplace </w:t>
            </w:r>
            <w:r w:rsidR="00B76F6E">
              <w:t xml:space="preserve">standards of </w:t>
            </w:r>
            <w:r>
              <w:t xml:space="preserve">presentation and </w:t>
            </w:r>
            <w:r w:rsidR="00815F71" w:rsidRPr="00815F71">
              <w:t>Australian Standards</w:t>
            </w:r>
            <w:r>
              <w:t xml:space="preserve"> applicable to park facilities</w:t>
            </w:r>
            <w:r w:rsidR="00815F71">
              <w:t>.</w:t>
            </w:r>
          </w:p>
        </w:tc>
      </w:tr>
    </w:tbl>
    <w:p w14:paraId="33E48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E6C5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22C4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AC352F" w14:textId="77777777" w:rsidTr="00CA2922">
        <w:tc>
          <w:tcPr>
            <w:tcW w:w="5000" w:type="pct"/>
            <w:shd w:val="clear" w:color="auto" w:fill="auto"/>
          </w:tcPr>
          <w:p w14:paraId="1129E442" w14:textId="77777777" w:rsidR="00FF2032" w:rsidRPr="00FF2032" w:rsidRDefault="00FF2032" w:rsidP="00FF20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F26617D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E76C403" w14:textId="77777777" w:rsidR="00FF2032" w:rsidRPr="00FF2032" w:rsidRDefault="00FF2032" w:rsidP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A8B7F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FF203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FF203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ADDD054" w14:textId="21C8A173" w:rsidR="00FF2032" w:rsidRPr="00112C43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site plans, checklists, </w:t>
            </w:r>
            <w:proofErr w:type="gramStart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forms</w:t>
            </w:r>
            <w:proofErr w:type="gramEnd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 and activity reports applicable to </w:t>
            </w:r>
            <w:r w:rsidRPr="00FF2032">
              <w:t>conducting visual inspection of park facilities</w:t>
            </w:r>
          </w:p>
          <w:p w14:paraId="28E685E1" w14:textId="1823CB2C" w:rsidR="00C3735C" w:rsidRPr="00C3735C" w:rsidRDefault="00C373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2C43">
              <w:rPr>
                <w:rStyle w:val="SITemporaryText-red"/>
                <w:color w:val="auto"/>
                <w:sz w:val="20"/>
              </w:rPr>
              <w:t>photographic device</w:t>
            </w:r>
          </w:p>
          <w:p w14:paraId="7A8DDCFC" w14:textId="77777777" w:rsidR="00FF2032" w:rsidRPr="00FF2032" w:rsidRDefault="00FF2032" w:rsidP="00FF203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F63B1C6" w14:textId="3ED5F8D5" w:rsidR="00FF2032" w:rsidRPr="00FF2032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>
              <w:t>inspection of park facilities</w:t>
            </w:r>
          </w:p>
          <w:p w14:paraId="1EA7C715" w14:textId="7493D4FE" w:rsidR="00FF2032" w:rsidRPr="00FF2032" w:rsidRDefault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workplace </w:t>
            </w:r>
            <w:r w:rsidR="00C3735C" w:rsidRPr="00112C43">
              <w:rPr>
                <w:rStyle w:val="SITemporaryText-red"/>
                <w:color w:val="auto"/>
                <w:sz w:val="20"/>
              </w:rPr>
              <w:t xml:space="preserve">standards of </w:t>
            </w:r>
            <w:r w:rsidRPr="00C3735C">
              <w:rPr>
                <w:rStyle w:val="SITemporaryText-red"/>
                <w:color w:val="auto"/>
                <w:sz w:val="20"/>
              </w:rPr>
              <w:t>presentation</w:t>
            </w:r>
            <w:r w:rsidRPr="00FF2032">
              <w:rPr>
                <w:rStyle w:val="SITemporaryText-red"/>
                <w:color w:val="auto"/>
                <w:sz w:val="20"/>
              </w:rPr>
              <w:t xml:space="preserve"> and Australian Standards applicable to park facilities</w:t>
            </w:r>
          </w:p>
          <w:p w14:paraId="258D356A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546F39B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supervisor</w:t>
            </w:r>
          </w:p>
          <w:p w14:paraId="7DFC61D0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4166F7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617FC0E" w14:textId="77777777" w:rsidR="00FF2032" w:rsidRPr="00FF2032" w:rsidRDefault="00FF2032" w:rsidP="00442D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8C47D2" w14:textId="646556C6" w:rsidR="00F1480E" w:rsidRPr="00E609BA" w:rsidRDefault="007134FE" w:rsidP="00112C43">
            <w:pPr>
              <w:pStyle w:val="SIText"/>
              <w:rPr>
                <w:rFonts w:eastAsia="Calibri"/>
              </w:rPr>
            </w:pPr>
            <w:r w:rsidRPr="00FF20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810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BF0D86" w14:textId="77777777" w:rsidTr="004679E3">
        <w:tc>
          <w:tcPr>
            <w:tcW w:w="990" w:type="pct"/>
            <w:shd w:val="clear" w:color="auto" w:fill="auto"/>
          </w:tcPr>
          <w:p w14:paraId="47628FB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DE6B16" w14:textId="77EE074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E3C89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976A20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93576" w14:textId="77777777" w:rsidR="00EF1624" w:rsidRDefault="00EF1624" w:rsidP="00BF3F0A">
      <w:r>
        <w:separator/>
      </w:r>
    </w:p>
    <w:p w14:paraId="1834B926" w14:textId="77777777" w:rsidR="00EF1624" w:rsidRDefault="00EF1624"/>
  </w:endnote>
  <w:endnote w:type="continuationSeparator" w:id="0">
    <w:p w14:paraId="24732327" w14:textId="77777777" w:rsidR="00EF1624" w:rsidRDefault="00EF1624" w:rsidP="00BF3F0A">
      <w:r>
        <w:continuationSeparator/>
      </w:r>
    </w:p>
    <w:p w14:paraId="70185752" w14:textId="77777777" w:rsidR="00EF1624" w:rsidRDefault="00EF1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2C94" w14:textId="77777777" w:rsidR="00815F71" w:rsidRDefault="00815F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0DF38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E8938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51564BB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AB6A9" w14:textId="77777777" w:rsidR="00815F71" w:rsidRDefault="00815F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045FA" w14:textId="77777777" w:rsidR="00EF1624" w:rsidRDefault="00EF1624" w:rsidP="00BF3F0A">
      <w:r>
        <w:separator/>
      </w:r>
    </w:p>
    <w:p w14:paraId="4AE93E5E" w14:textId="77777777" w:rsidR="00EF1624" w:rsidRDefault="00EF1624"/>
  </w:footnote>
  <w:footnote w:type="continuationSeparator" w:id="0">
    <w:p w14:paraId="3AB62D10" w14:textId="77777777" w:rsidR="00EF1624" w:rsidRDefault="00EF1624" w:rsidP="00BF3F0A">
      <w:r>
        <w:continuationSeparator/>
      </w:r>
    </w:p>
    <w:p w14:paraId="79EB9C8B" w14:textId="77777777" w:rsidR="00EF1624" w:rsidRDefault="00EF1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46289" w14:textId="77777777" w:rsidR="00815F71" w:rsidRDefault="00815F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BDFB5" w14:textId="0E3C564C" w:rsidR="009C2650" w:rsidRPr="000754EC" w:rsidRDefault="003B0D8B" w:rsidP="00146EEC">
    <w:pPr>
      <w:pStyle w:val="SIText"/>
    </w:pPr>
    <w:r>
      <w:t>AHCP</w:t>
    </w:r>
    <w:r w:rsidR="00452333">
      <w:t>GD</w:t>
    </w:r>
    <w:r w:rsidR="00815F71">
      <w:t xml:space="preserve">206 </w:t>
    </w:r>
    <w:r w:rsidR="00815F71" w:rsidRPr="00815F71">
      <w:t>Conduct visual inspection of park 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1981F" w14:textId="77777777" w:rsidR="00815F71" w:rsidRDefault="00815F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463B"/>
    <w:rsid w:val="000E25E6"/>
    <w:rsid w:val="000E2C86"/>
    <w:rsid w:val="000F29F2"/>
    <w:rsid w:val="00101659"/>
    <w:rsid w:val="00105AEA"/>
    <w:rsid w:val="001078BF"/>
    <w:rsid w:val="00112C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7C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D75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4B50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317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C89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F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02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E1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9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F6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7DA5"/>
    <w:rsid w:val="00BF1D4C"/>
    <w:rsid w:val="00BF3F0A"/>
    <w:rsid w:val="00C143C3"/>
    <w:rsid w:val="00C1739B"/>
    <w:rsid w:val="00C21ADE"/>
    <w:rsid w:val="00C26067"/>
    <w:rsid w:val="00C27A28"/>
    <w:rsid w:val="00C30A29"/>
    <w:rsid w:val="00C317DC"/>
    <w:rsid w:val="00C3735C"/>
    <w:rsid w:val="00C578E9"/>
    <w:rsid w:val="00C62D29"/>
    <w:rsid w:val="00C661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DDD"/>
    <w:rsid w:val="00DA0A81"/>
    <w:rsid w:val="00DA3C10"/>
    <w:rsid w:val="00DA53B5"/>
    <w:rsid w:val="00DC1D69"/>
    <w:rsid w:val="00DC5A3A"/>
    <w:rsid w:val="00DD0726"/>
    <w:rsid w:val="00E152A6"/>
    <w:rsid w:val="00E238E6"/>
    <w:rsid w:val="00E34CD8"/>
    <w:rsid w:val="00E35064"/>
    <w:rsid w:val="00E3681D"/>
    <w:rsid w:val="00E40225"/>
    <w:rsid w:val="00E501F0"/>
    <w:rsid w:val="00E609BA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624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E14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AD8E5-D558-4BB9-A88F-72152AD66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1EAC5-B47F-4072-B155-FF252345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12</cp:revision>
  <cp:lastPrinted>2016-05-27T05:21:00Z</cp:lastPrinted>
  <dcterms:created xsi:type="dcterms:W3CDTF">2020-08-05T03:19:00Z</dcterms:created>
  <dcterms:modified xsi:type="dcterms:W3CDTF">2020-11-01T20:46:00Z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