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3A3DD1E9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B1FBA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D036F44" w:rsidR="00F1480E" w:rsidRPr="000754EC" w:rsidRDefault="00E933B0" w:rsidP="000754EC">
            <w:pPr>
              <w:pStyle w:val="SIUNITCODE"/>
            </w:pPr>
            <w:r>
              <w:t>AHC</w:t>
            </w:r>
            <w:r w:rsidR="00BD40A8">
              <w:t>DES5</w:t>
            </w:r>
            <w:r w:rsidR="009B1FBA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7B895246" w:rsidR="00F1480E" w:rsidRPr="000754EC" w:rsidRDefault="009E77A5" w:rsidP="000754EC">
            <w:pPr>
              <w:pStyle w:val="SIUnittitle"/>
            </w:pPr>
            <w:r w:rsidRPr="009E77A5">
              <w:t>Design for construction of landscape features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6A37F9EE" w:rsidR="009E77A5" w:rsidRPr="009E77A5" w:rsidRDefault="009E77A5" w:rsidP="009E77A5">
            <w:pPr>
              <w:pStyle w:val="SIText"/>
            </w:pPr>
            <w:r w:rsidRPr="009E77A5">
              <w:t>This unit of competency describes the skills and knowledge required to design for the construction of landscape features</w:t>
            </w:r>
            <w:r w:rsidR="009B1FBA">
              <w:t>, specify hardscape and softscape quality requirements</w:t>
            </w:r>
            <w:r w:rsidRPr="009E77A5">
              <w:t xml:space="preserve"> and develop a </w:t>
            </w:r>
            <w:r w:rsidR="00A33B8D">
              <w:t xml:space="preserve">design and </w:t>
            </w:r>
            <w:r w:rsidRPr="009E77A5">
              <w:t>project report.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595B3562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surveying and establishing site levels, take personal responsibility and exercise autonomy in undertaking complex work. They </w:t>
            </w:r>
            <w:r w:rsidR="009E77A5" w:rsidRPr="009E77A5">
              <w:t xml:space="preserve">analyse </w:t>
            </w:r>
            <w:r>
              <w:t>and synthesise</w:t>
            </w:r>
            <w:r w:rsidRPr="00A33B8D">
              <w:t xml:space="preserve"> </w:t>
            </w:r>
            <w:r w:rsidR="009E77A5" w:rsidRPr="009E77A5">
              <w:t>information</w:t>
            </w:r>
            <w:r>
              <w:t>,</w:t>
            </w:r>
            <w:r w:rsidR="009E77A5" w:rsidRPr="009E77A5">
              <w:t xml:space="preserve"> and analyse, </w:t>
            </w:r>
            <w:proofErr w:type="gramStart"/>
            <w:r w:rsidR="009E77A5" w:rsidRPr="009E77A5">
              <w:t>design</w:t>
            </w:r>
            <w:proofErr w:type="gramEnd"/>
            <w:r w:rsidR="009E77A5" w:rsidRPr="009E77A5">
              <w:t xml:space="preserve"> and communicate solutions to </w:t>
            </w:r>
            <w:r w:rsidR="00632013">
              <w:t>sometimes</w:t>
            </w:r>
            <w:r w:rsidR="009E77A5" w:rsidRPr="009E77A5">
              <w:t xml:space="preserve"> complex problems.</w:t>
            </w:r>
          </w:p>
          <w:p w14:paraId="45DEAB50" w14:textId="77777777" w:rsidR="00A33B8D" w:rsidRDefault="00A33B8D" w:rsidP="009E77A5">
            <w:pPr>
              <w:pStyle w:val="SIText"/>
            </w:pPr>
          </w:p>
          <w:p w14:paraId="676FFF26" w14:textId="1B1BDE4D" w:rsidR="009E77A5" w:rsidRPr="009E77A5" w:rsidRDefault="009E77A5" w:rsidP="009E77A5">
            <w:pPr>
              <w:pStyle w:val="SIText"/>
            </w:pPr>
            <w:r w:rsidRPr="009E77A5">
              <w:t>All work is carried out to comply with workplace procedures</w:t>
            </w:r>
            <w:r w:rsidR="00A33B8D">
              <w:t>, health and safety in the workplace requirements, legislative and re</w:t>
            </w:r>
            <w:r w:rsidR="00A33B8D" w:rsidRPr="00A33B8D">
              <w:t>gulatory requirements, and sustainability and biosecurity practices</w:t>
            </w:r>
            <w:r w:rsidRPr="009E77A5">
              <w:t>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094E89A0" w:rsidR="00373436" w:rsidRPr="000754EC" w:rsidRDefault="009E77A5" w:rsidP="009E77A5">
            <w:pPr>
              <w:pStyle w:val="SIText"/>
            </w:pPr>
            <w:r w:rsidRPr="009E77A5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8FAAEE3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728B60D" w:rsidR="009E77A5" w:rsidRPr="009E77A5" w:rsidRDefault="0063695A" w:rsidP="009E77A5">
            <w:pPr>
              <w:pStyle w:val="SIText"/>
            </w:pPr>
            <w:r>
              <w:t>1</w:t>
            </w:r>
            <w:r w:rsidR="009E77A5" w:rsidRPr="009E77A5">
              <w:t>. Design aspects of construction for landscape features in a range of materials</w:t>
            </w:r>
          </w:p>
        </w:tc>
        <w:tc>
          <w:tcPr>
            <w:tcW w:w="3604" w:type="pct"/>
            <w:shd w:val="clear" w:color="auto" w:fill="auto"/>
          </w:tcPr>
          <w:p w14:paraId="2E4FE385" w14:textId="2FDCD5E2" w:rsidR="009E77A5" w:rsidRPr="009E77A5" w:rsidRDefault="0063695A" w:rsidP="009E77A5">
            <w:r>
              <w:t>1</w:t>
            </w:r>
            <w:r w:rsidR="009E77A5" w:rsidRPr="009E77A5">
              <w:t>.1 Develop a concept design for the construction of the selected landscape feature</w:t>
            </w:r>
            <w:r w:rsidR="000E2303">
              <w:t xml:space="preserve"> according to client requirements and budget</w:t>
            </w:r>
          </w:p>
          <w:p w14:paraId="5A30E5B2" w14:textId="46060BAE" w:rsidR="005A6674" w:rsidRDefault="0063695A" w:rsidP="009E77A5">
            <w:r>
              <w:t>1</w:t>
            </w:r>
            <w:r w:rsidR="009E77A5" w:rsidRPr="009E77A5">
              <w:t xml:space="preserve">.2 </w:t>
            </w:r>
            <w:r w:rsidR="005A6674">
              <w:t>identify and record survey levels</w:t>
            </w:r>
            <w:r>
              <w:t>,</w:t>
            </w:r>
            <w:r w:rsidR="005A6674">
              <w:t xml:space="preserve"> site gradients and elevations</w:t>
            </w:r>
          </w:p>
          <w:p w14:paraId="49D8296D" w14:textId="70FADE1C" w:rsidR="009E77A5" w:rsidRPr="009E77A5" w:rsidRDefault="0063695A" w:rsidP="009E77A5">
            <w:r>
              <w:t>1</w:t>
            </w:r>
            <w:r w:rsidR="005A6674">
              <w:t xml:space="preserve">.3 </w:t>
            </w:r>
            <w:r>
              <w:t>Draw</w:t>
            </w:r>
            <w:r w:rsidR="009E77A5" w:rsidRPr="009E77A5">
              <w:t xml:space="preserve"> construction details for landscape features</w:t>
            </w:r>
            <w:r>
              <w:t xml:space="preserve"> according to landscape design concept</w:t>
            </w:r>
          </w:p>
          <w:p w14:paraId="4673D7C7" w14:textId="0AA78C6C" w:rsidR="0063695A" w:rsidRDefault="0063695A" w:rsidP="009E77A5">
            <w:pPr>
              <w:pStyle w:val="SIText"/>
            </w:pPr>
            <w:r>
              <w:t>1</w:t>
            </w:r>
            <w:r w:rsidR="009E77A5" w:rsidRPr="009E77A5">
              <w:t>.</w:t>
            </w:r>
            <w:r w:rsidR="005A6674">
              <w:t>4</w:t>
            </w:r>
            <w:r w:rsidR="009E77A5" w:rsidRPr="009E77A5">
              <w:t xml:space="preserve"> </w:t>
            </w:r>
            <w:r>
              <w:t>Draw drainage plans according to national construction standards and landscape design concept</w:t>
            </w:r>
          </w:p>
          <w:p w14:paraId="6BB72E57" w14:textId="41EAE49D" w:rsidR="009E77A5" w:rsidRPr="009E77A5" w:rsidRDefault="0063695A" w:rsidP="009E77A5">
            <w:pPr>
              <w:pStyle w:val="SIText"/>
            </w:pPr>
            <w:r>
              <w:t xml:space="preserve">1.5 </w:t>
            </w:r>
            <w:r w:rsidR="009E77A5" w:rsidRPr="009E77A5">
              <w:t>Incorporate a range of materials used in the construction of landscape features into the design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5E8B6C71" w:rsidR="009E77A5" w:rsidRPr="009E77A5" w:rsidRDefault="0063695A" w:rsidP="009E77A5">
            <w:pPr>
              <w:pStyle w:val="SIText"/>
            </w:pPr>
            <w:r>
              <w:t>2</w:t>
            </w:r>
            <w:r w:rsidR="009E77A5" w:rsidRPr="009E77A5">
              <w:t xml:space="preserve">. </w:t>
            </w:r>
            <w:r w:rsidR="009E016A">
              <w:t>Specify</w:t>
            </w:r>
            <w:r w:rsidR="0042661C">
              <w:t xml:space="preserve"> </w:t>
            </w:r>
            <w:r w:rsidR="009E016A">
              <w:t>hardscape and softscape</w:t>
            </w:r>
            <w:r w:rsidR="0042661C">
              <w:t xml:space="preserve"> </w:t>
            </w:r>
            <w:r w:rsidR="009E016A">
              <w:t>quality and requirements</w:t>
            </w:r>
          </w:p>
        </w:tc>
        <w:tc>
          <w:tcPr>
            <w:tcW w:w="3604" w:type="pct"/>
            <w:shd w:val="clear" w:color="auto" w:fill="auto"/>
          </w:tcPr>
          <w:p w14:paraId="1A4DC1E9" w14:textId="25CC08CA" w:rsidR="009E77A5" w:rsidRPr="009E77A5" w:rsidRDefault="0063695A" w:rsidP="009E77A5">
            <w:r>
              <w:t>2</w:t>
            </w:r>
            <w:r w:rsidR="009E77A5" w:rsidRPr="009E77A5">
              <w:t>.1 Determine the difference in quality of available materials and specify quality criterion in the design</w:t>
            </w:r>
          </w:p>
          <w:p w14:paraId="3414DA24" w14:textId="230A3A35" w:rsidR="009E77A5" w:rsidRPr="009E77A5" w:rsidRDefault="0063695A" w:rsidP="009E77A5">
            <w:r>
              <w:t>2</w:t>
            </w:r>
            <w:r w:rsidR="009E77A5" w:rsidRPr="009E77A5">
              <w:t xml:space="preserve">.2 </w:t>
            </w:r>
            <w:r w:rsidR="0042661C">
              <w:t>Identify</w:t>
            </w:r>
            <w:r w:rsidR="009E77A5" w:rsidRPr="009E77A5">
              <w:t xml:space="preserve"> dimensions, footings and qualities of materials selected</w:t>
            </w:r>
          </w:p>
          <w:p w14:paraId="1C74114C" w14:textId="5A67BE99" w:rsidR="0042661C" w:rsidRDefault="0063695A" w:rsidP="009E77A5">
            <w:r>
              <w:t>2</w:t>
            </w:r>
            <w:r w:rsidR="009E77A5" w:rsidRPr="009E77A5">
              <w:t xml:space="preserve">.3 </w:t>
            </w:r>
            <w:r w:rsidR="0042661C">
              <w:t>Determine plant types, their characteristics and purpose applicable to landscape design concept</w:t>
            </w:r>
          </w:p>
          <w:p w14:paraId="7C104250" w14:textId="758FB8CC" w:rsidR="009E77A5" w:rsidRPr="009E77A5" w:rsidRDefault="0042661C" w:rsidP="008866B2">
            <w:r>
              <w:t xml:space="preserve">2.4 </w:t>
            </w:r>
            <w:r w:rsidR="009E77A5" w:rsidRPr="009E77A5">
              <w:t xml:space="preserve">Determine the </w:t>
            </w:r>
            <w:r w:rsidR="009E016A">
              <w:t>impacts of</w:t>
            </w:r>
            <w:r w:rsidR="009E77A5" w:rsidRPr="009E77A5">
              <w:t xml:space="preserve"> using poor quality materials</w:t>
            </w:r>
          </w:p>
        </w:tc>
      </w:tr>
      <w:tr w:rsidR="009E77A5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25B173E8" w:rsidR="009E77A5" w:rsidRPr="009E77A5" w:rsidRDefault="0063695A" w:rsidP="009E77A5">
            <w:pPr>
              <w:pStyle w:val="SIText"/>
            </w:pPr>
            <w:r>
              <w:t>3</w:t>
            </w:r>
            <w:r w:rsidR="009E77A5" w:rsidRPr="009E77A5">
              <w:t>. Develop a design and project report</w:t>
            </w:r>
          </w:p>
        </w:tc>
        <w:tc>
          <w:tcPr>
            <w:tcW w:w="3604" w:type="pct"/>
            <w:shd w:val="clear" w:color="auto" w:fill="auto"/>
          </w:tcPr>
          <w:p w14:paraId="108C3E39" w14:textId="23B84042" w:rsidR="009E77A5" w:rsidRPr="009E77A5" w:rsidRDefault="0063695A" w:rsidP="009E77A5">
            <w:r>
              <w:t>3</w:t>
            </w:r>
            <w:r w:rsidR="009E77A5" w:rsidRPr="009E77A5">
              <w:t>.1 Develop a site strategy for the design project</w:t>
            </w:r>
          </w:p>
          <w:p w14:paraId="6F3BBE30" w14:textId="6E85E78F" w:rsidR="009E77A5" w:rsidRPr="009E77A5" w:rsidRDefault="0063695A" w:rsidP="009E77A5">
            <w:r>
              <w:t>3</w:t>
            </w:r>
            <w:r w:rsidR="009E77A5" w:rsidRPr="009E77A5">
              <w:t>.2 Identify and document timelines for the project</w:t>
            </w:r>
          </w:p>
          <w:p w14:paraId="19C9387A" w14:textId="726FAA88" w:rsidR="009E77A5" w:rsidRDefault="0063695A">
            <w:r>
              <w:t>3</w:t>
            </w:r>
            <w:r w:rsidR="009E77A5" w:rsidRPr="009E77A5">
              <w:t>.3 Develop and document a final design and project report</w:t>
            </w:r>
          </w:p>
          <w:p w14:paraId="46697E37" w14:textId="31634C23" w:rsidR="009E016A" w:rsidRPr="009E77A5" w:rsidRDefault="009E016A">
            <w:r>
              <w:t>3.4 Present design and project report to client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03BB9C6A" w14:textId="77777777" w:rsidTr="00CA2922">
        <w:tc>
          <w:tcPr>
            <w:tcW w:w="1396" w:type="pct"/>
          </w:tcPr>
          <w:p w14:paraId="79F97EC7" w14:textId="2B3AF3E3" w:rsidR="00DA54B5" w:rsidRPr="00DE1033" w:rsidRDefault="00A33B8D" w:rsidP="00DE10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E1033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DAD12EB" w14:textId="71CB4080" w:rsidR="00DA54B5" w:rsidRPr="00DE1033" w:rsidRDefault="00A33B8D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E1033">
              <w:rPr>
                <w:rStyle w:val="SITemporaryText-red"/>
                <w:rFonts w:eastAsia="Calibri"/>
                <w:color w:val="auto"/>
                <w:sz w:val="20"/>
              </w:rPr>
              <w:t xml:space="preserve">Calculate project costs, including </w:t>
            </w:r>
            <w:r w:rsidR="00DE1033" w:rsidRPr="00DE1033">
              <w:rPr>
                <w:rStyle w:val="SITemporaryText-red"/>
                <w:rFonts w:eastAsia="Calibri"/>
                <w:color w:val="auto"/>
                <w:sz w:val="20"/>
              </w:rPr>
              <w:t xml:space="preserve">labour, materials, </w:t>
            </w:r>
            <w:proofErr w:type="gramStart"/>
            <w:r w:rsidR="00DE1033" w:rsidRPr="00DE1033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="00DE1033" w:rsidRPr="00DE1033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0A30A005" w14:textId="45B48B0C" w:rsidR="00DE1033" w:rsidRPr="009B1FBA" w:rsidRDefault="00DE1033" w:rsidP="009B1FBA">
            <w:pPr>
              <w:pStyle w:val="SIText"/>
            </w:pPr>
            <w:r w:rsidRPr="009B1FBA">
              <w:t>AHCDES5</w:t>
            </w:r>
            <w:r w:rsidR="009B1FBA" w:rsidRPr="009B1FBA">
              <w:t>XX</w:t>
            </w:r>
            <w:r w:rsidRPr="00306952">
              <w:t xml:space="preserve"> Design for construction of landscape </w:t>
            </w:r>
            <w:r w:rsidRPr="009B1FBA">
              <w:t>features</w:t>
            </w:r>
          </w:p>
          <w:p w14:paraId="6B803FA7" w14:textId="56E0C1E5" w:rsidR="00DE1033" w:rsidRPr="009B1FBA" w:rsidRDefault="00DE1033">
            <w:pPr>
              <w:pStyle w:val="SIText"/>
            </w:pPr>
            <w:r w:rsidRPr="009B1FBA">
              <w:t xml:space="preserve">Release </w:t>
            </w:r>
            <w:r w:rsidR="009B1FBA" w:rsidRPr="009B1FBA">
              <w:t>1</w:t>
            </w:r>
          </w:p>
        </w:tc>
        <w:tc>
          <w:tcPr>
            <w:tcW w:w="1105" w:type="pct"/>
          </w:tcPr>
          <w:p w14:paraId="4A514BB8" w14:textId="77777777" w:rsidR="00DE1033" w:rsidRPr="009B1FBA" w:rsidRDefault="00DE1033">
            <w:pPr>
              <w:pStyle w:val="SIText"/>
            </w:pPr>
            <w:r w:rsidRPr="009B1FBA">
              <w:t>AHCDES504 Design for construction of landscape features</w:t>
            </w:r>
          </w:p>
          <w:p w14:paraId="3216D365" w14:textId="518773DA" w:rsidR="00DE1033" w:rsidRPr="009B1FBA" w:rsidRDefault="00DE1033">
            <w:pPr>
              <w:pStyle w:val="SIText"/>
            </w:pPr>
            <w:r w:rsidRPr="009B1FBA">
              <w:t>Release 1</w:t>
            </w:r>
          </w:p>
        </w:tc>
        <w:tc>
          <w:tcPr>
            <w:tcW w:w="1251" w:type="pct"/>
          </w:tcPr>
          <w:p w14:paraId="05B7D204" w14:textId="77777777" w:rsidR="00DE1033" w:rsidRPr="009B1FBA" w:rsidRDefault="00DE10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1FBA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7800A1DE" w14:textId="40EE0D94" w:rsidR="00DE1033" w:rsidRPr="009B1FBA" w:rsidRDefault="00DE10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1FBA">
              <w:rPr>
                <w:rStyle w:val="SITemporaryText-red"/>
                <w:color w:val="auto"/>
                <w:sz w:val="20"/>
              </w:rPr>
              <w:t>M</w:t>
            </w:r>
            <w:r w:rsidR="009B1FBA" w:rsidRPr="009B1FBA">
              <w:rPr>
                <w:rStyle w:val="SITemporaryText-red"/>
                <w:color w:val="auto"/>
                <w:sz w:val="20"/>
              </w:rPr>
              <w:t>aj</w:t>
            </w:r>
            <w:r w:rsidRPr="009B1FBA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4B4EA740" w14:textId="77777777" w:rsidR="00DE1033" w:rsidRPr="009B1FBA" w:rsidRDefault="00DE10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1FBA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237327C8" w:rsidR="00DE1033" w:rsidRPr="009B1FBA" w:rsidRDefault="00DE10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B1FBA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078BCF72" w:rsidR="00DE1033" w:rsidRPr="009B1FBA" w:rsidRDefault="009B1FB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B1FBA">
              <w:rPr>
                <w:rStyle w:val="SITemporaryText-blue"/>
                <w:color w:val="auto"/>
                <w:sz w:val="20"/>
              </w:rPr>
              <w:t>Not e</w:t>
            </w:r>
            <w:r w:rsidR="00DE1033" w:rsidRPr="009B1FBA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9A1F260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4DC1BE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E77A5" w:rsidRPr="009E77A5">
              <w:t>AHCDES5</w:t>
            </w:r>
            <w:r w:rsidR="009B1FBA">
              <w:t>XX</w:t>
            </w:r>
            <w:r w:rsidR="009E77A5" w:rsidRPr="009E77A5">
              <w:t xml:space="preserve"> Design for construction of landscape features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A33B8D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A33B8D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484ACB68" w:rsidR="00DA54B5" w:rsidRPr="00DE1033" w:rsidRDefault="00DA54B5" w:rsidP="00DE10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DE1033" w:rsidRPr="00DE1033">
              <w:rPr>
                <w:rStyle w:val="SITemporaryText-red"/>
                <w:color w:val="auto"/>
                <w:sz w:val="20"/>
              </w:rPr>
              <w:t>designed for construction of landscape features on at least one occasion and has</w:t>
            </w:r>
            <w:r w:rsidRPr="00DE1033">
              <w:rPr>
                <w:rStyle w:val="SITemporaryText-red"/>
                <w:color w:val="auto"/>
                <w:sz w:val="20"/>
              </w:rPr>
              <w:t>:</w:t>
            </w:r>
          </w:p>
          <w:p w14:paraId="72DDD227" w14:textId="1D4CD963" w:rsidR="009E77A5" w:rsidRPr="008866B2" w:rsidRDefault="009E77A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E2303">
              <w:rPr>
                <w:rStyle w:val="SITemporaryText-red"/>
                <w:color w:val="auto"/>
                <w:sz w:val="20"/>
              </w:rPr>
              <w:t>draw</w:t>
            </w:r>
            <w:r w:rsidR="00DE1033" w:rsidRPr="000E2303">
              <w:rPr>
                <w:rStyle w:val="SITemporaryText-red"/>
                <w:color w:val="auto"/>
                <w:sz w:val="20"/>
              </w:rPr>
              <w:t>n</w:t>
            </w:r>
            <w:r w:rsidRPr="000E2303">
              <w:rPr>
                <w:rStyle w:val="SITemporaryText-red"/>
                <w:color w:val="auto"/>
                <w:sz w:val="20"/>
              </w:rPr>
              <w:t xml:space="preserve"> plans to construction standards</w:t>
            </w:r>
            <w:r w:rsidR="000E2303" w:rsidRPr="008866B2">
              <w:rPr>
                <w:rStyle w:val="SITemporaryText-red"/>
                <w:color w:val="auto"/>
                <w:sz w:val="20"/>
              </w:rPr>
              <w:t>, client requirements and budget</w:t>
            </w:r>
          </w:p>
          <w:p w14:paraId="3B10C002" w14:textId="77777777" w:rsidR="00306952" w:rsidRDefault="00306952">
            <w:pPr>
              <w:pStyle w:val="SIBulletList1"/>
            </w:pPr>
            <w:r>
              <w:t>i</w:t>
            </w:r>
            <w:r w:rsidRPr="00306952">
              <w:t>dentif</w:t>
            </w:r>
            <w:r>
              <w:t>ied</w:t>
            </w:r>
            <w:r w:rsidRPr="00306952">
              <w:t xml:space="preserve"> and record</w:t>
            </w:r>
            <w:r>
              <w:t>ed</w:t>
            </w:r>
            <w:r w:rsidRPr="00306952">
              <w:t xml:space="preserve"> survey levels, site gradients and elevations</w:t>
            </w:r>
          </w:p>
          <w:p w14:paraId="78EF2A33" w14:textId="77777777" w:rsidR="00306952" w:rsidRPr="007A0D3C" w:rsidRDefault="00306952" w:rsidP="007A0D3C">
            <w:pPr>
              <w:pStyle w:val="SIBulletList1"/>
            </w:pPr>
            <w:r w:rsidRPr="007A0D3C">
              <w:t>drawn drainage plans according to national construction standards and landscape design concept</w:t>
            </w:r>
          </w:p>
          <w:p w14:paraId="0D5011BB" w14:textId="57C2E956" w:rsidR="009E77A5" w:rsidRPr="008866B2" w:rsidRDefault="009E77A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E1033">
              <w:rPr>
                <w:rStyle w:val="SITemporaryText-red"/>
                <w:color w:val="auto"/>
                <w:sz w:val="20"/>
              </w:rPr>
              <w:t>liaise</w:t>
            </w:r>
            <w:r w:rsidR="00DE1033" w:rsidRPr="00DE1033">
              <w:rPr>
                <w:rStyle w:val="SITemporaryText-red"/>
                <w:color w:val="auto"/>
                <w:sz w:val="20"/>
              </w:rPr>
              <w:t>d</w:t>
            </w:r>
            <w:r w:rsidRPr="00DE1033">
              <w:rPr>
                <w:rStyle w:val="SITemporaryText-red"/>
                <w:color w:val="auto"/>
                <w:sz w:val="20"/>
              </w:rPr>
              <w:t xml:space="preserve"> </w:t>
            </w:r>
            <w:r w:rsidRPr="000E2303">
              <w:rPr>
                <w:rStyle w:val="SITemporaryText-red"/>
                <w:color w:val="auto"/>
                <w:sz w:val="20"/>
              </w:rPr>
              <w:t xml:space="preserve">with </w:t>
            </w:r>
            <w:r w:rsidR="000E2303" w:rsidRPr="008866B2">
              <w:rPr>
                <w:rStyle w:val="SITemporaryText-red"/>
                <w:color w:val="auto"/>
                <w:sz w:val="20"/>
              </w:rPr>
              <w:t xml:space="preserve">client and </w:t>
            </w:r>
            <w:r w:rsidRPr="000E2303">
              <w:rPr>
                <w:rStyle w:val="SITemporaryText-red"/>
                <w:color w:val="auto"/>
                <w:sz w:val="20"/>
              </w:rPr>
              <w:t>stakeholders</w:t>
            </w:r>
          </w:p>
          <w:p w14:paraId="53C4DA92" w14:textId="666E4BFF" w:rsidR="009E77A5" w:rsidRPr="00DE1033" w:rsidRDefault="009E77A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E1033">
              <w:rPr>
                <w:rStyle w:val="SITemporaryText-red"/>
                <w:color w:val="auto"/>
                <w:sz w:val="20"/>
              </w:rPr>
              <w:t>select</w:t>
            </w:r>
            <w:r w:rsidR="00DE1033" w:rsidRPr="00DE1033">
              <w:rPr>
                <w:rStyle w:val="SITemporaryText-red"/>
                <w:color w:val="auto"/>
                <w:sz w:val="20"/>
              </w:rPr>
              <w:t>ed</w:t>
            </w:r>
            <w:r w:rsidRPr="00DE1033">
              <w:rPr>
                <w:rStyle w:val="SITemporaryText-red"/>
                <w:color w:val="auto"/>
                <w:sz w:val="20"/>
              </w:rPr>
              <w:t xml:space="preserve"> appropriate materials and plants</w:t>
            </w:r>
          </w:p>
          <w:p w14:paraId="4F145296" w14:textId="6BEA0143" w:rsidR="00556C4C" w:rsidRPr="00DE1033" w:rsidRDefault="009E77A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E1033">
              <w:rPr>
                <w:rStyle w:val="SITemporaryText-red"/>
                <w:color w:val="auto"/>
                <w:sz w:val="20"/>
              </w:rPr>
              <w:t>specif</w:t>
            </w:r>
            <w:r w:rsidR="00DE1033" w:rsidRPr="00DE1033">
              <w:rPr>
                <w:rStyle w:val="SITemporaryText-red"/>
                <w:color w:val="auto"/>
                <w:sz w:val="20"/>
              </w:rPr>
              <w:t>ied</w:t>
            </w:r>
            <w:r w:rsidRPr="00DE1033">
              <w:rPr>
                <w:rStyle w:val="SITemporaryText-red"/>
                <w:color w:val="auto"/>
                <w:sz w:val="20"/>
              </w:rPr>
              <w:t xml:space="preserve"> dimensions, footings</w:t>
            </w:r>
            <w:r w:rsidR="00DE1033" w:rsidRPr="00DE1033">
              <w:rPr>
                <w:rStyle w:val="SITemporaryText-red"/>
                <w:color w:val="auto"/>
                <w:sz w:val="20"/>
              </w:rPr>
              <w:t xml:space="preserve">, </w:t>
            </w:r>
            <w:proofErr w:type="gramStart"/>
            <w:r w:rsidR="00DE1033" w:rsidRPr="00DE1033">
              <w:rPr>
                <w:rStyle w:val="SITemporaryText-red"/>
                <w:color w:val="auto"/>
                <w:sz w:val="20"/>
              </w:rPr>
              <w:t>quantity</w:t>
            </w:r>
            <w:proofErr w:type="gramEnd"/>
            <w:r w:rsidRPr="00DE1033">
              <w:rPr>
                <w:rStyle w:val="SITemporaryText-red"/>
                <w:color w:val="auto"/>
                <w:sz w:val="20"/>
              </w:rPr>
              <w:t xml:space="preserve"> and qualit</w:t>
            </w:r>
            <w:r w:rsidR="00DE1033" w:rsidRPr="00DE1033">
              <w:rPr>
                <w:rStyle w:val="SITemporaryText-red"/>
                <w:color w:val="auto"/>
                <w:sz w:val="20"/>
              </w:rPr>
              <w:t>y</w:t>
            </w:r>
            <w:r w:rsidRPr="00DE1033">
              <w:rPr>
                <w:rStyle w:val="SITemporaryText-red"/>
                <w:color w:val="auto"/>
                <w:sz w:val="20"/>
              </w:rPr>
              <w:t xml:space="preserve"> of materials</w:t>
            </w:r>
          </w:p>
          <w:p w14:paraId="6E2C5FA1" w14:textId="77777777" w:rsidR="00306952" w:rsidRPr="00306952" w:rsidRDefault="00306952" w:rsidP="0030695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06952">
              <w:rPr>
                <w:rStyle w:val="SITemporaryText-red"/>
                <w:color w:val="auto"/>
                <w:sz w:val="20"/>
              </w:rPr>
              <w:t>identified and documented project timelines</w:t>
            </w:r>
          </w:p>
          <w:p w14:paraId="3F4E2EAA" w14:textId="2E32B3C8" w:rsidR="00DE1033" w:rsidRPr="000754EC" w:rsidRDefault="00DE1033" w:rsidP="00306952">
            <w:pPr>
              <w:pStyle w:val="SIBulletList1"/>
            </w:pPr>
            <w:r w:rsidRPr="00306952">
              <w:rPr>
                <w:rStyle w:val="SITemporaryText-red"/>
                <w:color w:val="auto"/>
                <w:sz w:val="20"/>
              </w:rPr>
              <w:t>developed a</w:t>
            </w:r>
            <w:r w:rsidR="00306952" w:rsidRPr="00306952">
              <w:rPr>
                <w:rStyle w:val="SITemporaryText-red"/>
                <w:color w:val="auto"/>
                <w:sz w:val="20"/>
              </w:rPr>
              <w:t xml:space="preserve">nd presented </w:t>
            </w:r>
            <w:r w:rsidRPr="00306952">
              <w:rPr>
                <w:rStyle w:val="SITemporaryText-red"/>
                <w:color w:val="auto"/>
                <w:sz w:val="20"/>
              </w:rPr>
              <w:t>design and project report</w:t>
            </w:r>
            <w:r w:rsidRPr="008866B2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772ADB" w14:textId="6EE0AFDE" w:rsidR="009E77A5" w:rsidRPr="009E77A5" w:rsidRDefault="009E77A5" w:rsidP="009E77A5">
            <w:pPr>
              <w:pStyle w:val="SIBulletList1"/>
            </w:pPr>
            <w:r w:rsidRPr="009E77A5">
              <w:t>principles and practices of designing for construction of landscape features</w:t>
            </w:r>
            <w:r w:rsidR="00DE1033">
              <w:t>, including:</w:t>
            </w:r>
          </w:p>
          <w:p w14:paraId="23B3C9B2" w14:textId="77777777" w:rsidR="009E77A5" w:rsidRPr="009E77A5" w:rsidRDefault="009E77A5" w:rsidP="009E77A5">
            <w:pPr>
              <w:pStyle w:val="SIBulletList2"/>
            </w:pPr>
            <w:r w:rsidRPr="009E77A5">
              <w:t>construction standards</w:t>
            </w:r>
          </w:p>
          <w:p w14:paraId="434D815A" w14:textId="77777777" w:rsidR="009E77A5" w:rsidRPr="009E77A5" w:rsidRDefault="009E77A5" w:rsidP="009E77A5">
            <w:pPr>
              <w:pStyle w:val="SIBulletList2"/>
            </w:pPr>
            <w:r w:rsidRPr="009E77A5">
              <w:t>drainage issues and the available resources to resolve problems</w:t>
            </w:r>
          </w:p>
          <w:p w14:paraId="0F682710" w14:textId="77777777" w:rsidR="009E77A5" w:rsidRPr="009E77A5" w:rsidRDefault="009E77A5" w:rsidP="009E77A5">
            <w:pPr>
              <w:pStyle w:val="SIBulletList2"/>
            </w:pPr>
            <w:r w:rsidRPr="009E77A5">
              <w:t>how to select appropriate plants and materials</w:t>
            </w:r>
          </w:p>
          <w:p w14:paraId="29AF4603" w14:textId="77777777" w:rsidR="009E77A5" w:rsidRPr="009E77A5" w:rsidRDefault="009E77A5" w:rsidP="009E77A5">
            <w:pPr>
              <w:pStyle w:val="SIBulletList2"/>
            </w:pPr>
            <w:r w:rsidRPr="009E77A5">
              <w:t>materials available in the marketplace</w:t>
            </w:r>
          </w:p>
          <w:p w14:paraId="441DB995" w14:textId="77777777" w:rsidR="009E77A5" w:rsidRPr="009E77A5" w:rsidRDefault="009E77A5" w:rsidP="009E77A5">
            <w:pPr>
              <w:pStyle w:val="SIBulletList2"/>
            </w:pPr>
            <w:r w:rsidRPr="009E77A5">
              <w:t>plant specifications for a range of plants appropriate to the design</w:t>
            </w:r>
          </w:p>
          <w:p w14:paraId="43655076" w14:textId="77777777" w:rsidR="009E77A5" w:rsidRPr="009E77A5" w:rsidRDefault="009E77A5" w:rsidP="009E77A5">
            <w:pPr>
              <w:pStyle w:val="SIBulletList2"/>
            </w:pPr>
            <w:r w:rsidRPr="009E77A5">
              <w:t>principles of surveying</w:t>
            </w:r>
          </w:p>
          <w:p w14:paraId="20CC95B6" w14:textId="77777777" w:rsidR="009E77A5" w:rsidRPr="009E77A5" w:rsidRDefault="009E77A5" w:rsidP="009E77A5">
            <w:pPr>
              <w:pStyle w:val="SIBulletList2"/>
            </w:pPr>
            <w:r w:rsidRPr="009E77A5">
              <w:t>site services, including electrical and water provision</w:t>
            </w:r>
          </w:p>
          <w:p w14:paraId="594042BC" w14:textId="22B409BB" w:rsidR="00F1480E" w:rsidRPr="000754EC" w:rsidRDefault="000E2303" w:rsidP="007A0D3C">
            <w:pPr>
              <w:pStyle w:val="SIBulletList2"/>
            </w:pPr>
            <w:r>
              <w:t>landscape construction techniques and materials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A33B8D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A33B8D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4AB282A7" w14:textId="7644114E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landscape construction site</w:t>
            </w:r>
          </w:p>
          <w:p w14:paraId="2C58DA05" w14:textId="49872CC6" w:rsidR="00DE1033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site information and data applicable to designing for landscape features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EDE35FD" w14:textId="1184F837" w:rsidR="00DA54B5" w:rsidRPr="002403BB" w:rsidRDefault="002403BB" w:rsidP="00F96D4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t>detailed architectural and landscape design drawings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68BA4F5D" w:rsidR="00DA54B5" w:rsidRPr="00131E99" w:rsidRDefault="00131E9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866B2">
              <w:rPr>
                <w:rStyle w:val="SITemporaryText-red"/>
                <w:color w:val="auto"/>
                <w:sz w:val="20"/>
              </w:rPr>
              <w:t xml:space="preserve">client and </w:t>
            </w:r>
            <w:r w:rsidR="002403BB" w:rsidRPr="00131E99">
              <w:rPr>
                <w:rStyle w:val="SITemporaryText-red"/>
                <w:color w:val="auto"/>
                <w:sz w:val="20"/>
              </w:rPr>
              <w:t>stakeholders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65570CE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58809A49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131E99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405136" w14:textId="77777777" w:rsidR="00637E8B" w:rsidRDefault="00637E8B" w:rsidP="00BF3F0A">
      <w:r>
        <w:separator/>
      </w:r>
    </w:p>
    <w:p w14:paraId="647872FC" w14:textId="77777777" w:rsidR="00637E8B" w:rsidRDefault="00637E8B"/>
  </w:endnote>
  <w:endnote w:type="continuationSeparator" w:id="0">
    <w:p w14:paraId="5FBB6DC7" w14:textId="77777777" w:rsidR="00637E8B" w:rsidRDefault="00637E8B" w:rsidP="00BF3F0A">
      <w:r>
        <w:continuationSeparator/>
      </w:r>
    </w:p>
    <w:p w14:paraId="346F5385" w14:textId="77777777" w:rsidR="00637E8B" w:rsidRDefault="00637E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160CB" w14:textId="77777777" w:rsidR="00637E8B" w:rsidRDefault="00637E8B" w:rsidP="00BF3F0A">
      <w:r>
        <w:separator/>
      </w:r>
    </w:p>
    <w:p w14:paraId="367B3339" w14:textId="77777777" w:rsidR="00637E8B" w:rsidRDefault="00637E8B"/>
  </w:footnote>
  <w:footnote w:type="continuationSeparator" w:id="0">
    <w:p w14:paraId="6640F59E" w14:textId="77777777" w:rsidR="00637E8B" w:rsidRDefault="00637E8B" w:rsidP="00BF3F0A">
      <w:r>
        <w:continuationSeparator/>
      </w:r>
    </w:p>
    <w:p w14:paraId="651B9652" w14:textId="77777777" w:rsidR="00637E8B" w:rsidRDefault="00637E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8ABCE0A" w:rsidR="009C2650" w:rsidRPr="009E77A5" w:rsidRDefault="009E77A5" w:rsidP="009E77A5">
    <w:r w:rsidRPr="009E77A5">
      <w:rPr>
        <w:lang w:eastAsia="en-US"/>
      </w:rPr>
      <w:t>AHCDES5</w:t>
    </w:r>
    <w:r w:rsidR="009B1FBA">
      <w:t>XX</w:t>
    </w:r>
    <w:r w:rsidRPr="009E77A5">
      <w:rPr>
        <w:lang w:eastAsia="en-US"/>
      </w:rPr>
      <w:t xml:space="preserve"> Design for construction of landscape features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303"/>
    <w:rsid w:val="000E25E6"/>
    <w:rsid w:val="000E2C86"/>
    <w:rsid w:val="000F29F2"/>
    <w:rsid w:val="00101659"/>
    <w:rsid w:val="00105AEA"/>
    <w:rsid w:val="001078BF"/>
    <w:rsid w:val="00131E9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03BB"/>
    <w:rsid w:val="00242293"/>
    <w:rsid w:val="00244EA7"/>
    <w:rsid w:val="00262FC3"/>
    <w:rsid w:val="0026394F"/>
    <w:rsid w:val="00267AF6"/>
    <w:rsid w:val="00276A58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06952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661C"/>
    <w:rsid w:val="0043212E"/>
    <w:rsid w:val="00434366"/>
    <w:rsid w:val="00434ECE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674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2013"/>
    <w:rsid w:val="00633CFE"/>
    <w:rsid w:val="00634FCA"/>
    <w:rsid w:val="0063695A"/>
    <w:rsid w:val="00637E8B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D3C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1C7"/>
    <w:rsid w:val="008866B2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60F6C"/>
    <w:rsid w:val="00970747"/>
    <w:rsid w:val="00997BFC"/>
    <w:rsid w:val="009A2467"/>
    <w:rsid w:val="009A5900"/>
    <w:rsid w:val="009A6E6C"/>
    <w:rsid w:val="009A6F3F"/>
    <w:rsid w:val="009B1FBA"/>
    <w:rsid w:val="009B331A"/>
    <w:rsid w:val="009C2650"/>
    <w:rsid w:val="009D15E2"/>
    <w:rsid w:val="009D15FE"/>
    <w:rsid w:val="009D5D2C"/>
    <w:rsid w:val="009E016A"/>
    <w:rsid w:val="009E77A5"/>
    <w:rsid w:val="009F0DCC"/>
    <w:rsid w:val="009F11CA"/>
    <w:rsid w:val="00A0695B"/>
    <w:rsid w:val="00A13052"/>
    <w:rsid w:val="00A216A8"/>
    <w:rsid w:val="00A223A6"/>
    <w:rsid w:val="00A33B8D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2CD7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DE1033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3ca8f15d3c3147d96539e717df700a6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9af4e47e74b8c649a529f4fb3d02ba8e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44FAA5A-629B-4031-91C6-0A7105554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214</TotalTime>
  <Pages>3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15</cp:revision>
  <cp:lastPrinted>2016-05-27T05:21:00Z</cp:lastPrinted>
  <dcterms:created xsi:type="dcterms:W3CDTF">2020-08-25T06:08:00Z</dcterms:created>
  <dcterms:modified xsi:type="dcterms:W3CDTF">2020-11-01T20:01:00Z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