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BE9645A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</w:t>
            </w:r>
            <w:r w:rsidR="00CD19D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17CAF0B" w:rsidR="00F1480E" w:rsidRPr="000754EC" w:rsidRDefault="00CD19D4" w:rsidP="000754EC">
            <w:pPr>
              <w:pStyle w:val="SIUnittitle"/>
            </w:pPr>
            <w:r>
              <w:t>Produce drawings for landscape design projects using CAD software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29D1A64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D70DBC">
              <w:t xml:space="preserve">drawings for residential and commercial </w:t>
            </w:r>
            <w:r w:rsidR="00B833AA">
              <w:t>landscape design projects using computer-aided design (CAD) software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72159D67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D6C4D">
              <w:t>produce drawings for landscape design projects using CAD software</w:t>
            </w:r>
            <w:r w:rsidR="00A63D32">
              <w:t>,</w:t>
            </w:r>
            <w:r w:rsidRPr="00A33B8D">
              <w:t xml:space="preserve"> take personal responsibility and exercise autonomy in undertaking complex work. They </w:t>
            </w:r>
            <w:r w:rsidR="009E77A5" w:rsidRPr="009E77A5">
              <w:t xml:space="preserve">analyse </w:t>
            </w:r>
            <w:r>
              <w:t>and synthesise</w:t>
            </w:r>
            <w:r w:rsidRPr="00A33B8D">
              <w:t xml:space="preserve"> </w:t>
            </w:r>
            <w:r w:rsidR="009E77A5" w:rsidRPr="009E77A5">
              <w:t>information</w:t>
            </w:r>
            <w:r>
              <w:t>,</w:t>
            </w:r>
            <w:r w:rsidR="009E77A5" w:rsidRPr="009E77A5">
              <w:t xml:space="preserve"> and analyse, </w:t>
            </w:r>
            <w:proofErr w:type="gramStart"/>
            <w:r w:rsidR="009E77A5" w:rsidRPr="009E77A5">
              <w:t>design</w:t>
            </w:r>
            <w:proofErr w:type="gramEnd"/>
            <w:r w:rsidR="009E77A5" w:rsidRPr="009E77A5">
              <w:t xml:space="preserve"> and communicate solutions to </w:t>
            </w:r>
            <w:r w:rsidR="00632013">
              <w:t>sometimes</w:t>
            </w:r>
            <w:r w:rsidR="009E77A5" w:rsidRPr="009E77A5">
              <w:t xml:space="preserve"> complex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A4BFD6C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C141E1">
              <w:t xml:space="preserve">Prepare for </w:t>
            </w:r>
            <w:r w:rsidR="006D7CA9">
              <w:t>CAD drawing work</w:t>
            </w:r>
          </w:p>
        </w:tc>
        <w:tc>
          <w:tcPr>
            <w:tcW w:w="3604" w:type="pct"/>
            <w:shd w:val="clear" w:color="auto" w:fill="auto"/>
          </w:tcPr>
          <w:p w14:paraId="735C0348" w14:textId="77777777" w:rsidR="001658B3" w:rsidRDefault="009E77A5" w:rsidP="009E77A5">
            <w:r w:rsidRPr="009E77A5">
              <w:t xml:space="preserve">1.1 </w:t>
            </w:r>
            <w:r w:rsidR="00EF3FDF">
              <w:t>I</w:t>
            </w:r>
            <w:r w:rsidR="002F73AD">
              <w:t xml:space="preserve">nterpret </w:t>
            </w:r>
            <w:r w:rsidR="00871909">
              <w:t>concept and project information</w:t>
            </w:r>
          </w:p>
          <w:p w14:paraId="421F855E" w14:textId="2A66C3AC" w:rsidR="009E77A5" w:rsidRPr="009E77A5" w:rsidRDefault="001658B3" w:rsidP="009E77A5">
            <w:r>
              <w:t>1.2 I</w:t>
            </w:r>
            <w:r w:rsidR="00EF3FDF">
              <w:t>dentify</w:t>
            </w:r>
            <w:r w:rsidR="006D7CA9">
              <w:t xml:space="preserve"> </w:t>
            </w:r>
            <w:r w:rsidR="00EF3FDF">
              <w:t xml:space="preserve">and confirm </w:t>
            </w:r>
            <w:r w:rsidR="00176582">
              <w:t>d</w:t>
            </w:r>
            <w:r w:rsidR="000561BE">
              <w:t>esign d</w:t>
            </w:r>
            <w:r w:rsidR="00176582">
              <w:t xml:space="preserve">rawing requirements </w:t>
            </w:r>
            <w:r w:rsidR="002F73AD">
              <w:t>with client</w:t>
            </w:r>
            <w:r w:rsidR="00201E20">
              <w:t xml:space="preserve"> or relevant project personnel</w:t>
            </w:r>
          </w:p>
          <w:p w14:paraId="4E4C43C2" w14:textId="53E4240F" w:rsidR="009E77A5" w:rsidRPr="009E77A5" w:rsidRDefault="009E77A5" w:rsidP="009E77A5"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B97D37" w:rsidRPr="00160E75">
              <w:t xml:space="preserve">Identify </w:t>
            </w:r>
            <w:r w:rsidR="00891171">
              <w:t xml:space="preserve">CAD </w:t>
            </w:r>
            <w:r w:rsidR="00B97D37" w:rsidRPr="00160E75">
              <w:t xml:space="preserve">hardware, software, </w:t>
            </w:r>
            <w:proofErr w:type="gramStart"/>
            <w:r w:rsidR="00B97D37" w:rsidRPr="00160E75">
              <w:t>tools</w:t>
            </w:r>
            <w:proofErr w:type="gramEnd"/>
            <w:r w:rsidR="00B97D37" w:rsidRPr="00160E75">
              <w:t xml:space="preserve"> and equipment require</w:t>
            </w:r>
            <w:r w:rsidR="00BC051A">
              <w:t>ments for desig</w:t>
            </w:r>
            <w:r w:rsidR="00B97D37" w:rsidRPr="00160E75">
              <w:t>n project</w:t>
            </w:r>
          </w:p>
          <w:p w14:paraId="5ED056CC" w14:textId="46FDA0AA" w:rsidR="009E77A5" w:rsidRPr="009E77A5" w:rsidRDefault="009E77A5" w:rsidP="009E77A5"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B97D37" w:rsidRPr="00160E75">
              <w:t xml:space="preserve">Set up </w:t>
            </w:r>
            <w:r w:rsidR="00B13296">
              <w:t xml:space="preserve">CAD </w:t>
            </w:r>
            <w:r w:rsidR="00B97D37" w:rsidRPr="00160E75">
              <w:t xml:space="preserve">hardware and software according to operating instructions and </w:t>
            </w:r>
            <w:r w:rsidR="00D14C30">
              <w:t>workplace</w:t>
            </w:r>
            <w:r w:rsidR="00B97D37" w:rsidRPr="00160E75">
              <w:t xml:space="preserve"> procedures</w:t>
            </w:r>
          </w:p>
          <w:p w14:paraId="1696B99B" w14:textId="452AC72E" w:rsidR="009E77A5" w:rsidRPr="009E77A5" w:rsidRDefault="009E77A5" w:rsidP="00041722">
            <w:r w:rsidRPr="009E77A5">
              <w:t>1.</w:t>
            </w:r>
            <w:r w:rsidR="002572F0">
              <w:t>5</w:t>
            </w:r>
            <w:r w:rsidRPr="009E77A5">
              <w:t xml:space="preserve"> </w:t>
            </w:r>
            <w:r w:rsidR="00122777" w:rsidRPr="00160E75">
              <w:t>Identify and retrieve digitised information relevant to project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DF92385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9B7CE9">
              <w:t xml:space="preserve">Create </w:t>
            </w:r>
            <w:r w:rsidR="00A82661">
              <w:t>drawing template files</w:t>
            </w:r>
          </w:p>
        </w:tc>
        <w:tc>
          <w:tcPr>
            <w:tcW w:w="3604" w:type="pct"/>
            <w:shd w:val="clear" w:color="auto" w:fill="auto"/>
          </w:tcPr>
          <w:p w14:paraId="2E4FE385" w14:textId="02EBB1B0" w:rsidR="009E77A5" w:rsidRPr="009E77A5" w:rsidRDefault="009E77A5" w:rsidP="009E77A5">
            <w:r w:rsidRPr="009E77A5">
              <w:t xml:space="preserve">2.1 </w:t>
            </w:r>
            <w:r w:rsidR="00122777" w:rsidRPr="00160E75">
              <w:t>Establish and record critical dimensions and data for required designs</w:t>
            </w:r>
          </w:p>
          <w:p w14:paraId="2D157A0B" w14:textId="77777777" w:rsidR="009E77A5" w:rsidRDefault="009E77A5" w:rsidP="009E77A5">
            <w:pPr>
              <w:pStyle w:val="SIText"/>
            </w:pPr>
            <w:r w:rsidRPr="009E77A5">
              <w:t xml:space="preserve">2.2 </w:t>
            </w:r>
            <w:r w:rsidR="00122777" w:rsidRPr="00160E75">
              <w:t xml:space="preserve">Identify requirements in relation to accuracy, </w:t>
            </w:r>
            <w:proofErr w:type="gramStart"/>
            <w:r w:rsidR="00122777" w:rsidRPr="00160E75">
              <w:t>tolerances</w:t>
            </w:r>
            <w:proofErr w:type="gramEnd"/>
            <w:r w:rsidR="00122777" w:rsidRPr="00160E75">
              <w:t xml:space="preserve"> and other key information</w:t>
            </w:r>
          </w:p>
          <w:p w14:paraId="5408BE48" w14:textId="28F51874" w:rsidR="00A82661" w:rsidRDefault="00A82661" w:rsidP="009E77A5">
            <w:pPr>
              <w:pStyle w:val="SIText"/>
            </w:pPr>
            <w:r>
              <w:t>2.3 Create layering strategy</w:t>
            </w:r>
            <w:r w:rsidR="00D960FC">
              <w:t xml:space="preserve"> according to d</w:t>
            </w:r>
            <w:r w:rsidR="00EC69EB">
              <w:t>esign d</w:t>
            </w:r>
            <w:r w:rsidR="00D960FC">
              <w:t>rawing requirements</w:t>
            </w:r>
          </w:p>
          <w:p w14:paraId="22763346" w14:textId="77777777" w:rsidR="00D960FC" w:rsidRDefault="00D960FC" w:rsidP="009E77A5">
            <w:pPr>
              <w:pStyle w:val="SIText"/>
            </w:pPr>
            <w:r>
              <w:t xml:space="preserve">2.4 Create text and dimension styles according to </w:t>
            </w:r>
            <w:r w:rsidR="00EC69EB">
              <w:t>design drawing requirements</w:t>
            </w:r>
          </w:p>
          <w:p w14:paraId="6BB72E57" w14:textId="3A1C6121" w:rsidR="00EC69EB" w:rsidRPr="009E77A5" w:rsidRDefault="00EC69EB" w:rsidP="009E77A5">
            <w:pPr>
              <w:pStyle w:val="SIText"/>
            </w:pPr>
            <w:r>
              <w:t xml:space="preserve">2.5 Create line types and styles </w:t>
            </w:r>
            <w:r w:rsidR="00727FA9">
              <w:t>according to design drawing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320F7E2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3227E3">
              <w:t>Create CAD 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1A4DC1E9" w14:textId="3967606B" w:rsidR="009E77A5" w:rsidRPr="009E77A5" w:rsidRDefault="009E77A5" w:rsidP="009E77A5">
            <w:r w:rsidRPr="009E77A5">
              <w:t xml:space="preserve">3.1 </w:t>
            </w:r>
            <w:r w:rsidR="00213618">
              <w:t>Produce drawings</w:t>
            </w:r>
            <w:r w:rsidR="008D4E5D">
              <w:t xml:space="preserve"> using </w:t>
            </w:r>
            <w:r w:rsidR="00213618">
              <w:t>CAD software program</w:t>
            </w:r>
            <w:r w:rsidR="008D4E5D">
              <w:t>s and functions</w:t>
            </w:r>
          </w:p>
          <w:p w14:paraId="3414DA24" w14:textId="7644FD41" w:rsidR="009E77A5" w:rsidRPr="009E77A5" w:rsidRDefault="009E77A5" w:rsidP="009E77A5">
            <w:r w:rsidRPr="009E77A5">
              <w:t xml:space="preserve">3.2 </w:t>
            </w:r>
            <w:r w:rsidR="00902FB5">
              <w:t>Add</w:t>
            </w:r>
            <w:r w:rsidR="00A67759">
              <w:t xml:space="preserve"> </w:t>
            </w:r>
            <w:r w:rsidR="00CA0F10">
              <w:t xml:space="preserve">layers and </w:t>
            </w:r>
            <w:r w:rsidR="00A67759">
              <w:t>drawing notations according to Australian standards and d</w:t>
            </w:r>
            <w:r w:rsidR="000B34C2">
              <w:t>esign drawing requirements</w:t>
            </w:r>
          </w:p>
          <w:p w14:paraId="7C104250" w14:textId="0A21EC58" w:rsidR="009E77A5" w:rsidRPr="009E77A5" w:rsidRDefault="009E77A5" w:rsidP="004B2BD0">
            <w:r w:rsidRPr="009E77A5">
              <w:t xml:space="preserve">3.3 </w:t>
            </w:r>
            <w:r w:rsidR="00CA0F10">
              <w:t>Add d</w:t>
            </w:r>
            <w:r w:rsidR="00490214">
              <w:t>rawing scales and d</w:t>
            </w:r>
            <w:r w:rsidR="00CA0F10">
              <w:t xml:space="preserve">imensions to drawing </w:t>
            </w:r>
            <w:r w:rsidR="00490214">
              <w:t xml:space="preserve">according to Australian standards and </w:t>
            </w:r>
            <w:r w:rsidR="004B2BD0">
              <w:t>design drawing requirements</w:t>
            </w:r>
          </w:p>
        </w:tc>
      </w:tr>
      <w:tr w:rsidR="00B52841" w:rsidRPr="00963A46" w14:paraId="7340AB9C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0BE59BA3" w14:textId="471C0A92" w:rsidR="00B52841" w:rsidRPr="00B52841" w:rsidRDefault="00B52841" w:rsidP="00B52841">
            <w:pPr>
              <w:pStyle w:val="SIText"/>
            </w:pPr>
            <w:r w:rsidRPr="009E77A5">
              <w:t xml:space="preserve">4. </w:t>
            </w:r>
            <w:r w:rsidR="004B2BD0">
              <w:t xml:space="preserve">Import </w:t>
            </w:r>
            <w:r w:rsidR="00967E07">
              <w:t>files</w:t>
            </w:r>
          </w:p>
        </w:tc>
        <w:tc>
          <w:tcPr>
            <w:tcW w:w="3604" w:type="pct"/>
            <w:shd w:val="clear" w:color="auto" w:fill="auto"/>
          </w:tcPr>
          <w:p w14:paraId="02906EA5" w14:textId="5CA86C54" w:rsidR="00B52841" w:rsidRPr="00B52841" w:rsidRDefault="00B52841" w:rsidP="00B52841">
            <w:r w:rsidRPr="009E77A5">
              <w:t xml:space="preserve">4.1 </w:t>
            </w:r>
            <w:r w:rsidR="00967E07">
              <w:t>Import digital text and drawing files from other software applications</w:t>
            </w:r>
            <w:r w:rsidR="009E5B39">
              <w:t xml:space="preserve"> into CAD drawings as required</w:t>
            </w:r>
          </w:p>
          <w:p w14:paraId="79F16CC8" w14:textId="35309983" w:rsidR="00B52841" w:rsidRPr="00B52841" w:rsidRDefault="00B52841" w:rsidP="00B52841">
            <w:r w:rsidRPr="009E77A5">
              <w:t xml:space="preserve">4.2 </w:t>
            </w:r>
            <w:r w:rsidR="009E5B39">
              <w:t xml:space="preserve">Insert external drawing files </w:t>
            </w:r>
            <w:r w:rsidR="00C91387">
              <w:t>into CAD drawings as required</w:t>
            </w:r>
          </w:p>
          <w:p w14:paraId="62766655" w14:textId="4BE953F3" w:rsidR="00B52841" w:rsidRPr="00B52841" w:rsidRDefault="00B52841" w:rsidP="008F57E2">
            <w:r w:rsidRPr="009E77A5">
              <w:t xml:space="preserve">4.3 </w:t>
            </w:r>
            <w:r w:rsidR="00C91387">
              <w:t>Scan</w:t>
            </w:r>
            <w:r w:rsidR="00021980">
              <w:t>,</w:t>
            </w:r>
            <w:r w:rsidR="00C91387">
              <w:t xml:space="preserve"> save </w:t>
            </w:r>
            <w:r w:rsidR="00021980">
              <w:t xml:space="preserve">and import </w:t>
            </w:r>
            <w:r w:rsidR="00C91387">
              <w:t>hard copy documents</w:t>
            </w:r>
            <w:r w:rsidR="00021980">
              <w:t xml:space="preserve"> into </w:t>
            </w:r>
            <w:r w:rsidR="008F57E2">
              <w:t>CAD drawings as required</w:t>
            </w:r>
          </w:p>
        </w:tc>
      </w:tr>
      <w:tr w:rsidR="00B52841" w:rsidRPr="00963A46" w14:paraId="1F81233E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13046C9F" w14:textId="7F0014F4" w:rsidR="00B52841" w:rsidRPr="00B52841" w:rsidRDefault="00B52841" w:rsidP="00B52841">
            <w:pPr>
              <w:pStyle w:val="SIText"/>
            </w:pPr>
            <w:r>
              <w:t>5</w:t>
            </w:r>
            <w:r w:rsidRPr="009E77A5">
              <w:t xml:space="preserve">. </w:t>
            </w:r>
            <w:r w:rsidR="008F57E2">
              <w:t>Edit drawing components</w:t>
            </w:r>
          </w:p>
        </w:tc>
        <w:tc>
          <w:tcPr>
            <w:tcW w:w="3604" w:type="pct"/>
            <w:shd w:val="clear" w:color="auto" w:fill="auto"/>
          </w:tcPr>
          <w:p w14:paraId="2BC7C76F" w14:textId="33ECDFA8" w:rsidR="00B52841" w:rsidRPr="00B52841" w:rsidRDefault="00B52841" w:rsidP="00B52841">
            <w:r>
              <w:t>5</w:t>
            </w:r>
            <w:r w:rsidRPr="009E77A5">
              <w:t xml:space="preserve">.1 </w:t>
            </w:r>
            <w:r w:rsidR="00774EC1">
              <w:t xml:space="preserve">Remove </w:t>
            </w:r>
            <w:proofErr w:type="spellStart"/>
            <w:r w:rsidR="00FD4BE9">
              <w:t>unecessary</w:t>
            </w:r>
            <w:proofErr w:type="spellEnd"/>
            <w:r w:rsidR="00FD4BE9">
              <w:t xml:space="preserve"> elements </w:t>
            </w:r>
            <w:r w:rsidR="00AF1D6E">
              <w:t xml:space="preserve">and text </w:t>
            </w:r>
            <w:r w:rsidR="00FD4BE9">
              <w:t>from drawings as required</w:t>
            </w:r>
          </w:p>
          <w:p w14:paraId="6F475B29" w14:textId="7B654D1A" w:rsidR="00B52841" w:rsidRPr="00B52841" w:rsidRDefault="00B52841" w:rsidP="00B52841">
            <w:r>
              <w:t>5</w:t>
            </w:r>
            <w:r w:rsidRPr="009E77A5">
              <w:t xml:space="preserve">.2 </w:t>
            </w:r>
            <w:r w:rsidR="00AF4642">
              <w:t>Use editing commands to m</w:t>
            </w:r>
            <w:r w:rsidR="00AF1D6E">
              <w:t>odify drawing elements and text</w:t>
            </w:r>
          </w:p>
        </w:tc>
      </w:tr>
      <w:tr w:rsidR="00B52841" w:rsidRPr="00963A46" w14:paraId="59828EF0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3831B201" w14:textId="4E8292DE" w:rsidR="00B52841" w:rsidRPr="00B52841" w:rsidRDefault="00B52841" w:rsidP="00B52841">
            <w:pPr>
              <w:pStyle w:val="SIText"/>
            </w:pPr>
            <w:r>
              <w:lastRenderedPageBreak/>
              <w:t>6</w:t>
            </w:r>
            <w:r w:rsidRPr="009E77A5">
              <w:t xml:space="preserve">. </w:t>
            </w:r>
            <w:r w:rsidR="005A12F7">
              <w:t>Print CAD drawings</w:t>
            </w:r>
          </w:p>
        </w:tc>
        <w:tc>
          <w:tcPr>
            <w:tcW w:w="3604" w:type="pct"/>
            <w:shd w:val="clear" w:color="auto" w:fill="auto"/>
          </w:tcPr>
          <w:p w14:paraId="658697D8" w14:textId="74FA75C1" w:rsidR="00B52841" w:rsidRPr="00B52841" w:rsidRDefault="00B52841" w:rsidP="00B52841">
            <w:r>
              <w:t>6</w:t>
            </w:r>
            <w:r w:rsidRPr="009E77A5">
              <w:t xml:space="preserve">.1 </w:t>
            </w:r>
            <w:r w:rsidR="00C05B28">
              <w:t xml:space="preserve">Setup drawing file page layout </w:t>
            </w:r>
            <w:r w:rsidR="008856AB">
              <w:t>to suit printing requirements</w:t>
            </w:r>
          </w:p>
          <w:p w14:paraId="777C1E3F" w14:textId="0C546FDE" w:rsidR="00B52841" w:rsidRPr="00B52841" w:rsidRDefault="00B52841" w:rsidP="00B52841">
            <w:r>
              <w:t>6</w:t>
            </w:r>
            <w:r w:rsidRPr="009E77A5">
              <w:t xml:space="preserve">.2 </w:t>
            </w:r>
            <w:r w:rsidR="008856AB">
              <w:t xml:space="preserve">Setup printing parameters for </w:t>
            </w:r>
            <w:r w:rsidR="007B7F48">
              <w:t>printer</w:t>
            </w:r>
          </w:p>
          <w:p w14:paraId="6FA13C7D" w14:textId="303E7E33" w:rsidR="00B52841" w:rsidRPr="00B52841" w:rsidRDefault="00B52841" w:rsidP="00B52841">
            <w:r>
              <w:t>6</w:t>
            </w:r>
            <w:r w:rsidRPr="009E77A5">
              <w:t xml:space="preserve">.3 </w:t>
            </w:r>
            <w:r w:rsidR="007B7F48">
              <w:t xml:space="preserve">Select </w:t>
            </w:r>
            <w:r w:rsidR="007C5A4C">
              <w:t xml:space="preserve">correct print media for </w:t>
            </w:r>
            <w:r w:rsidR="009D195A">
              <w:t>drawings</w:t>
            </w:r>
          </w:p>
          <w:p w14:paraId="1A5211D3" w14:textId="56BEC187" w:rsidR="00B52841" w:rsidRPr="00B52841" w:rsidRDefault="00B52841" w:rsidP="00A15C12">
            <w:r>
              <w:t>6</w:t>
            </w:r>
            <w:r w:rsidRPr="009E77A5">
              <w:t xml:space="preserve">.4 </w:t>
            </w:r>
            <w:r w:rsidR="009D195A">
              <w:t xml:space="preserve">Print, monitor and collate </w:t>
            </w:r>
            <w:r w:rsidR="00A15C12">
              <w:t>printed drawings</w:t>
            </w:r>
          </w:p>
        </w:tc>
      </w:tr>
      <w:tr w:rsidR="00650CC3" w:rsidRPr="00963A46" w14:paraId="00997FD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DCA5500" w14:textId="77777777" w:rsidR="00650CC3" w:rsidRPr="00650CC3" w:rsidRDefault="00650CC3" w:rsidP="00650CC3">
            <w:pPr>
              <w:pStyle w:val="SIText"/>
            </w:pPr>
            <w:r>
              <w:t>7</w:t>
            </w:r>
            <w:r w:rsidRPr="00650CC3">
              <w:t>. Save and back up files</w:t>
            </w:r>
          </w:p>
        </w:tc>
        <w:tc>
          <w:tcPr>
            <w:tcW w:w="3604" w:type="pct"/>
            <w:shd w:val="clear" w:color="auto" w:fill="auto"/>
          </w:tcPr>
          <w:p w14:paraId="362BB72B" w14:textId="77777777" w:rsidR="00650CC3" w:rsidRPr="00650CC3" w:rsidRDefault="00650CC3" w:rsidP="00650CC3">
            <w:r>
              <w:t>7</w:t>
            </w:r>
            <w:r w:rsidRPr="00650CC3">
              <w:t>.1 Create drawing project file directory</w:t>
            </w:r>
          </w:p>
          <w:p w14:paraId="461EC21D" w14:textId="77777777" w:rsidR="00650CC3" w:rsidRPr="00650CC3" w:rsidRDefault="00650CC3" w:rsidP="00650CC3">
            <w:r>
              <w:t>7</w:t>
            </w:r>
            <w:r w:rsidRPr="00650CC3">
              <w:t>.2 Save and retrieve drawing files</w:t>
            </w:r>
          </w:p>
          <w:p w14:paraId="2509B60B" w14:textId="77777777" w:rsidR="00650CC3" w:rsidRPr="00650CC3" w:rsidRDefault="00650CC3" w:rsidP="00650CC3">
            <w:r>
              <w:t>7</w:t>
            </w:r>
            <w:r w:rsidRPr="00650CC3">
              <w:t>.3 backup project files according to workplace procedures</w:t>
            </w:r>
          </w:p>
        </w:tc>
      </w:tr>
      <w:tr w:rsidR="00F538B5" w:rsidRPr="00963A46" w14:paraId="442E719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E778C89" w14:textId="77777777" w:rsidR="00F538B5" w:rsidRPr="00F538B5" w:rsidRDefault="00F538B5" w:rsidP="00F538B5">
            <w:pPr>
              <w:pStyle w:val="SIText"/>
            </w:pPr>
            <w:r>
              <w:t>8</w:t>
            </w:r>
            <w:r w:rsidRPr="00F538B5">
              <w:t>. Export files</w:t>
            </w:r>
          </w:p>
        </w:tc>
        <w:tc>
          <w:tcPr>
            <w:tcW w:w="3604" w:type="pct"/>
            <w:shd w:val="clear" w:color="auto" w:fill="auto"/>
          </w:tcPr>
          <w:p w14:paraId="2B575134" w14:textId="77777777" w:rsidR="00F538B5" w:rsidRPr="00F538B5" w:rsidRDefault="00F538B5" w:rsidP="00F538B5">
            <w:r>
              <w:t>8</w:t>
            </w:r>
            <w:r w:rsidRPr="00F538B5">
              <w:t>.1 Copy and send drawing files to client or relevant project personnel</w:t>
            </w:r>
          </w:p>
          <w:p w14:paraId="4FD30990" w14:textId="22F7893D" w:rsidR="00F538B5" w:rsidRDefault="00F538B5" w:rsidP="00B7622D">
            <w:r>
              <w:t>8</w:t>
            </w:r>
            <w:r w:rsidRPr="009E77A5">
              <w:t xml:space="preserve">.2 </w:t>
            </w:r>
            <w:r>
              <w:t>Create PDF files for client or relevant project personnel</w:t>
            </w:r>
          </w:p>
          <w:p w14:paraId="6E22B2B3" w14:textId="77777777" w:rsidR="00F538B5" w:rsidRPr="00F538B5" w:rsidRDefault="00F538B5" w:rsidP="00F538B5">
            <w:r>
              <w:t>8.3 Review</w:t>
            </w:r>
            <w:r w:rsidRPr="00F538B5">
              <w:t xml:space="preserve"> design drawings with client or relevant project personnel</w:t>
            </w:r>
          </w:p>
        </w:tc>
      </w:tr>
      <w:tr w:rsidR="009E77A5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45575993" w:rsidR="009E77A5" w:rsidRPr="009E77A5" w:rsidRDefault="00F538B5" w:rsidP="009E77A5">
            <w:pPr>
              <w:pStyle w:val="SIText"/>
            </w:pPr>
            <w:r>
              <w:t>9</w:t>
            </w:r>
            <w:r w:rsidR="009E77A5" w:rsidRPr="009E77A5">
              <w:t xml:space="preserve">. </w:t>
            </w:r>
            <w:r>
              <w:t>Finalise drawings</w:t>
            </w:r>
          </w:p>
        </w:tc>
        <w:tc>
          <w:tcPr>
            <w:tcW w:w="3604" w:type="pct"/>
            <w:shd w:val="clear" w:color="auto" w:fill="auto"/>
          </w:tcPr>
          <w:p w14:paraId="108C3E39" w14:textId="62E775C3" w:rsidR="009E77A5" w:rsidRPr="009E77A5" w:rsidRDefault="003737F1" w:rsidP="009E77A5">
            <w:r>
              <w:t>9</w:t>
            </w:r>
            <w:r w:rsidR="009E77A5" w:rsidRPr="009E77A5">
              <w:t xml:space="preserve">.1 </w:t>
            </w:r>
            <w:r w:rsidR="00012ADB">
              <w:t>C</w:t>
            </w:r>
            <w:r w:rsidR="00F538B5">
              <w:t xml:space="preserve">heck design drawings </w:t>
            </w:r>
            <w:r w:rsidR="00B6232C">
              <w:t>against c</w:t>
            </w:r>
            <w:r w:rsidR="00B6232C" w:rsidRPr="00B6232C">
              <w:t>oncept and project information</w:t>
            </w:r>
          </w:p>
          <w:p w14:paraId="0BF83EB1" w14:textId="5DCC5B9E" w:rsidR="009E77A5" w:rsidRDefault="003737F1" w:rsidP="008636C2">
            <w:r>
              <w:t>9</w:t>
            </w:r>
            <w:r w:rsidR="009E77A5" w:rsidRPr="009E77A5">
              <w:t xml:space="preserve">.2 </w:t>
            </w:r>
            <w:r>
              <w:t>Identify a</w:t>
            </w:r>
            <w:r w:rsidR="000B546B">
              <w:t xml:space="preserve">nd </w:t>
            </w:r>
            <w:proofErr w:type="gramStart"/>
            <w:r w:rsidR="000B546B">
              <w:t>make adjustments to</w:t>
            </w:r>
            <w:proofErr w:type="gramEnd"/>
            <w:r w:rsidR="000B546B">
              <w:t xml:space="preserve"> design drawings according to </w:t>
            </w:r>
            <w:r w:rsidR="00955BDB">
              <w:t>client or rel</w:t>
            </w:r>
            <w:r w:rsidR="00BE6BBF">
              <w:t>e</w:t>
            </w:r>
            <w:r w:rsidR="00955BDB">
              <w:t xml:space="preserve">vant </w:t>
            </w:r>
            <w:r w:rsidR="00C507A6">
              <w:t xml:space="preserve">project </w:t>
            </w:r>
            <w:r w:rsidR="00955BDB">
              <w:t>personnel</w:t>
            </w:r>
            <w:r w:rsidR="00BE6BBF">
              <w:t xml:space="preserve"> review feedback</w:t>
            </w:r>
          </w:p>
          <w:p w14:paraId="5D1827EE" w14:textId="77777777" w:rsidR="00837445" w:rsidRDefault="00BE6BBF" w:rsidP="008636C2">
            <w:r>
              <w:t>9</w:t>
            </w:r>
            <w:r w:rsidR="00005B11">
              <w:t xml:space="preserve">.3 </w:t>
            </w:r>
            <w:r w:rsidR="00513157">
              <w:t xml:space="preserve">Store </w:t>
            </w:r>
            <w:r w:rsidR="00837445">
              <w:t>drawing files according to workplace procedures</w:t>
            </w:r>
          </w:p>
          <w:p w14:paraId="46697E37" w14:textId="332F1DF8" w:rsidR="00CC0419" w:rsidRPr="009E77A5" w:rsidRDefault="00837445" w:rsidP="008636C2">
            <w:r>
              <w:t>9.4 Submit final d</w:t>
            </w:r>
            <w:r w:rsidR="00122502">
              <w:t xml:space="preserve">esign drawings </w:t>
            </w:r>
            <w:r w:rsidR="00FA613B">
              <w:t>according to agreed time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0B5AD99A" w:rsidR="008013E7" w:rsidRPr="00DF0496" w:rsidRDefault="00B67E78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Interpret and evaluate de</w:t>
            </w:r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tailed information, </w:t>
            </w:r>
            <w:proofErr w:type="gramStart"/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>instructions</w:t>
            </w:r>
            <w:proofErr w:type="gramEnd"/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technical information to prepare and produce CAD </w:t>
            </w:r>
            <w:r w:rsidR="008013E7" w:rsidRPr="00DF0496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75A9288" w:rsidR="00C22BAC" w:rsidRPr="00DF0496" w:rsidRDefault="008013E7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Record key design information </w:t>
            </w:r>
            <w:r w:rsidR="00FD272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28B43DFB" w:rsidR="00C22BAC" w:rsidRPr="00DF0496" w:rsidRDefault="006242CB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Use questioning and careful listening to elicit information from clients and relevant </w:t>
            </w:r>
            <w:r w:rsidR="00C507A6" w:rsidRPr="00DF0496">
              <w:rPr>
                <w:rStyle w:val="SITemporaryText-red"/>
                <w:rFonts w:eastAsia="Calibri"/>
                <w:color w:val="auto"/>
                <w:sz w:val="20"/>
              </w:rPr>
              <w:t>project personnel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F0F832" w14:textId="102FDA47" w:rsidR="00DA54B5" w:rsidRPr="00DF0496" w:rsidRDefault="00C507A6" w:rsidP="005D58D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D58DF">
              <w:rPr>
                <w:rStyle w:val="SITemporaryText-red"/>
                <w:rFonts w:eastAsia="Calibri"/>
                <w:color w:val="auto"/>
                <w:sz w:val="20"/>
              </w:rPr>
              <w:t>Identif</w:t>
            </w:r>
            <w:r w:rsidR="004346D9" w:rsidRPr="005D58DF">
              <w:rPr>
                <w:rStyle w:val="SITemporaryText-red"/>
                <w:rFonts w:eastAsia="Calibri"/>
                <w:color w:val="auto"/>
                <w:sz w:val="20"/>
              </w:rPr>
              <w:t>y</w:t>
            </w:r>
            <w:r w:rsidRPr="005D58DF">
              <w:rPr>
                <w:rStyle w:val="SITemporaryText-red"/>
                <w:rFonts w:eastAsia="Calibri"/>
                <w:color w:val="auto"/>
                <w:sz w:val="20"/>
              </w:rPr>
              <w:t xml:space="preserve"> and record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B67A29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layers,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measurements and other numerically expressed </w:t>
            </w:r>
            <w:r w:rsidR="006C6541" w:rsidRPr="00DF0496">
              <w:rPr>
                <w:rStyle w:val="SITemporaryText-red"/>
                <w:rFonts w:eastAsia="Calibri"/>
                <w:color w:val="auto"/>
                <w:sz w:val="20"/>
              </w:rPr>
              <w:t>information required for design drawings</w:t>
            </w:r>
          </w:p>
          <w:p w14:paraId="4DAD12EB" w14:textId="31586B07" w:rsidR="006C6541" w:rsidRPr="00DF0496" w:rsidRDefault="006C6541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Operate numerical f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>unctions of CAD equipment to produce accurate scales</w:t>
            </w:r>
            <w:r w:rsidR="00DB2C59" w:rsidRPr="00DF0496">
              <w:rPr>
                <w:rStyle w:val="SITemporaryText-red"/>
                <w:rFonts w:eastAsia="Calibri"/>
                <w:color w:val="auto"/>
                <w:sz w:val="20"/>
              </w:rPr>
              <w:t>, dimensions</w:t>
            </w:r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proofErr w:type="gramStart"/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3AAEF17D" w:rsidR="00DE1033" w:rsidRPr="00196303" w:rsidRDefault="00DE1033" w:rsidP="00196303">
            <w:pPr>
              <w:pStyle w:val="SIText"/>
            </w:pPr>
            <w:r w:rsidRPr="00196303">
              <w:t>AHCDES5</w:t>
            </w:r>
            <w:r w:rsidR="0045358A" w:rsidRPr="00196303">
              <w:t>XX</w:t>
            </w:r>
            <w:r w:rsidRPr="00196303">
              <w:t xml:space="preserve"> </w:t>
            </w:r>
            <w:r w:rsidR="00CD19D4">
              <w:t>Produce drawings for</w:t>
            </w:r>
            <w:r w:rsidR="00CD19D4" w:rsidRPr="00CD19D4">
              <w:t xml:space="preserve"> landscape design projects using CAD software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0C6083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77A5" w:rsidRPr="009E77A5">
              <w:t>AHCDES5</w:t>
            </w:r>
            <w:r w:rsidR="00CD19D4">
              <w:t>XX</w:t>
            </w:r>
            <w:r w:rsidR="009E77A5" w:rsidRPr="009E77A5">
              <w:t xml:space="preserve"> </w:t>
            </w:r>
            <w:r w:rsidR="00CD19D4">
              <w:t>Produce drawings for</w:t>
            </w:r>
            <w:r w:rsidR="00CD19D4" w:rsidRPr="00CD19D4">
              <w:t xml:space="preserve"> landscape design projects using CAD software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17568A4" w:rsidR="00DA54B5" w:rsidRPr="00834588" w:rsidRDefault="00DA54B5" w:rsidP="008345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458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834588">
              <w:rPr>
                <w:rStyle w:val="SITemporaryText-red"/>
                <w:color w:val="auto"/>
                <w:sz w:val="20"/>
              </w:rPr>
              <w:t xml:space="preserve">produced drawings for landscape </w:t>
            </w:r>
            <w:r w:rsidR="00DE1033" w:rsidRPr="00834588">
              <w:rPr>
                <w:rStyle w:val="SITemporaryText-red"/>
                <w:color w:val="auto"/>
                <w:sz w:val="20"/>
              </w:rPr>
              <w:t>design</w:t>
            </w:r>
            <w:r w:rsidR="007D4149" w:rsidRPr="00834588">
              <w:rPr>
                <w:rStyle w:val="SITemporaryText-red"/>
                <w:color w:val="auto"/>
                <w:sz w:val="20"/>
              </w:rPr>
              <w:t xml:space="preserve"> projects using </w:t>
            </w:r>
            <w:r w:rsidR="00834588" w:rsidRPr="00834588">
              <w:rPr>
                <w:rStyle w:val="SITemporaryText-red"/>
                <w:color w:val="auto"/>
                <w:sz w:val="20"/>
              </w:rPr>
              <w:t xml:space="preserve">computer-aided drawing (CAD) software 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834588" w:rsidRPr="00834588">
              <w:rPr>
                <w:rStyle w:val="SITemporaryText-red"/>
                <w:color w:val="auto"/>
                <w:sz w:val="20"/>
              </w:rPr>
              <w:t>two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834588" w:rsidRPr="00834588">
              <w:rPr>
                <w:rStyle w:val="SITemporaryText-red"/>
                <w:color w:val="auto"/>
                <w:sz w:val="20"/>
              </w:rPr>
              <w:t>s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34588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10A46636" w:rsidR="0060290E" w:rsidRPr="0084076F" w:rsidRDefault="0060290E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identified and confirmed</w:t>
            </w:r>
            <w:r w:rsidR="00E76206" w:rsidRPr="0084076F">
              <w:t xml:space="preserve"> design drawing requirements</w:t>
            </w:r>
          </w:p>
          <w:p w14:paraId="22CC7696" w14:textId="390B5CB1" w:rsidR="00DE1033" w:rsidRPr="0084076F" w:rsidRDefault="00822145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s</w:t>
            </w:r>
            <w:r w:rsidR="00235546" w:rsidRPr="0084076F">
              <w:rPr>
                <w:rStyle w:val="SITemporaryText-red"/>
                <w:color w:val="auto"/>
                <w:sz w:val="20"/>
              </w:rPr>
              <w:t xml:space="preserve">elected </w:t>
            </w:r>
            <w:r w:rsidRPr="0084076F">
              <w:rPr>
                <w:rStyle w:val="SITemporaryText-red"/>
                <w:color w:val="auto"/>
                <w:sz w:val="20"/>
              </w:rPr>
              <w:t>CAD hardware and software to suit project requirements</w:t>
            </w:r>
          </w:p>
          <w:p w14:paraId="61A9624C" w14:textId="2EBC3E3B" w:rsidR="00822145" w:rsidRPr="0084076F" w:rsidRDefault="00D14C30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followed </w:t>
            </w:r>
            <w:r w:rsidR="00E76206" w:rsidRPr="0084076F">
              <w:rPr>
                <w:rStyle w:val="SITemporaryText-red"/>
                <w:color w:val="auto"/>
                <w:sz w:val="20"/>
              </w:rPr>
              <w:t xml:space="preserve">CAD </w:t>
            </w:r>
            <w:r w:rsidR="00DF0496" w:rsidRPr="0084076F">
              <w:t>operating instructions and workplace procedures</w:t>
            </w:r>
          </w:p>
          <w:p w14:paraId="72DDD227" w14:textId="06AC3328" w:rsidR="009E77A5" w:rsidRPr="0084076F" w:rsidRDefault="003E72CB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Used features and functions of CAD </w:t>
            </w:r>
            <w:r w:rsidR="00643C7A" w:rsidRPr="0084076F">
              <w:rPr>
                <w:rStyle w:val="SITemporaryText-red"/>
                <w:color w:val="auto"/>
                <w:sz w:val="20"/>
              </w:rPr>
              <w:t>software to produce d</w:t>
            </w:r>
            <w:r w:rsidR="00D346D4" w:rsidRPr="0084076F">
              <w:rPr>
                <w:rStyle w:val="SITemporaryText-red"/>
                <w:color w:val="auto"/>
                <w:sz w:val="20"/>
              </w:rPr>
              <w:t xml:space="preserve">esign </w:t>
            </w:r>
            <w:r w:rsidR="00687F88" w:rsidRPr="0084076F">
              <w:rPr>
                <w:rStyle w:val="SITemporaryText-red"/>
                <w:color w:val="auto"/>
                <w:sz w:val="20"/>
              </w:rPr>
              <w:t>d</w:t>
            </w:r>
            <w:r w:rsidR="00643C7A" w:rsidRPr="0084076F">
              <w:rPr>
                <w:rStyle w:val="SITemporaryText-red"/>
                <w:color w:val="auto"/>
                <w:sz w:val="20"/>
              </w:rPr>
              <w:t>rawings</w:t>
            </w:r>
          </w:p>
          <w:p w14:paraId="17333138" w14:textId="76C13FD5" w:rsidR="00BC3117" w:rsidRPr="0084076F" w:rsidRDefault="005D536F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a</w:t>
            </w:r>
            <w:r w:rsidR="00BC3117" w:rsidRPr="0084076F">
              <w:rPr>
                <w:rStyle w:val="SITemporaryText-red"/>
                <w:color w:val="auto"/>
                <w:sz w:val="20"/>
              </w:rPr>
              <w:t xml:space="preserve">pplied creative design, </w:t>
            </w:r>
            <w:proofErr w:type="gramStart"/>
            <w:r w:rsidR="00BC3117" w:rsidRPr="0084076F">
              <w:rPr>
                <w:rStyle w:val="SITemporaryText-red"/>
                <w:color w:val="auto"/>
                <w:sz w:val="20"/>
              </w:rPr>
              <w:t>drawing</w:t>
            </w:r>
            <w:proofErr w:type="gramEnd"/>
            <w:r w:rsidR="00BC3117" w:rsidRPr="0084076F">
              <w:rPr>
                <w:rStyle w:val="SITemporaryText-red"/>
                <w:color w:val="auto"/>
                <w:sz w:val="20"/>
              </w:rPr>
              <w:t xml:space="preserve"> and drafting skills, including:</w:t>
            </w:r>
          </w:p>
          <w:p w14:paraId="44A4F314" w14:textId="0C861F0E" w:rsidR="00BC3117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c</w:t>
            </w:r>
            <w:r w:rsidR="00E72A08" w:rsidRPr="0084076F">
              <w:rPr>
                <w:rStyle w:val="SITemporaryText-red"/>
                <w:color w:val="auto"/>
                <w:sz w:val="20"/>
              </w:rPr>
              <w:t>harac</w:t>
            </w:r>
            <w:r w:rsidRPr="0084076F">
              <w:rPr>
                <w:rStyle w:val="SITemporaryText-red"/>
                <w:color w:val="auto"/>
                <w:sz w:val="20"/>
              </w:rPr>
              <w:t xml:space="preserve">teristics, decorative </w:t>
            </w:r>
            <w:proofErr w:type="gramStart"/>
            <w:r w:rsidRPr="0084076F">
              <w:rPr>
                <w:rStyle w:val="SITemporaryText-red"/>
                <w:color w:val="auto"/>
                <w:sz w:val="20"/>
              </w:rPr>
              <w:t>styles</w:t>
            </w:r>
            <w:proofErr w:type="gramEnd"/>
            <w:r w:rsidRPr="0084076F">
              <w:rPr>
                <w:rStyle w:val="SITemporaryText-red"/>
                <w:color w:val="auto"/>
                <w:sz w:val="20"/>
              </w:rPr>
              <w:t xml:space="preserve"> and text styles</w:t>
            </w:r>
          </w:p>
          <w:p w14:paraId="70DB5BC8" w14:textId="77777777" w:rsidR="00C933C6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C933C6" w:rsidRPr="0084076F">
              <w:rPr>
                <w:rStyle w:val="SITemporaryText-red"/>
                <w:color w:val="auto"/>
                <w:sz w:val="20"/>
              </w:rPr>
              <w:t>methods</w:t>
            </w:r>
          </w:p>
          <w:p w14:paraId="0657B73D" w14:textId="71AA9F13" w:rsidR="005D536F" w:rsidRPr="0084076F" w:rsidRDefault="00C933C6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5D536F" w:rsidRPr="0084076F">
              <w:rPr>
                <w:rStyle w:val="SITemporaryText-red"/>
                <w:color w:val="auto"/>
                <w:sz w:val="20"/>
              </w:rPr>
              <w:t>technologies</w:t>
            </w:r>
          </w:p>
          <w:p w14:paraId="6C62C56D" w14:textId="758D91D9" w:rsidR="005D536F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drafting equipment</w:t>
            </w:r>
          </w:p>
          <w:p w14:paraId="1BCA5619" w14:textId="793F2CB9" w:rsidR="00E37977" w:rsidRPr="0084076F" w:rsidRDefault="00E37977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applied numeracy skills to calculate and record </w:t>
            </w:r>
            <w:r w:rsidRPr="0084076F">
              <w:rPr>
                <w:rStyle w:val="SITemporaryText-red"/>
                <w:rFonts w:eastAsia="Calibri"/>
                <w:color w:val="auto"/>
                <w:sz w:val="20"/>
              </w:rPr>
              <w:t xml:space="preserve">layers, scales, dimensions, </w:t>
            </w:r>
            <w:proofErr w:type="gramStart"/>
            <w:r w:rsidRPr="0084076F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Pr="0084076F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  <w:p w14:paraId="3F4E2EAA" w14:textId="2B230EB2" w:rsidR="00DE1033" w:rsidRPr="001F41C3" w:rsidRDefault="00643C7A" w:rsidP="0084076F">
            <w:pPr>
              <w:pStyle w:val="SIBulletList1"/>
            </w:pPr>
            <w:r w:rsidRPr="00D346D4">
              <w:rPr>
                <w:rStyle w:val="SITemporaryText-red"/>
                <w:color w:val="auto"/>
                <w:sz w:val="20"/>
              </w:rPr>
              <w:t xml:space="preserve">Used </w:t>
            </w:r>
            <w:r w:rsidR="00D346D4" w:rsidRPr="00D346D4">
              <w:t>client or relevant project personnel feedback to refine and produce final design drawings within agreed time requirements.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60EB30D5" w:rsidR="009E77A5" w:rsidRPr="009E77A5" w:rsidRDefault="009E77A5" w:rsidP="009E77A5">
            <w:pPr>
              <w:pStyle w:val="SIBulletList1"/>
            </w:pPr>
            <w:r w:rsidRPr="009E77A5">
              <w:t xml:space="preserve">principles and practices of </w:t>
            </w:r>
            <w:r w:rsidR="00300E70">
              <w:t>drawing landscape design projects using CAD software</w:t>
            </w:r>
            <w:r w:rsidR="00DE1033">
              <w:t>, including:</w:t>
            </w:r>
          </w:p>
          <w:p w14:paraId="23B3C9B2" w14:textId="5D1AD103" w:rsidR="009E77A5" w:rsidRPr="009155F7" w:rsidRDefault="00426454" w:rsidP="009155F7">
            <w:pPr>
              <w:pStyle w:val="SIBulletList2"/>
            </w:pPr>
            <w:r>
              <w:t xml:space="preserve">CAD </w:t>
            </w:r>
            <w:r w:rsidR="0024043C">
              <w:t>hardware, software</w:t>
            </w:r>
            <w:r>
              <w:t xml:space="preserve">, </w:t>
            </w:r>
            <w:proofErr w:type="gramStart"/>
            <w:r>
              <w:t>tools</w:t>
            </w:r>
            <w:proofErr w:type="gramEnd"/>
            <w:r>
              <w:t xml:space="preserve"> and equipment used for </w:t>
            </w:r>
            <w:r w:rsidR="007858F8">
              <w:t>drawing landscape design projects</w:t>
            </w:r>
          </w:p>
          <w:p w14:paraId="11D8502D" w14:textId="320C9866" w:rsidR="009155F7" w:rsidRPr="009155F7" w:rsidRDefault="006B5F99" w:rsidP="009155F7">
            <w:pPr>
              <w:pStyle w:val="SIBulletList2"/>
            </w:pPr>
            <w:r>
              <w:t>CAD operating instructions</w:t>
            </w:r>
          </w:p>
          <w:p w14:paraId="38E0D939" w14:textId="6FB4957A" w:rsidR="009155F7" w:rsidRPr="009155F7" w:rsidRDefault="002A19DA" w:rsidP="009155F7">
            <w:pPr>
              <w:pStyle w:val="SIBulletList2"/>
            </w:pPr>
            <w:r>
              <w:t xml:space="preserve">CAD software </w:t>
            </w:r>
            <w:r w:rsidR="001B4203">
              <w:t xml:space="preserve">program </w:t>
            </w:r>
            <w:r>
              <w:t>features and functions</w:t>
            </w:r>
            <w:r w:rsidR="001B4203">
              <w:t xml:space="preserve">, </w:t>
            </w:r>
            <w:proofErr w:type="gramStart"/>
            <w:r w:rsidR="001B4203">
              <w:t>including</w:t>
            </w:r>
            <w:r w:rsidR="00B3423E">
              <w:t>;</w:t>
            </w:r>
            <w:proofErr w:type="gramEnd"/>
            <w:r w:rsidR="00B3423E">
              <w:t xml:space="preserve"> drawing tools, view displays, edit </w:t>
            </w:r>
            <w:proofErr w:type="spellStart"/>
            <w:r w:rsidR="00B3423E">
              <w:t>funtions</w:t>
            </w:r>
            <w:proofErr w:type="spellEnd"/>
            <w:r w:rsidR="00B3423E">
              <w:t>, working with layers, plotting</w:t>
            </w:r>
            <w:r w:rsidR="00F65CAC">
              <w:t>,</w:t>
            </w:r>
            <w:r w:rsidR="00B3423E">
              <w:t xml:space="preserve"> printing</w:t>
            </w:r>
            <w:r w:rsidR="00F65CAC">
              <w:t xml:space="preserve"> and file save functions</w:t>
            </w:r>
          </w:p>
          <w:p w14:paraId="30BD0DF4" w14:textId="0C5D8CEC" w:rsidR="009155F7" w:rsidRPr="009155F7" w:rsidRDefault="004911E0" w:rsidP="00EA3E9F">
            <w:pPr>
              <w:pStyle w:val="SIBulletList2"/>
            </w:pPr>
            <w:r>
              <w:t>h</w:t>
            </w:r>
            <w:r w:rsidR="001005E7">
              <w:t xml:space="preserve">ard copy and digital file management </w:t>
            </w:r>
            <w:r>
              <w:t>procedures</w:t>
            </w:r>
          </w:p>
          <w:p w14:paraId="594042BC" w14:textId="5305D1DD" w:rsidR="00F1480E" w:rsidRPr="000754EC" w:rsidRDefault="004911E0" w:rsidP="00794581">
            <w:pPr>
              <w:pStyle w:val="SIBulletList2"/>
            </w:pPr>
            <w:r>
              <w:t>Australian standards and workplace procedures relevant to</w:t>
            </w:r>
            <w:r w:rsidR="00FA5755">
              <w:t xml:space="preserve"> producing </w:t>
            </w:r>
            <w:r>
              <w:t>CAD</w:t>
            </w:r>
            <w:r w:rsidR="00DC22DF">
              <w:t xml:space="preserve"> drawings for landscape design projects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C58DA05" w14:textId="6B713349" w:rsidR="00DE1033" w:rsidRPr="008D0E60" w:rsidRDefault="00DE1033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EA5719" w:rsidRPr="008D0E6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794581" w:rsidRPr="008D0E60">
              <w:t>concept and project information</w:t>
            </w:r>
            <w:r w:rsidR="00EA5719" w:rsidRPr="008D0E60">
              <w:t>,</w:t>
            </w: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data applicable to </w:t>
            </w:r>
            <w:r w:rsidR="006D4046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producing drawings for </w:t>
            </w:r>
            <w:r w:rsidR="003730DC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6D4046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design </w:t>
            </w:r>
            <w:r w:rsidR="003730DC" w:rsidRPr="008D0E60">
              <w:rPr>
                <w:rStyle w:val="SITemporaryText-red"/>
                <w:rFonts w:eastAsia="Calibri"/>
                <w:color w:val="auto"/>
                <w:sz w:val="20"/>
              </w:rPr>
              <w:t>projects using CAD software</w:t>
            </w:r>
          </w:p>
          <w:p w14:paraId="55F3DB6E" w14:textId="18AA9255" w:rsidR="003730DC" w:rsidRPr="008D0E60" w:rsidRDefault="003730DC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CAD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software, hardware, </w:t>
            </w:r>
            <w:proofErr w:type="gramStart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>printers</w:t>
            </w:r>
            <w:proofErr w:type="gramEnd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>peripheral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77777777" w:rsidR="000D3E44" w:rsidRPr="000D3E44" w:rsidRDefault="000D3E44" w:rsidP="00F96D42">
            <w:pPr>
              <w:pStyle w:val="SIBulletList2"/>
              <w:rPr>
                <w:rFonts w:eastAsia="Calibri"/>
              </w:rPr>
            </w:pPr>
            <w:r>
              <w:t>CAD operating instructions</w:t>
            </w:r>
          </w:p>
          <w:p w14:paraId="5EDE35FD" w14:textId="30EB4EE8" w:rsidR="00DA54B5" w:rsidRPr="002403BB" w:rsidRDefault="000D3E44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</w:t>
            </w:r>
            <w:r w:rsidRPr="000D3E44">
              <w:t>ds and workplace procedures relevant to producing CAD drawings for landscape design projects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D00801" w:rsidR="00DA54B5" w:rsidRPr="002403BB" w:rsidRDefault="004F0C89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46D4">
              <w:t>client or rel</w:t>
            </w:r>
            <w:r w:rsidRPr="004F0C89">
              <w:t>evant project personnel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8913A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ADB2C" w14:textId="77777777" w:rsidR="0006293D" w:rsidRDefault="0006293D" w:rsidP="00BF3F0A">
      <w:r>
        <w:separator/>
      </w:r>
    </w:p>
    <w:p w14:paraId="6886E685" w14:textId="77777777" w:rsidR="0006293D" w:rsidRDefault="0006293D"/>
  </w:endnote>
  <w:endnote w:type="continuationSeparator" w:id="0">
    <w:p w14:paraId="1D51C9EC" w14:textId="77777777" w:rsidR="0006293D" w:rsidRDefault="0006293D" w:rsidP="00BF3F0A">
      <w:r>
        <w:continuationSeparator/>
      </w:r>
    </w:p>
    <w:p w14:paraId="65BC208C" w14:textId="77777777" w:rsidR="0006293D" w:rsidRDefault="00062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E2B7F" w14:textId="77777777" w:rsidR="0006293D" w:rsidRDefault="0006293D" w:rsidP="00BF3F0A">
      <w:r>
        <w:separator/>
      </w:r>
    </w:p>
    <w:p w14:paraId="7CD793DB" w14:textId="77777777" w:rsidR="0006293D" w:rsidRDefault="0006293D"/>
  </w:footnote>
  <w:footnote w:type="continuationSeparator" w:id="0">
    <w:p w14:paraId="1F179FC3" w14:textId="77777777" w:rsidR="0006293D" w:rsidRDefault="0006293D" w:rsidP="00BF3F0A">
      <w:r>
        <w:continuationSeparator/>
      </w:r>
    </w:p>
    <w:p w14:paraId="6858C365" w14:textId="77777777" w:rsidR="0006293D" w:rsidRDefault="000629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AA570DA" w:rsidR="009C2650" w:rsidRPr="009E77A5" w:rsidRDefault="009E77A5" w:rsidP="009E77A5">
    <w:r w:rsidRPr="009E77A5">
      <w:rPr>
        <w:lang w:eastAsia="en-US"/>
      </w:rPr>
      <w:t>AHCDES5</w:t>
    </w:r>
    <w:r w:rsidR="001B16C0">
      <w:t>XX</w:t>
    </w:r>
    <w:r w:rsidRPr="009E77A5">
      <w:rPr>
        <w:lang w:eastAsia="en-US"/>
      </w:rPr>
      <w:t xml:space="preserve"> </w:t>
    </w:r>
    <w:r w:rsidR="00581909">
      <w:t xml:space="preserve">Produce drawings for </w:t>
    </w:r>
    <w:r w:rsidR="00995263">
      <w:t>landscape design projects u</w:t>
    </w:r>
    <w:r w:rsidR="00CD19D4">
      <w:t>s</w:t>
    </w:r>
    <w:r w:rsidR="00995263">
      <w:t>ing CAD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A5441"/>
    <w:rsid w:val="000A6A5E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7AF6"/>
    <w:rsid w:val="00276A58"/>
    <w:rsid w:val="00276DB8"/>
    <w:rsid w:val="00282664"/>
    <w:rsid w:val="00285FB8"/>
    <w:rsid w:val="00292D56"/>
    <w:rsid w:val="002970C3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212E"/>
    <w:rsid w:val="00434366"/>
    <w:rsid w:val="004346D9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909"/>
    <w:rsid w:val="00583902"/>
    <w:rsid w:val="005A12F7"/>
    <w:rsid w:val="005A1D70"/>
    <w:rsid w:val="005A3AA5"/>
    <w:rsid w:val="005A6C9C"/>
    <w:rsid w:val="005A74DC"/>
    <w:rsid w:val="005B5146"/>
    <w:rsid w:val="005D1AFD"/>
    <w:rsid w:val="005D536F"/>
    <w:rsid w:val="005D58DF"/>
    <w:rsid w:val="005E385B"/>
    <w:rsid w:val="005E51E6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C7A"/>
    <w:rsid w:val="00643D1B"/>
    <w:rsid w:val="006452B8"/>
    <w:rsid w:val="00650CC3"/>
    <w:rsid w:val="00652E62"/>
    <w:rsid w:val="00686A49"/>
    <w:rsid w:val="00687B62"/>
    <w:rsid w:val="00687F88"/>
    <w:rsid w:val="00690C44"/>
    <w:rsid w:val="006969D9"/>
    <w:rsid w:val="00697092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13AC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EC"/>
    <w:rsid w:val="008F2E13"/>
    <w:rsid w:val="008F32F6"/>
    <w:rsid w:val="008F57E2"/>
    <w:rsid w:val="00902FB5"/>
    <w:rsid w:val="009154B1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6E6C"/>
    <w:rsid w:val="009A6F3F"/>
    <w:rsid w:val="009B331A"/>
    <w:rsid w:val="009B7CE9"/>
    <w:rsid w:val="009C2650"/>
    <w:rsid w:val="009D15E2"/>
    <w:rsid w:val="009D15FE"/>
    <w:rsid w:val="009D195A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3423E"/>
    <w:rsid w:val="00B3508F"/>
    <w:rsid w:val="00B443EE"/>
    <w:rsid w:val="00B52841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F1D4C"/>
    <w:rsid w:val="00BF3F0A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451E"/>
    <w:rsid w:val="00CD19D4"/>
    <w:rsid w:val="00CD4E9D"/>
    <w:rsid w:val="00CD4F4D"/>
    <w:rsid w:val="00CE7D19"/>
    <w:rsid w:val="00CF0CF5"/>
    <w:rsid w:val="00CF2B3E"/>
    <w:rsid w:val="00D0201F"/>
    <w:rsid w:val="00D03685"/>
    <w:rsid w:val="00D07D4E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54C76"/>
    <w:rsid w:val="00D632BB"/>
    <w:rsid w:val="00D70DBC"/>
    <w:rsid w:val="00D71E43"/>
    <w:rsid w:val="00D727F3"/>
    <w:rsid w:val="00D73695"/>
    <w:rsid w:val="00D810DE"/>
    <w:rsid w:val="00D87D32"/>
    <w:rsid w:val="00D91188"/>
    <w:rsid w:val="00D92C83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7DFF"/>
    <w:rsid w:val="00E10071"/>
    <w:rsid w:val="00E238E6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7b4b677c-12e1-4a54-ada3-96c3a877c048"/>
    <ds:schemaRef ds:uri="http://schemas.microsoft.com/office/infopath/2007/PartnerControls"/>
    <ds:schemaRef ds:uri="d50bbff7-d6dd-47d2-864a-cfdc2c3db0f4"/>
    <ds:schemaRef ds:uri="http://purl.org/dc/dcmitype/"/>
    <ds:schemaRef ds:uri="http://schemas.microsoft.com/office/2006/metadata/properties"/>
    <ds:schemaRef ds:uri="http://purl.org/dc/terms/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111</TotalTime>
  <Pages>4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160</cp:revision>
  <cp:lastPrinted>2020-10-23T23:32:00Z</cp:lastPrinted>
  <dcterms:created xsi:type="dcterms:W3CDTF">2020-10-23T01:40:00Z</dcterms:created>
  <dcterms:modified xsi:type="dcterms:W3CDTF">2020-11-01T20:06:00Z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