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59CFA" w14:textId="77777777" w:rsidR="00561F08" w:rsidRDefault="00561F08" w:rsidP="00F07C48">
      <w:pPr>
        <w:pStyle w:val="SIText"/>
      </w:pPr>
    </w:p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6079F" w14:paraId="0A5A1672" w14:textId="77777777" w:rsidTr="00432C8C">
        <w:tc>
          <w:tcPr>
            <w:tcW w:w="2689" w:type="dxa"/>
          </w:tcPr>
          <w:p w14:paraId="7DAA7C32" w14:textId="7C11B579" w:rsidR="0086079F" w:rsidRPr="0086079F" w:rsidRDefault="0086079F" w:rsidP="0086079F">
            <w:pPr>
              <w:pStyle w:val="SIText"/>
            </w:pPr>
            <w:r w:rsidRPr="00804F4D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106B95AF" w14:textId="57A1702C" w:rsidR="0086079F" w:rsidRPr="0086079F" w:rsidRDefault="0086079F" w:rsidP="0086079F">
            <w:pPr>
              <w:pStyle w:val="SIText"/>
            </w:pPr>
            <w:r w:rsidRPr="00804F4D">
              <w:t>This version released with AHC Agriculture, Horticulture</w:t>
            </w:r>
            <w:r w:rsidR="00AE27F3">
              <w:t xml:space="preserve"> and</w:t>
            </w:r>
            <w:r w:rsidRPr="00804F4D">
              <w:t xml:space="preserve"> Conservation and Land Management Training Package Version </w:t>
            </w:r>
            <w:r>
              <w:t>7</w:t>
            </w:r>
            <w:r w:rsidRPr="0086079F">
              <w:t>.0.</w:t>
            </w:r>
          </w:p>
        </w:tc>
      </w:tr>
      <w:tr w:rsidR="00804F4D" w14:paraId="2D0F7C00" w14:textId="77777777" w:rsidTr="00CA2922">
        <w:tc>
          <w:tcPr>
            <w:tcW w:w="2689" w:type="dxa"/>
          </w:tcPr>
          <w:p w14:paraId="156154E0" w14:textId="2E948736" w:rsidR="00804F4D" w:rsidRPr="00804F4D" w:rsidRDefault="00804F4D" w:rsidP="00804F4D">
            <w:pPr>
              <w:pStyle w:val="SIText"/>
            </w:pPr>
            <w:r w:rsidRPr="00804F4D">
              <w:t>Release 2</w:t>
            </w:r>
          </w:p>
        </w:tc>
        <w:tc>
          <w:tcPr>
            <w:tcW w:w="6939" w:type="dxa"/>
          </w:tcPr>
          <w:p w14:paraId="02940AD1" w14:textId="77777777" w:rsidR="00804F4D" w:rsidRDefault="00804F4D" w:rsidP="00804F4D">
            <w:pPr>
              <w:pStyle w:val="SIText"/>
            </w:pPr>
            <w:r w:rsidRPr="00804F4D">
              <w:t xml:space="preserve">This version released with AHC Agriculture, Horticulture, Conservation and Land Management Training Package Version </w:t>
            </w:r>
            <w:r w:rsidR="006D49E7">
              <w:t>5</w:t>
            </w:r>
            <w:r w:rsidRPr="00804F4D">
              <w:t>.0.</w:t>
            </w:r>
          </w:p>
          <w:p w14:paraId="4AB5293F" w14:textId="77777777" w:rsidR="00D9730B" w:rsidRDefault="00D9730B" w:rsidP="00804F4D">
            <w:pPr>
              <w:pStyle w:val="SIText"/>
            </w:pPr>
          </w:p>
          <w:p w14:paraId="5201E087" w14:textId="5B12B3E8" w:rsidR="00D9730B" w:rsidRPr="00804F4D" w:rsidRDefault="00D9730B" w:rsidP="00804F4D">
            <w:pPr>
              <w:pStyle w:val="SIText"/>
            </w:pPr>
            <w:r>
              <w:t>Version created to u</w:t>
            </w:r>
            <w:r w:rsidRPr="006D49E7">
              <w:t>pdate elective unit codes</w:t>
            </w:r>
            <w:r>
              <w:t>.</w:t>
            </w:r>
          </w:p>
        </w:tc>
      </w:tr>
      <w:tr w:rsidR="00804F4D" w14:paraId="17AFB439" w14:textId="77777777" w:rsidTr="00CA2922">
        <w:tc>
          <w:tcPr>
            <w:tcW w:w="2689" w:type="dxa"/>
          </w:tcPr>
          <w:p w14:paraId="2AD7F13E" w14:textId="7B137D00" w:rsidR="00804F4D" w:rsidRPr="00804F4D" w:rsidRDefault="00804F4D" w:rsidP="00804F4D">
            <w:pPr>
              <w:pStyle w:val="SIText"/>
            </w:pPr>
            <w:r w:rsidRPr="00804F4D">
              <w:t>Release 1</w:t>
            </w:r>
          </w:p>
        </w:tc>
        <w:tc>
          <w:tcPr>
            <w:tcW w:w="6939" w:type="dxa"/>
          </w:tcPr>
          <w:p w14:paraId="394E9B7C" w14:textId="74920310" w:rsidR="00804F4D" w:rsidRPr="00804F4D" w:rsidRDefault="00804F4D" w:rsidP="00804F4D">
            <w:pPr>
              <w:pStyle w:val="SIText"/>
            </w:pPr>
            <w:r w:rsidRPr="00804F4D">
              <w:t>This version released with AHC Agriculture, Horticulture, Conservation and Land Management Training Package Version 1.0</w:t>
            </w:r>
            <w:r w:rsidR="00D9730B">
              <w:t xml:space="preserve"> and meets the </w:t>
            </w:r>
            <w:r w:rsidR="00D9730B" w:rsidRPr="00D9730B">
              <w:t>Standards for Training Packages 2012</w:t>
            </w:r>
            <w:r w:rsidRPr="00804F4D">
              <w:t>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1B622550" w:rsidR="00F1480E" w:rsidRPr="00923720" w:rsidRDefault="00804F4D" w:rsidP="00923720">
            <w:pPr>
              <w:pStyle w:val="SIQUALCODE"/>
            </w:pPr>
            <w:r>
              <w:t>AHC</w:t>
            </w:r>
            <w:r w:rsidR="006D49E7">
              <w:t>21616</w:t>
            </w:r>
          </w:p>
        </w:tc>
        <w:tc>
          <w:tcPr>
            <w:tcW w:w="3604" w:type="pct"/>
            <w:shd w:val="clear" w:color="auto" w:fill="auto"/>
          </w:tcPr>
          <w:p w14:paraId="7262D746" w14:textId="093D2789" w:rsidR="00F1480E" w:rsidRPr="00923720" w:rsidRDefault="006D49E7" w:rsidP="00A772D9">
            <w:pPr>
              <w:pStyle w:val="SIQUALtitle"/>
            </w:pPr>
            <w:r w:rsidRPr="006D49E7">
              <w:t>Certificate II in Landscaping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D2E6F90" w14:textId="357BD348" w:rsidR="006D49E7" w:rsidRPr="006D49E7" w:rsidRDefault="006D49E7" w:rsidP="006D49E7">
            <w:pPr>
              <w:pStyle w:val="SIText"/>
            </w:pPr>
            <w:r w:rsidRPr="006D49E7">
              <w:t xml:space="preserve">This qualification </w:t>
            </w:r>
            <w:r w:rsidR="00B9673E">
              <w:t xml:space="preserve">describes the skills and knowledge for </w:t>
            </w:r>
            <w:r w:rsidR="00B86EA5">
              <w:t xml:space="preserve">supporting job roles in the landscape industry including </w:t>
            </w:r>
            <w:r w:rsidR="00D8426C">
              <w:t>landscape labourer</w:t>
            </w:r>
            <w:r w:rsidRPr="006D49E7">
              <w:t>.</w:t>
            </w:r>
          </w:p>
          <w:p w14:paraId="32C8E45B" w14:textId="68524297" w:rsidR="006D49E7" w:rsidRDefault="006D49E7" w:rsidP="006D49E7">
            <w:pPr>
              <w:pStyle w:val="SIText"/>
            </w:pPr>
          </w:p>
          <w:p w14:paraId="36D194B1" w14:textId="29AE2916" w:rsidR="00B9673E" w:rsidRDefault="00B9673E" w:rsidP="006D49E7">
            <w:pPr>
              <w:pStyle w:val="SIText"/>
            </w:pPr>
            <w:r>
              <w:t>Individuals with this qualification carry out routine tasks under supervision where the work is predictable and structured with limited judgement requirements.</w:t>
            </w:r>
          </w:p>
          <w:p w14:paraId="196B0956" w14:textId="3A51E1A3" w:rsidR="00B86EA5" w:rsidRDefault="00B86EA5" w:rsidP="006D49E7">
            <w:pPr>
              <w:pStyle w:val="SIText"/>
            </w:pPr>
          </w:p>
          <w:p w14:paraId="724A094C" w14:textId="695BD7C4" w:rsidR="00B86EA5" w:rsidRDefault="00B86EA5" w:rsidP="006D49E7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DB135F1" w14:textId="77777777" w:rsidR="00B9673E" w:rsidRDefault="00B9673E" w:rsidP="006D49E7">
            <w:pPr>
              <w:pStyle w:val="SIText"/>
            </w:pPr>
          </w:p>
          <w:p w14:paraId="14F74EEE" w14:textId="7F301877" w:rsidR="00804F4D" w:rsidRPr="00856837" w:rsidRDefault="006D49E7" w:rsidP="00804F4D">
            <w:pPr>
              <w:pStyle w:val="SIText"/>
              <w:rPr>
                <w:color w:val="000000" w:themeColor="text1"/>
              </w:rPr>
            </w:pPr>
            <w:r w:rsidRPr="006D49E7">
              <w:t>No licensing, legislative or certification requirements apply to this qualification at the time of publication.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688DE072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0D196E">
        <w:trPr>
          <w:trHeight w:val="3676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7292FAD8" w:rsidR="00804F4D" w:rsidRPr="00804F4D" w:rsidRDefault="006D49E7" w:rsidP="00804F4D">
            <w:pPr>
              <w:pStyle w:val="SIBulletList1"/>
            </w:pPr>
            <w:r>
              <w:t>15</w:t>
            </w:r>
            <w:r w:rsidR="00804F4D" w:rsidRPr="00804F4D">
              <w:t xml:space="preserve"> units of competency:</w:t>
            </w:r>
          </w:p>
          <w:p w14:paraId="174F02F5" w14:textId="3501030F" w:rsidR="00804F4D" w:rsidRPr="00804F4D" w:rsidRDefault="006D49E7" w:rsidP="00804F4D">
            <w:pPr>
              <w:pStyle w:val="SIBulletList2"/>
            </w:pPr>
            <w:r>
              <w:t>8</w:t>
            </w:r>
            <w:r w:rsidR="00804F4D" w:rsidRPr="00804F4D">
              <w:t xml:space="preserve"> core units plus</w:t>
            </w:r>
          </w:p>
          <w:p w14:paraId="4D314140" w14:textId="469180F6" w:rsidR="00804F4D" w:rsidRPr="00804F4D" w:rsidRDefault="006D49E7" w:rsidP="00804F4D">
            <w:pPr>
              <w:pStyle w:val="SIBulletList2"/>
            </w:pPr>
            <w:r>
              <w:t>7</w:t>
            </w:r>
            <w:r w:rsidR="00804F4D" w:rsidRPr="00804F4D">
              <w:t xml:space="preserve"> elective units.</w:t>
            </w:r>
          </w:p>
          <w:p w14:paraId="67DE5A7C" w14:textId="77777777" w:rsidR="00804F4D" w:rsidRDefault="00804F4D" w:rsidP="00804F4D">
            <w:pPr>
              <w:pStyle w:val="SIText"/>
            </w:pPr>
          </w:p>
          <w:p w14:paraId="78A16C3F" w14:textId="77777777" w:rsidR="006D49E7" w:rsidRPr="006D49E7" w:rsidRDefault="006D49E7" w:rsidP="006D49E7">
            <w:pPr>
              <w:pStyle w:val="SIText"/>
            </w:pPr>
            <w:r w:rsidRPr="006D49E7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63C29D6D" w14:textId="368C5B48" w:rsidR="006D49E7" w:rsidRPr="006D49E7" w:rsidRDefault="006D49E7" w:rsidP="006D49E7">
            <w:pPr>
              <w:pStyle w:val="SIBulletList1"/>
            </w:pPr>
            <w:r w:rsidRPr="006D49E7">
              <w:t xml:space="preserve">4 </w:t>
            </w:r>
            <w:r w:rsidR="00941C21">
              <w:t>must be from the electives</w:t>
            </w:r>
            <w:r w:rsidRPr="006D49E7">
              <w:t xml:space="preserve"> list</w:t>
            </w:r>
            <w:r w:rsidR="00941C21">
              <w:t>ed</w:t>
            </w:r>
            <w:r w:rsidRPr="006D49E7">
              <w:t xml:space="preserve"> below</w:t>
            </w:r>
          </w:p>
          <w:p w14:paraId="732ABB86" w14:textId="3E72B659" w:rsidR="006D49E7" w:rsidRPr="006D49E7" w:rsidRDefault="006D49E7" w:rsidP="008C78AF">
            <w:pPr>
              <w:pStyle w:val="SIBulletList1"/>
            </w:pPr>
            <w:r w:rsidRPr="006D49E7">
              <w:t xml:space="preserve">3 </w:t>
            </w:r>
            <w:r w:rsidR="00941C21">
              <w:t xml:space="preserve">from the remaining electives listed below, </w:t>
            </w:r>
            <w:r w:rsidRPr="006D49E7">
              <w:t xml:space="preserve">or any </w:t>
            </w:r>
            <w:r w:rsidR="000D196E">
              <w:t>currently</w:t>
            </w:r>
            <w:r w:rsidR="003F47B1">
              <w:t xml:space="preserve"> </w:t>
            </w:r>
            <w:r w:rsidRPr="006D49E7">
              <w:t xml:space="preserve">endorsed Training Package or </w:t>
            </w:r>
            <w:r w:rsidR="00941C21">
              <w:t>a</w:t>
            </w:r>
            <w:r w:rsidRPr="006D49E7">
              <w:t xml:space="preserve">ccredited </w:t>
            </w:r>
            <w:r w:rsidR="00941C21">
              <w:t>c</w:t>
            </w:r>
            <w:r w:rsidRPr="006D49E7">
              <w:t>ourse.</w:t>
            </w:r>
          </w:p>
          <w:p w14:paraId="5B14CC38" w14:textId="77777777" w:rsidR="008C78AF" w:rsidRDefault="008C78AF" w:rsidP="00856837">
            <w:pPr>
              <w:pStyle w:val="SITextHeading2"/>
            </w:pPr>
          </w:p>
          <w:p w14:paraId="3A96C613" w14:textId="6142CF3A" w:rsidR="004270D2" w:rsidRPr="00856837" w:rsidRDefault="004270D2" w:rsidP="00856837">
            <w:pPr>
              <w:pStyle w:val="SITextHeading2"/>
              <w:rPr>
                <w:b w:val="0"/>
              </w:rPr>
            </w:pPr>
            <w:commentRangeStart w:id="0"/>
            <w:r w:rsidRPr="00856837">
              <w:t>Core Units</w:t>
            </w:r>
            <w:commentRangeEnd w:id="0"/>
            <w:r w:rsidR="0086079F">
              <w:rPr>
                <w:rStyle w:val="CommentReference"/>
                <w:b w:val="0"/>
                <w:lang w:eastAsia="en-AU"/>
              </w:rPr>
              <w:commentReference w:id="0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D49E7" w:rsidRPr="00941C21" w14:paraId="777DB4D8" w14:textId="77777777" w:rsidTr="005C7EA8">
              <w:tc>
                <w:tcPr>
                  <w:tcW w:w="1718" w:type="dxa"/>
                </w:tcPr>
                <w:p w14:paraId="7A1931B6" w14:textId="0D4ABF97" w:rsidR="006D49E7" w:rsidRPr="0086079F" w:rsidRDefault="006D49E7" w:rsidP="00941C21">
                  <w:pPr>
                    <w:pStyle w:val="SIText"/>
                    <w:rPr>
                      <w:rStyle w:val="SITemporarytext-green"/>
                    </w:rPr>
                  </w:pPr>
                  <w:r w:rsidRPr="0086079F">
                    <w:rPr>
                      <w:rStyle w:val="SITemporarytext-green"/>
                    </w:rPr>
                    <w:t>AHCLSC2</w:t>
                  </w:r>
                  <w:r w:rsidR="00207B4F">
                    <w:rPr>
                      <w:rStyle w:val="SITemporarytext-green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339508C1" w14:textId="087A51AB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Assist with landscape construction work</w:t>
                  </w:r>
                </w:p>
              </w:tc>
            </w:tr>
            <w:tr w:rsidR="006D49E7" w:rsidRPr="00941C21" w14:paraId="5B16D3C3" w14:textId="77777777" w:rsidTr="005C7EA8">
              <w:tc>
                <w:tcPr>
                  <w:tcW w:w="1718" w:type="dxa"/>
                </w:tcPr>
                <w:p w14:paraId="2C8FAF6A" w14:textId="579BB80E" w:rsidR="006D49E7" w:rsidRPr="0086079F" w:rsidRDefault="006D49E7" w:rsidP="00941C21">
                  <w:pPr>
                    <w:pStyle w:val="SIText"/>
                    <w:rPr>
                      <w:rStyle w:val="SITemporarytext-green"/>
                    </w:rPr>
                  </w:pPr>
                  <w:r w:rsidRPr="0086079F">
                    <w:rPr>
                      <w:rStyle w:val="SITemporarytext-green"/>
                    </w:rPr>
                    <w:t>AHCLSC202</w:t>
                  </w:r>
                </w:p>
              </w:tc>
              <w:tc>
                <w:tcPr>
                  <w:tcW w:w="5670" w:type="dxa"/>
                </w:tcPr>
                <w:p w14:paraId="1F49538C" w14:textId="0BF0CE00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Construct low-profile timber or modular retaining walls</w:t>
                  </w:r>
                </w:p>
              </w:tc>
            </w:tr>
            <w:tr w:rsidR="006D49E7" w:rsidRPr="00941C21" w14:paraId="1597189A" w14:textId="77777777" w:rsidTr="005C7EA8">
              <w:tc>
                <w:tcPr>
                  <w:tcW w:w="1718" w:type="dxa"/>
                </w:tcPr>
                <w:p w14:paraId="19211D57" w14:textId="301B9278" w:rsidR="006D49E7" w:rsidRPr="0086079F" w:rsidRDefault="006D49E7" w:rsidP="00941C21">
                  <w:pPr>
                    <w:pStyle w:val="SIText"/>
                    <w:rPr>
                      <w:rStyle w:val="SITemporarytext-green"/>
                    </w:rPr>
                  </w:pPr>
                  <w:r w:rsidRPr="0086079F">
                    <w:rPr>
                      <w:rStyle w:val="SITemporarytext-green"/>
                    </w:rPr>
                    <w:t>AHCLSC203</w:t>
                  </w:r>
                </w:p>
              </w:tc>
              <w:tc>
                <w:tcPr>
                  <w:tcW w:w="5670" w:type="dxa"/>
                </w:tcPr>
                <w:p w14:paraId="266F442C" w14:textId="2CCECF79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Install aggregate paths</w:t>
                  </w:r>
                </w:p>
              </w:tc>
            </w:tr>
            <w:tr w:rsidR="006D49E7" w:rsidRPr="00941C21" w14:paraId="627984F8" w14:textId="77777777" w:rsidTr="005C7EA8">
              <w:tc>
                <w:tcPr>
                  <w:tcW w:w="1718" w:type="dxa"/>
                </w:tcPr>
                <w:p w14:paraId="60978826" w14:textId="14FA328C" w:rsidR="006D49E7" w:rsidRPr="0086079F" w:rsidRDefault="006D49E7" w:rsidP="00941C21">
                  <w:pPr>
                    <w:pStyle w:val="SIText"/>
                    <w:rPr>
                      <w:rStyle w:val="SITemporarytext-green"/>
                    </w:rPr>
                  </w:pPr>
                  <w:r w:rsidRPr="0086079F">
                    <w:rPr>
                      <w:rStyle w:val="SITemporarytext-green"/>
                    </w:rPr>
                    <w:t>AHCLSC204</w:t>
                  </w:r>
                </w:p>
              </w:tc>
              <w:tc>
                <w:tcPr>
                  <w:tcW w:w="5670" w:type="dxa"/>
                </w:tcPr>
                <w:p w14:paraId="304F04D7" w14:textId="5D71D350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Lay paving</w:t>
                  </w:r>
                </w:p>
              </w:tc>
            </w:tr>
            <w:tr w:rsidR="006D49E7" w:rsidRPr="00941C21" w14:paraId="0CEA0206" w14:textId="77777777" w:rsidTr="005C7EA8">
              <w:tc>
                <w:tcPr>
                  <w:tcW w:w="1718" w:type="dxa"/>
                </w:tcPr>
                <w:p w14:paraId="15C6B8A2" w14:textId="72C49593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AHCMOM203</w:t>
                  </w:r>
                </w:p>
              </w:tc>
              <w:tc>
                <w:tcPr>
                  <w:tcW w:w="5670" w:type="dxa"/>
                </w:tcPr>
                <w:p w14:paraId="03A5DBB3" w14:textId="7AAB2FB8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Operate basic machinery and equipment</w:t>
                  </w:r>
                </w:p>
              </w:tc>
            </w:tr>
            <w:tr w:rsidR="006D49E7" w:rsidRPr="00941C21" w14:paraId="10AEA5C2" w14:textId="77777777" w:rsidTr="005C7EA8">
              <w:tc>
                <w:tcPr>
                  <w:tcW w:w="1718" w:type="dxa"/>
                </w:tcPr>
                <w:p w14:paraId="635DFA66" w14:textId="56C2E151" w:rsidR="006D49E7" w:rsidRPr="0086079F" w:rsidRDefault="006D49E7" w:rsidP="00941C21">
                  <w:pPr>
                    <w:pStyle w:val="SIText"/>
                    <w:rPr>
                      <w:rStyle w:val="SITemporarytext-blue"/>
                    </w:rPr>
                  </w:pPr>
                  <w:r w:rsidRPr="0086079F">
                    <w:rPr>
                      <w:rStyle w:val="SITemporarytext-blue"/>
                    </w:rPr>
                    <w:t>AHCPGD2</w:t>
                  </w:r>
                  <w:r w:rsidR="00207B4F">
                    <w:rPr>
                      <w:rStyle w:val="SITemporarytext-blu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275C0814" w14:textId="41FDE901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Plant trees and shrubs</w:t>
                  </w:r>
                </w:p>
              </w:tc>
            </w:tr>
            <w:tr w:rsidR="006D49E7" w:rsidRPr="00941C21" w14:paraId="69E6BF1E" w14:textId="77777777" w:rsidTr="005C7EA8">
              <w:tc>
                <w:tcPr>
                  <w:tcW w:w="1718" w:type="dxa"/>
                </w:tcPr>
                <w:p w14:paraId="1719C9B0" w14:textId="3EFB6E99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AHCPCM20</w:t>
                  </w:r>
                  <w:r w:rsidR="00930C36">
                    <w:t>4</w:t>
                  </w:r>
                </w:p>
              </w:tc>
              <w:tc>
                <w:tcPr>
                  <w:tcW w:w="5670" w:type="dxa"/>
                </w:tcPr>
                <w:p w14:paraId="535B1FFB" w14:textId="76D5C897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Recognise plants</w:t>
                  </w:r>
                </w:p>
              </w:tc>
            </w:tr>
            <w:tr w:rsidR="006D49E7" w:rsidRPr="00941C21" w14:paraId="243ADB82" w14:textId="77777777" w:rsidTr="005C7EA8">
              <w:tc>
                <w:tcPr>
                  <w:tcW w:w="1718" w:type="dxa"/>
                </w:tcPr>
                <w:p w14:paraId="543EC10E" w14:textId="027D338F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AHCWHS201</w:t>
                  </w:r>
                </w:p>
              </w:tc>
              <w:tc>
                <w:tcPr>
                  <w:tcW w:w="5670" w:type="dxa"/>
                </w:tcPr>
                <w:p w14:paraId="06812A27" w14:textId="182F9B3E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Participate in work health and safety processes</w:t>
                  </w:r>
                </w:p>
              </w:tc>
            </w:tr>
          </w:tbl>
          <w:p w14:paraId="2AC9BEF9" w14:textId="0DDDA00D" w:rsidR="00DB524F" w:rsidRPr="00DB524F" w:rsidRDefault="00DB524F" w:rsidP="00DB524F">
            <w:pPr>
              <w:pStyle w:val="SIText-Bold"/>
            </w:pPr>
          </w:p>
          <w:p w14:paraId="0818F53D" w14:textId="15AF2511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57"/>
              <w:gridCol w:w="5670"/>
            </w:tblGrid>
            <w:tr w:rsidR="006D49E7" w:rsidRPr="00930C36" w14:paraId="1679FC81" w14:textId="77777777" w:rsidTr="00A8522F">
              <w:tc>
                <w:tcPr>
                  <w:tcW w:w="2057" w:type="dxa"/>
                </w:tcPr>
                <w:p w14:paraId="37830257" w14:textId="7E13ADFC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AHCARB211</w:t>
                  </w:r>
                </w:p>
              </w:tc>
              <w:tc>
                <w:tcPr>
                  <w:tcW w:w="5670" w:type="dxa"/>
                </w:tcPr>
                <w:p w14:paraId="37FD9641" w14:textId="54068C7D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Apply treatments to trees</w:t>
                  </w:r>
                </w:p>
              </w:tc>
            </w:tr>
            <w:tr w:rsidR="006D49E7" w:rsidRPr="005C7EA8" w14:paraId="7BA9F357" w14:textId="77777777" w:rsidTr="00A8522F">
              <w:tc>
                <w:tcPr>
                  <w:tcW w:w="2057" w:type="dxa"/>
                </w:tcPr>
                <w:p w14:paraId="60D89FE0" w14:textId="1A487FA3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lastRenderedPageBreak/>
                    <w:t>AHCCHM201</w:t>
                  </w:r>
                </w:p>
              </w:tc>
              <w:tc>
                <w:tcPr>
                  <w:tcW w:w="5670" w:type="dxa"/>
                </w:tcPr>
                <w:p w14:paraId="717A4B5C" w14:textId="6A555D17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Apply chemicals under supervision</w:t>
                  </w:r>
                </w:p>
              </w:tc>
            </w:tr>
            <w:tr w:rsidR="006D49E7" w:rsidRPr="005C7EA8" w14:paraId="78BCB6E6" w14:textId="77777777" w:rsidTr="00A8522F">
              <w:tc>
                <w:tcPr>
                  <w:tcW w:w="2057" w:type="dxa"/>
                </w:tcPr>
                <w:p w14:paraId="41E9589A" w14:textId="67E12321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AHCINF203</w:t>
                  </w:r>
                </w:p>
              </w:tc>
              <w:tc>
                <w:tcPr>
                  <w:tcW w:w="5670" w:type="dxa"/>
                </w:tcPr>
                <w:p w14:paraId="2FF8D97F" w14:textId="430D98C8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Maintain properties and structures</w:t>
                  </w:r>
                </w:p>
              </w:tc>
            </w:tr>
            <w:tr w:rsidR="006D49E7" w:rsidRPr="005C7EA8" w14:paraId="3B8C4982" w14:textId="77777777" w:rsidTr="00A8522F">
              <w:tc>
                <w:tcPr>
                  <w:tcW w:w="2057" w:type="dxa"/>
                </w:tcPr>
                <w:p w14:paraId="2594AE3A" w14:textId="7BAB0ACB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AHCINF204</w:t>
                  </w:r>
                </w:p>
              </w:tc>
              <w:tc>
                <w:tcPr>
                  <w:tcW w:w="5670" w:type="dxa"/>
                </w:tcPr>
                <w:p w14:paraId="53ECB944" w14:textId="6BC9FB4A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Fabricate and repair metal or plastic structures</w:t>
                  </w:r>
                </w:p>
              </w:tc>
            </w:tr>
            <w:tr w:rsidR="006D49E7" w:rsidRPr="005C7EA8" w14:paraId="2BC5BC49" w14:textId="77777777" w:rsidTr="00A8522F">
              <w:tc>
                <w:tcPr>
                  <w:tcW w:w="2057" w:type="dxa"/>
                </w:tcPr>
                <w:p w14:paraId="0FECD7F9" w14:textId="3EBA354D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AHCIRG219</w:t>
                  </w:r>
                </w:p>
              </w:tc>
              <w:tc>
                <w:tcPr>
                  <w:tcW w:w="5670" w:type="dxa"/>
                </w:tcPr>
                <w:p w14:paraId="0C261379" w14:textId="089BA8B6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Assist with low volume irrigation operations</w:t>
                  </w:r>
                </w:p>
              </w:tc>
            </w:tr>
            <w:tr w:rsidR="006D49E7" w:rsidRPr="005C7EA8" w14:paraId="2925015D" w14:textId="77777777" w:rsidTr="00A8522F">
              <w:tc>
                <w:tcPr>
                  <w:tcW w:w="2057" w:type="dxa"/>
                </w:tcPr>
                <w:p w14:paraId="5BD50041" w14:textId="56A40A82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AHCIRG221</w:t>
                  </w:r>
                </w:p>
              </w:tc>
              <w:tc>
                <w:tcPr>
                  <w:tcW w:w="5670" w:type="dxa"/>
                </w:tcPr>
                <w:p w14:paraId="15779F3F" w14:textId="6E340680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Assist with pressurised irrigation operations</w:t>
                  </w:r>
                </w:p>
              </w:tc>
            </w:tr>
            <w:tr w:rsidR="006D49E7" w:rsidRPr="005C7EA8" w14:paraId="7EBE1EC6" w14:textId="77777777" w:rsidTr="00A8522F">
              <w:tc>
                <w:tcPr>
                  <w:tcW w:w="2057" w:type="dxa"/>
                </w:tcPr>
                <w:p w14:paraId="0BB21F96" w14:textId="5CEA3E34" w:rsidR="006D49E7" w:rsidRPr="0086079F" w:rsidRDefault="006D49E7" w:rsidP="00930C36">
                  <w:pPr>
                    <w:pStyle w:val="SIText"/>
                    <w:rPr>
                      <w:rStyle w:val="SITemporarytext-green"/>
                    </w:rPr>
                  </w:pPr>
                  <w:r w:rsidRPr="0086079F">
                    <w:rPr>
                      <w:rStyle w:val="SITemporarytext-green"/>
                    </w:rPr>
                    <w:t>AHCLSC205</w:t>
                  </w:r>
                </w:p>
              </w:tc>
              <w:tc>
                <w:tcPr>
                  <w:tcW w:w="5670" w:type="dxa"/>
                </w:tcPr>
                <w:p w14:paraId="4B7265F4" w14:textId="21614BB3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Install tree protection devices</w:t>
                  </w:r>
                </w:p>
              </w:tc>
            </w:tr>
            <w:tr w:rsidR="00A8522F" w:rsidRPr="005C7EA8" w14:paraId="6FE411EA" w14:textId="77777777" w:rsidTr="00A8522F">
              <w:tc>
                <w:tcPr>
                  <w:tcW w:w="2057" w:type="dxa"/>
                </w:tcPr>
                <w:p w14:paraId="7A458F18" w14:textId="04404489" w:rsidR="00A8522F" w:rsidRPr="0086079F" w:rsidRDefault="00A8522F" w:rsidP="00930C36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>AHCLSC3</w:t>
                  </w:r>
                  <w:r w:rsidR="00DF7FCB">
                    <w:rPr>
                      <w:rStyle w:val="SITemporarytext-green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598F7764" w14:textId="5544178A" w:rsidR="00A8522F" w:rsidRPr="00930C36" w:rsidRDefault="00A8522F" w:rsidP="00930C36">
                  <w:pPr>
                    <w:pStyle w:val="SIText"/>
                  </w:pPr>
                  <w:r>
                    <w:t>Set out site for construction works</w:t>
                  </w:r>
                </w:p>
              </w:tc>
            </w:tr>
            <w:tr w:rsidR="006D49E7" w:rsidRPr="005C7EA8" w14:paraId="50E065AA" w14:textId="77777777" w:rsidTr="00A8522F">
              <w:tc>
                <w:tcPr>
                  <w:tcW w:w="2057" w:type="dxa"/>
                </w:tcPr>
                <w:p w14:paraId="5EAF89AA" w14:textId="2CA1E0B4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AHCMOM202</w:t>
                  </w:r>
                </w:p>
              </w:tc>
              <w:tc>
                <w:tcPr>
                  <w:tcW w:w="5670" w:type="dxa"/>
                </w:tcPr>
                <w:p w14:paraId="0F4122CA" w14:textId="59362897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Operate tractors</w:t>
                  </w:r>
                </w:p>
              </w:tc>
            </w:tr>
            <w:tr w:rsidR="006D49E7" w:rsidRPr="005C7EA8" w14:paraId="02715CCC" w14:textId="77777777" w:rsidTr="00A8522F">
              <w:tc>
                <w:tcPr>
                  <w:tcW w:w="2057" w:type="dxa"/>
                </w:tcPr>
                <w:p w14:paraId="4BA91322" w14:textId="0DC00279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AHCMOM204</w:t>
                  </w:r>
                </w:p>
              </w:tc>
              <w:tc>
                <w:tcPr>
                  <w:tcW w:w="5670" w:type="dxa"/>
                </w:tcPr>
                <w:p w14:paraId="304FDA2A" w14:textId="1A2B98BA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Undertake operational maintenance of machinery</w:t>
                  </w:r>
                </w:p>
              </w:tc>
            </w:tr>
            <w:tr w:rsidR="006D49E7" w:rsidRPr="005C7EA8" w14:paraId="250ACC79" w14:textId="77777777" w:rsidTr="00A8522F">
              <w:tc>
                <w:tcPr>
                  <w:tcW w:w="2057" w:type="dxa"/>
                </w:tcPr>
                <w:p w14:paraId="5EB25D80" w14:textId="158ED6F6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AHCMOM205</w:t>
                  </w:r>
                </w:p>
              </w:tc>
              <w:tc>
                <w:tcPr>
                  <w:tcW w:w="5670" w:type="dxa"/>
                </w:tcPr>
                <w:p w14:paraId="7BB9E172" w14:textId="23D96878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Operate vehicles</w:t>
                  </w:r>
                </w:p>
              </w:tc>
            </w:tr>
            <w:tr w:rsidR="006D49E7" w:rsidRPr="005C7EA8" w14:paraId="63FD81F3" w14:textId="77777777" w:rsidTr="00A8522F">
              <w:tc>
                <w:tcPr>
                  <w:tcW w:w="2057" w:type="dxa"/>
                </w:tcPr>
                <w:p w14:paraId="2A5313C0" w14:textId="668999E9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AHCMOM213</w:t>
                  </w:r>
                </w:p>
              </w:tc>
              <w:tc>
                <w:tcPr>
                  <w:tcW w:w="5670" w:type="dxa"/>
                </w:tcPr>
                <w:p w14:paraId="502985C4" w14:textId="47E26313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Operate and maintain chainsaws</w:t>
                  </w:r>
                </w:p>
              </w:tc>
            </w:tr>
            <w:tr w:rsidR="006D49E7" w:rsidRPr="005C7EA8" w14:paraId="44D8AFEB" w14:textId="77777777" w:rsidTr="00A8522F">
              <w:tc>
                <w:tcPr>
                  <w:tcW w:w="2057" w:type="dxa"/>
                </w:tcPr>
                <w:p w14:paraId="0F6F27A3" w14:textId="6B60A544" w:rsidR="006D49E7" w:rsidRPr="0086079F" w:rsidRDefault="006D49E7" w:rsidP="00930C36">
                  <w:pPr>
                    <w:pStyle w:val="SIText"/>
                    <w:rPr>
                      <w:rStyle w:val="SITemporarytext-blue"/>
                    </w:rPr>
                  </w:pPr>
                  <w:r w:rsidRPr="0086079F">
                    <w:rPr>
                      <w:rStyle w:val="SITemporarytext-blue"/>
                    </w:rPr>
                    <w:t>AHCPGD2</w:t>
                  </w:r>
                  <w:r w:rsidR="00DF7FCB">
                    <w:rPr>
                      <w:rStyle w:val="SITemporarytext-blu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36506252" w14:textId="35564D3D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Prepare and maintain plant displays</w:t>
                  </w:r>
                </w:p>
              </w:tc>
            </w:tr>
            <w:tr w:rsidR="006D49E7" w:rsidRPr="005C7EA8" w14:paraId="0AF3636C" w14:textId="77777777" w:rsidTr="00A8522F">
              <w:tc>
                <w:tcPr>
                  <w:tcW w:w="2057" w:type="dxa"/>
                </w:tcPr>
                <w:p w14:paraId="3131E111" w14:textId="75B106DA" w:rsidR="006D49E7" w:rsidRPr="0086079F" w:rsidRDefault="006D49E7" w:rsidP="00930C36">
                  <w:pPr>
                    <w:pStyle w:val="SIText"/>
                    <w:rPr>
                      <w:rStyle w:val="SITemporarytext-blue"/>
                    </w:rPr>
                  </w:pPr>
                  <w:r w:rsidRPr="0086079F">
                    <w:rPr>
                      <w:rStyle w:val="SITemporarytext-blue"/>
                    </w:rPr>
                    <w:t>AHCPGD2</w:t>
                  </w:r>
                  <w:r w:rsidR="00DF7FCB">
                    <w:rPr>
                      <w:rStyle w:val="SITemporarytext-blu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61942244" w14:textId="400BF02A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Prune shrubs and small trees</w:t>
                  </w:r>
                </w:p>
              </w:tc>
            </w:tr>
            <w:tr w:rsidR="006D49E7" w:rsidRPr="005C7EA8" w14:paraId="7EB462A3" w14:textId="77777777" w:rsidTr="00A8522F">
              <w:tc>
                <w:tcPr>
                  <w:tcW w:w="2057" w:type="dxa"/>
                </w:tcPr>
                <w:p w14:paraId="47E192D4" w14:textId="2360E1CB" w:rsidR="006D49E7" w:rsidRPr="0086079F" w:rsidRDefault="006D49E7" w:rsidP="00930C36">
                  <w:pPr>
                    <w:pStyle w:val="SIText"/>
                    <w:rPr>
                      <w:rStyle w:val="SITemporarytext-blue"/>
                    </w:rPr>
                  </w:pPr>
                  <w:r w:rsidRPr="0086079F">
                    <w:rPr>
                      <w:rStyle w:val="SITemporarytext-blue"/>
                    </w:rPr>
                    <w:t>AHCPGD2</w:t>
                  </w:r>
                  <w:r w:rsidR="00344544">
                    <w:rPr>
                      <w:rStyle w:val="SITemporarytext-blue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33CA9B4B" w14:textId="4B6DEC29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Transplant s</w:t>
                  </w:r>
                  <w:r w:rsidR="00344544">
                    <w:t>hrubs and s</w:t>
                  </w:r>
                  <w:r w:rsidRPr="00930C36">
                    <w:t>mall trees</w:t>
                  </w:r>
                </w:p>
              </w:tc>
            </w:tr>
            <w:tr w:rsidR="006D49E7" w:rsidRPr="005C7EA8" w14:paraId="53E000B4" w14:textId="77777777" w:rsidTr="00A8522F">
              <w:tc>
                <w:tcPr>
                  <w:tcW w:w="2057" w:type="dxa"/>
                </w:tcPr>
                <w:p w14:paraId="6938F19C" w14:textId="3AF53EBC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AHCPMG201</w:t>
                  </w:r>
                </w:p>
              </w:tc>
              <w:tc>
                <w:tcPr>
                  <w:tcW w:w="5670" w:type="dxa"/>
                </w:tcPr>
                <w:p w14:paraId="4899EB2D" w14:textId="6D749187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Treat weeds</w:t>
                  </w:r>
                </w:p>
              </w:tc>
            </w:tr>
            <w:tr w:rsidR="006D49E7" w:rsidRPr="005C7EA8" w14:paraId="1216594B" w14:textId="77777777" w:rsidTr="00A8522F">
              <w:tc>
                <w:tcPr>
                  <w:tcW w:w="2057" w:type="dxa"/>
                </w:tcPr>
                <w:p w14:paraId="5387CDAF" w14:textId="2BFFE314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AHCPMG202</w:t>
                  </w:r>
                </w:p>
              </w:tc>
              <w:tc>
                <w:tcPr>
                  <w:tcW w:w="5670" w:type="dxa"/>
                </w:tcPr>
                <w:p w14:paraId="1BEA99AE" w14:textId="12B733A3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 xml:space="preserve">Treat plant pests, </w:t>
                  </w:r>
                  <w:proofErr w:type="gramStart"/>
                  <w:r w:rsidRPr="00930C36">
                    <w:t>diseases</w:t>
                  </w:r>
                  <w:proofErr w:type="gramEnd"/>
                  <w:r w:rsidRPr="00930C36">
                    <w:t xml:space="preserve"> and disorders</w:t>
                  </w:r>
                </w:p>
              </w:tc>
            </w:tr>
            <w:tr w:rsidR="006D49E7" w:rsidRPr="005C7EA8" w14:paraId="6A8223D3" w14:textId="77777777" w:rsidTr="00A8522F">
              <w:tc>
                <w:tcPr>
                  <w:tcW w:w="2057" w:type="dxa"/>
                </w:tcPr>
                <w:p w14:paraId="10C47FA1" w14:textId="31073ED4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AHCSOL20</w:t>
                  </w:r>
                  <w:r w:rsidR="00930C36">
                    <w:t>3</w:t>
                  </w:r>
                </w:p>
              </w:tc>
              <w:tc>
                <w:tcPr>
                  <w:tcW w:w="5670" w:type="dxa"/>
                </w:tcPr>
                <w:p w14:paraId="5D60ED72" w14:textId="7886329E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Assist with soil or growing media sampling and testing</w:t>
                  </w:r>
                </w:p>
              </w:tc>
            </w:tr>
            <w:tr w:rsidR="006D49E7" w:rsidRPr="005C7EA8" w14:paraId="1870777E" w14:textId="77777777" w:rsidTr="00A8522F">
              <w:tc>
                <w:tcPr>
                  <w:tcW w:w="2057" w:type="dxa"/>
                </w:tcPr>
                <w:p w14:paraId="1DA547B2" w14:textId="4F50D713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AHCTRF205</w:t>
                  </w:r>
                </w:p>
              </w:tc>
              <w:tc>
                <w:tcPr>
                  <w:tcW w:w="5670" w:type="dxa"/>
                </w:tcPr>
                <w:p w14:paraId="68BC3CAC" w14:textId="6B57E185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Assist in the preparation of turf surfaces for play</w:t>
                  </w:r>
                </w:p>
              </w:tc>
            </w:tr>
            <w:tr w:rsidR="006D49E7" w:rsidRPr="005C7EA8" w14:paraId="3CD3DF6F" w14:textId="77777777" w:rsidTr="00A8522F">
              <w:tc>
                <w:tcPr>
                  <w:tcW w:w="2057" w:type="dxa"/>
                </w:tcPr>
                <w:p w14:paraId="2DA4CA8E" w14:textId="2573A18E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AHCTRF206</w:t>
                  </w:r>
                </w:p>
              </w:tc>
              <w:tc>
                <w:tcPr>
                  <w:tcW w:w="5670" w:type="dxa"/>
                </w:tcPr>
                <w:p w14:paraId="25FB82C1" w14:textId="60099056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Assist with turf construction</w:t>
                  </w:r>
                </w:p>
              </w:tc>
            </w:tr>
            <w:tr w:rsidR="006D49E7" w:rsidRPr="005C7EA8" w14:paraId="7503E35D" w14:textId="77777777" w:rsidTr="00A8522F">
              <w:tc>
                <w:tcPr>
                  <w:tcW w:w="2057" w:type="dxa"/>
                </w:tcPr>
                <w:p w14:paraId="272F7D71" w14:textId="69F32595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AHCTRF207</w:t>
                  </w:r>
                </w:p>
              </w:tc>
              <w:tc>
                <w:tcPr>
                  <w:tcW w:w="5670" w:type="dxa"/>
                </w:tcPr>
                <w:p w14:paraId="63EC22E7" w14:textId="2FF5A603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Renovate grassed areas</w:t>
                  </w:r>
                </w:p>
              </w:tc>
            </w:tr>
            <w:tr w:rsidR="006D49E7" w:rsidRPr="005C7EA8" w14:paraId="1D1663EA" w14:textId="77777777" w:rsidTr="00A8522F">
              <w:tc>
                <w:tcPr>
                  <w:tcW w:w="2057" w:type="dxa"/>
                </w:tcPr>
                <w:p w14:paraId="313652C2" w14:textId="7DEE959B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AHCTRF208</w:t>
                  </w:r>
                </w:p>
              </w:tc>
              <w:tc>
                <w:tcPr>
                  <w:tcW w:w="5670" w:type="dxa"/>
                </w:tcPr>
                <w:p w14:paraId="0C11AC94" w14:textId="44EE5751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Support turf establishment</w:t>
                  </w:r>
                </w:p>
              </w:tc>
            </w:tr>
            <w:tr w:rsidR="006D49E7" w:rsidRPr="005C7EA8" w14:paraId="48176002" w14:textId="77777777" w:rsidTr="00A8522F">
              <w:tc>
                <w:tcPr>
                  <w:tcW w:w="2057" w:type="dxa"/>
                </w:tcPr>
                <w:p w14:paraId="7F03B9AF" w14:textId="06988995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AHCWRK204</w:t>
                  </w:r>
                </w:p>
              </w:tc>
              <w:tc>
                <w:tcPr>
                  <w:tcW w:w="5670" w:type="dxa"/>
                </w:tcPr>
                <w:p w14:paraId="4CF758D2" w14:textId="24E2D3BA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Work effectively in the industry</w:t>
                  </w:r>
                </w:p>
              </w:tc>
            </w:tr>
            <w:tr w:rsidR="006D49E7" w:rsidRPr="005C7EA8" w14:paraId="0D6E223D" w14:textId="77777777" w:rsidTr="00A8522F">
              <w:tc>
                <w:tcPr>
                  <w:tcW w:w="2057" w:type="dxa"/>
                </w:tcPr>
                <w:p w14:paraId="58C9F174" w14:textId="2CE13BB2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AHCWRK205</w:t>
                  </w:r>
                </w:p>
              </w:tc>
              <w:tc>
                <w:tcPr>
                  <w:tcW w:w="5670" w:type="dxa"/>
                </w:tcPr>
                <w:p w14:paraId="5640C263" w14:textId="57BBED2F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Participate in workplace communications</w:t>
                  </w:r>
                </w:p>
              </w:tc>
            </w:tr>
            <w:tr w:rsidR="006D49E7" w:rsidRPr="005C7EA8" w14:paraId="79AB5824" w14:textId="77777777" w:rsidTr="00A8522F">
              <w:tc>
                <w:tcPr>
                  <w:tcW w:w="2057" w:type="dxa"/>
                </w:tcPr>
                <w:p w14:paraId="55244292" w14:textId="5F8715E4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AHCWRK206</w:t>
                  </w:r>
                </w:p>
              </w:tc>
              <w:tc>
                <w:tcPr>
                  <w:tcW w:w="5670" w:type="dxa"/>
                </w:tcPr>
                <w:p w14:paraId="6B1AAEA8" w14:textId="5C5FA24B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Observe enterprise quality assurance procedures</w:t>
                  </w:r>
                </w:p>
              </w:tc>
            </w:tr>
            <w:tr w:rsidR="006D49E7" w:rsidRPr="005C7EA8" w14:paraId="3CABF786" w14:textId="77777777" w:rsidTr="00A8522F">
              <w:tc>
                <w:tcPr>
                  <w:tcW w:w="2057" w:type="dxa"/>
                </w:tcPr>
                <w:p w14:paraId="3D6159AF" w14:textId="5BE2089C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AHCWRK208</w:t>
                  </w:r>
                </w:p>
              </w:tc>
              <w:tc>
                <w:tcPr>
                  <w:tcW w:w="5670" w:type="dxa"/>
                </w:tcPr>
                <w:p w14:paraId="5ABA6B1C" w14:textId="0971420F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Provide information on products and services</w:t>
                  </w:r>
                </w:p>
              </w:tc>
            </w:tr>
            <w:tr w:rsidR="006D49E7" w:rsidRPr="005C7EA8" w14:paraId="53647C85" w14:textId="77777777" w:rsidTr="00A8522F">
              <w:tc>
                <w:tcPr>
                  <w:tcW w:w="2057" w:type="dxa"/>
                </w:tcPr>
                <w:p w14:paraId="2C43AE2A" w14:textId="58FFF6D0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AHCWRK209</w:t>
                  </w:r>
                </w:p>
              </w:tc>
              <w:tc>
                <w:tcPr>
                  <w:tcW w:w="5670" w:type="dxa"/>
                </w:tcPr>
                <w:p w14:paraId="3B7D5CF8" w14:textId="6EAC80B2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Participate in environmentally sustainable work practices</w:t>
                  </w:r>
                </w:p>
              </w:tc>
            </w:tr>
            <w:tr w:rsidR="000D196E" w:rsidRPr="005C7EA8" w14:paraId="7DB81AE4" w14:textId="77777777" w:rsidTr="00A8522F">
              <w:tc>
                <w:tcPr>
                  <w:tcW w:w="2057" w:type="dxa"/>
                </w:tcPr>
                <w:p w14:paraId="63E0A2C9" w14:textId="4E863439" w:rsidR="000D196E" w:rsidRPr="000D196E" w:rsidRDefault="000D196E" w:rsidP="000D196E">
                  <w:pPr>
                    <w:pStyle w:val="SIText"/>
                  </w:pPr>
                  <w:r>
                    <w:t>CPCCWHS1001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BD1E12C" w14:textId="40B7515A" w:rsidR="000D196E" w:rsidRPr="000D196E" w:rsidRDefault="000D196E" w:rsidP="000D196E">
                  <w:pPr>
                    <w:pStyle w:val="SIText"/>
                  </w:pPr>
                  <w:r w:rsidRPr="000D196E">
                    <w:t>Prepare to work safely in the construction industry</w:t>
                  </w:r>
                </w:p>
              </w:tc>
            </w:tr>
            <w:tr w:rsidR="000D196E" w:rsidRPr="005C7EA8" w14:paraId="08D7CB09" w14:textId="77777777" w:rsidTr="00A8522F">
              <w:tc>
                <w:tcPr>
                  <w:tcW w:w="2057" w:type="dxa"/>
                </w:tcPr>
                <w:p w14:paraId="4ABAB3E4" w14:textId="57026F1E" w:rsidR="000D196E" w:rsidRPr="000D196E" w:rsidRDefault="000D196E" w:rsidP="000D196E">
                  <w:pPr>
                    <w:pStyle w:val="SIText"/>
                  </w:pPr>
                  <w:r>
                    <w:t>MEM18001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7794218B" w14:textId="6A959A22" w:rsidR="000D196E" w:rsidRPr="000D196E" w:rsidRDefault="000D196E" w:rsidP="000D196E">
                  <w:pPr>
                    <w:pStyle w:val="SIText"/>
                  </w:pPr>
                  <w:r w:rsidRPr="000D196E">
                    <w:t>Use hand tools</w:t>
                  </w:r>
                </w:p>
              </w:tc>
            </w:tr>
            <w:tr w:rsidR="000D196E" w:rsidRPr="005C7EA8" w14:paraId="66A9A3C1" w14:textId="77777777" w:rsidTr="00A8522F">
              <w:tc>
                <w:tcPr>
                  <w:tcW w:w="2057" w:type="dxa"/>
                </w:tcPr>
                <w:p w14:paraId="6DFCA067" w14:textId="6AB3D439" w:rsidR="000D196E" w:rsidRPr="000D196E" w:rsidRDefault="000D196E" w:rsidP="000D196E">
                  <w:pPr>
                    <w:pStyle w:val="SIText"/>
                  </w:pPr>
                  <w:r>
                    <w:t>MEM18002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FA27686" w14:textId="0846FEB8" w:rsidR="000D196E" w:rsidRPr="000D196E" w:rsidRDefault="000D196E" w:rsidP="000D196E">
                  <w:pPr>
                    <w:pStyle w:val="SIText"/>
                  </w:pPr>
                  <w:r w:rsidRPr="000D196E">
                    <w:t>Use power tools/hand held operations</w:t>
                  </w:r>
                </w:p>
              </w:tc>
            </w:tr>
            <w:tr w:rsidR="000D196E" w:rsidRPr="005C7EA8" w14:paraId="2AD28EF5" w14:textId="77777777" w:rsidTr="00A8522F">
              <w:tc>
                <w:tcPr>
                  <w:tcW w:w="2057" w:type="dxa"/>
                </w:tcPr>
                <w:p w14:paraId="049BFEF7" w14:textId="35705CF4" w:rsidR="000D196E" w:rsidRPr="000D196E" w:rsidRDefault="000D196E" w:rsidP="000D196E">
                  <w:pPr>
                    <w:pStyle w:val="SIText"/>
                  </w:pPr>
                  <w:r>
                    <w:t>NWPNET003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910DFD" w14:textId="26A68FB1" w:rsidR="000D196E" w:rsidRPr="000D196E" w:rsidRDefault="000D196E" w:rsidP="000D196E">
                  <w:pPr>
                    <w:pStyle w:val="SIText"/>
                  </w:pPr>
                  <w:r w:rsidRPr="000D196E">
                    <w:t>Prepare and restore worksite</w:t>
                  </w:r>
                </w:p>
              </w:tc>
            </w:tr>
            <w:tr w:rsidR="00A8522F" w:rsidRPr="000D196E" w14:paraId="6C15EB8C" w14:textId="77777777" w:rsidTr="002D230A">
              <w:tc>
                <w:tcPr>
                  <w:tcW w:w="2057" w:type="dxa"/>
                </w:tcPr>
                <w:p w14:paraId="3C946A53" w14:textId="77777777" w:rsidR="00A8522F" w:rsidRPr="00A8522F" w:rsidRDefault="00A8522F" w:rsidP="00A8522F">
                  <w:pPr>
                    <w:pStyle w:val="SIText"/>
                  </w:pPr>
                  <w:r>
                    <w:t>RIIMPO318F</w:t>
                  </w:r>
                </w:p>
              </w:tc>
              <w:tc>
                <w:tcPr>
                  <w:tcW w:w="5670" w:type="dxa"/>
                  <w:vAlign w:val="bottom"/>
                </w:tcPr>
                <w:p w14:paraId="24BFC5D9" w14:textId="77777777" w:rsidR="00A8522F" w:rsidRPr="00A8522F" w:rsidRDefault="00A8522F" w:rsidP="00A8522F">
                  <w:pPr>
                    <w:pStyle w:val="SIText"/>
                  </w:pPr>
                  <w:r>
                    <w:t>Conduct civil construction skid steer loader operations</w:t>
                  </w:r>
                </w:p>
              </w:tc>
            </w:tr>
            <w:tr w:rsidR="000D196E" w:rsidRPr="005C7EA8" w14:paraId="51DDCD09" w14:textId="77777777" w:rsidTr="00A8522F">
              <w:tc>
                <w:tcPr>
                  <w:tcW w:w="2057" w:type="dxa"/>
                </w:tcPr>
                <w:p w14:paraId="04CB7D64" w14:textId="4C8F0ECE" w:rsidR="000D196E" w:rsidRPr="000D196E" w:rsidRDefault="000D196E" w:rsidP="000D196E">
                  <w:pPr>
                    <w:pStyle w:val="SIText"/>
                  </w:pPr>
                  <w:r>
                    <w:t>TLID1001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D96162F" w14:textId="2737DEF0" w:rsidR="000D196E" w:rsidRPr="000D196E" w:rsidRDefault="000D196E" w:rsidP="000D196E">
                  <w:pPr>
                    <w:pStyle w:val="SIText"/>
                  </w:pPr>
                  <w:r w:rsidRPr="000D196E">
                    <w:t>Shift materials s</w:t>
                  </w:r>
                  <w:r>
                    <w:t>a</w:t>
                  </w:r>
                  <w:r w:rsidRPr="000D196E">
                    <w:t>fely using manual handling methods</w:t>
                  </w:r>
                </w:p>
              </w:tc>
            </w:tr>
          </w:tbl>
          <w:p w14:paraId="092659B7" w14:textId="0CD0C477" w:rsidR="004270D2" w:rsidRDefault="004270D2" w:rsidP="00894FBB">
            <w:pPr>
              <w:rPr>
                <w:lang w:eastAsia="en-US"/>
              </w:rPr>
            </w:pPr>
          </w:p>
          <w:p w14:paraId="7BF5923B" w14:textId="77777777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48D9324C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B9673E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D49E7" w:rsidRPr="00BC49BB" w14:paraId="3022C9B2" w14:textId="77777777" w:rsidTr="008846E4">
              <w:tc>
                <w:tcPr>
                  <w:tcW w:w="1028" w:type="pct"/>
                </w:tcPr>
                <w:p w14:paraId="2F714714" w14:textId="3ED5C6D0" w:rsidR="006D49E7" w:rsidRPr="006D49E7" w:rsidRDefault="006D49E7" w:rsidP="006D49E7">
                  <w:pPr>
                    <w:pStyle w:val="SIText"/>
                  </w:pPr>
                  <w:r w:rsidRPr="006D49E7">
                    <w:t xml:space="preserve">AHC21616 Certificate II in Landscaping Release </w:t>
                  </w:r>
                  <w:r w:rsidR="00D9730B">
                    <w:t>3</w:t>
                  </w:r>
                </w:p>
              </w:tc>
              <w:tc>
                <w:tcPr>
                  <w:tcW w:w="1105" w:type="pct"/>
                </w:tcPr>
                <w:p w14:paraId="27C092F3" w14:textId="2A38F7D3" w:rsidR="006D49E7" w:rsidRPr="006D49E7" w:rsidRDefault="006D49E7" w:rsidP="006D49E7">
                  <w:pPr>
                    <w:pStyle w:val="SIText"/>
                  </w:pPr>
                  <w:r w:rsidRPr="006D49E7">
                    <w:t xml:space="preserve">AHC21616 Certificate II in Landscaping Release </w:t>
                  </w:r>
                  <w:r w:rsidR="00D9730B">
                    <w:t>2</w:t>
                  </w:r>
                </w:p>
              </w:tc>
              <w:tc>
                <w:tcPr>
                  <w:tcW w:w="1398" w:type="pct"/>
                </w:tcPr>
                <w:p w14:paraId="008F541F" w14:textId="77777777" w:rsidR="00D9730B" w:rsidRDefault="00D9730B" w:rsidP="006D49E7">
                  <w:pPr>
                    <w:pStyle w:val="SIText"/>
                  </w:pPr>
                  <w:r>
                    <w:t>Amended packaging rules,</w:t>
                  </w:r>
                </w:p>
                <w:p w14:paraId="21D22F19" w14:textId="4C3934E1" w:rsidR="006D49E7" w:rsidRPr="006D49E7" w:rsidRDefault="00D9730B" w:rsidP="006D49E7">
                  <w:pPr>
                    <w:pStyle w:val="SIText"/>
                  </w:pPr>
                  <w:r>
                    <w:t>u</w:t>
                  </w:r>
                  <w:r w:rsidR="006D49E7" w:rsidRPr="006D49E7">
                    <w:t>pdate</w:t>
                  </w:r>
                  <w:r w:rsidR="008F7C18">
                    <w:t>d</w:t>
                  </w:r>
                  <w:r w:rsidR="006D49E7" w:rsidRPr="006D49E7">
                    <w:t xml:space="preserve"> elective unit</w:t>
                  </w:r>
                  <w:r>
                    <w:t>s</w:t>
                  </w:r>
                </w:p>
              </w:tc>
              <w:tc>
                <w:tcPr>
                  <w:tcW w:w="1469" w:type="pct"/>
                </w:tcPr>
                <w:p w14:paraId="17659C1D" w14:textId="28C416A1" w:rsidR="006D49E7" w:rsidRPr="006D49E7" w:rsidRDefault="006D49E7" w:rsidP="006D49E7">
                  <w:pPr>
                    <w:pStyle w:val="SIText"/>
                  </w:pPr>
                  <w:r w:rsidRPr="006D49E7">
                    <w:t>Equivalent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5BEDF093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5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eter" w:date="2020-09-21T13:23:00Z" w:initials="PM">
    <w:p w14:paraId="30D16662" w14:textId="77777777" w:rsidR="0086079F" w:rsidRDefault="0086079F">
      <w:pPr>
        <w:pStyle w:val="CommentText"/>
      </w:pPr>
      <w:r>
        <w:rPr>
          <w:rStyle w:val="CommentReference"/>
        </w:rPr>
        <w:annotationRef/>
      </w:r>
      <w:bookmarkStart w:id="1" w:name="_Hlk51587884"/>
      <w:bookmarkStart w:id="2" w:name="_Hlk51587885"/>
      <w:r>
        <w:t>NOTE:</w:t>
      </w:r>
    </w:p>
    <w:p w14:paraId="45E4B8F6" w14:textId="04DB74B4" w:rsidR="0086079F" w:rsidRDefault="0086079F">
      <w:pPr>
        <w:pStyle w:val="CommentText"/>
      </w:pPr>
      <w:r>
        <w:t xml:space="preserve">Unit codes in </w:t>
      </w:r>
      <w:r w:rsidRPr="0086079F">
        <w:rPr>
          <w:rStyle w:val="SITemporarytext-green"/>
        </w:rPr>
        <w:t>green</w:t>
      </w:r>
      <w:r>
        <w:t xml:space="preserve"> = units being reviewed in </w:t>
      </w:r>
      <w:r w:rsidR="008C78AF">
        <w:t xml:space="preserve">the </w:t>
      </w:r>
      <w:r>
        <w:t>Landscape Construction and Design project.</w:t>
      </w:r>
    </w:p>
    <w:p w14:paraId="375D958D" w14:textId="0E795D9B" w:rsidR="0086079F" w:rsidRDefault="0086079F">
      <w:pPr>
        <w:pStyle w:val="CommentText"/>
      </w:pPr>
      <w:r>
        <w:t xml:space="preserve">Unit codes in </w:t>
      </w:r>
      <w:r w:rsidRPr="0086079F">
        <w:rPr>
          <w:rStyle w:val="SITemporarytext-blue"/>
        </w:rPr>
        <w:t>blue</w:t>
      </w:r>
      <w:r>
        <w:t xml:space="preserve"> = units being reviewed in the Parks &amp; Gardens project.</w:t>
      </w:r>
      <w:bookmarkEnd w:id="1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75D95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327C8" w16cex:dateUtc="2020-09-21T0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75D958D" w16cid:durableId="231327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97211E" w14:textId="77777777" w:rsidR="009F07A1" w:rsidRDefault="009F07A1" w:rsidP="00BF3F0A">
      <w:r>
        <w:separator/>
      </w:r>
    </w:p>
    <w:p w14:paraId="38DE665F" w14:textId="77777777" w:rsidR="009F07A1" w:rsidRDefault="009F07A1"/>
  </w:endnote>
  <w:endnote w:type="continuationSeparator" w:id="0">
    <w:p w14:paraId="6BC53AFE" w14:textId="77777777" w:rsidR="009F07A1" w:rsidRDefault="009F07A1" w:rsidP="00BF3F0A">
      <w:r>
        <w:continuationSeparator/>
      </w:r>
    </w:p>
    <w:p w14:paraId="08751D4F" w14:textId="77777777" w:rsidR="009F07A1" w:rsidRDefault="009F07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4F9EC" w14:textId="77777777" w:rsidR="009F07A1" w:rsidRDefault="009F07A1" w:rsidP="00BF3F0A">
      <w:r>
        <w:separator/>
      </w:r>
    </w:p>
    <w:p w14:paraId="6AA4B629" w14:textId="77777777" w:rsidR="009F07A1" w:rsidRDefault="009F07A1"/>
  </w:footnote>
  <w:footnote w:type="continuationSeparator" w:id="0">
    <w:p w14:paraId="686A854B" w14:textId="77777777" w:rsidR="009F07A1" w:rsidRDefault="009F07A1" w:rsidP="00BF3F0A">
      <w:r>
        <w:continuationSeparator/>
      </w:r>
    </w:p>
    <w:p w14:paraId="59888C6D" w14:textId="77777777" w:rsidR="009F07A1" w:rsidRDefault="009F07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7B5405E3" w:rsidR="009C2650" w:rsidRPr="006D49E7" w:rsidRDefault="006D49E7" w:rsidP="006D49E7">
    <w:pPr>
      <w:pStyle w:val="Header"/>
    </w:pPr>
    <w:r w:rsidRPr="006D49E7">
      <w:rPr>
        <w:lang w:eastAsia="en-US"/>
      </w:rPr>
      <w:t>AHC21616 Certificate II in Landscaping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36637"/>
    <w:multiLevelType w:val="multilevel"/>
    <w:tmpl w:val="1B18B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2DFA"/>
    <w:rsid w:val="00016803"/>
    <w:rsid w:val="00017C6F"/>
    <w:rsid w:val="00022F07"/>
    <w:rsid w:val="00023992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80FAB"/>
    <w:rsid w:val="000A5441"/>
    <w:rsid w:val="000C13F1"/>
    <w:rsid w:val="000D196E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42E7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7B4F"/>
    <w:rsid w:val="0021414D"/>
    <w:rsid w:val="00223124"/>
    <w:rsid w:val="002333C6"/>
    <w:rsid w:val="00234444"/>
    <w:rsid w:val="00242293"/>
    <w:rsid w:val="00244EA7"/>
    <w:rsid w:val="00252652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E5F55"/>
    <w:rsid w:val="002F1BE6"/>
    <w:rsid w:val="0030488E"/>
    <w:rsid w:val="00321C7C"/>
    <w:rsid w:val="00337E82"/>
    <w:rsid w:val="00344544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47B1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56B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5C61"/>
    <w:rsid w:val="00687B62"/>
    <w:rsid w:val="00690C44"/>
    <w:rsid w:val="006969D9"/>
    <w:rsid w:val="006A2B68"/>
    <w:rsid w:val="006A6BF0"/>
    <w:rsid w:val="006B19B1"/>
    <w:rsid w:val="006C2F32"/>
    <w:rsid w:val="006C701C"/>
    <w:rsid w:val="006D4448"/>
    <w:rsid w:val="006D49E7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4F4D"/>
    <w:rsid w:val="00817D51"/>
    <w:rsid w:val="00820AD5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079F"/>
    <w:rsid w:val="00865011"/>
    <w:rsid w:val="00883C6C"/>
    <w:rsid w:val="00886790"/>
    <w:rsid w:val="008908DE"/>
    <w:rsid w:val="00894FBB"/>
    <w:rsid w:val="008A12ED"/>
    <w:rsid w:val="008B2C77"/>
    <w:rsid w:val="008B4AD2"/>
    <w:rsid w:val="008C78AF"/>
    <w:rsid w:val="008E1B41"/>
    <w:rsid w:val="008E39BE"/>
    <w:rsid w:val="008E62EC"/>
    <w:rsid w:val="008E7B69"/>
    <w:rsid w:val="008F32F6"/>
    <w:rsid w:val="008F7C18"/>
    <w:rsid w:val="00916CD7"/>
    <w:rsid w:val="00920927"/>
    <w:rsid w:val="00921B38"/>
    <w:rsid w:val="00923720"/>
    <w:rsid w:val="00924FBA"/>
    <w:rsid w:val="0092586D"/>
    <w:rsid w:val="009278C9"/>
    <w:rsid w:val="009303A7"/>
    <w:rsid w:val="00930C36"/>
    <w:rsid w:val="00941C21"/>
    <w:rsid w:val="00950EF0"/>
    <w:rsid w:val="009527CB"/>
    <w:rsid w:val="00953835"/>
    <w:rsid w:val="00960F6C"/>
    <w:rsid w:val="00964D87"/>
    <w:rsid w:val="00970747"/>
    <w:rsid w:val="009843E7"/>
    <w:rsid w:val="0098725E"/>
    <w:rsid w:val="009A5900"/>
    <w:rsid w:val="009C2650"/>
    <w:rsid w:val="009D15E2"/>
    <w:rsid w:val="009D15FE"/>
    <w:rsid w:val="009D5D2C"/>
    <w:rsid w:val="009E568C"/>
    <w:rsid w:val="009F07A1"/>
    <w:rsid w:val="009F0DCC"/>
    <w:rsid w:val="009F11CA"/>
    <w:rsid w:val="00A00FD5"/>
    <w:rsid w:val="00A05583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522F"/>
    <w:rsid w:val="00A92DD1"/>
    <w:rsid w:val="00AA5338"/>
    <w:rsid w:val="00AB1B8E"/>
    <w:rsid w:val="00AB386E"/>
    <w:rsid w:val="00AC0696"/>
    <w:rsid w:val="00AC4C98"/>
    <w:rsid w:val="00AC5F6B"/>
    <w:rsid w:val="00AC60E3"/>
    <w:rsid w:val="00AC6AA1"/>
    <w:rsid w:val="00AD3896"/>
    <w:rsid w:val="00AD5B47"/>
    <w:rsid w:val="00AE1ED9"/>
    <w:rsid w:val="00AE27F3"/>
    <w:rsid w:val="00AE32CB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290C"/>
    <w:rsid w:val="00B746B9"/>
    <w:rsid w:val="00B75A7C"/>
    <w:rsid w:val="00B848D4"/>
    <w:rsid w:val="00B865B7"/>
    <w:rsid w:val="00B86EA5"/>
    <w:rsid w:val="00B9673E"/>
    <w:rsid w:val="00BA1CB1"/>
    <w:rsid w:val="00BA482D"/>
    <w:rsid w:val="00BB23F4"/>
    <w:rsid w:val="00BC5075"/>
    <w:rsid w:val="00BD3B0F"/>
    <w:rsid w:val="00BF1D4C"/>
    <w:rsid w:val="00BF3F0A"/>
    <w:rsid w:val="00BF4C89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07CB"/>
    <w:rsid w:val="00D727F3"/>
    <w:rsid w:val="00D73695"/>
    <w:rsid w:val="00D810DE"/>
    <w:rsid w:val="00D8426C"/>
    <w:rsid w:val="00D87D32"/>
    <w:rsid w:val="00D92C83"/>
    <w:rsid w:val="00D9730B"/>
    <w:rsid w:val="00DA0A81"/>
    <w:rsid w:val="00DA3C10"/>
    <w:rsid w:val="00DA53B5"/>
    <w:rsid w:val="00DB524F"/>
    <w:rsid w:val="00DC1D69"/>
    <w:rsid w:val="00DC5A3A"/>
    <w:rsid w:val="00DF7FCB"/>
    <w:rsid w:val="00E048B1"/>
    <w:rsid w:val="00E238E6"/>
    <w:rsid w:val="00E246B1"/>
    <w:rsid w:val="00E35064"/>
    <w:rsid w:val="00E438C3"/>
    <w:rsid w:val="00E501F0"/>
    <w:rsid w:val="00E7235E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3EC0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3E47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30C3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EC88CB46194FABF72C3D0CC52483" ma:contentTypeVersion="" ma:contentTypeDescription="Create a new document." ma:contentTypeScope="" ma:versionID="fb46739ec7a4f727ade54112f9d891b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4e5892-f087-4946-8ffa-dfce2d471c41" targetNamespace="http://schemas.microsoft.com/office/2006/metadata/properties" ma:root="true" ma:fieldsID="cc26737dc00ed441519bbdcf1502fa34" ns1:_="" ns2:_="" ns3:_="">
    <xsd:import namespace="http://schemas.microsoft.com/sharepoint/v3"/>
    <xsd:import namespace="d50bbff7-d6dd-47d2-864a-cfdc2c3db0f4"/>
    <xsd:import namespace="544e5892-f087-4946-8ffa-dfce2d471c4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5892-f087-4946-8ffa-dfce2d471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7C5E50-EFAC-4C75-859D-D2B51C04F7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d50bbff7-d6dd-47d2-864a-cfdc2c3db0f4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44e5892-f087-4946-8ffa-dfce2d471c41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D4464A3-B253-4AC0-82D8-9B3C8984B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4e5892-f087-4946-8ffa-dfce2d471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164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Peter Miller</cp:lastModifiedBy>
  <cp:revision>27</cp:revision>
  <cp:lastPrinted>2016-05-27T05:21:00Z</cp:lastPrinted>
  <dcterms:created xsi:type="dcterms:W3CDTF">2020-09-09T03:44:00Z</dcterms:created>
  <dcterms:modified xsi:type="dcterms:W3CDTF">2020-11-01T19:46:00Z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0x01010034C6EC88CB46194FABF72C3D0CC52483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