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9926" w14:textId="22C91BD1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F0BEA" w14:paraId="0C97B299" w14:textId="77777777" w:rsidTr="00A44477">
        <w:tc>
          <w:tcPr>
            <w:tcW w:w="2689" w:type="dxa"/>
          </w:tcPr>
          <w:p w14:paraId="32A3F2D9" w14:textId="77777777" w:rsidR="00EF0BEA" w:rsidRPr="00EF0BEA" w:rsidRDefault="00EF0BEA" w:rsidP="00EF0BEA">
            <w:pPr>
              <w:pStyle w:val="SIText"/>
            </w:pPr>
            <w:bookmarkStart w:id="1" w:name="_Hlk51573542"/>
            <w:r w:rsidRPr="00ED2257">
              <w:t>Release 2</w:t>
            </w:r>
          </w:p>
        </w:tc>
        <w:tc>
          <w:tcPr>
            <w:tcW w:w="6939" w:type="dxa"/>
          </w:tcPr>
          <w:p w14:paraId="56A82B73" w14:textId="77777777" w:rsidR="00EF0BEA" w:rsidRPr="00EF0BEA" w:rsidRDefault="00EF0BEA" w:rsidP="00EF0BEA">
            <w:pPr>
              <w:pStyle w:val="SIText"/>
            </w:pPr>
            <w:r w:rsidRPr="00ED2257">
              <w:t xml:space="preserve">This version released with AHC Agriculture, Horticulture, Conservation and Land Management Training Package Version </w:t>
            </w:r>
            <w:r w:rsidRPr="00EF0BEA">
              <w:t>7.0.</w:t>
            </w:r>
          </w:p>
        </w:tc>
      </w:tr>
      <w:bookmarkEnd w:id="1"/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15D65B9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8BB9A5D" w:rsidR="00F1480E" w:rsidRPr="000754EC" w:rsidRDefault="00E933B0" w:rsidP="000754EC">
            <w:pPr>
              <w:pStyle w:val="SIUNITCODE"/>
            </w:pPr>
            <w:r>
              <w:t>AHC</w:t>
            </w:r>
            <w:r w:rsidR="00B926E0">
              <w:t>LSK203</w:t>
            </w:r>
          </w:p>
        </w:tc>
        <w:tc>
          <w:tcPr>
            <w:tcW w:w="3604" w:type="pct"/>
            <w:shd w:val="clear" w:color="auto" w:fill="auto"/>
          </w:tcPr>
          <w:p w14:paraId="68240ED7" w14:textId="69649170" w:rsidR="00F1480E" w:rsidRPr="000754EC" w:rsidRDefault="00B926E0" w:rsidP="000754EC">
            <w:pPr>
              <w:pStyle w:val="SIUnittitle"/>
            </w:pPr>
            <w:r w:rsidRPr="00B926E0">
              <w:t>Carry out birthing duties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D63919" w14:textId="425DADE8" w:rsidR="00B926E0" w:rsidRPr="00B926E0" w:rsidRDefault="00B926E0" w:rsidP="00B926E0">
            <w:r w:rsidRPr="00B926E0">
              <w:t>This unit of competency describes the skills and knowledge required to assist animals and their newborn at birthing</w:t>
            </w:r>
            <w:r w:rsidR="00EF0BEA">
              <w:t>, including preparing for birthing, assisting with birthing process and providing post-birthing assistance</w:t>
            </w:r>
            <w:r w:rsidRPr="00B926E0">
              <w:t>.</w:t>
            </w:r>
          </w:p>
          <w:p w14:paraId="76EFBDC2" w14:textId="77777777" w:rsidR="00B926E0" w:rsidRDefault="00B926E0" w:rsidP="00B926E0"/>
          <w:p w14:paraId="4B8985A4" w14:textId="399F635E" w:rsidR="00EF0BEA" w:rsidRDefault="00EF0BEA" w:rsidP="00EF0BEA">
            <w:pPr>
              <w:pStyle w:val="SIText"/>
            </w:pPr>
            <w:r w:rsidRPr="00F36199">
              <w:t>Th</w:t>
            </w:r>
            <w:r w:rsidRPr="00EF0BEA">
              <w:t xml:space="preserve">e unit applies to individuals who </w:t>
            </w:r>
            <w:r>
              <w:t>carry out birthing duties</w:t>
            </w:r>
            <w:r w:rsidRPr="00EF0BEA">
              <w:t xml:space="preserve"> under general supervision with limited autonomy or accountability.</w:t>
            </w:r>
          </w:p>
          <w:p w14:paraId="32B3D7A1" w14:textId="77777777" w:rsidR="00EF0BEA" w:rsidRPr="00EF0BEA" w:rsidRDefault="00EF0BEA" w:rsidP="00EF0BEA">
            <w:pPr>
              <w:pStyle w:val="SIText"/>
            </w:pPr>
          </w:p>
          <w:p w14:paraId="7C596A3E" w14:textId="394035B8" w:rsidR="00B926E0" w:rsidRPr="00B926E0" w:rsidRDefault="00B926E0" w:rsidP="00B926E0">
            <w:r w:rsidRPr="00B926E0">
              <w:t xml:space="preserve">All work </w:t>
            </w:r>
            <w:r w:rsidR="00000709">
              <w:t>is</w:t>
            </w:r>
            <w:r w:rsidRPr="00B926E0">
              <w:t xml:space="preserve"> carried out to comply with workplace procedures, health and safety</w:t>
            </w:r>
            <w:r w:rsidR="00000709">
              <w:t xml:space="preserve"> in the workplace requirements</w:t>
            </w:r>
            <w:r w:rsidRPr="00B926E0">
              <w:t xml:space="preserve">, animal welfare </w:t>
            </w:r>
            <w:r w:rsidR="00000709">
              <w:t xml:space="preserve">legislative, regulatory and codes of practice requirements, </w:t>
            </w:r>
            <w:r w:rsidRPr="00B926E0">
              <w:t xml:space="preserve">and </w:t>
            </w:r>
            <w:r w:rsidR="00000709">
              <w:t xml:space="preserve">sustainability and </w:t>
            </w:r>
            <w:r w:rsidRPr="00B926E0">
              <w:t>biosecurity practices.</w:t>
            </w:r>
          </w:p>
          <w:p w14:paraId="61AD83E5" w14:textId="77777777" w:rsidR="00B926E0" w:rsidRDefault="00B926E0" w:rsidP="00B926E0"/>
          <w:p w14:paraId="798931C9" w14:textId="28E12DF9" w:rsidR="00B926E0" w:rsidRPr="00B926E0" w:rsidRDefault="00B926E0" w:rsidP="00B926E0">
            <w:r w:rsidRPr="00B926E0">
              <w:t>In addition to legal responsibilities, all units of competency dealing with animals in the AHC Training Package have the requirements for animals to be handled humanely to minimise stress and discomfort.</w:t>
            </w:r>
          </w:p>
          <w:p w14:paraId="04E70EAD" w14:textId="77777777" w:rsidR="00B926E0" w:rsidRDefault="00B926E0" w:rsidP="00B926E0"/>
          <w:p w14:paraId="034C6C33" w14:textId="20FB2E70" w:rsidR="00373436" w:rsidRPr="000754EC" w:rsidRDefault="00B926E0" w:rsidP="005F364F">
            <w:r w:rsidRPr="00B926E0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83C6BCE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7D47C308" w:rsidR="00F1480E" w:rsidRPr="000754EC" w:rsidRDefault="00B926E0" w:rsidP="000754EC">
            <w:pPr>
              <w:pStyle w:val="SIText"/>
            </w:pPr>
            <w:r>
              <w:t>Livestock (LSK)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926E0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4158DA4A" w:rsidR="00B926E0" w:rsidRPr="00B926E0" w:rsidRDefault="00B926E0" w:rsidP="00B926E0">
            <w:pPr>
              <w:pStyle w:val="SIText"/>
            </w:pPr>
            <w:r w:rsidRPr="00B926E0">
              <w:t>1. Prepare for birthing</w:t>
            </w:r>
          </w:p>
        </w:tc>
        <w:tc>
          <w:tcPr>
            <w:tcW w:w="3604" w:type="pct"/>
            <w:shd w:val="clear" w:color="auto" w:fill="auto"/>
          </w:tcPr>
          <w:p w14:paraId="0D77ED29" w14:textId="7FFEE8AA" w:rsidR="00B926E0" w:rsidRPr="00B926E0" w:rsidRDefault="00B926E0" w:rsidP="00B926E0">
            <w:r w:rsidRPr="00B926E0">
              <w:t xml:space="preserve">1.1 </w:t>
            </w:r>
            <w:r w:rsidR="000F6934">
              <w:t>Read</w:t>
            </w:r>
            <w:r w:rsidRPr="00B926E0">
              <w:t xml:space="preserve"> animal records and confirm anticipated birthing date w</w:t>
            </w:r>
            <w:r w:rsidR="000F6934">
              <w:t>ith supervisor</w:t>
            </w:r>
          </w:p>
          <w:p w14:paraId="4CD1EC20" w14:textId="77777777" w:rsidR="00B926E0" w:rsidRPr="00B926E0" w:rsidRDefault="00B926E0" w:rsidP="00B926E0">
            <w:r w:rsidRPr="00B926E0">
              <w:t>1.2 Check condition and health status of pregnant animal and monitor prior to imminent birthing</w:t>
            </w:r>
          </w:p>
          <w:p w14:paraId="2C5C643D" w14:textId="75B355F1" w:rsidR="00B926E0" w:rsidRPr="00B926E0" w:rsidRDefault="00B926E0" w:rsidP="00B926E0">
            <w:r w:rsidRPr="00B926E0">
              <w:t xml:space="preserve">1.3 </w:t>
            </w:r>
            <w:r w:rsidR="000F6934">
              <w:t>Prepare and use</w:t>
            </w:r>
            <w:r w:rsidRPr="00B926E0">
              <w:t xml:space="preserve"> birthing equipment, resources and materials </w:t>
            </w:r>
            <w:r w:rsidR="000F6934">
              <w:t>according to supervisor instructions and safe working practices</w:t>
            </w:r>
          </w:p>
          <w:p w14:paraId="6F7E3F1D" w14:textId="7D0CAFD4" w:rsidR="00B926E0" w:rsidRPr="00B926E0" w:rsidRDefault="00B926E0" w:rsidP="00B926E0">
            <w:r w:rsidRPr="00B926E0">
              <w:t xml:space="preserve">1.4 </w:t>
            </w:r>
            <w:r w:rsidR="000F6934">
              <w:t>Provide shelter access for</w:t>
            </w:r>
            <w:r w:rsidRPr="00B926E0">
              <w:t xml:space="preserve"> females to give birth in during severe weather conditions</w:t>
            </w:r>
          </w:p>
          <w:p w14:paraId="59483C43" w14:textId="74DC9CC5" w:rsidR="00B926E0" w:rsidRPr="00B926E0" w:rsidRDefault="00B926E0" w:rsidP="000F6934">
            <w:r w:rsidRPr="00B926E0">
              <w:t xml:space="preserve">1.5 Identify </w:t>
            </w:r>
            <w:r w:rsidR="000F6934">
              <w:t xml:space="preserve">workplace health and safety </w:t>
            </w:r>
            <w:r w:rsidRPr="00B926E0">
              <w:t>hazards</w:t>
            </w:r>
            <w:r w:rsidR="000F6934">
              <w:t>, assessed risks</w:t>
            </w:r>
            <w:r w:rsidRPr="00B926E0">
              <w:t xml:space="preserve"> and report to supervisor</w:t>
            </w:r>
          </w:p>
          <w:p w14:paraId="28F80B46" w14:textId="6AC24C87" w:rsidR="00B926E0" w:rsidRDefault="00B926E0" w:rsidP="008041AA">
            <w:r w:rsidRPr="00B926E0">
              <w:t xml:space="preserve">1.6 </w:t>
            </w:r>
            <w:r w:rsidR="008041AA">
              <w:t>Select, fit</w:t>
            </w:r>
            <w:r w:rsidR="006701D8">
              <w:t>,</w:t>
            </w:r>
            <w:r w:rsidR="008041AA">
              <w:t xml:space="preserve"> use and maintain personal protective equipment (PPE) applicable to the task</w:t>
            </w:r>
          </w:p>
          <w:p w14:paraId="1696B99B" w14:textId="31CF3EC2" w:rsidR="008041AA" w:rsidRPr="00B926E0" w:rsidRDefault="008041AA" w:rsidP="008041AA">
            <w:r>
              <w:t>1.</w:t>
            </w:r>
            <w:r w:rsidRPr="008041AA">
              <w:t xml:space="preserve">7 Check and report faulty or unsafe </w:t>
            </w:r>
            <w:r>
              <w:t xml:space="preserve">equipment, resources, </w:t>
            </w:r>
            <w:r w:rsidRPr="008041AA">
              <w:t>materials or PPE to supervisor</w:t>
            </w:r>
          </w:p>
        </w:tc>
      </w:tr>
      <w:tr w:rsidR="00B926E0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0FAC137F" w:rsidR="00B926E0" w:rsidRPr="00B926E0" w:rsidRDefault="00B926E0" w:rsidP="00B926E0">
            <w:pPr>
              <w:pStyle w:val="SIText"/>
            </w:pPr>
            <w:r w:rsidRPr="00B926E0">
              <w:t>2. Assist at the birthing process</w:t>
            </w:r>
          </w:p>
        </w:tc>
        <w:tc>
          <w:tcPr>
            <w:tcW w:w="3604" w:type="pct"/>
            <w:shd w:val="clear" w:color="auto" w:fill="auto"/>
          </w:tcPr>
          <w:p w14:paraId="309D9210" w14:textId="77777777" w:rsidR="00B926E0" w:rsidRPr="00B926E0" w:rsidRDefault="00B926E0" w:rsidP="00B926E0">
            <w:r w:rsidRPr="00B926E0">
              <w:t>2.1 Monitor environment and animals to ensure birth progresses normally</w:t>
            </w:r>
          </w:p>
          <w:p w14:paraId="27F93499" w14:textId="77777777" w:rsidR="00B926E0" w:rsidRPr="00B926E0" w:rsidRDefault="00B926E0" w:rsidP="00B926E0">
            <w:r w:rsidRPr="00B926E0">
              <w:t>2.2 Check for presence of predators and implement control measures where necessary and report to supervisor</w:t>
            </w:r>
          </w:p>
          <w:p w14:paraId="1E63A1AF" w14:textId="5A6F81C5" w:rsidR="00B926E0" w:rsidRPr="00B926E0" w:rsidRDefault="00B926E0" w:rsidP="00B926E0">
            <w:r w:rsidRPr="00B926E0">
              <w:t xml:space="preserve">2.3 Handle animals calmly with minimal disruption to the birthing process </w:t>
            </w:r>
            <w:r w:rsidR="000F6934">
              <w:t>according to workplace</w:t>
            </w:r>
            <w:r w:rsidRPr="00B926E0">
              <w:t xml:space="preserve"> animal welfare </w:t>
            </w:r>
            <w:r w:rsidR="00B10E83">
              <w:t>and hygiene practices</w:t>
            </w:r>
          </w:p>
          <w:p w14:paraId="6F3E70B7" w14:textId="2CF0981A" w:rsidR="00B926E0" w:rsidRPr="00B926E0" w:rsidRDefault="00B926E0" w:rsidP="00E24AB6">
            <w:r w:rsidRPr="00B926E0">
              <w:t>2.4 Identify animals experiencing birthing difficulties and intervene as appropriate</w:t>
            </w:r>
          </w:p>
          <w:p w14:paraId="6BB72E57" w14:textId="4F96319E" w:rsidR="00B926E0" w:rsidRPr="00B926E0" w:rsidRDefault="00B926E0" w:rsidP="00B926E0">
            <w:pPr>
              <w:pStyle w:val="SIText"/>
            </w:pPr>
            <w:r w:rsidRPr="00B926E0">
              <w:t>2.5 Seek supervisor or veterinary advice if birth complications cannot be resolved</w:t>
            </w:r>
          </w:p>
        </w:tc>
      </w:tr>
      <w:tr w:rsidR="00B926E0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6F8137C5" w:rsidR="00B926E0" w:rsidRPr="00B926E0" w:rsidRDefault="00B926E0" w:rsidP="00B926E0">
            <w:pPr>
              <w:pStyle w:val="SIText"/>
            </w:pPr>
            <w:r w:rsidRPr="00B926E0">
              <w:lastRenderedPageBreak/>
              <w:t>3. Provide post-birthing assistance</w:t>
            </w:r>
          </w:p>
        </w:tc>
        <w:tc>
          <w:tcPr>
            <w:tcW w:w="3604" w:type="pct"/>
            <w:shd w:val="clear" w:color="auto" w:fill="auto"/>
          </w:tcPr>
          <w:p w14:paraId="40BB01BB" w14:textId="77777777" w:rsidR="00B926E0" w:rsidRPr="00B926E0" w:rsidRDefault="00B926E0" w:rsidP="00B926E0">
            <w:r w:rsidRPr="00B926E0">
              <w:t>3.1 Monitor post-birthing health and bonding of female and newborn</w:t>
            </w:r>
          </w:p>
          <w:p w14:paraId="5AAE0DA4" w14:textId="2CADE67A" w:rsidR="00B10E83" w:rsidRDefault="00B926E0" w:rsidP="00B926E0">
            <w:r w:rsidRPr="00B926E0">
              <w:t xml:space="preserve">3.2 </w:t>
            </w:r>
            <w:r w:rsidR="00B10E83">
              <w:t>Administer antibiotics or other medicine as directed</w:t>
            </w:r>
          </w:p>
          <w:p w14:paraId="613E4C48" w14:textId="56C5EF0E" w:rsidR="00B926E0" w:rsidRPr="00B926E0" w:rsidRDefault="00B10E83" w:rsidP="00B926E0">
            <w:r>
              <w:t xml:space="preserve">3.3 </w:t>
            </w:r>
            <w:r w:rsidR="000F6934">
              <w:t>Clean and m</w:t>
            </w:r>
            <w:r w:rsidR="00B926E0" w:rsidRPr="00B926E0">
              <w:t xml:space="preserve">aintain birthing environment, facilities and equipment </w:t>
            </w:r>
            <w:r w:rsidR="000F6934">
              <w:t>according to workplace procedures</w:t>
            </w:r>
          </w:p>
          <w:p w14:paraId="07723C30" w14:textId="6A148A72" w:rsidR="00B926E0" w:rsidRDefault="00B926E0" w:rsidP="00B926E0">
            <w:pPr>
              <w:pStyle w:val="SIText"/>
            </w:pPr>
            <w:r w:rsidRPr="00B926E0">
              <w:t>3.</w:t>
            </w:r>
            <w:r w:rsidR="00B10E83">
              <w:t>4</w:t>
            </w:r>
            <w:r w:rsidRPr="00B926E0">
              <w:t xml:space="preserve"> </w:t>
            </w:r>
            <w:r w:rsidR="00EB7623">
              <w:t>Complete</w:t>
            </w:r>
            <w:r w:rsidRPr="00B926E0">
              <w:t xml:space="preserve"> birth</w:t>
            </w:r>
            <w:r w:rsidR="00EB7623">
              <w:t xml:space="preserve"> records according to workplace procedures</w:t>
            </w:r>
          </w:p>
          <w:p w14:paraId="7C104250" w14:textId="2B406BA2" w:rsidR="00EB7623" w:rsidRPr="00B926E0" w:rsidRDefault="00EB7623" w:rsidP="00B926E0">
            <w:pPr>
              <w:pStyle w:val="SIText"/>
            </w:pPr>
            <w:r>
              <w:t>3.</w:t>
            </w:r>
            <w:r w:rsidR="00B10E83">
              <w:t>5</w:t>
            </w:r>
            <w:r>
              <w:t xml:space="preserve"> Report malfunctions, faults, wear or damage of facilities, equipment and resources to supervisor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DA54B5" w:rsidRPr="00336FCA" w:rsidDel="00423CB2" w14:paraId="1CF24FD6" w14:textId="77777777" w:rsidTr="00CA2922">
        <w:tc>
          <w:tcPr>
            <w:tcW w:w="1396" w:type="pct"/>
          </w:tcPr>
          <w:p w14:paraId="6D88B952" w14:textId="611DB4EF" w:rsidR="00DA54B5" w:rsidRPr="00EB7623" w:rsidRDefault="00EB7623" w:rsidP="00EB762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B7623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1B7CC730" w14:textId="3D134480" w:rsidR="00DA54B5" w:rsidRPr="00EB7623" w:rsidRDefault="00EB7623" w:rsidP="00EB762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B7623">
              <w:rPr>
                <w:rStyle w:val="SITemporaryText-red"/>
                <w:color w:val="auto"/>
                <w:sz w:val="20"/>
              </w:rPr>
              <w:t>Use clear language, accurate industry terminology and logical structure to complete birth records</w:t>
            </w:r>
          </w:p>
        </w:tc>
      </w:tr>
      <w:tr w:rsidR="00EB7623" w:rsidRPr="00336FCA" w:rsidDel="00423CB2" w14:paraId="1D3AF5EE" w14:textId="77777777" w:rsidTr="00CA2922">
        <w:tc>
          <w:tcPr>
            <w:tcW w:w="1396" w:type="pct"/>
          </w:tcPr>
          <w:p w14:paraId="16ED7E97" w14:textId="425B501D" w:rsidR="00EB7623" w:rsidRPr="00EB7623" w:rsidRDefault="00EB7623" w:rsidP="00EB762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B7623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441D4166" w14:textId="5A4D607B" w:rsidR="00EB7623" w:rsidRPr="00EB7623" w:rsidRDefault="00EB7623" w:rsidP="00EB762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EB7623">
              <w:rPr>
                <w:rStyle w:val="SITemporaryText-red"/>
                <w:rFonts w:eastAsia="Calibri"/>
                <w:color w:val="auto"/>
                <w:sz w:val="20"/>
              </w:rPr>
              <w:t xml:space="preserve">Use clear language to report malfunctions, faults wear or damage to </w:t>
            </w:r>
            <w:r w:rsidRPr="00EB7623">
              <w:t>facilities, equipment and resources</w:t>
            </w:r>
          </w:p>
          <w:p w14:paraId="0F32718D" w14:textId="3162D03B" w:rsidR="00EB7623" w:rsidRPr="00EB7623" w:rsidRDefault="00EB7623" w:rsidP="00EB762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B7623">
              <w:rPr>
                <w:rStyle w:val="SITemporaryText-red"/>
                <w:rFonts w:eastAsia="Calibri"/>
                <w:color w:val="auto"/>
                <w:sz w:val="20"/>
              </w:rPr>
              <w:t>Participate in verbal exchanges to respond to questions and clarify information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B7623" w14:paraId="7EFB7203" w14:textId="77777777" w:rsidTr="00F33FF2">
        <w:tc>
          <w:tcPr>
            <w:tcW w:w="1028" w:type="pct"/>
          </w:tcPr>
          <w:p w14:paraId="1E5B6DBB" w14:textId="77777777" w:rsidR="00EB7623" w:rsidRPr="00EB7623" w:rsidRDefault="00EB7623" w:rsidP="00EB7623">
            <w:pPr>
              <w:pStyle w:val="SIText"/>
            </w:pPr>
            <w:r w:rsidRPr="00EB7623">
              <w:t>AHCLSK203 Carry out birthing duties</w:t>
            </w:r>
          </w:p>
          <w:p w14:paraId="6B803FA7" w14:textId="35C22B16" w:rsidR="00EB7623" w:rsidRPr="00EB7623" w:rsidRDefault="00EB7623" w:rsidP="00EB7623">
            <w:pPr>
              <w:pStyle w:val="SIText"/>
            </w:pPr>
            <w:r w:rsidRPr="00EB7623">
              <w:t>Release 2</w:t>
            </w:r>
          </w:p>
        </w:tc>
        <w:tc>
          <w:tcPr>
            <w:tcW w:w="1105" w:type="pct"/>
          </w:tcPr>
          <w:p w14:paraId="1AD9C2B6" w14:textId="77777777" w:rsidR="00EB7623" w:rsidRPr="008041AA" w:rsidRDefault="00EB7623" w:rsidP="00EB7623">
            <w:pPr>
              <w:pStyle w:val="SIText"/>
            </w:pPr>
            <w:r w:rsidRPr="00EB7623">
              <w:t>AHCLSK203 Carry out birthing</w:t>
            </w:r>
            <w:r w:rsidRPr="008041AA">
              <w:t xml:space="preserve"> duties</w:t>
            </w:r>
          </w:p>
          <w:p w14:paraId="3216D365" w14:textId="48B048C0" w:rsidR="00EB7623" w:rsidRPr="000D368C" w:rsidRDefault="00EB7623" w:rsidP="00EB7623">
            <w:pPr>
              <w:pStyle w:val="SIText"/>
            </w:pPr>
            <w:r w:rsidRPr="000D368C">
              <w:t>Release 1</w:t>
            </w:r>
          </w:p>
        </w:tc>
        <w:tc>
          <w:tcPr>
            <w:tcW w:w="1251" w:type="pct"/>
          </w:tcPr>
          <w:p w14:paraId="0C543092" w14:textId="77777777" w:rsidR="00EB7623" w:rsidRPr="00C626FC" w:rsidRDefault="00EB7623" w:rsidP="00C626F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626FC">
              <w:rPr>
                <w:rStyle w:val="SITemporaryText-red"/>
                <w:color w:val="auto"/>
                <w:sz w:val="20"/>
              </w:rPr>
              <w:t>Minor changes to application</w:t>
            </w:r>
          </w:p>
          <w:p w14:paraId="14D8148D" w14:textId="03785DFD" w:rsidR="00EB7623" w:rsidRPr="00C626FC" w:rsidRDefault="00C626FC" w:rsidP="00C626F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626FC">
              <w:rPr>
                <w:rStyle w:val="SITemporaryText-red"/>
                <w:color w:val="auto"/>
                <w:sz w:val="20"/>
              </w:rPr>
              <w:t>m</w:t>
            </w:r>
            <w:r w:rsidR="001C1258" w:rsidRPr="00C626FC">
              <w:rPr>
                <w:rStyle w:val="SITemporaryText-red"/>
                <w:color w:val="auto"/>
                <w:sz w:val="20"/>
              </w:rPr>
              <w:t>in</w:t>
            </w:r>
            <w:r w:rsidR="00EB7623" w:rsidRPr="00C626FC">
              <w:rPr>
                <w:rStyle w:val="SITemporaryText-red"/>
                <w:color w:val="auto"/>
                <w:sz w:val="20"/>
              </w:rPr>
              <w:t>or changes to performance criteria</w:t>
            </w:r>
          </w:p>
          <w:p w14:paraId="409931F3" w14:textId="3BBA75AC" w:rsidR="00EB7623" w:rsidRPr="00C626FC" w:rsidRDefault="00C626FC" w:rsidP="00C626F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626FC">
              <w:rPr>
                <w:rStyle w:val="SITemporaryText-red"/>
                <w:color w:val="auto"/>
                <w:sz w:val="20"/>
              </w:rPr>
              <w:t>f</w:t>
            </w:r>
            <w:r w:rsidR="00EB7623" w:rsidRPr="00C626FC">
              <w:rPr>
                <w:rStyle w:val="SITemporaryText-red"/>
                <w:color w:val="auto"/>
                <w:sz w:val="20"/>
              </w:rPr>
              <w:t>oundation skills added</w:t>
            </w:r>
          </w:p>
          <w:p w14:paraId="30B8888F" w14:textId="7B411B40" w:rsidR="00EB7623" w:rsidRPr="00C626FC" w:rsidRDefault="00C626FC" w:rsidP="00C626F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626FC">
              <w:rPr>
                <w:rStyle w:val="SITemporaryText-red"/>
                <w:color w:val="auto"/>
                <w:sz w:val="20"/>
              </w:rPr>
              <w:t>a</w:t>
            </w:r>
            <w:r w:rsidR="00EB7623" w:rsidRPr="00C626FC">
              <w:rPr>
                <w:rStyle w:val="SITemporaryText-red"/>
                <w:color w:val="auto"/>
                <w:sz w:val="20"/>
              </w:rPr>
              <w:t>ssessment requirements updated</w:t>
            </w:r>
          </w:p>
        </w:tc>
        <w:tc>
          <w:tcPr>
            <w:tcW w:w="1616" w:type="pct"/>
          </w:tcPr>
          <w:p w14:paraId="325B98A3" w14:textId="2C1D1A80" w:rsidR="00EB7623" w:rsidRPr="00EB7623" w:rsidRDefault="00EB7623" w:rsidP="001C125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B7623">
              <w:rPr>
                <w:rStyle w:val="SITemporaryText-blue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7B3B7409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647B11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B926E0" w:rsidRPr="00B926E0">
              <w:t>AHCLSK203 Carry out birthing duties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32DF717C" w:rsidR="00DA54B5" w:rsidRPr="00792EDD" w:rsidRDefault="00DA54B5" w:rsidP="00792ED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2EDD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792EDD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792EDD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4E04D446" w:rsidR="00DA54B5" w:rsidRPr="00EB7623" w:rsidRDefault="00DA54B5" w:rsidP="00EB762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2EDD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EB7623" w:rsidRPr="00EB7623">
              <w:rPr>
                <w:rStyle w:val="SITemporaryText-red"/>
                <w:color w:val="auto"/>
                <w:sz w:val="20"/>
              </w:rPr>
              <w:t>carried out birthing duties on at least one occasion, and has</w:t>
            </w:r>
            <w:r w:rsidRPr="00EB7623">
              <w:rPr>
                <w:rStyle w:val="SITemporaryText-red"/>
                <w:color w:val="auto"/>
                <w:sz w:val="20"/>
              </w:rPr>
              <w:t>:</w:t>
            </w:r>
          </w:p>
          <w:p w14:paraId="1D6A3606" w14:textId="0EE18A24" w:rsidR="00B926E0" w:rsidRPr="00B926E0" w:rsidRDefault="00B926E0" w:rsidP="00B926E0">
            <w:pPr>
              <w:pStyle w:val="SIBulletList1"/>
            </w:pPr>
            <w:r w:rsidRPr="00B926E0">
              <w:t>implement</w:t>
            </w:r>
            <w:r w:rsidR="00EB7623">
              <w:t>ed</w:t>
            </w:r>
            <w:r w:rsidRPr="00B926E0">
              <w:t xml:space="preserve"> predator control strategies</w:t>
            </w:r>
          </w:p>
          <w:p w14:paraId="0EA7405A" w14:textId="7D7D487D" w:rsidR="00B926E0" w:rsidRPr="00B926E0" w:rsidRDefault="00B926E0" w:rsidP="00B926E0">
            <w:pPr>
              <w:pStyle w:val="SIBulletList1"/>
            </w:pPr>
            <w:r w:rsidRPr="00B926E0">
              <w:t>prepare</w:t>
            </w:r>
            <w:r w:rsidR="00EB7623">
              <w:t>d</w:t>
            </w:r>
            <w:r w:rsidRPr="00B926E0">
              <w:t xml:space="preserve"> birthing environment, materials and resources to industry standards</w:t>
            </w:r>
          </w:p>
          <w:p w14:paraId="415C6AB4" w14:textId="4A52D334" w:rsidR="00B926E0" w:rsidRPr="00B926E0" w:rsidRDefault="00B926E0" w:rsidP="00B926E0">
            <w:pPr>
              <w:pStyle w:val="SIBulletList1"/>
            </w:pPr>
            <w:r w:rsidRPr="00B926E0">
              <w:t>recognise</w:t>
            </w:r>
            <w:r w:rsidR="00EB7623">
              <w:t>d</w:t>
            </w:r>
            <w:r w:rsidRPr="00B926E0">
              <w:t xml:space="preserve"> signs of imminent birthing of animals</w:t>
            </w:r>
          </w:p>
          <w:p w14:paraId="00F8E968" w14:textId="5910490A" w:rsidR="00B926E0" w:rsidRPr="00B926E0" w:rsidRDefault="00B926E0" w:rsidP="00B926E0">
            <w:pPr>
              <w:pStyle w:val="SIBulletList1"/>
            </w:pPr>
            <w:r w:rsidRPr="00B926E0">
              <w:t>monitor</w:t>
            </w:r>
            <w:r w:rsidR="00EB7623">
              <w:t>ed</w:t>
            </w:r>
            <w:r w:rsidRPr="00B926E0">
              <w:t xml:space="preserve"> birthing and </w:t>
            </w:r>
            <w:proofErr w:type="gramStart"/>
            <w:r w:rsidRPr="00B926E0">
              <w:t>provide</w:t>
            </w:r>
            <w:r w:rsidR="00EB7623">
              <w:t>d</w:t>
            </w:r>
            <w:r w:rsidRPr="00B926E0">
              <w:t xml:space="preserve"> assistance</w:t>
            </w:r>
            <w:proofErr w:type="gramEnd"/>
            <w:r w:rsidRPr="00B926E0">
              <w:t xml:space="preserve"> if required or refer</w:t>
            </w:r>
            <w:r w:rsidR="00EB7623">
              <w:t>red</w:t>
            </w:r>
            <w:r w:rsidRPr="00B926E0">
              <w:t xml:space="preserve"> on if birthing difficulties require veterinary assistance</w:t>
            </w:r>
          </w:p>
          <w:p w14:paraId="681EEDA8" w14:textId="60CEEC7B" w:rsidR="00B926E0" w:rsidRPr="00B926E0" w:rsidRDefault="00B926E0" w:rsidP="00B926E0">
            <w:pPr>
              <w:pStyle w:val="SIBulletList1"/>
            </w:pPr>
            <w:r w:rsidRPr="00B926E0">
              <w:t>recognise</w:t>
            </w:r>
            <w:r w:rsidR="00EB7623">
              <w:t>d</w:t>
            </w:r>
            <w:r w:rsidRPr="00B926E0">
              <w:t xml:space="preserve"> abnormalities in newborn animals</w:t>
            </w:r>
          </w:p>
          <w:p w14:paraId="05902CB0" w14:textId="5E5D005C" w:rsidR="00B926E0" w:rsidRPr="00B926E0" w:rsidRDefault="00B926E0" w:rsidP="00B926E0">
            <w:pPr>
              <w:pStyle w:val="SIBulletList1"/>
            </w:pPr>
            <w:r w:rsidRPr="00B926E0">
              <w:t>provide</w:t>
            </w:r>
            <w:r w:rsidR="00EB7623">
              <w:t>d</w:t>
            </w:r>
            <w:r w:rsidRPr="00B926E0">
              <w:t xml:space="preserve"> a non</w:t>
            </w:r>
            <w:r w:rsidR="009E7713">
              <w:t>-</w:t>
            </w:r>
            <w:r w:rsidRPr="00B926E0">
              <w:t>threatening environment and access to adequate feed and water immediately post birthing</w:t>
            </w:r>
          </w:p>
          <w:p w14:paraId="070F1509" w14:textId="30E3C342" w:rsidR="00B926E0" w:rsidRPr="00B926E0" w:rsidRDefault="00B926E0" w:rsidP="00B926E0">
            <w:pPr>
              <w:pStyle w:val="SIBulletList1"/>
            </w:pPr>
            <w:r w:rsidRPr="00B926E0">
              <w:t>carr</w:t>
            </w:r>
            <w:r w:rsidR="00EB7623">
              <w:t>ied</w:t>
            </w:r>
            <w:r w:rsidRPr="00B926E0">
              <w:t xml:space="preserve"> out animal husbandry procedures associated with birthing</w:t>
            </w:r>
          </w:p>
          <w:p w14:paraId="68A6BD7A" w14:textId="2D687A16" w:rsidR="00B926E0" w:rsidRPr="00B926E0" w:rsidRDefault="00B926E0" w:rsidP="00B926E0">
            <w:pPr>
              <w:pStyle w:val="SIBulletList1"/>
            </w:pPr>
            <w:r w:rsidRPr="00B926E0">
              <w:t>monitor</w:t>
            </w:r>
            <w:r w:rsidR="00EB7623">
              <w:t>ed</w:t>
            </w:r>
            <w:r w:rsidRPr="00B926E0">
              <w:t xml:space="preserve"> animal condition and recognise</w:t>
            </w:r>
            <w:r w:rsidR="00EB7623">
              <w:t>d</w:t>
            </w:r>
            <w:r w:rsidRPr="00B926E0">
              <w:t xml:space="preserve"> abnormal behaviour</w:t>
            </w:r>
          </w:p>
          <w:p w14:paraId="5FBFEEE6" w14:textId="5587D2CB" w:rsidR="00B926E0" w:rsidRPr="00B926E0" w:rsidRDefault="00B926E0" w:rsidP="00B926E0">
            <w:pPr>
              <w:pStyle w:val="SIBulletList1"/>
            </w:pPr>
            <w:r w:rsidRPr="00B926E0">
              <w:t>provide</w:t>
            </w:r>
            <w:r w:rsidR="00EB7623">
              <w:t>d</w:t>
            </w:r>
            <w:r w:rsidRPr="00B926E0">
              <w:t xml:space="preserve"> due care and handle</w:t>
            </w:r>
            <w:r w:rsidR="00EB7623">
              <w:t>d</w:t>
            </w:r>
            <w:r w:rsidRPr="00B926E0">
              <w:t xml:space="preserve"> animals humanely </w:t>
            </w:r>
            <w:r w:rsidR="00EB7623">
              <w:t>according to workplace</w:t>
            </w:r>
            <w:r w:rsidRPr="00B926E0">
              <w:t xml:space="preserve"> animal welfare </w:t>
            </w:r>
            <w:r w:rsidR="00C0560E">
              <w:t>and hygiene practices</w:t>
            </w:r>
          </w:p>
          <w:p w14:paraId="613CD7E0" w14:textId="0096F735" w:rsidR="00B926E0" w:rsidRPr="00B926E0" w:rsidRDefault="00B926E0" w:rsidP="00B926E0">
            <w:pPr>
              <w:pStyle w:val="SIBulletList1"/>
            </w:pPr>
            <w:r w:rsidRPr="00B926E0">
              <w:t>maintain</w:t>
            </w:r>
            <w:r w:rsidR="00EB7623">
              <w:t>ed</w:t>
            </w:r>
            <w:r w:rsidRPr="00B926E0">
              <w:t xml:space="preserve"> a safe and secure post-birthing environment</w:t>
            </w:r>
          </w:p>
          <w:p w14:paraId="7632A2E9" w14:textId="6D796447" w:rsidR="00B926E0" w:rsidRPr="00B926E0" w:rsidRDefault="00B926E0" w:rsidP="00B926E0">
            <w:pPr>
              <w:pStyle w:val="SIBulletList1"/>
            </w:pPr>
            <w:r w:rsidRPr="00B926E0">
              <w:t>select</w:t>
            </w:r>
            <w:r w:rsidR="00EB7623">
              <w:t>ed</w:t>
            </w:r>
            <w:r w:rsidRPr="00B926E0">
              <w:t xml:space="preserve"> birthing equipment and materials and check</w:t>
            </w:r>
            <w:r w:rsidR="008041AA">
              <w:t>ed</w:t>
            </w:r>
            <w:r w:rsidRPr="00B926E0">
              <w:t xml:space="preserve"> for operation</w:t>
            </w:r>
          </w:p>
          <w:p w14:paraId="21F7F542" w14:textId="681FEBBE" w:rsidR="00B926E0" w:rsidRPr="00B926E0" w:rsidRDefault="008041AA" w:rsidP="008A0728">
            <w:pPr>
              <w:pStyle w:val="SIBulletList1"/>
            </w:pPr>
            <w:r w:rsidRPr="005F364F">
              <w:t>follow</w:t>
            </w:r>
            <w:r w:rsidRPr="008041AA">
              <w:t>ed relevant workplace health and safety and environmental and biosecurity legislation, regulations and workplace procedures</w:t>
            </w:r>
          </w:p>
          <w:p w14:paraId="3F4E2EAA" w14:textId="2BA3B892" w:rsidR="00EB7623" w:rsidRPr="000754EC" w:rsidRDefault="00B926E0" w:rsidP="00E24AB6">
            <w:pPr>
              <w:pStyle w:val="SIBulletList1"/>
            </w:pPr>
            <w:r w:rsidRPr="00B926E0">
              <w:t>report</w:t>
            </w:r>
            <w:r w:rsidR="008041AA">
              <w:t>ed</w:t>
            </w:r>
            <w:r w:rsidRPr="00B926E0">
              <w:t xml:space="preserve"> and maintain</w:t>
            </w:r>
            <w:r w:rsidR="008041AA">
              <w:t>ed</w:t>
            </w:r>
            <w:r w:rsidRPr="00B926E0">
              <w:t xml:space="preserve"> animal </w:t>
            </w:r>
            <w:r w:rsidR="008041AA">
              <w:t xml:space="preserve">birth </w:t>
            </w:r>
            <w:r w:rsidRPr="00B926E0">
              <w:t>records</w:t>
            </w:r>
            <w:r w:rsidR="00EB7623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792EDD" w:rsidRDefault="00DA54B5" w:rsidP="00792ED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2ED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1635D10" w14:textId="43FC696A" w:rsidR="008041AA" w:rsidRPr="008041AA" w:rsidRDefault="008041AA" w:rsidP="008041AA">
            <w:pPr>
              <w:pStyle w:val="SIBulletList1"/>
            </w:pPr>
            <w:r>
              <w:t>workplace requirements applicable to health and safety in the workplace for carrying out birthing duties</w:t>
            </w:r>
            <w:r w:rsidRPr="00FC6E98">
              <w:t>, including appropriate use of personal protective equipment (PPE)</w:t>
            </w:r>
          </w:p>
          <w:p w14:paraId="4BF5FE63" w14:textId="2A876845" w:rsidR="008041AA" w:rsidRPr="008041AA" w:rsidRDefault="008041AA" w:rsidP="008041AA">
            <w:pPr>
              <w:pStyle w:val="SIBulletList1"/>
            </w:pPr>
            <w:r>
              <w:t>e</w:t>
            </w:r>
            <w:r w:rsidRPr="008041AA">
              <w:t xml:space="preserve">nvironment and biosecurity legislation and regulations and workplace practices relevant to </w:t>
            </w:r>
            <w:r>
              <w:t>carr</w:t>
            </w:r>
            <w:r w:rsidRPr="008041AA">
              <w:t>ying out birthing duties</w:t>
            </w:r>
          </w:p>
          <w:p w14:paraId="372CF20F" w14:textId="76AD030B" w:rsidR="008041AA" w:rsidRPr="008041AA" w:rsidRDefault="008041AA" w:rsidP="008041AA">
            <w:pPr>
              <w:pStyle w:val="SIBulletList1"/>
            </w:pPr>
            <w:r w:rsidRPr="00F36199">
              <w:t xml:space="preserve">principles and practices of </w:t>
            </w:r>
            <w:r>
              <w:t>animal birthing duties</w:t>
            </w:r>
            <w:r w:rsidRPr="008041AA">
              <w:t>, including:</w:t>
            </w:r>
          </w:p>
          <w:p w14:paraId="17B0C659" w14:textId="4A9BEA65" w:rsidR="00B926E0" w:rsidRPr="00B926E0" w:rsidRDefault="00B926E0" w:rsidP="00834D13">
            <w:pPr>
              <w:pStyle w:val="SIBulletList2"/>
            </w:pPr>
            <w:r w:rsidRPr="00B926E0">
              <w:t>relevant animal behaviour, basic health and nutritional requirements</w:t>
            </w:r>
            <w:r w:rsidR="006D5E1E">
              <w:t xml:space="preserve"> of animals and newborn</w:t>
            </w:r>
          </w:p>
          <w:p w14:paraId="73B5FA94" w14:textId="77777777" w:rsidR="00B926E0" w:rsidRPr="00B926E0" w:rsidRDefault="00B926E0" w:rsidP="00834D13">
            <w:pPr>
              <w:pStyle w:val="SIBulletList2"/>
            </w:pPr>
            <w:r w:rsidRPr="00B926E0">
              <w:t>birthing environment requirements for animals</w:t>
            </w:r>
          </w:p>
          <w:p w14:paraId="275AED16" w14:textId="77777777" w:rsidR="00B926E0" w:rsidRPr="00B926E0" w:rsidRDefault="00B926E0" w:rsidP="00834D13">
            <w:pPr>
              <w:pStyle w:val="SIBulletList2"/>
            </w:pPr>
            <w:r w:rsidRPr="00B926E0">
              <w:t>birthing equipment and materials, their components and functions</w:t>
            </w:r>
          </w:p>
          <w:p w14:paraId="66463F6E" w14:textId="77777777" w:rsidR="00B926E0" w:rsidRPr="00B926E0" w:rsidRDefault="00B926E0" w:rsidP="00834D13">
            <w:pPr>
              <w:pStyle w:val="SIBulletList2"/>
            </w:pPr>
            <w:r w:rsidRPr="00B926E0">
              <w:t>birthing intervention and non-intervention strategies</w:t>
            </w:r>
          </w:p>
          <w:p w14:paraId="2FFC4204" w14:textId="77777777" w:rsidR="00B926E0" w:rsidRPr="00B926E0" w:rsidRDefault="00B926E0" w:rsidP="00834D13">
            <w:pPr>
              <w:pStyle w:val="SIBulletList2"/>
            </w:pPr>
            <w:r w:rsidRPr="00B926E0">
              <w:t>effects of adverse weather conditions on birthing process and newborn animals</w:t>
            </w:r>
          </w:p>
          <w:p w14:paraId="16945F63" w14:textId="062DD18C" w:rsidR="00B926E0" w:rsidRPr="00B926E0" w:rsidRDefault="00834D13" w:rsidP="00834D13">
            <w:pPr>
              <w:pStyle w:val="SIBulletList2"/>
            </w:pPr>
            <w:r>
              <w:t>workplace</w:t>
            </w:r>
            <w:r w:rsidRPr="00B926E0">
              <w:t xml:space="preserve"> </w:t>
            </w:r>
            <w:r w:rsidR="00B926E0" w:rsidRPr="00B926E0">
              <w:t xml:space="preserve">policies </w:t>
            </w:r>
            <w:proofErr w:type="gramStart"/>
            <w:r w:rsidR="00B926E0" w:rsidRPr="00B926E0">
              <w:t>with regard to</w:t>
            </w:r>
            <w:proofErr w:type="gramEnd"/>
            <w:r w:rsidR="00B926E0" w:rsidRPr="00B926E0">
              <w:t xml:space="preserve"> treating animals, recording and reporting routines</w:t>
            </w:r>
          </w:p>
          <w:p w14:paraId="750B3C47" w14:textId="77777777" w:rsidR="00B926E0" w:rsidRPr="00B926E0" w:rsidRDefault="00B926E0" w:rsidP="00834D13">
            <w:pPr>
              <w:pStyle w:val="SIBulletList2"/>
            </w:pPr>
            <w:r w:rsidRPr="00B926E0">
              <w:t>relevant livestock gestation and appropriate birthing and husbandry procedures</w:t>
            </w:r>
          </w:p>
          <w:p w14:paraId="6B302EC3" w14:textId="77777777" w:rsidR="00B926E0" w:rsidRPr="00B926E0" w:rsidRDefault="00B926E0" w:rsidP="00834D13">
            <w:pPr>
              <w:pStyle w:val="SIBulletList2"/>
            </w:pPr>
            <w:r w:rsidRPr="00B926E0">
              <w:t>problems associated with birthing and remedial treatment</w:t>
            </w:r>
          </w:p>
          <w:p w14:paraId="25AE1E0C" w14:textId="1D28F1C2" w:rsidR="006D5E1E" w:rsidRPr="006D5E1E" w:rsidRDefault="006D5E1E" w:rsidP="006D5E1E">
            <w:pPr>
              <w:pStyle w:val="SIBulletList2"/>
            </w:pPr>
            <w:r>
              <w:t xml:space="preserve">appropriate </w:t>
            </w:r>
            <w:r w:rsidRPr="006D5E1E">
              <w:t>use of antibiotics and other medicine after birthing</w:t>
            </w:r>
          </w:p>
          <w:p w14:paraId="327EDE7C" w14:textId="77777777" w:rsidR="00B926E0" w:rsidRPr="00B926E0" w:rsidRDefault="00B926E0" w:rsidP="00834D13">
            <w:pPr>
              <w:pStyle w:val="SIBulletList2"/>
            </w:pPr>
            <w:r w:rsidRPr="00B926E0">
              <w:t>procedures for cleaning and maintaining treatment equipment and materials</w:t>
            </w:r>
          </w:p>
          <w:p w14:paraId="482A0766" w14:textId="2211DA0C" w:rsidR="00B926E0" w:rsidRPr="00B926E0" w:rsidRDefault="00B926E0" w:rsidP="00834D13">
            <w:pPr>
              <w:pStyle w:val="SIBulletList2"/>
            </w:pPr>
            <w:r w:rsidRPr="00B926E0">
              <w:t>predator behaviour and control procedures</w:t>
            </w:r>
          </w:p>
          <w:p w14:paraId="594042BC" w14:textId="00E745C9" w:rsidR="00F1480E" w:rsidRPr="000754EC" w:rsidRDefault="00B926E0" w:rsidP="00834D13">
            <w:pPr>
              <w:pStyle w:val="SIBulletList2"/>
            </w:pPr>
            <w:r w:rsidRPr="00B926E0">
              <w:t>animal welfare</w:t>
            </w:r>
            <w:r w:rsidR="000D368C">
              <w:t xml:space="preserve"> </w:t>
            </w:r>
            <w:r w:rsidR="00BF31C5">
              <w:t xml:space="preserve">legislation, </w:t>
            </w:r>
            <w:r w:rsidR="000D368C" w:rsidRPr="00365048">
              <w:t>codes of practice</w:t>
            </w:r>
            <w:r w:rsidR="00BF31C5">
              <w:t xml:space="preserve"> and procedures</w:t>
            </w:r>
            <w:r w:rsidR="000D368C" w:rsidRPr="00365048">
              <w:t xml:space="preserve"> </w:t>
            </w:r>
            <w:r w:rsidR="00C0560E">
              <w:t xml:space="preserve">and hygiene practices </w:t>
            </w:r>
            <w:r w:rsidR="000D368C" w:rsidRPr="00365048">
              <w:t>relevant to carrying out birthing duties</w:t>
            </w:r>
            <w:r w:rsidRPr="00B926E0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16E19919" w:rsidR="00DA54B5" w:rsidRPr="00792EDD" w:rsidRDefault="00DA54B5" w:rsidP="00792ED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92ED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6882A3BF" w:rsidR="00DA54B5" w:rsidRPr="00792EDD" w:rsidRDefault="00DA54B5" w:rsidP="00792ED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92ED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271C0E65" w:rsidR="00DA54B5" w:rsidRPr="00834D13" w:rsidRDefault="008041AA" w:rsidP="00834D1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34D13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5E907FC5" w:rsidR="00DA54B5" w:rsidRPr="00792EDD" w:rsidRDefault="00DA54B5" w:rsidP="00792ED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92EDD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123BEAC3" w14:textId="1BECA45D" w:rsidR="008041AA" w:rsidRPr="00834D13" w:rsidRDefault="008041AA" w:rsidP="00834D1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34D13">
              <w:rPr>
                <w:rStyle w:val="SITemporaryText-red"/>
                <w:rFonts w:eastAsia="Calibri"/>
                <w:color w:val="auto"/>
                <w:sz w:val="20"/>
              </w:rPr>
              <w:t xml:space="preserve">work instructions and workplace procedures applicable to </w:t>
            </w:r>
            <w:r w:rsidR="00834D13" w:rsidRPr="00834D13">
              <w:t>carrying out birthing duties</w:t>
            </w:r>
          </w:p>
          <w:p w14:paraId="1FAA0326" w14:textId="46CF5A98" w:rsidR="008041AA" w:rsidRPr="00E24AB6" w:rsidRDefault="008041AA" w:rsidP="00834D13">
            <w:pPr>
              <w:pStyle w:val="SIBulletList2"/>
              <w:rPr>
                <w:rFonts w:eastAsia="Calibri"/>
              </w:rPr>
            </w:pPr>
            <w:r w:rsidRPr="00834D13">
              <w:rPr>
                <w:rStyle w:val="SITemporaryText-red"/>
                <w:rFonts w:eastAsia="Calibri"/>
                <w:color w:val="auto"/>
                <w:sz w:val="20"/>
              </w:rPr>
              <w:t xml:space="preserve">materials, equipment, and </w:t>
            </w:r>
            <w:r w:rsidR="00834D13" w:rsidRPr="00834D13">
              <w:rPr>
                <w:rStyle w:val="SITemporaryText-red"/>
                <w:rFonts w:eastAsia="Calibri"/>
                <w:color w:val="auto"/>
                <w:sz w:val="20"/>
              </w:rPr>
              <w:t>resources</w:t>
            </w:r>
            <w:r w:rsidRPr="00834D13">
              <w:rPr>
                <w:rStyle w:val="SITemporaryText-red"/>
                <w:rFonts w:eastAsia="Calibri"/>
                <w:color w:val="auto"/>
                <w:sz w:val="20"/>
              </w:rPr>
              <w:t xml:space="preserve"> applicable to </w:t>
            </w:r>
            <w:r w:rsidR="00834D13" w:rsidRPr="00834D13">
              <w:t>carrying out birthing duties</w:t>
            </w:r>
          </w:p>
          <w:p w14:paraId="1BD35F20" w14:textId="129847B6" w:rsidR="006D5E1E" w:rsidRPr="00E24AB6" w:rsidRDefault="006D5E1E" w:rsidP="00E24AB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24AB6">
              <w:rPr>
                <w:rStyle w:val="SITemporaryText-red"/>
                <w:color w:val="auto"/>
                <w:sz w:val="20"/>
              </w:rPr>
              <w:t>pregnant livestock</w:t>
            </w:r>
          </w:p>
          <w:p w14:paraId="4AB282A7" w14:textId="3E1C3CA3" w:rsidR="00DA54B5" w:rsidRPr="00834D13" w:rsidRDefault="008041AA" w:rsidP="00834D1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34D13">
              <w:rPr>
                <w:rStyle w:val="SITemporaryText-red"/>
                <w:rFonts w:eastAsia="Calibri"/>
                <w:color w:val="auto"/>
                <w:sz w:val="20"/>
              </w:rPr>
              <w:t xml:space="preserve">PPE applicable to </w:t>
            </w:r>
            <w:r w:rsidR="00834D13" w:rsidRPr="00834D13">
              <w:t>carrying out birthing duties</w:t>
            </w:r>
          </w:p>
          <w:p w14:paraId="3D4B0BD2" w14:textId="16F88C20" w:rsidR="00DA54B5" w:rsidRPr="00792EDD" w:rsidRDefault="00DA54B5" w:rsidP="00792ED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92EDD">
              <w:rPr>
                <w:rStyle w:val="SITemporaryText-red"/>
                <w:rFonts w:eastAsia="Calibri"/>
                <w:color w:val="auto"/>
                <w:sz w:val="20"/>
              </w:rPr>
              <w:lastRenderedPageBreak/>
              <w:t>specifications:</w:t>
            </w:r>
          </w:p>
          <w:p w14:paraId="7503D353" w14:textId="559097B1" w:rsidR="000D368C" w:rsidRPr="00365048" w:rsidRDefault="000D368C" w:rsidP="00834D13">
            <w:pPr>
              <w:pStyle w:val="SIBulletList2"/>
              <w:rPr>
                <w:rFonts w:eastAsia="Calibri"/>
              </w:rPr>
            </w:pPr>
            <w:r w:rsidRPr="000D368C">
              <w:rPr>
                <w:rFonts w:eastAsia="Calibri"/>
              </w:rPr>
              <w:t>workplace requirements applicable to health and safety in the workplace for</w:t>
            </w:r>
            <w:r>
              <w:rPr>
                <w:rFonts w:eastAsia="Calibri"/>
              </w:rPr>
              <w:t xml:space="preserve"> carrying out birthing duties</w:t>
            </w:r>
          </w:p>
          <w:p w14:paraId="1BA45F2B" w14:textId="62958224" w:rsidR="008041AA" w:rsidRPr="00365048" w:rsidRDefault="008041AA" w:rsidP="00834D13">
            <w:pPr>
              <w:pStyle w:val="SIBulletList2"/>
              <w:rPr>
                <w:rFonts w:eastAsia="Calibri"/>
              </w:rPr>
            </w:pPr>
            <w:r w:rsidRPr="00834D13">
              <w:t xml:space="preserve">environment and biosecurity legislation and regulations and workplace practices applicable to </w:t>
            </w:r>
            <w:r w:rsidR="00834D13" w:rsidRPr="00365048">
              <w:t>carrying out birthing duties</w:t>
            </w:r>
          </w:p>
          <w:p w14:paraId="1CAE9D43" w14:textId="2792A5C8" w:rsidR="000D368C" w:rsidRPr="005875D7" w:rsidRDefault="000D368C" w:rsidP="00834D13">
            <w:pPr>
              <w:pStyle w:val="SIBulletList2"/>
              <w:rPr>
                <w:rFonts w:eastAsia="Calibri"/>
              </w:rPr>
            </w:pPr>
            <w:r w:rsidRPr="005F364F">
              <w:t xml:space="preserve">industry standards, </w:t>
            </w:r>
            <w:r w:rsidR="005875D7">
              <w:t xml:space="preserve">legislation and </w:t>
            </w:r>
            <w:r w:rsidRPr="005F364F">
              <w:t>codes of practice and procedures for</w:t>
            </w:r>
            <w:r>
              <w:t xml:space="preserve"> animal welfare a</w:t>
            </w:r>
            <w:r w:rsidR="00BF31C5">
              <w:t xml:space="preserve">pplicable to </w:t>
            </w:r>
            <w:r>
              <w:t>carrying out birthing duties</w:t>
            </w:r>
          </w:p>
          <w:p w14:paraId="69568ACA" w14:textId="2A2B061C" w:rsidR="005875D7" w:rsidRPr="00365048" w:rsidRDefault="005875D7" w:rsidP="00834D13">
            <w:pPr>
              <w:pStyle w:val="SIBulletList2"/>
              <w:rPr>
                <w:rFonts w:eastAsia="Calibri"/>
              </w:rPr>
            </w:pPr>
            <w:r>
              <w:t>hygiene practices applicable to carrying out birthing duties</w:t>
            </w:r>
          </w:p>
          <w:p w14:paraId="0DCA1D1B" w14:textId="6DFA7203" w:rsidR="00DA54B5" w:rsidRPr="00792EDD" w:rsidRDefault="00DA54B5" w:rsidP="00792ED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92ED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7A8D1FCA" w:rsidR="00DA54B5" w:rsidRPr="00834D13" w:rsidRDefault="008041AA" w:rsidP="00834D1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34D13">
              <w:rPr>
                <w:rStyle w:val="SITemporaryText-red"/>
                <w:color w:val="auto"/>
                <w:sz w:val="20"/>
              </w:rPr>
              <w:t>supervisor</w:t>
            </w:r>
          </w:p>
          <w:p w14:paraId="08F72541" w14:textId="2CE116E3" w:rsidR="00DA54B5" w:rsidRPr="00792EDD" w:rsidRDefault="00DA54B5" w:rsidP="00792ED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92ED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57DF8E3E" w:rsidR="00DA54B5" w:rsidRPr="00834D13" w:rsidRDefault="008041AA" w:rsidP="00834D1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34D13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834D13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792EDD" w:rsidRDefault="00DA54B5" w:rsidP="00792ED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478D6F91" w:rsidR="00DA54B5" w:rsidRPr="00792EDD" w:rsidRDefault="00DA54B5" w:rsidP="00792ED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92ED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41359545" w:rsidR="00F1480E" w:rsidRPr="000754EC" w:rsidRDefault="002970C3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9E7713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8BE728" w14:textId="77777777" w:rsidR="00A954C7" w:rsidRDefault="00A954C7" w:rsidP="00BF3F0A">
      <w:r>
        <w:separator/>
      </w:r>
    </w:p>
    <w:p w14:paraId="7A2F9357" w14:textId="77777777" w:rsidR="00A954C7" w:rsidRDefault="00A954C7"/>
  </w:endnote>
  <w:endnote w:type="continuationSeparator" w:id="0">
    <w:p w14:paraId="0923F1A1" w14:textId="77777777" w:rsidR="00A954C7" w:rsidRDefault="00A954C7" w:rsidP="00BF3F0A">
      <w:r>
        <w:continuationSeparator/>
      </w:r>
    </w:p>
    <w:p w14:paraId="42F9525A" w14:textId="77777777" w:rsidR="00A954C7" w:rsidRDefault="00A954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D42F48" w14:textId="77777777" w:rsidR="00A954C7" w:rsidRDefault="00A954C7" w:rsidP="00BF3F0A">
      <w:r>
        <w:separator/>
      </w:r>
    </w:p>
    <w:p w14:paraId="2026961B" w14:textId="77777777" w:rsidR="00A954C7" w:rsidRDefault="00A954C7"/>
  </w:footnote>
  <w:footnote w:type="continuationSeparator" w:id="0">
    <w:p w14:paraId="11D5E817" w14:textId="77777777" w:rsidR="00A954C7" w:rsidRDefault="00A954C7" w:rsidP="00BF3F0A">
      <w:r>
        <w:continuationSeparator/>
      </w:r>
    </w:p>
    <w:p w14:paraId="56357D91" w14:textId="77777777" w:rsidR="00A954C7" w:rsidRDefault="00A954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69EFD" w14:textId="6785FD60" w:rsidR="009C2650" w:rsidRPr="00B926E0" w:rsidRDefault="00B926E0" w:rsidP="00B926E0">
    <w:r w:rsidRPr="00B926E0">
      <w:rPr>
        <w:lang w:eastAsia="en-US"/>
      </w:rPr>
      <w:t>AHCLSK203 Carry out birthing duties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73334E3"/>
    <w:multiLevelType w:val="multilevel"/>
    <w:tmpl w:val="617C71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4FF11AB2"/>
    <w:multiLevelType w:val="multilevel"/>
    <w:tmpl w:val="8F786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88508A3"/>
    <w:multiLevelType w:val="multilevel"/>
    <w:tmpl w:val="F33CEA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66437DF"/>
    <w:multiLevelType w:val="multilevel"/>
    <w:tmpl w:val="40BE23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6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10"/>
  </w:num>
  <w:num w:numId="11">
    <w:abstractNumId w:val="14"/>
  </w:num>
  <w:num w:numId="12">
    <w:abstractNumId w:val="11"/>
  </w:num>
  <w:num w:numId="13">
    <w:abstractNumId w:val="17"/>
  </w:num>
  <w:num w:numId="14">
    <w:abstractNumId w:val="4"/>
  </w:num>
  <w:num w:numId="15">
    <w:abstractNumId w:val="5"/>
  </w:num>
  <w:num w:numId="16">
    <w:abstractNumId w:val="18"/>
  </w:num>
  <w:num w:numId="17">
    <w:abstractNumId w:val="12"/>
  </w:num>
  <w:num w:numId="18">
    <w:abstractNumId w:val="7"/>
  </w:num>
  <w:num w:numId="19">
    <w:abstractNumId w:val="19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0709"/>
    <w:rsid w:val="000014B9"/>
    <w:rsid w:val="00005A15"/>
    <w:rsid w:val="00006AAB"/>
    <w:rsid w:val="0001108F"/>
    <w:rsid w:val="000115E2"/>
    <w:rsid w:val="00011CC6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63A7"/>
    <w:rsid w:val="0009093B"/>
    <w:rsid w:val="000A5441"/>
    <w:rsid w:val="000B2022"/>
    <w:rsid w:val="000C149A"/>
    <w:rsid w:val="000C224E"/>
    <w:rsid w:val="000D368C"/>
    <w:rsid w:val="000E25E6"/>
    <w:rsid w:val="000E2C86"/>
    <w:rsid w:val="000F29F2"/>
    <w:rsid w:val="000F6934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258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06D18"/>
    <w:rsid w:val="00310A6A"/>
    <w:rsid w:val="003144E6"/>
    <w:rsid w:val="00337E82"/>
    <w:rsid w:val="00346FDC"/>
    <w:rsid w:val="00350BB1"/>
    <w:rsid w:val="00352C83"/>
    <w:rsid w:val="00365048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75D7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64F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01D8"/>
    <w:rsid w:val="00674BD4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5E1E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2EDD"/>
    <w:rsid w:val="007A0F70"/>
    <w:rsid w:val="007A300D"/>
    <w:rsid w:val="007D5A78"/>
    <w:rsid w:val="007E3BD1"/>
    <w:rsid w:val="007F1563"/>
    <w:rsid w:val="007F1EB2"/>
    <w:rsid w:val="007F44DB"/>
    <w:rsid w:val="007F5A8B"/>
    <w:rsid w:val="008041AA"/>
    <w:rsid w:val="00817D51"/>
    <w:rsid w:val="00823530"/>
    <w:rsid w:val="00823FF4"/>
    <w:rsid w:val="00830267"/>
    <w:rsid w:val="008306E7"/>
    <w:rsid w:val="008322BE"/>
    <w:rsid w:val="00834BC8"/>
    <w:rsid w:val="00834D13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6D9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7713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954C7"/>
    <w:rsid w:val="00AA5338"/>
    <w:rsid w:val="00AB1B8E"/>
    <w:rsid w:val="00AB3EC1"/>
    <w:rsid w:val="00AB46DE"/>
    <w:rsid w:val="00AB51ED"/>
    <w:rsid w:val="00AC0696"/>
    <w:rsid w:val="00AC4C98"/>
    <w:rsid w:val="00AC5F6B"/>
    <w:rsid w:val="00AD2DD6"/>
    <w:rsid w:val="00AD3896"/>
    <w:rsid w:val="00AD5B47"/>
    <w:rsid w:val="00AE1ED9"/>
    <w:rsid w:val="00AE32CB"/>
    <w:rsid w:val="00AF3957"/>
    <w:rsid w:val="00B0712C"/>
    <w:rsid w:val="00B10E83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B97"/>
    <w:rsid w:val="00B926E0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1C5"/>
    <w:rsid w:val="00BF3F0A"/>
    <w:rsid w:val="00C0560E"/>
    <w:rsid w:val="00C143C3"/>
    <w:rsid w:val="00C1739B"/>
    <w:rsid w:val="00C21ADE"/>
    <w:rsid w:val="00C26067"/>
    <w:rsid w:val="00C30A29"/>
    <w:rsid w:val="00C317DC"/>
    <w:rsid w:val="00C578E9"/>
    <w:rsid w:val="00C626FC"/>
    <w:rsid w:val="00C70626"/>
    <w:rsid w:val="00C72860"/>
    <w:rsid w:val="00C73582"/>
    <w:rsid w:val="00C73B90"/>
    <w:rsid w:val="00C742EC"/>
    <w:rsid w:val="00C81F1F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1D69"/>
    <w:rsid w:val="00DC5A3A"/>
    <w:rsid w:val="00DD0726"/>
    <w:rsid w:val="00E238E6"/>
    <w:rsid w:val="00E24AB6"/>
    <w:rsid w:val="00E34CD8"/>
    <w:rsid w:val="00E35064"/>
    <w:rsid w:val="00E3681D"/>
    <w:rsid w:val="00E40225"/>
    <w:rsid w:val="00E501F0"/>
    <w:rsid w:val="00E6166D"/>
    <w:rsid w:val="00E66D7A"/>
    <w:rsid w:val="00E91BFF"/>
    <w:rsid w:val="00E92933"/>
    <w:rsid w:val="00E933B0"/>
    <w:rsid w:val="00E94FAD"/>
    <w:rsid w:val="00E95498"/>
    <w:rsid w:val="00EB0AA4"/>
    <w:rsid w:val="00EB5C88"/>
    <w:rsid w:val="00EB7623"/>
    <w:rsid w:val="00EC0469"/>
    <w:rsid w:val="00EC0C3E"/>
    <w:rsid w:val="00EF01F8"/>
    <w:rsid w:val="00EF0BEA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577FD"/>
    <w:rsid w:val="00F62866"/>
    <w:rsid w:val="00F65EF0"/>
    <w:rsid w:val="00F71651"/>
    <w:rsid w:val="00F76191"/>
    <w:rsid w:val="00F76CC6"/>
    <w:rsid w:val="00F8149F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b2174f5-0fa5-4d8c-b704-6aac8642ac33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35D3579426564295ED85A9DDBF97D1" ma:contentTypeVersion="3" ma:contentTypeDescription="Create a new document." ma:contentTypeScope="" ma:versionID="9fc632639601de038dd8020f573e511d">
  <xsd:schema xmlns:xsd="http://www.w3.org/2001/XMLSchema" xmlns:xs="http://www.w3.org/2001/XMLSchema" xmlns:p="http://schemas.microsoft.com/office/2006/metadata/properties" xmlns:ns2="4b2174f5-0fa5-4d8c-b704-6aac8642ac33" targetNamespace="http://schemas.microsoft.com/office/2006/metadata/properties" ma:root="true" ma:fieldsID="a6c0362a25ea45e0594d7a72d1ba5cf3" ns2:_="">
    <xsd:import namespace="4b2174f5-0fa5-4d8c-b704-6aac8642a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174f5-0fa5-4d8c-b704-6aac8642a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b2174f5-0fa5-4d8c-b704-6aac8642ac3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D3EFE10-DE27-4D5C-86BD-04DAA8445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174f5-0fa5-4d8c-b704-6aac8642a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04364A-2FFD-4129-87A6-65B88AA7D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163</TotalTime>
  <Pages>5</Pages>
  <Words>1257</Words>
  <Characters>7166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22</cp:revision>
  <cp:lastPrinted>2016-05-27T05:21:00Z</cp:lastPrinted>
  <dcterms:created xsi:type="dcterms:W3CDTF">2020-08-25T06:08:00Z</dcterms:created>
  <dcterms:modified xsi:type="dcterms:W3CDTF">2020-11-30T03:22:00Z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0x0101004F35D3579426564295ED85A9DDBF97D1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