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3D95F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A6958" w14:paraId="37700C65" w14:textId="77777777" w:rsidTr="00C858C4">
        <w:tc>
          <w:tcPr>
            <w:tcW w:w="2689" w:type="dxa"/>
          </w:tcPr>
          <w:p w14:paraId="4648CDC8" w14:textId="4ADDE2D4" w:rsidR="007A6958" w:rsidRPr="007A6958" w:rsidRDefault="007A6958" w:rsidP="007A6958">
            <w:pPr>
              <w:pStyle w:val="SIText"/>
            </w:pPr>
            <w:r w:rsidRPr="00CC451E">
              <w:t>Release</w:t>
            </w:r>
            <w:r w:rsidRPr="007A6958">
              <w:t xml:space="preserve"> </w:t>
            </w:r>
            <w:r w:rsidR="006225FA">
              <w:t>1</w:t>
            </w:r>
          </w:p>
        </w:tc>
        <w:tc>
          <w:tcPr>
            <w:tcW w:w="6939" w:type="dxa"/>
          </w:tcPr>
          <w:p w14:paraId="720B52B0" w14:textId="77777777" w:rsidR="007A6958" w:rsidRPr="007A6958" w:rsidRDefault="007A6958" w:rsidP="007A6958">
            <w:pPr>
              <w:pStyle w:val="SIText"/>
            </w:pPr>
            <w:r w:rsidRPr="00CC451E">
              <w:t xml:space="preserve">This version released with </w:t>
            </w:r>
            <w:r w:rsidRPr="007A6958">
              <w:t>AHC Agriculture, Horticulture and Conservation and Land Management Training Package Version 7.0.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16036432" w:rsidR="00F1480E" w:rsidRPr="00923720" w:rsidRDefault="00804F4D" w:rsidP="00923720">
            <w:pPr>
              <w:pStyle w:val="SIQUALCODE"/>
            </w:pPr>
            <w:r>
              <w:t>AHC</w:t>
            </w:r>
            <w:r w:rsidR="00754757">
              <w:t>3</w:t>
            </w:r>
            <w:r>
              <w:t>02</w:t>
            </w:r>
            <w:r w:rsidR="006225FA">
              <w:t>2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7262D746" w14:textId="04C0D9E8" w:rsidR="00F1480E" w:rsidRPr="00923720" w:rsidRDefault="00754757" w:rsidP="00A772D9">
            <w:pPr>
              <w:pStyle w:val="SIQUALtitle"/>
            </w:pPr>
            <w:r w:rsidRPr="00754757">
              <w:t>Certificate III in Agriculture (Dairy Production</w:t>
            </w:r>
            <w:r>
              <w:t>)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3470042" w14:textId="560258F7" w:rsidR="00754757" w:rsidRPr="00754757" w:rsidRDefault="00754757" w:rsidP="00754757">
            <w:pPr>
              <w:pStyle w:val="SIText"/>
            </w:pPr>
            <w:r w:rsidRPr="00754757">
              <w:t xml:space="preserve">This qualification </w:t>
            </w:r>
            <w:r w:rsidR="007A6958">
              <w:t xml:space="preserve">describes the skills and knowledge for </w:t>
            </w:r>
            <w:r w:rsidR="00C40C2D" w:rsidRPr="00E41E36">
              <w:t xml:space="preserve">trade level </w:t>
            </w:r>
            <w:r w:rsidR="00C40C2D" w:rsidRPr="00C40C2D">
              <w:t xml:space="preserve">roles carried out under broad supervision in the </w:t>
            </w:r>
            <w:r w:rsidR="00C40C2D">
              <w:t>dair</w:t>
            </w:r>
            <w:r w:rsidR="00C40C2D" w:rsidRPr="00C40C2D">
              <w:t>y industry</w:t>
            </w:r>
            <w:r w:rsidRPr="00754757">
              <w:t>.</w:t>
            </w:r>
          </w:p>
          <w:p w14:paraId="25E193A2" w14:textId="580B3555" w:rsidR="00754757" w:rsidRDefault="00754757" w:rsidP="00754757">
            <w:pPr>
              <w:pStyle w:val="SIText"/>
            </w:pPr>
          </w:p>
          <w:p w14:paraId="4109EDBF" w14:textId="59828A5F" w:rsidR="003A7002" w:rsidRDefault="003A7002" w:rsidP="00754757">
            <w:pPr>
              <w:pStyle w:val="SIText"/>
            </w:pPr>
            <w:r>
              <w:t>Job roles vary and may include:</w:t>
            </w:r>
          </w:p>
          <w:p w14:paraId="0003367B" w14:textId="0DEF53E6" w:rsidR="003A7002" w:rsidRPr="00754757" w:rsidRDefault="003A7002" w:rsidP="003A7002">
            <w:pPr>
              <w:pStyle w:val="SIBulletList1"/>
            </w:pPr>
            <w:r>
              <w:t>Dairy farmhand</w:t>
            </w:r>
          </w:p>
          <w:p w14:paraId="71A61DE5" w14:textId="77777777" w:rsidR="003A7002" w:rsidRPr="004E1C14" w:rsidRDefault="003A7002" w:rsidP="003A7002">
            <w:pPr>
              <w:pStyle w:val="SIText"/>
            </w:pPr>
          </w:p>
          <w:p w14:paraId="0CD5CF4F" w14:textId="77777777" w:rsidR="003A7002" w:rsidRPr="003A7002" w:rsidRDefault="003A7002" w:rsidP="003A7002">
            <w:pPr>
              <w:pStyle w:val="SIText"/>
            </w:pPr>
            <w:r w:rsidRPr="004E1C14">
              <w:t>Individuals with this qualification perform tasks</w:t>
            </w:r>
            <w:r w:rsidRPr="003A7002">
              <w:t xml:space="preserve"> autonomously involving a broad range of skills that are applied in a wide variety of contexts, which will involve discretion and judgement in planning tasks, selecting and operating equipment, coordinating resources and applying contingency measures during work.</w:t>
            </w:r>
          </w:p>
          <w:p w14:paraId="017ED083" w14:textId="77777777" w:rsidR="003A7002" w:rsidRPr="004E1C14" w:rsidRDefault="003A7002" w:rsidP="003A7002">
            <w:pPr>
              <w:pStyle w:val="SIText"/>
            </w:pPr>
          </w:p>
          <w:p w14:paraId="7911D7A6" w14:textId="77777777" w:rsidR="003A7002" w:rsidRPr="003A7002" w:rsidRDefault="003A7002" w:rsidP="003A7002">
            <w:pPr>
              <w:pStyle w:val="SIText"/>
            </w:pPr>
            <w:r w:rsidRPr="004E1C14">
              <w:t>Work must comply with work health and safety and environmental regulations and legislation that apply to the workplace.</w:t>
            </w:r>
          </w:p>
          <w:p w14:paraId="6C4A0287" w14:textId="77777777" w:rsidR="00754757" w:rsidRPr="00754757" w:rsidRDefault="00754757" w:rsidP="00754757">
            <w:pPr>
              <w:pStyle w:val="SIText"/>
            </w:pPr>
          </w:p>
          <w:p w14:paraId="14F74EEE" w14:textId="4F44638B" w:rsidR="00804F4D" w:rsidRPr="00856837" w:rsidRDefault="00754757" w:rsidP="00754757">
            <w:pPr>
              <w:pStyle w:val="SIText"/>
              <w:rPr>
                <w:color w:val="000000" w:themeColor="text1"/>
              </w:rPr>
            </w:pPr>
            <w:r w:rsidRPr="00754757">
              <w:t>No licensing, legislative or certification requirements apply to this qualification at the time of publication.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0DABBAD8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7A6958">
        <w:trPr>
          <w:trHeight w:val="3109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32541475" w:rsidR="00804F4D" w:rsidRPr="00804F4D" w:rsidRDefault="00754757" w:rsidP="00804F4D">
            <w:pPr>
              <w:pStyle w:val="SIBulletList1"/>
            </w:pPr>
            <w:r>
              <w:t>17</w:t>
            </w:r>
            <w:r w:rsidR="00804F4D" w:rsidRPr="00804F4D">
              <w:t xml:space="preserve"> units of competency:</w:t>
            </w:r>
          </w:p>
          <w:p w14:paraId="174F02F5" w14:textId="366B8659" w:rsidR="00804F4D" w:rsidRPr="00804F4D" w:rsidRDefault="00754757" w:rsidP="00804F4D">
            <w:pPr>
              <w:pStyle w:val="SIBulletList2"/>
            </w:pPr>
            <w:r>
              <w:t>11</w:t>
            </w:r>
            <w:r w:rsidR="00804F4D" w:rsidRPr="00804F4D">
              <w:t xml:space="preserve"> core units plus</w:t>
            </w:r>
          </w:p>
          <w:p w14:paraId="4D314140" w14:textId="6A876CE2" w:rsidR="00804F4D" w:rsidRPr="00804F4D" w:rsidRDefault="00754757" w:rsidP="00804F4D">
            <w:pPr>
              <w:pStyle w:val="SIBulletList2"/>
            </w:pPr>
            <w:r>
              <w:t>6</w:t>
            </w:r>
            <w:r w:rsidR="00804F4D" w:rsidRPr="00804F4D">
              <w:t xml:space="preserve"> elective units.</w:t>
            </w:r>
          </w:p>
          <w:p w14:paraId="67DE5A7C" w14:textId="3F2A3346" w:rsidR="00804F4D" w:rsidRDefault="00804F4D" w:rsidP="00804F4D">
            <w:pPr>
              <w:pStyle w:val="SIText"/>
            </w:pPr>
          </w:p>
          <w:p w14:paraId="50FDCC0F" w14:textId="133B5CC1" w:rsidR="000415E6" w:rsidRDefault="000415E6" w:rsidP="00804F4D">
            <w:pPr>
              <w:pStyle w:val="SIText"/>
            </w:pPr>
            <w:r w:rsidRPr="001F087A">
              <w:t xml:space="preserve">Elective units must </w:t>
            </w:r>
            <w:r w:rsidRPr="000415E6">
              <w:t>ensure the integrity of the qualification’s Australian Qualification Framework (AQF) alignment and contribute to a valid, industry-supported vocational outcome. The electives are to be chosen as follows:</w:t>
            </w:r>
          </w:p>
          <w:p w14:paraId="3E05DE10" w14:textId="74C49204" w:rsidR="00754757" w:rsidRPr="00754757" w:rsidRDefault="00754757" w:rsidP="00754757">
            <w:pPr>
              <w:pStyle w:val="SIBulletList1"/>
            </w:pPr>
            <w:r w:rsidRPr="00754757">
              <w:t xml:space="preserve">3 </w:t>
            </w:r>
            <w:r w:rsidR="000415E6">
              <w:t>must be</w:t>
            </w:r>
            <w:r w:rsidRPr="00754757">
              <w:t xml:space="preserve"> from the elective</w:t>
            </w:r>
            <w:r w:rsidR="000415E6">
              <w:t>s</w:t>
            </w:r>
            <w:r w:rsidRPr="00754757">
              <w:t xml:space="preserve"> list</w:t>
            </w:r>
            <w:r w:rsidR="000415E6">
              <w:t>ed below</w:t>
            </w:r>
          </w:p>
          <w:p w14:paraId="0224CE47" w14:textId="162DA6BB" w:rsidR="00754757" w:rsidRPr="00754757" w:rsidRDefault="00754757" w:rsidP="00754757">
            <w:pPr>
              <w:pStyle w:val="SIBulletList1"/>
            </w:pPr>
            <w:r w:rsidRPr="00754757">
              <w:t xml:space="preserve">3 from the </w:t>
            </w:r>
            <w:r w:rsidR="000415E6">
              <w:t xml:space="preserve">remaining </w:t>
            </w:r>
            <w:r w:rsidRPr="00754757">
              <w:t>elective</w:t>
            </w:r>
            <w:r w:rsidR="000415E6">
              <w:t>s</w:t>
            </w:r>
            <w:r w:rsidRPr="00754757">
              <w:t xml:space="preserve"> list</w:t>
            </w:r>
            <w:r w:rsidR="000415E6">
              <w:t>ed below</w:t>
            </w:r>
            <w:r w:rsidRPr="00754757">
              <w:t xml:space="preserve">, or any </w:t>
            </w:r>
            <w:r w:rsidR="000415E6">
              <w:t>currently</w:t>
            </w:r>
            <w:r w:rsidRPr="00754757">
              <w:t xml:space="preserve"> endorsed Training Package or </w:t>
            </w:r>
            <w:r w:rsidR="000415E6">
              <w:t>a</w:t>
            </w:r>
            <w:r w:rsidRPr="00754757">
              <w:t xml:space="preserve">ccredited </w:t>
            </w:r>
            <w:r w:rsidR="000415E6">
              <w:t>c</w:t>
            </w:r>
            <w:r w:rsidRPr="00754757">
              <w:t>ourse</w:t>
            </w:r>
            <w:r w:rsidR="000415E6">
              <w:t xml:space="preserve"> packaged at Certificate II, III or IV.</w:t>
            </w:r>
          </w:p>
          <w:p w14:paraId="3D416D9B" w14:textId="77777777" w:rsidR="00754757" w:rsidRDefault="00754757" w:rsidP="000415E6">
            <w:pPr>
              <w:pStyle w:val="SITextHeading2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commentRangeStart w:id="1"/>
            <w:r w:rsidRPr="00856837">
              <w:t>Core Units</w:t>
            </w:r>
            <w:commentRangeEnd w:id="1"/>
            <w:r w:rsidR="000415E6">
              <w:rPr>
                <w:rStyle w:val="CommentReference"/>
                <w:b w:val="0"/>
                <w:lang w:eastAsia="en-AU"/>
              </w:rPr>
              <w:commentReference w:id="1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54757" w:rsidRPr="005C7EA8" w14:paraId="2C3BD7A3" w14:textId="77777777" w:rsidTr="005C7EA8">
              <w:tc>
                <w:tcPr>
                  <w:tcW w:w="1718" w:type="dxa"/>
                </w:tcPr>
                <w:p w14:paraId="178C433B" w14:textId="1497405D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AHCBAC302</w:t>
                  </w:r>
                </w:p>
              </w:tc>
              <w:tc>
                <w:tcPr>
                  <w:tcW w:w="5670" w:type="dxa"/>
                </w:tcPr>
                <w:p w14:paraId="7AFBE2E1" w14:textId="3F333A0A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rPr>
                      <w:rStyle w:val="SITemporarytext-red"/>
                      <w:color w:val="auto"/>
                      <w:sz w:val="20"/>
                    </w:rPr>
                    <w:t>Establish pastures and crops for livestock production</w:t>
                  </w:r>
                </w:p>
              </w:tc>
            </w:tr>
            <w:tr w:rsidR="00754757" w:rsidRPr="005C7EA8" w14:paraId="2DEDD69C" w14:textId="77777777" w:rsidTr="005C7EA8">
              <w:tc>
                <w:tcPr>
                  <w:tcW w:w="1718" w:type="dxa"/>
                </w:tcPr>
                <w:p w14:paraId="0ECC5279" w14:textId="7C95E6EE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AHCCHM303</w:t>
                  </w:r>
                </w:p>
              </w:tc>
              <w:tc>
                <w:tcPr>
                  <w:tcW w:w="5670" w:type="dxa"/>
                </w:tcPr>
                <w:p w14:paraId="4F849FA8" w14:textId="1DC9203D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Prepare and apply chemicals</w:t>
                  </w:r>
                </w:p>
              </w:tc>
            </w:tr>
            <w:tr w:rsidR="00754757" w:rsidRPr="005C7EA8" w14:paraId="386CCB35" w14:textId="77777777" w:rsidTr="005C7EA8">
              <w:tc>
                <w:tcPr>
                  <w:tcW w:w="1718" w:type="dxa"/>
                </w:tcPr>
                <w:p w14:paraId="1A45DC45" w14:textId="47E68DAA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AHCCHM304</w:t>
                  </w:r>
                </w:p>
              </w:tc>
              <w:tc>
                <w:tcPr>
                  <w:tcW w:w="5670" w:type="dxa"/>
                </w:tcPr>
                <w:p w14:paraId="05200502" w14:textId="72D593DD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Transport and store chemicals</w:t>
                  </w:r>
                </w:p>
              </w:tc>
            </w:tr>
            <w:tr w:rsidR="00754757" w:rsidRPr="005C7EA8" w14:paraId="49C0E165" w14:textId="77777777" w:rsidTr="005C7EA8">
              <w:tc>
                <w:tcPr>
                  <w:tcW w:w="1718" w:type="dxa"/>
                </w:tcPr>
                <w:p w14:paraId="40BC93E9" w14:textId="10E446BA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AHCDRY301</w:t>
                  </w:r>
                </w:p>
              </w:tc>
              <w:tc>
                <w:tcPr>
                  <w:tcW w:w="5670" w:type="dxa"/>
                </w:tcPr>
                <w:p w14:paraId="1D831B74" w14:textId="207A05B2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Coordinate milking operations</w:t>
                  </w:r>
                </w:p>
              </w:tc>
            </w:tr>
            <w:tr w:rsidR="00754757" w:rsidRPr="005C7EA8" w14:paraId="0902A76E" w14:textId="77777777" w:rsidTr="005C7EA8">
              <w:tc>
                <w:tcPr>
                  <w:tcW w:w="1718" w:type="dxa"/>
                </w:tcPr>
                <w:p w14:paraId="184EEBB3" w14:textId="2C82FB72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AHCINF302</w:t>
                  </w:r>
                </w:p>
              </w:tc>
              <w:tc>
                <w:tcPr>
                  <w:tcW w:w="5670" w:type="dxa"/>
                </w:tcPr>
                <w:p w14:paraId="26B50161" w14:textId="37F506E0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Plan and construct an electric fence</w:t>
                  </w:r>
                </w:p>
              </w:tc>
            </w:tr>
            <w:tr w:rsidR="00754757" w:rsidRPr="005C7EA8" w14:paraId="50255B2C" w14:textId="77777777" w:rsidTr="005C7EA8">
              <w:tc>
                <w:tcPr>
                  <w:tcW w:w="1718" w:type="dxa"/>
                </w:tcPr>
                <w:p w14:paraId="2CB38948" w14:textId="754C342B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AHCLSK309</w:t>
                  </w:r>
                </w:p>
              </w:tc>
              <w:tc>
                <w:tcPr>
                  <w:tcW w:w="5670" w:type="dxa"/>
                </w:tcPr>
                <w:p w14:paraId="7EA662B3" w14:textId="077A4E8F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Implement animal health control programs</w:t>
                  </w:r>
                </w:p>
              </w:tc>
            </w:tr>
            <w:tr w:rsidR="00754757" w:rsidRPr="005C7EA8" w14:paraId="3194C8AB" w14:textId="77777777" w:rsidTr="005C7EA8">
              <w:tc>
                <w:tcPr>
                  <w:tcW w:w="1718" w:type="dxa"/>
                </w:tcPr>
                <w:p w14:paraId="4427816C" w14:textId="7A247E04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AHCLSK311</w:t>
                  </w:r>
                </w:p>
              </w:tc>
              <w:tc>
                <w:tcPr>
                  <w:tcW w:w="5670" w:type="dxa"/>
                </w:tcPr>
                <w:p w14:paraId="3A9CEF4A" w14:textId="650356E3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Implement feeding plans for livestock</w:t>
                  </w:r>
                </w:p>
              </w:tc>
            </w:tr>
            <w:tr w:rsidR="00754757" w:rsidRPr="005C7EA8" w14:paraId="5E254398" w14:textId="77777777" w:rsidTr="005C7EA8">
              <w:tc>
                <w:tcPr>
                  <w:tcW w:w="1718" w:type="dxa"/>
                </w:tcPr>
                <w:p w14:paraId="33E31958" w14:textId="4C2930FC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AHCLSK318</w:t>
                  </w:r>
                </w:p>
              </w:tc>
              <w:tc>
                <w:tcPr>
                  <w:tcW w:w="5670" w:type="dxa"/>
                </w:tcPr>
                <w:p w14:paraId="2A501AEA" w14:textId="63490A50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Rear newborn and young livestock</w:t>
                  </w:r>
                </w:p>
              </w:tc>
            </w:tr>
            <w:tr w:rsidR="00754757" w:rsidRPr="005C7EA8" w14:paraId="6FC46780" w14:textId="77777777" w:rsidTr="005C7EA8">
              <w:tc>
                <w:tcPr>
                  <w:tcW w:w="1718" w:type="dxa"/>
                </w:tcPr>
                <w:p w14:paraId="6DE1C306" w14:textId="7BFC963A" w:rsidR="00754757" w:rsidRPr="00A424CC" w:rsidRDefault="00754757" w:rsidP="007A6958">
                  <w:pPr>
                    <w:pStyle w:val="SIText"/>
                    <w:rPr>
                      <w:rStyle w:val="SITemporarytext-red"/>
                    </w:rPr>
                  </w:pPr>
                  <w:r w:rsidRPr="00A424CC">
                    <w:rPr>
                      <w:rStyle w:val="SITemporarytext-red"/>
                    </w:rPr>
                    <w:t>AHCLSK3</w:t>
                  </w:r>
                  <w:r w:rsidR="00425BB2">
                    <w:rPr>
                      <w:rStyle w:val="SITemporarytext-red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0903BF09" w14:textId="3C222363" w:rsidR="00754757" w:rsidRPr="007A6958" w:rsidRDefault="00754757" w:rsidP="007A6958">
                  <w:pPr>
                    <w:pStyle w:val="SIText"/>
                  </w:pPr>
                  <w:r w:rsidRPr="007A6958">
                    <w:t>Implement procedures for calving</w:t>
                  </w:r>
                </w:p>
              </w:tc>
            </w:tr>
            <w:tr w:rsidR="00754757" w:rsidRPr="005C7EA8" w14:paraId="5C02326D" w14:textId="77777777" w:rsidTr="005C7EA8">
              <w:tc>
                <w:tcPr>
                  <w:tcW w:w="1718" w:type="dxa"/>
                </w:tcPr>
                <w:p w14:paraId="38D6FF82" w14:textId="64BFCCA7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AHCWRK303</w:t>
                  </w:r>
                </w:p>
              </w:tc>
              <w:tc>
                <w:tcPr>
                  <w:tcW w:w="5670" w:type="dxa"/>
                </w:tcPr>
                <w:p w14:paraId="2B14E782" w14:textId="2D1B1F20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Respond to emergencies</w:t>
                  </w:r>
                </w:p>
              </w:tc>
            </w:tr>
            <w:tr w:rsidR="00754757" w:rsidRPr="005C7EA8" w14:paraId="2607BF08" w14:textId="77777777" w:rsidTr="005C7EA8">
              <w:tc>
                <w:tcPr>
                  <w:tcW w:w="1718" w:type="dxa"/>
                </w:tcPr>
                <w:p w14:paraId="5B557562" w14:textId="249AAB2A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rPr>
                      <w:rStyle w:val="SITemporarytext-red"/>
                      <w:color w:val="auto"/>
                      <w:sz w:val="20"/>
                    </w:rPr>
                    <w:t>AHCWHS301</w:t>
                  </w:r>
                </w:p>
              </w:tc>
              <w:tc>
                <w:tcPr>
                  <w:tcW w:w="5670" w:type="dxa"/>
                </w:tcPr>
                <w:p w14:paraId="78851F1E" w14:textId="0FE59F48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rPr>
                      <w:rStyle w:val="SITemporarytext-red"/>
                      <w:color w:val="auto"/>
                      <w:sz w:val="20"/>
                    </w:rPr>
                    <w:t>Contribute to work health and safety processes</w:t>
                  </w:r>
                </w:p>
              </w:tc>
            </w:tr>
          </w:tbl>
          <w:p w14:paraId="691EF0BA" w14:textId="77777777" w:rsidR="00DB524F" w:rsidRDefault="00DB524F" w:rsidP="00894FBB">
            <w:pPr>
              <w:pStyle w:val="SITextHeading2"/>
            </w:pPr>
          </w:p>
          <w:p w14:paraId="0818F53D" w14:textId="6305F5C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F239E" w:rsidRPr="005C7EA8" w14:paraId="3FE08884" w14:textId="77777777" w:rsidTr="00BF5D26">
              <w:tc>
                <w:tcPr>
                  <w:tcW w:w="1718" w:type="dxa"/>
                </w:tcPr>
                <w:p w14:paraId="313E8405" w14:textId="4AE9223E" w:rsidR="00FF239E" w:rsidRPr="002F53BD" w:rsidRDefault="00FF239E" w:rsidP="00FF239E">
                  <w:pPr>
                    <w:pStyle w:val="SIText"/>
                    <w:rPr>
                      <w:rStyle w:val="SITemporarytext-red"/>
                    </w:rPr>
                  </w:pPr>
                  <w:r w:rsidRPr="002F53BD">
                    <w:rPr>
                      <w:rStyle w:val="SITemporarytext-red"/>
                    </w:rPr>
                    <w:t>AHCAIS303</w:t>
                  </w:r>
                </w:p>
              </w:tc>
              <w:tc>
                <w:tcPr>
                  <w:tcW w:w="5670" w:type="dxa"/>
                </w:tcPr>
                <w:p w14:paraId="465B83EA" w14:textId="0BABA48B" w:rsidR="00FF239E" w:rsidRPr="00FF239E" w:rsidRDefault="00FF239E" w:rsidP="00FF239E">
                  <w:pPr>
                    <w:pStyle w:val="SIText"/>
                  </w:pPr>
                  <w:r w:rsidRPr="00FF239E">
                    <w:t>Artificially inseminate livestock</w:t>
                  </w:r>
                </w:p>
              </w:tc>
            </w:tr>
            <w:tr w:rsidR="00FF239E" w:rsidRPr="005C7EA8" w14:paraId="659AC992" w14:textId="77777777" w:rsidTr="00BF5D26">
              <w:tc>
                <w:tcPr>
                  <w:tcW w:w="1718" w:type="dxa"/>
                </w:tcPr>
                <w:p w14:paraId="52642EE2" w14:textId="5250C81D" w:rsidR="00FF239E" w:rsidRPr="00FF239E" w:rsidRDefault="00FF239E" w:rsidP="00FF239E">
                  <w:pPr>
                    <w:pStyle w:val="SIText"/>
                  </w:pPr>
                  <w:r w:rsidRPr="00FF239E">
                    <w:lastRenderedPageBreak/>
                    <w:t>AHCBAC301</w:t>
                  </w:r>
                </w:p>
              </w:tc>
              <w:tc>
                <w:tcPr>
                  <w:tcW w:w="5670" w:type="dxa"/>
                </w:tcPr>
                <w:p w14:paraId="68677FB2" w14:textId="0019EED5" w:rsidR="00FF239E" w:rsidRPr="00FF239E" w:rsidRDefault="00FF239E" w:rsidP="00FF239E">
                  <w:pPr>
                    <w:pStyle w:val="SIText"/>
                  </w:pPr>
                  <w:r w:rsidRPr="00FF239E">
                    <w:t>Conserve forage</w:t>
                  </w:r>
                </w:p>
              </w:tc>
            </w:tr>
            <w:tr w:rsidR="00FF239E" w:rsidRPr="005C7EA8" w14:paraId="67A8F83A" w14:textId="77777777" w:rsidTr="00BF5D26">
              <w:tc>
                <w:tcPr>
                  <w:tcW w:w="1718" w:type="dxa"/>
                </w:tcPr>
                <w:p w14:paraId="6B5689D0" w14:textId="7DEC233D" w:rsidR="00FF239E" w:rsidRPr="00FF239E" w:rsidRDefault="00FF239E" w:rsidP="00FF239E">
                  <w:pPr>
                    <w:pStyle w:val="SIText"/>
                  </w:pPr>
                  <w:r w:rsidRPr="00FF239E">
                    <w:t>AHCBAC305</w:t>
                  </w:r>
                </w:p>
              </w:tc>
              <w:tc>
                <w:tcPr>
                  <w:tcW w:w="5670" w:type="dxa"/>
                </w:tcPr>
                <w:p w14:paraId="71F1E346" w14:textId="6710CE66" w:rsidR="00FF239E" w:rsidRPr="00FF239E" w:rsidRDefault="00FF239E" w:rsidP="00FF239E">
                  <w:pPr>
                    <w:pStyle w:val="SIText"/>
                  </w:pPr>
                  <w:r w:rsidRPr="00FF239E">
                    <w:t>Undertake preparation of land for agricultural crop production</w:t>
                  </w:r>
                </w:p>
              </w:tc>
            </w:tr>
            <w:tr w:rsidR="00FF239E" w:rsidRPr="005C7EA8" w14:paraId="6A56C9DB" w14:textId="77777777" w:rsidTr="00BF5D26">
              <w:tc>
                <w:tcPr>
                  <w:tcW w:w="1718" w:type="dxa"/>
                </w:tcPr>
                <w:p w14:paraId="21B40664" w14:textId="0ACB149F" w:rsidR="00FF239E" w:rsidRPr="00FF239E" w:rsidRDefault="00FF239E" w:rsidP="00FF239E">
                  <w:pPr>
                    <w:pStyle w:val="SIText"/>
                  </w:pPr>
                  <w:r w:rsidRPr="00FF239E">
                    <w:t>AHCBAC306</w:t>
                  </w:r>
                </w:p>
              </w:tc>
              <w:tc>
                <w:tcPr>
                  <w:tcW w:w="5670" w:type="dxa"/>
                </w:tcPr>
                <w:p w14:paraId="1265E6E0" w14:textId="2BE2CB04" w:rsidR="00FF239E" w:rsidRPr="00FF239E" w:rsidRDefault="00FF239E" w:rsidP="00FF239E">
                  <w:pPr>
                    <w:pStyle w:val="SIText"/>
                  </w:pPr>
                  <w:r w:rsidRPr="00FF239E">
                    <w:t>Establish agricultural crops</w:t>
                  </w:r>
                </w:p>
              </w:tc>
            </w:tr>
            <w:tr w:rsidR="00FF239E" w:rsidRPr="005C7EA8" w14:paraId="4CD1E40D" w14:textId="77777777" w:rsidTr="00BF5D26">
              <w:tc>
                <w:tcPr>
                  <w:tcW w:w="1718" w:type="dxa"/>
                </w:tcPr>
                <w:p w14:paraId="34821187" w14:textId="36931539" w:rsidR="00FF239E" w:rsidRPr="00FF239E" w:rsidRDefault="00FF239E" w:rsidP="00FF239E">
                  <w:pPr>
                    <w:pStyle w:val="SIText"/>
                  </w:pPr>
                  <w:r w:rsidRPr="00FF239E">
                    <w:t>AHCBAC307</w:t>
                  </w:r>
                </w:p>
              </w:tc>
              <w:tc>
                <w:tcPr>
                  <w:tcW w:w="5670" w:type="dxa"/>
                </w:tcPr>
                <w:p w14:paraId="7CE73464" w14:textId="43A1EB19" w:rsidR="00FF239E" w:rsidRPr="00FF239E" w:rsidRDefault="00FF239E" w:rsidP="00FF239E">
                  <w:pPr>
                    <w:pStyle w:val="SIText"/>
                  </w:pPr>
                  <w:r w:rsidRPr="00FF239E">
                    <w:t>Maintain agricultural crops</w:t>
                  </w:r>
                </w:p>
              </w:tc>
            </w:tr>
            <w:tr w:rsidR="00FF239E" w:rsidRPr="005C7EA8" w14:paraId="35586B92" w14:textId="77777777" w:rsidTr="00BF5D26">
              <w:tc>
                <w:tcPr>
                  <w:tcW w:w="1718" w:type="dxa"/>
                </w:tcPr>
                <w:p w14:paraId="2B26AD27" w14:textId="35C4EB2F" w:rsidR="00FF239E" w:rsidRPr="00FF239E" w:rsidRDefault="00FF239E" w:rsidP="00FF239E">
                  <w:pPr>
                    <w:pStyle w:val="SIText"/>
                  </w:pPr>
                  <w:r w:rsidRPr="00FF239E">
                    <w:t>AHCBAC308</w:t>
                  </w:r>
                </w:p>
              </w:tc>
              <w:tc>
                <w:tcPr>
                  <w:tcW w:w="5670" w:type="dxa"/>
                </w:tcPr>
                <w:p w14:paraId="05CD7043" w14:textId="5E7F4064" w:rsidR="00FF239E" w:rsidRPr="00FF239E" w:rsidRDefault="00FF239E" w:rsidP="00FF239E">
                  <w:pPr>
                    <w:pStyle w:val="SIText"/>
                  </w:pPr>
                  <w:r w:rsidRPr="00FF239E">
                    <w:t>Undertake agricultural crop harvesting activities</w:t>
                  </w:r>
                </w:p>
              </w:tc>
            </w:tr>
            <w:tr w:rsidR="00FF239E" w:rsidRPr="005C7EA8" w14:paraId="69F1444C" w14:textId="77777777" w:rsidTr="00BF5D26">
              <w:tc>
                <w:tcPr>
                  <w:tcW w:w="1718" w:type="dxa"/>
                </w:tcPr>
                <w:p w14:paraId="63044299" w14:textId="52D61FC2" w:rsidR="00FF239E" w:rsidRPr="00FF239E" w:rsidRDefault="00FF239E" w:rsidP="00FF239E">
                  <w:pPr>
                    <w:pStyle w:val="SIText"/>
                  </w:pPr>
                  <w:r w:rsidRPr="00FF239E">
                    <w:t>AHCBAC310</w:t>
                  </w:r>
                </w:p>
              </w:tc>
              <w:tc>
                <w:tcPr>
                  <w:tcW w:w="5670" w:type="dxa"/>
                </w:tcPr>
                <w:p w14:paraId="357BD042" w14:textId="7B8D30BC" w:rsidR="00FF239E" w:rsidRPr="00FF239E" w:rsidRDefault="00FF239E" w:rsidP="00FF239E">
                  <w:pPr>
                    <w:pStyle w:val="SIText"/>
                  </w:pPr>
                  <w:r w:rsidRPr="00FF239E">
                    <w:t>Maintain pastures and crops for livestock production</w:t>
                  </w:r>
                </w:p>
              </w:tc>
            </w:tr>
            <w:tr w:rsidR="00FF239E" w:rsidRPr="005C7EA8" w14:paraId="31394A60" w14:textId="77777777" w:rsidTr="00BF5D26">
              <w:tc>
                <w:tcPr>
                  <w:tcW w:w="1718" w:type="dxa"/>
                </w:tcPr>
                <w:p w14:paraId="39163EEE" w14:textId="2D03D0E2" w:rsidR="00FF239E" w:rsidRPr="00FF239E" w:rsidRDefault="00FF239E" w:rsidP="00FF239E">
                  <w:pPr>
                    <w:pStyle w:val="SIText"/>
                  </w:pPr>
                  <w:r w:rsidRPr="00FF239E">
                    <w:t>AHCDRY302</w:t>
                  </w:r>
                </w:p>
              </w:tc>
              <w:tc>
                <w:tcPr>
                  <w:tcW w:w="5670" w:type="dxa"/>
                </w:tcPr>
                <w:p w14:paraId="25791577" w14:textId="06713C08" w:rsidR="00FF239E" w:rsidRPr="00FF239E" w:rsidRDefault="00FF239E" w:rsidP="00FF239E">
                  <w:pPr>
                    <w:pStyle w:val="SIText"/>
                  </w:pPr>
                  <w:r w:rsidRPr="00FF239E">
                    <w:t>Operate a dairy recycling system</w:t>
                  </w:r>
                </w:p>
              </w:tc>
            </w:tr>
            <w:tr w:rsidR="00FF239E" w:rsidRPr="005C7EA8" w14:paraId="745EDAAB" w14:textId="77777777" w:rsidTr="00BF5D26">
              <w:tc>
                <w:tcPr>
                  <w:tcW w:w="1718" w:type="dxa"/>
                </w:tcPr>
                <w:p w14:paraId="6F080C9D" w14:textId="2CAB16EC" w:rsidR="00FF239E" w:rsidRPr="00FF239E" w:rsidRDefault="00FF239E" w:rsidP="00FF239E">
                  <w:pPr>
                    <w:pStyle w:val="SIText"/>
                  </w:pPr>
                  <w:r w:rsidRPr="00FF239E">
                    <w:t>AHCINF301</w:t>
                  </w:r>
                </w:p>
              </w:tc>
              <w:tc>
                <w:tcPr>
                  <w:tcW w:w="5670" w:type="dxa"/>
                </w:tcPr>
                <w:p w14:paraId="22D8DB39" w14:textId="3A9B3041" w:rsidR="00FF239E" w:rsidRPr="00FF239E" w:rsidRDefault="00FF239E" w:rsidP="00FF239E">
                  <w:pPr>
                    <w:pStyle w:val="SIText"/>
                  </w:pPr>
                  <w:r w:rsidRPr="00FF239E">
                    <w:t>Implement property improvement, construction and repair</w:t>
                  </w:r>
                </w:p>
              </w:tc>
            </w:tr>
            <w:tr w:rsidR="00FF239E" w:rsidRPr="005C7EA8" w14:paraId="5F005322" w14:textId="77777777" w:rsidTr="00BF5D26">
              <w:tc>
                <w:tcPr>
                  <w:tcW w:w="1718" w:type="dxa"/>
                </w:tcPr>
                <w:p w14:paraId="2C0B5029" w14:textId="6E970341" w:rsidR="00FF239E" w:rsidRPr="00FF239E" w:rsidRDefault="00FF239E" w:rsidP="00FF239E">
                  <w:pPr>
                    <w:pStyle w:val="SIText"/>
                  </w:pPr>
                  <w:r w:rsidRPr="00FF239E">
                    <w:t>AHCINF303</w:t>
                  </w:r>
                </w:p>
              </w:tc>
              <w:tc>
                <w:tcPr>
                  <w:tcW w:w="5670" w:type="dxa"/>
                </w:tcPr>
                <w:p w14:paraId="490EFCAD" w14:textId="3264C60E" w:rsidR="00FF239E" w:rsidRPr="00FF239E" w:rsidRDefault="00FF239E" w:rsidP="00FF239E">
                  <w:pPr>
                    <w:pStyle w:val="SIText"/>
                  </w:pPr>
                  <w:r w:rsidRPr="00FF239E">
                    <w:t>Plan and construct conventional fencing</w:t>
                  </w:r>
                </w:p>
              </w:tc>
            </w:tr>
            <w:tr w:rsidR="00FF239E" w:rsidRPr="005C7EA8" w14:paraId="6CA23A40" w14:textId="77777777" w:rsidTr="00BF5D26">
              <w:tc>
                <w:tcPr>
                  <w:tcW w:w="1718" w:type="dxa"/>
                </w:tcPr>
                <w:p w14:paraId="2A823AD6" w14:textId="02E53CA8" w:rsidR="00FF239E" w:rsidRPr="00FF239E" w:rsidRDefault="00FF239E" w:rsidP="00FF239E">
                  <w:pPr>
                    <w:pStyle w:val="SIText"/>
                  </w:pPr>
                  <w:r w:rsidRPr="00FF239E">
                    <w:t>AHCLSK301</w:t>
                  </w:r>
                </w:p>
              </w:tc>
              <w:tc>
                <w:tcPr>
                  <w:tcW w:w="5670" w:type="dxa"/>
                </w:tcPr>
                <w:p w14:paraId="6117E467" w14:textId="2F54A923" w:rsidR="00FF239E" w:rsidRPr="00FF239E" w:rsidRDefault="00FF239E" w:rsidP="00FF239E">
                  <w:pPr>
                    <w:pStyle w:val="SIText"/>
                  </w:pPr>
                  <w:r w:rsidRPr="00FF239E">
                    <w:t>Administer medication to livestock</w:t>
                  </w:r>
                </w:p>
              </w:tc>
            </w:tr>
            <w:tr w:rsidR="00FF239E" w:rsidRPr="005C7EA8" w14:paraId="4DF97C3B" w14:textId="77777777" w:rsidTr="00BF5D26">
              <w:tc>
                <w:tcPr>
                  <w:tcW w:w="1718" w:type="dxa"/>
                </w:tcPr>
                <w:p w14:paraId="26A1AC9A" w14:textId="5DE96EB8" w:rsidR="00FF239E" w:rsidRPr="00FF239E" w:rsidRDefault="00FF239E" w:rsidP="00FF239E">
                  <w:pPr>
                    <w:pStyle w:val="SIText"/>
                  </w:pPr>
                  <w:r w:rsidRPr="00FF239E">
                    <w:t>AHCLSK305</w:t>
                  </w:r>
                </w:p>
              </w:tc>
              <w:tc>
                <w:tcPr>
                  <w:tcW w:w="5670" w:type="dxa"/>
                </w:tcPr>
                <w:p w14:paraId="23675375" w14:textId="5F4972DE" w:rsidR="00FF239E" w:rsidRPr="00FF239E" w:rsidRDefault="00FF239E" w:rsidP="00FF239E">
                  <w:pPr>
                    <w:pStyle w:val="SIText"/>
                  </w:pPr>
                  <w:r w:rsidRPr="00FF239E">
                    <w:t>Maintain livestock water supplies</w:t>
                  </w:r>
                </w:p>
              </w:tc>
            </w:tr>
            <w:tr w:rsidR="00FF239E" w:rsidRPr="005C7EA8" w14:paraId="61B6D6FC" w14:textId="77777777" w:rsidTr="00BF5D26">
              <w:tc>
                <w:tcPr>
                  <w:tcW w:w="1718" w:type="dxa"/>
                </w:tcPr>
                <w:p w14:paraId="771FBD45" w14:textId="1FC88950" w:rsidR="00FF239E" w:rsidRPr="00FF239E" w:rsidRDefault="00FF239E" w:rsidP="00FF239E">
                  <w:pPr>
                    <w:pStyle w:val="SIText"/>
                  </w:pPr>
                  <w:r w:rsidRPr="00FF239E">
                    <w:t>AHCLSK308</w:t>
                  </w:r>
                </w:p>
              </w:tc>
              <w:tc>
                <w:tcPr>
                  <w:tcW w:w="5670" w:type="dxa"/>
                </w:tcPr>
                <w:p w14:paraId="17ACF81B" w14:textId="6B4893A8" w:rsidR="00FF239E" w:rsidRPr="00FF239E" w:rsidRDefault="00FF239E" w:rsidP="00FF239E">
                  <w:pPr>
                    <w:pStyle w:val="SIText"/>
                  </w:pPr>
                  <w:r w:rsidRPr="00FF239E">
                    <w:t>Identify and draft livestock</w:t>
                  </w:r>
                </w:p>
              </w:tc>
            </w:tr>
            <w:tr w:rsidR="00FF239E" w:rsidRPr="005C7EA8" w14:paraId="66EA3736" w14:textId="77777777" w:rsidTr="00BF5D26">
              <w:tc>
                <w:tcPr>
                  <w:tcW w:w="1718" w:type="dxa"/>
                </w:tcPr>
                <w:p w14:paraId="3E625DB6" w14:textId="5A558CD0" w:rsidR="00FF239E" w:rsidRPr="002F53BD" w:rsidRDefault="00FF239E" w:rsidP="00FF239E">
                  <w:pPr>
                    <w:pStyle w:val="SIText"/>
                    <w:rPr>
                      <w:rStyle w:val="SITemporarytext-red"/>
                    </w:rPr>
                  </w:pPr>
                  <w:r w:rsidRPr="002F53BD">
                    <w:rPr>
                      <w:rStyle w:val="SITemporarytext-red"/>
                    </w:rPr>
                    <w:t>AHCLSK312</w:t>
                  </w:r>
                </w:p>
              </w:tc>
              <w:tc>
                <w:tcPr>
                  <w:tcW w:w="5670" w:type="dxa"/>
                </w:tcPr>
                <w:p w14:paraId="5EB1D2A0" w14:textId="1F080046" w:rsidR="00FF239E" w:rsidRPr="00FF239E" w:rsidRDefault="00FF239E" w:rsidP="00FF239E">
                  <w:pPr>
                    <w:pStyle w:val="SIText"/>
                  </w:pPr>
                  <w:r w:rsidRPr="00FF239E">
                    <w:t>Coordinate artificial insemination and fertility management of livestock</w:t>
                  </w:r>
                </w:p>
              </w:tc>
            </w:tr>
            <w:tr w:rsidR="00FF239E" w:rsidRPr="005C7EA8" w14:paraId="5E335DC1" w14:textId="77777777" w:rsidTr="00BF5D26">
              <w:tc>
                <w:tcPr>
                  <w:tcW w:w="1718" w:type="dxa"/>
                </w:tcPr>
                <w:p w14:paraId="425512D2" w14:textId="10FF48D0" w:rsidR="00FF239E" w:rsidRPr="002F53BD" w:rsidRDefault="00FF239E" w:rsidP="00FF239E">
                  <w:pPr>
                    <w:pStyle w:val="SIText"/>
                    <w:rPr>
                      <w:rStyle w:val="SITemporarytext-red"/>
                    </w:rPr>
                  </w:pPr>
                  <w:r w:rsidRPr="002F53BD">
                    <w:rPr>
                      <w:rStyle w:val="SITemporarytext-red"/>
                    </w:rPr>
                    <w:t>AHCLSK315</w:t>
                  </w:r>
                </w:p>
              </w:tc>
              <w:tc>
                <w:tcPr>
                  <w:tcW w:w="5670" w:type="dxa"/>
                </w:tcPr>
                <w:p w14:paraId="54BFD3F6" w14:textId="2C98FCB3" w:rsidR="00FF239E" w:rsidRPr="00FF239E" w:rsidRDefault="00FF239E" w:rsidP="00FF239E">
                  <w:pPr>
                    <w:pStyle w:val="SIText"/>
                  </w:pPr>
                  <w:r w:rsidRPr="00FF239E">
                    <w:t>Prepare for and implement natural mating of livestock</w:t>
                  </w:r>
                </w:p>
              </w:tc>
            </w:tr>
            <w:tr w:rsidR="00FF239E" w:rsidRPr="005C7EA8" w14:paraId="5CAC997E" w14:textId="77777777" w:rsidTr="00BF5D26">
              <w:tc>
                <w:tcPr>
                  <w:tcW w:w="1718" w:type="dxa"/>
                </w:tcPr>
                <w:p w14:paraId="73A0A9B3" w14:textId="04232E28" w:rsidR="00FF239E" w:rsidRPr="00FF239E" w:rsidRDefault="00FF239E" w:rsidP="00FF239E">
                  <w:pPr>
                    <w:pStyle w:val="SIText"/>
                  </w:pPr>
                  <w:r w:rsidRPr="00FF239E">
                    <w:t>AHCLSK320</w:t>
                  </w:r>
                </w:p>
              </w:tc>
              <w:tc>
                <w:tcPr>
                  <w:tcW w:w="5670" w:type="dxa"/>
                </w:tcPr>
                <w:p w14:paraId="759B2A24" w14:textId="54AE60D0" w:rsidR="00FF239E" w:rsidRPr="00FF239E" w:rsidRDefault="00FF239E" w:rsidP="00FF239E">
                  <w:pPr>
                    <w:pStyle w:val="SIText"/>
                  </w:pPr>
                  <w:r w:rsidRPr="00FF239E">
                    <w:t>Coordinate and monitor livestock transport</w:t>
                  </w:r>
                </w:p>
              </w:tc>
            </w:tr>
            <w:tr w:rsidR="00FF239E" w:rsidRPr="005C7EA8" w14:paraId="58018496" w14:textId="77777777" w:rsidTr="00BF5D26">
              <w:tc>
                <w:tcPr>
                  <w:tcW w:w="1718" w:type="dxa"/>
                </w:tcPr>
                <w:p w14:paraId="64895EB2" w14:textId="40C4F2D0" w:rsidR="00FF239E" w:rsidRPr="00FF239E" w:rsidRDefault="00FF239E" w:rsidP="00FF239E">
                  <w:pPr>
                    <w:pStyle w:val="SIText"/>
                  </w:pPr>
                  <w:r w:rsidRPr="00FF239E">
                    <w:t>AHCLSK321</w:t>
                  </w:r>
                </w:p>
              </w:tc>
              <w:tc>
                <w:tcPr>
                  <w:tcW w:w="5670" w:type="dxa"/>
                </w:tcPr>
                <w:p w14:paraId="0502D066" w14:textId="5EA3FAF0" w:rsidR="00FF239E" w:rsidRPr="00FF239E" w:rsidRDefault="00FF239E" w:rsidP="00FF239E">
                  <w:pPr>
                    <w:pStyle w:val="SIText"/>
                  </w:pPr>
                  <w:r w:rsidRPr="00FF239E">
                    <w:t>Service and repair bores and windmills</w:t>
                  </w:r>
                </w:p>
              </w:tc>
            </w:tr>
            <w:tr w:rsidR="00FF239E" w:rsidRPr="005C7EA8" w14:paraId="0C1CFA93" w14:textId="77777777" w:rsidTr="00BF5D26">
              <w:tc>
                <w:tcPr>
                  <w:tcW w:w="1718" w:type="dxa"/>
                </w:tcPr>
                <w:p w14:paraId="1A7E04C4" w14:textId="53DEC02C" w:rsidR="00FF239E" w:rsidRPr="00FF239E" w:rsidRDefault="00FF239E" w:rsidP="00FF239E">
                  <w:pPr>
                    <w:pStyle w:val="SIText"/>
                  </w:pPr>
                  <w:r w:rsidRPr="00FF239E">
                    <w:t>AHCLSK322</w:t>
                  </w:r>
                </w:p>
              </w:tc>
              <w:tc>
                <w:tcPr>
                  <w:tcW w:w="5670" w:type="dxa"/>
                </w:tcPr>
                <w:p w14:paraId="6F8994C3" w14:textId="237F42E9" w:rsidR="00FF239E" w:rsidRPr="00FF239E" w:rsidRDefault="00FF239E" w:rsidP="00FF239E">
                  <w:pPr>
                    <w:pStyle w:val="SIText"/>
                  </w:pPr>
                  <w:r w:rsidRPr="00FF239E">
                    <w:t>Transport farm produce or bulk materials</w:t>
                  </w:r>
                </w:p>
              </w:tc>
            </w:tr>
            <w:tr w:rsidR="00FF239E" w:rsidRPr="005C7EA8" w14:paraId="3C3641E8" w14:textId="77777777" w:rsidTr="00BF5D26">
              <w:tc>
                <w:tcPr>
                  <w:tcW w:w="1718" w:type="dxa"/>
                </w:tcPr>
                <w:p w14:paraId="4EC58516" w14:textId="64369FD6" w:rsidR="00FF239E" w:rsidRPr="00FF239E" w:rsidRDefault="00FF239E" w:rsidP="00FF239E">
                  <w:pPr>
                    <w:pStyle w:val="SIText"/>
                  </w:pPr>
                  <w:r w:rsidRPr="00FF239E">
                    <w:t>AHCLSK323</w:t>
                  </w:r>
                </w:p>
              </w:tc>
              <w:tc>
                <w:tcPr>
                  <w:tcW w:w="5670" w:type="dxa"/>
                </w:tcPr>
                <w:p w14:paraId="0A8F72DD" w14:textId="1E9EC19E" w:rsidR="00FF239E" w:rsidRPr="00FF239E" w:rsidRDefault="00FF239E" w:rsidP="00FF239E">
                  <w:pPr>
                    <w:pStyle w:val="SIText"/>
                  </w:pPr>
                  <w:r w:rsidRPr="00FF239E">
                    <w:t>Maintain and monitor feed stocks</w:t>
                  </w:r>
                </w:p>
              </w:tc>
            </w:tr>
            <w:tr w:rsidR="00FF239E" w:rsidRPr="005C7EA8" w14:paraId="56176F09" w14:textId="77777777" w:rsidTr="00BF5D26">
              <w:tc>
                <w:tcPr>
                  <w:tcW w:w="1718" w:type="dxa"/>
                </w:tcPr>
                <w:p w14:paraId="088B2EE9" w14:textId="4B767AF4" w:rsidR="00FF239E" w:rsidRPr="00FF239E" w:rsidRDefault="00FF239E" w:rsidP="00FF239E">
                  <w:pPr>
                    <w:pStyle w:val="SIText"/>
                  </w:pPr>
                  <w:r w:rsidRPr="00FF239E">
                    <w:t>AHCLSK325</w:t>
                  </w:r>
                </w:p>
              </w:tc>
              <w:tc>
                <w:tcPr>
                  <w:tcW w:w="5670" w:type="dxa"/>
                </w:tcPr>
                <w:p w14:paraId="5E935B03" w14:textId="1B57B118" w:rsidR="00FF239E" w:rsidRPr="00FF239E" w:rsidRDefault="00FF239E" w:rsidP="00FF239E">
                  <w:pPr>
                    <w:pStyle w:val="SIText"/>
                  </w:pPr>
                  <w:r w:rsidRPr="00FF239E">
                    <w:t>Castrate livestock</w:t>
                  </w:r>
                </w:p>
              </w:tc>
            </w:tr>
            <w:tr w:rsidR="00FF239E" w:rsidRPr="005C7EA8" w14:paraId="7AA1DAF3" w14:textId="77777777" w:rsidTr="00BF5D26">
              <w:tc>
                <w:tcPr>
                  <w:tcW w:w="1718" w:type="dxa"/>
                </w:tcPr>
                <w:p w14:paraId="5C0B8A27" w14:textId="0E31A004" w:rsidR="00FF239E" w:rsidRPr="00FF239E" w:rsidRDefault="00FF239E" w:rsidP="00FF239E">
                  <w:pPr>
                    <w:pStyle w:val="SIText"/>
                  </w:pPr>
                  <w:r w:rsidRPr="00FF239E">
                    <w:t>AHCLSK326</w:t>
                  </w:r>
                </w:p>
              </w:tc>
              <w:tc>
                <w:tcPr>
                  <w:tcW w:w="5670" w:type="dxa"/>
                </w:tcPr>
                <w:p w14:paraId="41BFEADC" w14:textId="20D47912" w:rsidR="00FF239E" w:rsidRPr="00FF239E" w:rsidRDefault="00FF239E" w:rsidP="00FF239E">
                  <w:pPr>
                    <w:pStyle w:val="SIText"/>
                  </w:pPr>
                  <w:r w:rsidRPr="00FF239E">
                    <w:t>Mix and mill standard stockfeed</w:t>
                  </w:r>
                </w:p>
              </w:tc>
            </w:tr>
            <w:tr w:rsidR="00FF239E" w:rsidRPr="005C7EA8" w14:paraId="1323899E" w14:textId="77777777" w:rsidTr="00BF5D26">
              <w:tc>
                <w:tcPr>
                  <w:tcW w:w="1718" w:type="dxa"/>
                </w:tcPr>
                <w:p w14:paraId="2E59A519" w14:textId="1235632F" w:rsidR="00FF239E" w:rsidRPr="00FF239E" w:rsidRDefault="00FF239E" w:rsidP="00FF239E">
                  <w:pPr>
                    <w:pStyle w:val="SIText"/>
                  </w:pPr>
                  <w:r w:rsidRPr="00FF239E">
                    <w:t>AHCLSK327</w:t>
                  </w:r>
                </w:p>
              </w:tc>
              <w:tc>
                <w:tcPr>
                  <w:tcW w:w="5670" w:type="dxa"/>
                </w:tcPr>
                <w:p w14:paraId="401F7DA2" w14:textId="252ACC08" w:rsidR="00FF239E" w:rsidRPr="00FF239E" w:rsidRDefault="00FF239E" w:rsidP="00FF239E">
                  <w:pPr>
                    <w:pStyle w:val="SIText"/>
                  </w:pPr>
                  <w:r w:rsidRPr="00FF239E">
                    <w:t>Collect, store and administer colostrum</w:t>
                  </w:r>
                </w:p>
              </w:tc>
            </w:tr>
            <w:tr w:rsidR="00FF239E" w:rsidRPr="005C7EA8" w14:paraId="3F07E3DB" w14:textId="77777777" w:rsidTr="00BF5D26">
              <w:tc>
                <w:tcPr>
                  <w:tcW w:w="1718" w:type="dxa"/>
                </w:tcPr>
                <w:p w14:paraId="55633D1A" w14:textId="75E20D18" w:rsidR="00FF239E" w:rsidRPr="00FF239E" w:rsidRDefault="00FF239E" w:rsidP="00FF239E">
                  <w:pPr>
                    <w:pStyle w:val="SIText"/>
                  </w:pPr>
                  <w:r w:rsidRPr="00FF239E">
                    <w:t>AHCLSK328</w:t>
                  </w:r>
                </w:p>
              </w:tc>
              <w:tc>
                <w:tcPr>
                  <w:tcW w:w="5670" w:type="dxa"/>
                </w:tcPr>
                <w:p w14:paraId="5B2BEBF4" w14:textId="7C1D48C7" w:rsidR="00FF239E" w:rsidRPr="00FF239E" w:rsidRDefault="00FF239E" w:rsidP="00FF239E">
                  <w:pPr>
                    <w:pStyle w:val="SIText"/>
                  </w:pPr>
                  <w:r w:rsidRPr="00FF239E">
                    <w:t>Remove and facilitate reuse of effluent and manure from an intensive production system</w:t>
                  </w:r>
                </w:p>
              </w:tc>
            </w:tr>
            <w:tr w:rsidR="00FF239E" w:rsidRPr="005C7EA8" w14:paraId="040B8A61" w14:textId="77777777" w:rsidTr="00BF5D26">
              <w:tc>
                <w:tcPr>
                  <w:tcW w:w="1718" w:type="dxa"/>
                </w:tcPr>
                <w:p w14:paraId="2CBD17D6" w14:textId="0A7DEC43" w:rsidR="00FF239E" w:rsidRPr="00FF239E" w:rsidRDefault="00FF239E" w:rsidP="00FF239E">
                  <w:pPr>
                    <w:pStyle w:val="SIText"/>
                  </w:pPr>
                  <w:r w:rsidRPr="00FF239E">
                    <w:t>AHCLSK331</w:t>
                  </w:r>
                </w:p>
              </w:tc>
              <w:tc>
                <w:tcPr>
                  <w:tcW w:w="5670" w:type="dxa"/>
                </w:tcPr>
                <w:p w14:paraId="6D4826F6" w14:textId="1BDD8475" w:rsidR="00FF239E" w:rsidRPr="00FF239E" w:rsidRDefault="00FF239E" w:rsidP="00FF239E">
                  <w:pPr>
                    <w:pStyle w:val="SIText"/>
                  </w:pPr>
                  <w:r w:rsidRPr="00FF239E">
                    <w:t>Comply with industry animal welfare requirements</w:t>
                  </w:r>
                </w:p>
              </w:tc>
            </w:tr>
            <w:tr w:rsidR="00FF239E" w:rsidRPr="005C7EA8" w14:paraId="14B8DBA1" w14:textId="77777777" w:rsidTr="00BF5D26">
              <w:tc>
                <w:tcPr>
                  <w:tcW w:w="1718" w:type="dxa"/>
                </w:tcPr>
                <w:p w14:paraId="49C86B01" w14:textId="03C99646" w:rsidR="00FF239E" w:rsidRPr="00FF239E" w:rsidRDefault="00FF239E" w:rsidP="00FF239E">
                  <w:pPr>
                    <w:pStyle w:val="SIText"/>
                  </w:pPr>
                  <w:r w:rsidRPr="00FF239E">
                    <w:t>AHCMOM305</w:t>
                  </w:r>
                </w:p>
              </w:tc>
              <w:tc>
                <w:tcPr>
                  <w:tcW w:w="5670" w:type="dxa"/>
                </w:tcPr>
                <w:p w14:paraId="28BDCEF2" w14:textId="67969C2C" w:rsidR="00FF239E" w:rsidRPr="00FF239E" w:rsidRDefault="00FF239E" w:rsidP="00FF239E">
                  <w:pPr>
                    <w:pStyle w:val="SIText"/>
                  </w:pPr>
                  <w:r w:rsidRPr="00FF239E">
                    <w:t>Operate specialised machinery and equipment</w:t>
                  </w:r>
                </w:p>
              </w:tc>
            </w:tr>
            <w:tr w:rsidR="00FF239E" w:rsidRPr="005C7EA8" w14:paraId="1E9CA8AA" w14:textId="77777777" w:rsidTr="00BF5D26">
              <w:tc>
                <w:tcPr>
                  <w:tcW w:w="1718" w:type="dxa"/>
                </w:tcPr>
                <w:p w14:paraId="1F7EC785" w14:textId="241C2948" w:rsidR="00FF239E" w:rsidRPr="00FF239E" w:rsidRDefault="00FF239E" w:rsidP="00FF239E">
                  <w:pPr>
                    <w:pStyle w:val="SIText"/>
                  </w:pPr>
                  <w:r w:rsidRPr="00FF239E">
                    <w:t>AHCPCM30</w:t>
                  </w:r>
                  <w:r w:rsidR="009E4F9B">
                    <w:t>5</w:t>
                  </w:r>
                </w:p>
              </w:tc>
              <w:tc>
                <w:tcPr>
                  <w:tcW w:w="5670" w:type="dxa"/>
                </w:tcPr>
                <w:p w14:paraId="5DB9090A" w14:textId="1A986375" w:rsidR="00FF239E" w:rsidRPr="00FF239E" w:rsidRDefault="00FF239E" w:rsidP="00FF239E">
                  <w:pPr>
                    <w:pStyle w:val="SIText"/>
                  </w:pPr>
                  <w:r w:rsidRPr="00FF239E">
                    <w:t>Implement a plant nutrition program</w:t>
                  </w:r>
                </w:p>
              </w:tc>
            </w:tr>
            <w:tr w:rsidR="00FF239E" w:rsidRPr="005C7EA8" w14:paraId="5550779D" w14:textId="77777777" w:rsidTr="00BF5D26">
              <w:tc>
                <w:tcPr>
                  <w:tcW w:w="1718" w:type="dxa"/>
                </w:tcPr>
                <w:p w14:paraId="7AFF480A" w14:textId="34ECD751" w:rsidR="00FF239E" w:rsidRPr="00FF239E" w:rsidRDefault="00FF239E" w:rsidP="00FF239E">
                  <w:pPr>
                    <w:pStyle w:val="SIText"/>
                  </w:pPr>
                  <w:r w:rsidRPr="00FF239E">
                    <w:t>AHCWRK301</w:t>
                  </w:r>
                </w:p>
              </w:tc>
              <w:tc>
                <w:tcPr>
                  <w:tcW w:w="5670" w:type="dxa"/>
                </w:tcPr>
                <w:p w14:paraId="2E7B9002" w14:textId="7D0D0A8D" w:rsidR="00FF239E" w:rsidRPr="00FF239E" w:rsidRDefault="00FF239E" w:rsidP="00FF239E">
                  <w:pPr>
                    <w:pStyle w:val="SIText"/>
                  </w:pPr>
                  <w:r w:rsidRPr="00FF239E">
                    <w:t>Collect samples for a rural production or horticulture monitoring program</w:t>
                  </w:r>
                </w:p>
              </w:tc>
            </w:tr>
            <w:tr w:rsidR="00FF239E" w:rsidRPr="005C7EA8" w14:paraId="11103746" w14:textId="77777777" w:rsidTr="00BF5D26">
              <w:tc>
                <w:tcPr>
                  <w:tcW w:w="1718" w:type="dxa"/>
                </w:tcPr>
                <w:p w14:paraId="0B09A88A" w14:textId="785AB20A" w:rsidR="00FF239E" w:rsidRPr="00FF239E" w:rsidRDefault="00FF239E" w:rsidP="00FF239E">
                  <w:pPr>
                    <w:pStyle w:val="SIText"/>
                  </w:pPr>
                  <w:r w:rsidRPr="00FF239E">
                    <w:t>AHCWRK302</w:t>
                  </w:r>
                </w:p>
              </w:tc>
              <w:tc>
                <w:tcPr>
                  <w:tcW w:w="5670" w:type="dxa"/>
                </w:tcPr>
                <w:p w14:paraId="0C937C32" w14:textId="4A6D1C59" w:rsidR="00FF239E" w:rsidRPr="00FF239E" w:rsidRDefault="00FF239E" w:rsidP="00FF239E">
                  <w:pPr>
                    <w:pStyle w:val="SIText"/>
                  </w:pPr>
                  <w:r w:rsidRPr="00FF239E">
                    <w:t>Monitor weather conditions</w:t>
                  </w:r>
                </w:p>
              </w:tc>
            </w:tr>
            <w:tr w:rsidR="00FF239E" w:rsidRPr="005C7EA8" w14:paraId="417BEE91" w14:textId="77777777" w:rsidTr="00BF5D26">
              <w:tc>
                <w:tcPr>
                  <w:tcW w:w="1718" w:type="dxa"/>
                </w:tcPr>
                <w:p w14:paraId="3625393E" w14:textId="56E55FC4" w:rsidR="00FF239E" w:rsidRPr="00FF239E" w:rsidRDefault="00FF239E" w:rsidP="00FF239E">
                  <w:pPr>
                    <w:pStyle w:val="SIText"/>
                  </w:pPr>
                  <w:r w:rsidRPr="00FF239E">
                    <w:t>AHCWRK305</w:t>
                  </w:r>
                </w:p>
              </w:tc>
              <w:tc>
                <w:tcPr>
                  <w:tcW w:w="5670" w:type="dxa"/>
                </w:tcPr>
                <w:p w14:paraId="4D11DDEF" w14:textId="3897CF73" w:rsidR="00FF239E" w:rsidRPr="00FF239E" w:rsidRDefault="00FF239E" w:rsidP="00FF239E">
                  <w:pPr>
                    <w:pStyle w:val="SIText"/>
                  </w:pPr>
                  <w:r w:rsidRPr="00FF239E">
                    <w:t>Coordinate work site activities</w:t>
                  </w:r>
                </w:p>
              </w:tc>
            </w:tr>
            <w:tr w:rsidR="00FF239E" w:rsidRPr="005C7EA8" w14:paraId="60CE8021" w14:textId="77777777" w:rsidTr="00BF5D26">
              <w:tc>
                <w:tcPr>
                  <w:tcW w:w="1718" w:type="dxa"/>
                </w:tcPr>
                <w:p w14:paraId="4A7C1B39" w14:textId="32FE422C" w:rsidR="00FF239E" w:rsidRPr="00FF239E" w:rsidRDefault="00FF239E" w:rsidP="00FF239E">
                  <w:pPr>
                    <w:pStyle w:val="SIText"/>
                  </w:pPr>
                  <w:r w:rsidRPr="00FF239E">
                    <w:t>AHCWRK306</w:t>
                  </w:r>
                </w:p>
              </w:tc>
              <w:tc>
                <w:tcPr>
                  <w:tcW w:w="5670" w:type="dxa"/>
                </w:tcPr>
                <w:p w14:paraId="162D3ECA" w14:textId="5F3D7231" w:rsidR="00FF239E" w:rsidRPr="00FF239E" w:rsidRDefault="00FF239E" w:rsidP="00FF239E">
                  <w:pPr>
                    <w:pStyle w:val="SIText"/>
                  </w:pPr>
                  <w:r w:rsidRPr="00FF239E">
                    <w:t>Comply with industry quality assurance requirements</w:t>
                  </w:r>
                </w:p>
              </w:tc>
            </w:tr>
            <w:tr w:rsidR="00FF239E" w:rsidRPr="005C7EA8" w14:paraId="24B6E97F" w14:textId="77777777" w:rsidTr="00BF5D26">
              <w:tc>
                <w:tcPr>
                  <w:tcW w:w="1718" w:type="dxa"/>
                </w:tcPr>
                <w:p w14:paraId="6D166D65" w14:textId="5352A455" w:rsidR="00FF239E" w:rsidRPr="00FF239E" w:rsidRDefault="00FF239E" w:rsidP="00FF239E">
                  <w:pPr>
                    <w:pStyle w:val="SIText"/>
                  </w:pPr>
                  <w:r w:rsidRPr="00FF239E">
                    <w:t>AHCWRK309</w:t>
                  </w:r>
                </w:p>
              </w:tc>
              <w:tc>
                <w:tcPr>
                  <w:tcW w:w="5670" w:type="dxa"/>
                </w:tcPr>
                <w:p w14:paraId="106F9BC1" w14:textId="24772540" w:rsidR="00FF239E" w:rsidRPr="00FF239E" w:rsidRDefault="00FF239E" w:rsidP="00FF239E">
                  <w:pPr>
                    <w:pStyle w:val="SIText"/>
                  </w:pPr>
                  <w:r w:rsidRPr="00FF239E">
                    <w:t>Apply environmentally sustainable work practices</w:t>
                  </w:r>
                </w:p>
              </w:tc>
            </w:tr>
            <w:tr w:rsidR="00FF239E" w:rsidRPr="005C7EA8" w14:paraId="52558EC3" w14:textId="77777777" w:rsidTr="00BF5D26">
              <w:tc>
                <w:tcPr>
                  <w:tcW w:w="1718" w:type="dxa"/>
                </w:tcPr>
                <w:p w14:paraId="18287153" w14:textId="09DCCFF6" w:rsidR="00FF239E" w:rsidRPr="00FF239E" w:rsidRDefault="00FF239E" w:rsidP="00FF239E">
                  <w:pPr>
                    <w:pStyle w:val="SIText"/>
                  </w:pPr>
                  <w:r w:rsidRPr="00FF239E">
                    <w:t>AHCWRK310</w:t>
                  </w:r>
                </w:p>
              </w:tc>
              <w:tc>
                <w:tcPr>
                  <w:tcW w:w="5670" w:type="dxa"/>
                </w:tcPr>
                <w:p w14:paraId="62903BDE" w14:textId="7722BD52" w:rsidR="00FF239E" w:rsidRPr="00FF239E" w:rsidRDefault="00FF239E" w:rsidP="00FF239E">
                  <w:pPr>
                    <w:pStyle w:val="SIText"/>
                  </w:pPr>
                  <w:r w:rsidRPr="00FF239E">
                    <w:t>Provide on-job training support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2CB989BC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7A695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415E6" w:rsidRPr="00BC49BB" w14:paraId="3B550A04" w14:textId="77777777" w:rsidTr="008846E4">
              <w:tc>
                <w:tcPr>
                  <w:tcW w:w="1028" w:type="pct"/>
                </w:tcPr>
                <w:p w14:paraId="41E2FA76" w14:textId="656C873C" w:rsidR="000415E6" w:rsidRPr="006225FA" w:rsidRDefault="000415E6" w:rsidP="006225F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225FA">
                    <w:rPr>
                      <w:rStyle w:val="SITemporarytext-red"/>
                      <w:color w:val="auto"/>
                      <w:sz w:val="20"/>
                    </w:rPr>
                    <w:t>AHC302</w:t>
                  </w:r>
                  <w:r w:rsidR="006225FA" w:rsidRPr="006225FA">
                    <w:rPr>
                      <w:rStyle w:val="SITemporarytext-red"/>
                      <w:color w:val="auto"/>
                      <w:sz w:val="20"/>
                    </w:rPr>
                    <w:t>2</w:t>
                  </w:r>
                  <w:r w:rsidRPr="006225FA">
                    <w:rPr>
                      <w:rStyle w:val="SITemporarytext-red"/>
                      <w:color w:val="auto"/>
                      <w:sz w:val="20"/>
                    </w:rPr>
                    <w:t>1 Certificate III in Agriculture (Dairy Production)</w:t>
                  </w:r>
                </w:p>
                <w:p w14:paraId="4637558C" w14:textId="2BDF2D61" w:rsidR="000415E6" w:rsidRPr="000415E6" w:rsidRDefault="000415E6" w:rsidP="006225F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225FA">
                    <w:rPr>
                      <w:rStyle w:val="SITemporarytext-red"/>
                      <w:color w:val="auto"/>
                      <w:sz w:val="20"/>
                    </w:rPr>
                    <w:t xml:space="preserve">Release </w:t>
                  </w:r>
                  <w:r w:rsidR="006225FA" w:rsidRPr="006225FA">
                    <w:rPr>
                      <w:rStyle w:val="SITemporarytext-red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1105" w:type="pct"/>
                </w:tcPr>
                <w:p w14:paraId="3CC6BAB2" w14:textId="77777777" w:rsidR="000415E6" w:rsidRPr="000415E6" w:rsidRDefault="000415E6" w:rsidP="000415E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415E6">
                    <w:rPr>
                      <w:rStyle w:val="SITemporarytext-red"/>
                      <w:color w:val="auto"/>
                      <w:sz w:val="20"/>
                    </w:rPr>
                    <w:t>AHC30216 Certificate III in Agriculture (Dairy Production)</w:t>
                  </w:r>
                </w:p>
                <w:p w14:paraId="53D9C210" w14:textId="399A7B88" w:rsidR="000415E6" w:rsidRPr="000415E6" w:rsidRDefault="000415E6" w:rsidP="000415E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415E6">
                    <w:rPr>
                      <w:rStyle w:val="SITemporarytext-red"/>
                      <w:color w:val="auto"/>
                      <w:sz w:val="20"/>
                    </w:rPr>
                    <w:t>Release 1</w:t>
                  </w:r>
                </w:p>
              </w:tc>
              <w:tc>
                <w:tcPr>
                  <w:tcW w:w="1398" w:type="pct"/>
                </w:tcPr>
                <w:p w14:paraId="0887D478" w14:textId="77777777" w:rsidR="000415E6" w:rsidRPr="000415E6" w:rsidRDefault="000415E6" w:rsidP="000415E6">
                  <w:pPr>
                    <w:pStyle w:val="SIText"/>
                  </w:pPr>
                  <w:r w:rsidRPr="000415E6">
                    <w:t>Amended packaging rules,</w:t>
                  </w:r>
                </w:p>
                <w:p w14:paraId="4C76F34D" w14:textId="5DEEC341" w:rsidR="000415E6" w:rsidRPr="000415E6" w:rsidRDefault="000415E6" w:rsidP="001530B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30BB">
                    <w:t>u</w:t>
                  </w:r>
                  <w:r w:rsidRPr="009E4F9B">
                    <w:t>pdated core and elective units</w:t>
                  </w:r>
                </w:p>
              </w:tc>
              <w:tc>
                <w:tcPr>
                  <w:tcW w:w="1469" w:type="pct"/>
                </w:tcPr>
                <w:p w14:paraId="31E1B7CD" w14:textId="5211AAB3" w:rsidR="000415E6" w:rsidRPr="000415E6" w:rsidRDefault="000415E6" w:rsidP="009E4F9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415E6">
                    <w:rPr>
                      <w:rStyle w:val="SITemporarytext-red"/>
                      <w:color w:val="auto"/>
                      <w:sz w:val="20"/>
                    </w:rPr>
                    <w:t>Equivalent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67686C85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4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er" w:date="2020-09-30T09:13:00Z" w:initials="PM">
    <w:p w14:paraId="3BFCE617" w14:textId="77777777" w:rsidR="000415E6" w:rsidRDefault="000415E6" w:rsidP="000415E6">
      <w:pPr>
        <w:pStyle w:val="CommentText"/>
      </w:pPr>
      <w:r>
        <w:rPr>
          <w:rStyle w:val="CommentReference"/>
        </w:rPr>
        <w:annotationRef/>
      </w:r>
      <w:bookmarkStart w:id="2" w:name="_Hlk51587884"/>
      <w:bookmarkStart w:id="3" w:name="_Hlk51587885"/>
      <w:bookmarkStart w:id="4" w:name="_Hlk51850894"/>
      <w:bookmarkStart w:id="5" w:name="_Hlk51850895"/>
      <w:bookmarkStart w:id="6" w:name="_Hlk51850898"/>
      <w:bookmarkStart w:id="7" w:name="_Hlk51850899"/>
      <w:r>
        <w:t>NOTE:</w:t>
      </w:r>
    </w:p>
    <w:p w14:paraId="1DA49D94" w14:textId="20BE455B" w:rsidR="000415E6" w:rsidRDefault="000415E6" w:rsidP="000415E6">
      <w:pPr>
        <w:pStyle w:val="CommentText"/>
      </w:pPr>
      <w:r>
        <w:t xml:space="preserve">Unit codes in </w:t>
      </w:r>
      <w:r w:rsidRPr="000415E6">
        <w:rPr>
          <w:rStyle w:val="SITemporarytext-red"/>
        </w:rPr>
        <w:t>red</w:t>
      </w:r>
      <w:r>
        <w:t xml:space="preserve"> = units being reviewed in the Animal Reproduction project.</w:t>
      </w:r>
      <w:bookmarkEnd w:id="2"/>
      <w:bookmarkEnd w:id="3"/>
      <w:bookmarkEnd w:id="4"/>
      <w:bookmarkEnd w:id="5"/>
      <w:bookmarkEnd w:id="6"/>
      <w:bookmarkEnd w:id="7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A49D9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ECACE" w16cex:dateUtc="2020-09-29T23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A49D94" w16cid:durableId="231ECA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56D29" w14:textId="77777777" w:rsidR="007902DD" w:rsidRDefault="007902DD" w:rsidP="00BF3F0A">
      <w:r>
        <w:separator/>
      </w:r>
    </w:p>
    <w:p w14:paraId="6529B481" w14:textId="77777777" w:rsidR="007902DD" w:rsidRDefault="007902DD"/>
  </w:endnote>
  <w:endnote w:type="continuationSeparator" w:id="0">
    <w:p w14:paraId="4365517F" w14:textId="77777777" w:rsidR="007902DD" w:rsidRDefault="007902DD" w:rsidP="00BF3F0A">
      <w:r>
        <w:continuationSeparator/>
      </w:r>
    </w:p>
    <w:p w14:paraId="20F46023" w14:textId="77777777" w:rsidR="007902DD" w:rsidRDefault="00790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07FFB" w14:textId="77777777" w:rsidR="007902DD" w:rsidRDefault="007902DD" w:rsidP="00BF3F0A">
      <w:r>
        <w:separator/>
      </w:r>
    </w:p>
    <w:p w14:paraId="77AAB05A" w14:textId="77777777" w:rsidR="007902DD" w:rsidRDefault="007902DD"/>
  </w:footnote>
  <w:footnote w:type="continuationSeparator" w:id="0">
    <w:p w14:paraId="2861A560" w14:textId="77777777" w:rsidR="007902DD" w:rsidRDefault="007902DD" w:rsidP="00BF3F0A">
      <w:r>
        <w:continuationSeparator/>
      </w:r>
    </w:p>
    <w:p w14:paraId="45122672" w14:textId="77777777" w:rsidR="007902DD" w:rsidRDefault="00790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C22FA" w14:textId="2C182174" w:rsidR="009C2650" w:rsidRPr="00754757" w:rsidRDefault="00754757" w:rsidP="00754757">
    <w:pPr>
      <w:pStyle w:val="Header"/>
    </w:pPr>
    <w:r w:rsidRPr="00754757">
      <w:rPr>
        <w:lang w:eastAsia="en-US"/>
      </w:rPr>
      <w:t>AHC302</w:t>
    </w:r>
    <w:r w:rsidR="006225FA">
      <w:t>21</w:t>
    </w:r>
    <w:r w:rsidRPr="00754757">
      <w:rPr>
        <w:lang w:eastAsia="en-US"/>
      </w:rPr>
      <w:t xml:space="preserve"> Certificate III in Agriculture (Dairy Production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6239F"/>
    <w:multiLevelType w:val="multilevel"/>
    <w:tmpl w:val="8A5ED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5E6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A5441"/>
    <w:rsid w:val="000B2B46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30BB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33C6"/>
    <w:rsid w:val="00234444"/>
    <w:rsid w:val="00242293"/>
    <w:rsid w:val="00244EA7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2F53BD"/>
    <w:rsid w:val="00321C7C"/>
    <w:rsid w:val="00337E82"/>
    <w:rsid w:val="00350BB1"/>
    <w:rsid w:val="00352C83"/>
    <w:rsid w:val="0037067D"/>
    <w:rsid w:val="0038735B"/>
    <w:rsid w:val="003916D1"/>
    <w:rsid w:val="00397DB4"/>
    <w:rsid w:val="003A21F0"/>
    <w:rsid w:val="003A58BA"/>
    <w:rsid w:val="003A5AE7"/>
    <w:rsid w:val="003A7002"/>
    <w:rsid w:val="003A7221"/>
    <w:rsid w:val="003C13AE"/>
    <w:rsid w:val="003D2E73"/>
    <w:rsid w:val="003D3E14"/>
    <w:rsid w:val="003E7BBE"/>
    <w:rsid w:val="004127E3"/>
    <w:rsid w:val="00423D30"/>
    <w:rsid w:val="00425BB2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225FA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54757"/>
    <w:rsid w:val="0076523B"/>
    <w:rsid w:val="00770C15"/>
    <w:rsid w:val="00771B60"/>
    <w:rsid w:val="00773962"/>
    <w:rsid w:val="00781539"/>
    <w:rsid w:val="00781D77"/>
    <w:rsid w:val="007860B7"/>
    <w:rsid w:val="00786DC8"/>
    <w:rsid w:val="007902DD"/>
    <w:rsid w:val="007A1149"/>
    <w:rsid w:val="007A6958"/>
    <w:rsid w:val="007D5A78"/>
    <w:rsid w:val="007E3BD1"/>
    <w:rsid w:val="007F1563"/>
    <w:rsid w:val="007F44DB"/>
    <w:rsid w:val="007F5A8B"/>
    <w:rsid w:val="00804F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496A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4F9B"/>
    <w:rsid w:val="009E568C"/>
    <w:rsid w:val="009F0DCC"/>
    <w:rsid w:val="009F11CA"/>
    <w:rsid w:val="00A00FD5"/>
    <w:rsid w:val="00A0695B"/>
    <w:rsid w:val="00A13052"/>
    <w:rsid w:val="00A216A8"/>
    <w:rsid w:val="00A223A6"/>
    <w:rsid w:val="00A354FC"/>
    <w:rsid w:val="00A424C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77AE8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C07E04"/>
    <w:rsid w:val="00C143C3"/>
    <w:rsid w:val="00C1739B"/>
    <w:rsid w:val="00C26067"/>
    <w:rsid w:val="00C30A29"/>
    <w:rsid w:val="00C317DC"/>
    <w:rsid w:val="00C40C2D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24F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3E47"/>
    <w:rsid w:val="00F76CC6"/>
    <w:rsid w:val="00FE0282"/>
    <w:rsid w:val="00FE124D"/>
    <w:rsid w:val="00FE38C4"/>
    <w:rsid w:val="00FE792C"/>
    <w:rsid w:val="00FF239E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038B9798179E4FAE3C183736496BD1" ma:contentTypeVersion="" ma:contentTypeDescription="Create a new document." ma:contentTypeScope="" ma:versionID="d18c08c642671376acac52260df20b4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cbf43a-a6af-449a-bf28-04492ef05c3a" targetNamespace="http://schemas.microsoft.com/office/2006/metadata/properties" ma:root="true" ma:fieldsID="11ce42d247e497009d2848f3118b3b26" ns1:_="" ns2:_="" ns3:_="">
    <xsd:import namespace="http://schemas.microsoft.com/sharepoint/v3"/>
    <xsd:import namespace="d50bbff7-d6dd-47d2-864a-cfdc2c3db0f4"/>
    <xsd:import namespace="4ecbf43a-a6af-449a-bf28-04492ef05c3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bf43a-a6af-449a-bf28-04492ef05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4ecbf43a-a6af-449a-bf28-04492ef05c3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B17100-2BD2-4DC5-A808-EE267A178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cbf43a-a6af-449a-bf28-04492ef05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74752B-6CE7-4D28-B304-EF764400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329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19</cp:revision>
  <cp:lastPrinted>2016-05-27T05:21:00Z</cp:lastPrinted>
  <dcterms:created xsi:type="dcterms:W3CDTF">2020-09-09T03:44:00Z</dcterms:created>
  <dcterms:modified xsi:type="dcterms:W3CDTF">2020-11-30T02:53:00Z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0x010100FF038B9798179E4FAE3C183736496BD1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