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3836" w14:paraId="5662733D" w14:textId="77777777" w:rsidTr="00321885">
        <w:tc>
          <w:tcPr>
            <w:tcW w:w="2689" w:type="dxa"/>
          </w:tcPr>
          <w:p w14:paraId="2DD28648" w14:textId="77777777" w:rsidR="00E93836" w:rsidRPr="00E93836" w:rsidRDefault="00E93836" w:rsidP="00E93836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00765333" w14:textId="77777777" w:rsidR="00E93836" w:rsidRPr="00E93836" w:rsidRDefault="00E93836" w:rsidP="00E93836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93836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813BEF7" w:rsidR="00F1480E" w:rsidRPr="000754EC" w:rsidRDefault="00E933B0" w:rsidP="000754EC">
            <w:pPr>
              <w:pStyle w:val="SIUNITCODE"/>
            </w:pPr>
            <w:r>
              <w:t>AHC</w:t>
            </w:r>
            <w:r w:rsidR="00E00CF6">
              <w:t>P</w:t>
            </w:r>
            <w:r w:rsidR="00A502E7">
              <w:t>RK301</w:t>
            </w:r>
          </w:p>
        </w:tc>
        <w:tc>
          <w:tcPr>
            <w:tcW w:w="3604" w:type="pct"/>
            <w:shd w:val="clear" w:color="auto" w:fill="auto"/>
          </w:tcPr>
          <w:p w14:paraId="68240ED7" w14:textId="10A8A11E" w:rsidR="00F1480E" w:rsidRPr="000754EC" w:rsidRDefault="00A502E7" w:rsidP="000754EC">
            <w:pPr>
              <w:pStyle w:val="SIUnittitle"/>
            </w:pPr>
            <w:r w:rsidRPr="00A502E7">
              <w:t>Pregnancy test pigs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F4B688" w14:textId="1D6BBE35" w:rsidR="00A502E7" w:rsidRPr="00A502E7" w:rsidRDefault="00A502E7" w:rsidP="00A502E7">
            <w:r w:rsidRPr="00A502E7">
              <w:t xml:space="preserve">This unit of competency describes the skills and knowledge required to </w:t>
            </w:r>
            <w:r w:rsidR="00E93836">
              <w:t xml:space="preserve">prepare for and </w:t>
            </w:r>
            <w:r w:rsidRPr="00A502E7">
              <w:t>test pigs for pregnancy</w:t>
            </w:r>
            <w:r w:rsidR="00E93836">
              <w:t xml:space="preserve"> and carry out post pregnancy testing procedures</w:t>
            </w:r>
            <w:r w:rsidRPr="00A502E7">
              <w:t>.</w:t>
            </w:r>
          </w:p>
          <w:p w14:paraId="2157C6C5" w14:textId="77777777" w:rsidR="00E93836" w:rsidRDefault="00E93836" w:rsidP="00E93836"/>
          <w:p w14:paraId="3F712791" w14:textId="77777777" w:rsidR="00E93836" w:rsidRPr="00E93836" w:rsidRDefault="00E93836" w:rsidP="00E93836">
            <w:r>
              <w:t xml:space="preserve">The unit applies to individuals </w:t>
            </w:r>
            <w:r w:rsidRPr="00E93836">
              <w:t>who artificially inseminate pigs under broad direction, and take responsibility for their own work.</w:t>
            </w:r>
          </w:p>
          <w:p w14:paraId="340B6682" w14:textId="77777777" w:rsidR="00A502E7" w:rsidRPr="00A502E7" w:rsidRDefault="00A502E7" w:rsidP="00A502E7"/>
          <w:p w14:paraId="346860AB" w14:textId="470B1B29" w:rsidR="00A502E7" w:rsidRPr="00A502E7" w:rsidRDefault="00A502E7" w:rsidP="00A502E7">
            <w:r w:rsidRPr="00A502E7">
              <w:t>All work must be carried out to comply with workplace procedures, health and safety</w:t>
            </w:r>
            <w:r w:rsidR="00E93836">
              <w:t xml:space="preserve"> in the workplace requirements</w:t>
            </w:r>
            <w:r w:rsidRPr="00A502E7">
              <w:t xml:space="preserve">, animal welfare </w:t>
            </w:r>
            <w:r w:rsidR="00E93836">
              <w:t>legislative, regulatory a</w:t>
            </w:r>
            <w:r w:rsidR="00E93836" w:rsidRPr="00E93836">
              <w:t xml:space="preserve">nd codes of practice requirements, and sustainability </w:t>
            </w:r>
            <w:r w:rsidRPr="00A502E7">
              <w:t>and biosecurity practices.</w:t>
            </w:r>
          </w:p>
          <w:p w14:paraId="235158FD" w14:textId="77777777" w:rsidR="00A502E7" w:rsidRPr="00A502E7" w:rsidRDefault="00A502E7" w:rsidP="00A502E7"/>
          <w:p w14:paraId="034C6C33" w14:textId="21A8341F" w:rsidR="00373436" w:rsidRPr="000754EC" w:rsidRDefault="00A502E7" w:rsidP="00A502E7">
            <w:r w:rsidRPr="00A502E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6B414E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9715AB3" w:rsidR="00F1480E" w:rsidRPr="000754EC" w:rsidRDefault="00E00CF6" w:rsidP="000754EC">
            <w:pPr>
              <w:pStyle w:val="SIText"/>
            </w:pPr>
            <w:r>
              <w:t>Po</w:t>
            </w:r>
            <w:r w:rsidR="00A502E7">
              <w:t>rk (PRK)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502E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ACB841B" w:rsidR="00A502E7" w:rsidRPr="00A502E7" w:rsidRDefault="00A502E7" w:rsidP="00A502E7">
            <w:pPr>
              <w:pStyle w:val="SIText"/>
            </w:pPr>
            <w:r w:rsidRPr="00A502E7">
              <w:t>1. Prepare for pregnancy testing</w:t>
            </w:r>
          </w:p>
        </w:tc>
        <w:tc>
          <w:tcPr>
            <w:tcW w:w="3604" w:type="pct"/>
            <w:shd w:val="clear" w:color="auto" w:fill="auto"/>
          </w:tcPr>
          <w:p w14:paraId="2366C1F4" w14:textId="4CE46041" w:rsidR="00A502E7" w:rsidRPr="00A502E7" w:rsidRDefault="00A502E7" w:rsidP="00A502E7">
            <w:r w:rsidRPr="00A502E7">
              <w:t>1.1 Prepare pregnancy testing documentation</w:t>
            </w:r>
            <w:r w:rsidR="00E93836">
              <w:t xml:space="preserve"> according to workplace procedures</w:t>
            </w:r>
          </w:p>
          <w:p w14:paraId="382B6011" w14:textId="5DF58A00" w:rsidR="00A502E7" w:rsidRPr="00A502E7" w:rsidRDefault="00A502E7" w:rsidP="00A502E7">
            <w:r w:rsidRPr="00A502E7">
              <w:t xml:space="preserve">1.2 Select, </w:t>
            </w:r>
            <w:r w:rsidR="00E93836">
              <w:t xml:space="preserve">fit, </w:t>
            </w:r>
            <w:proofErr w:type="gramStart"/>
            <w:r w:rsidRPr="00A502E7">
              <w:t>use</w:t>
            </w:r>
            <w:proofErr w:type="gramEnd"/>
            <w:r w:rsidRPr="00A502E7">
              <w:t xml:space="preserve"> and maintain personal protective equipment</w:t>
            </w:r>
            <w:r w:rsidR="00E93836">
              <w:t xml:space="preserve"> applicable to the task</w:t>
            </w:r>
          </w:p>
          <w:p w14:paraId="73114F61" w14:textId="77777777" w:rsidR="00A502E7" w:rsidRPr="00A502E7" w:rsidRDefault="00A502E7" w:rsidP="00A502E7">
            <w:r w:rsidRPr="00A502E7">
              <w:t>1.3 Identify pigs to be tested according to the breeding program</w:t>
            </w:r>
          </w:p>
          <w:p w14:paraId="1696B99B" w14:textId="315FA01F" w:rsidR="00A502E7" w:rsidRPr="00A502E7" w:rsidRDefault="00A502E7">
            <w:r w:rsidRPr="00A502E7">
              <w:t xml:space="preserve">1.4 </w:t>
            </w:r>
            <w:r w:rsidR="004C2003">
              <w:t xml:space="preserve">Check and prepare testing equipment and </w:t>
            </w:r>
            <w:r w:rsidRPr="00A502E7">
              <w:t>resources</w:t>
            </w:r>
          </w:p>
        </w:tc>
      </w:tr>
      <w:tr w:rsidR="00A502E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1EC86D9" w:rsidR="00A502E7" w:rsidRPr="00A502E7" w:rsidRDefault="00A502E7" w:rsidP="00A502E7">
            <w:pPr>
              <w:pStyle w:val="SIText"/>
            </w:pPr>
            <w:r w:rsidRPr="00A502E7">
              <w:t>2. Carry out pregnancy testing procedures</w:t>
            </w:r>
          </w:p>
        </w:tc>
        <w:tc>
          <w:tcPr>
            <w:tcW w:w="3604" w:type="pct"/>
            <w:shd w:val="clear" w:color="auto" w:fill="auto"/>
          </w:tcPr>
          <w:p w14:paraId="2411D5DB" w14:textId="59762A14" w:rsidR="00D56FD8" w:rsidRDefault="00A502E7" w:rsidP="00A502E7">
            <w:r w:rsidRPr="00A502E7">
              <w:t xml:space="preserve">2.1 </w:t>
            </w:r>
            <w:r w:rsidR="00D56FD8">
              <w:t>follow workplace hygiene</w:t>
            </w:r>
            <w:r w:rsidR="00557F49">
              <w:t xml:space="preserve"> and</w:t>
            </w:r>
            <w:r w:rsidR="00D56FD8">
              <w:t xml:space="preserve"> animal welfare</w:t>
            </w:r>
            <w:r w:rsidR="00557F49">
              <w:t xml:space="preserve"> practices,</w:t>
            </w:r>
            <w:r w:rsidR="00D56FD8">
              <w:t xml:space="preserve"> and biosecurity procedures</w:t>
            </w:r>
          </w:p>
          <w:p w14:paraId="24891984" w14:textId="41F12E5D" w:rsidR="00A502E7" w:rsidRPr="00A502E7" w:rsidRDefault="00D56FD8" w:rsidP="00A502E7">
            <w:r>
              <w:t>2.2 Test</w:t>
            </w:r>
            <w:r w:rsidR="00A502E7" w:rsidRPr="00A502E7">
              <w:t xml:space="preserve"> individual pigs and check breeding records</w:t>
            </w:r>
            <w:r>
              <w:t xml:space="preserve"> according to workplace procedures</w:t>
            </w:r>
          </w:p>
          <w:p w14:paraId="3AA4B166" w14:textId="17421531" w:rsidR="00A502E7" w:rsidRPr="00A502E7" w:rsidRDefault="00A502E7" w:rsidP="00A502E7">
            <w:r w:rsidRPr="00A502E7">
              <w:t>2.</w:t>
            </w:r>
            <w:r w:rsidR="00D56FD8">
              <w:t>3</w:t>
            </w:r>
            <w:r w:rsidRPr="00A502E7">
              <w:t xml:space="preserve"> Use ultrasound equipment for pregnancy diagnosis</w:t>
            </w:r>
          </w:p>
          <w:p w14:paraId="5B3664BA" w14:textId="5D33C7D9" w:rsidR="00A502E7" w:rsidRPr="00A502E7" w:rsidRDefault="00A502E7" w:rsidP="00A502E7">
            <w:r w:rsidRPr="00A502E7">
              <w:t>2.</w:t>
            </w:r>
            <w:r w:rsidR="00D56FD8">
              <w:t>4</w:t>
            </w:r>
            <w:r w:rsidRPr="00A502E7">
              <w:t xml:space="preserve"> Apply knowledge of relevant anatomy and physiology</w:t>
            </w:r>
          </w:p>
          <w:p w14:paraId="12C734C7" w14:textId="41370A43" w:rsidR="004C2003" w:rsidRDefault="00A502E7" w:rsidP="004C2003">
            <w:r w:rsidRPr="00A502E7">
              <w:t xml:space="preserve">2.5 </w:t>
            </w:r>
            <w:r w:rsidR="004C2003" w:rsidRPr="00A502E7">
              <w:t>Identify pigs as pregnant or not pregnant</w:t>
            </w:r>
            <w:r w:rsidR="004C2003">
              <w:t xml:space="preserve"> according to workplace procedures</w:t>
            </w:r>
          </w:p>
          <w:p w14:paraId="6A0DD6F7" w14:textId="31FFE7AA" w:rsidR="00A502E7" w:rsidRPr="00A502E7" w:rsidRDefault="004C2003" w:rsidP="00A502E7">
            <w:r>
              <w:t xml:space="preserve">2.6 </w:t>
            </w:r>
            <w:r w:rsidR="00A502E7" w:rsidRPr="00A502E7">
              <w:t xml:space="preserve">Complete </w:t>
            </w:r>
            <w:r w:rsidR="00D56FD8">
              <w:t xml:space="preserve">required </w:t>
            </w:r>
            <w:r w:rsidR="00A502E7" w:rsidRPr="00A502E7">
              <w:t>records and report outcomes</w:t>
            </w:r>
          </w:p>
          <w:p w14:paraId="6BB72E57" w14:textId="281F5AAE" w:rsidR="00A502E7" w:rsidRPr="00A502E7" w:rsidRDefault="00A502E7" w:rsidP="00A502E7">
            <w:pPr>
              <w:pStyle w:val="SIText"/>
            </w:pPr>
            <w:r w:rsidRPr="00A502E7">
              <w:t>2.</w:t>
            </w:r>
            <w:r w:rsidR="004C2003">
              <w:t>7</w:t>
            </w:r>
            <w:r w:rsidRPr="00A502E7">
              <w:t xml:space="preserve"> Assess and record individual pig health and condition for input to herd health management</w:t>
            </w:r>
          </w:p>
        </w:tc>
      </w:tr>
      <w:tr w:rsidR="00A502E7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580EC6F3" w:rsidR="00A502E7" w:rsidRPr="00A502E7" w:rsidRDefault="00A502E7" w:rsidP="00A502E7">
            <w:pPr>
              <w:pStyle w:val="SIText"/>
            </w:pPr>
            <w:r w:rsidRPr="00A502E7">
              <w:t>3. Carry out post pregnancy testing procedures</w:t>
            </w:r>
          </w:p>
        </w:tc>
        <w:tc>
          <w:tcPr>
            <w:tcW w:w="3604" w:type="pct"/>
            <w:shd w:val="clear" w:color="auto" w:fill="auto"/>
          </w:tcPr>
          <w:p w14:paraId="2D3B9B92" w14:textId="5214B6B0" w:rsidR="00A502E7" w:rsidRPr="00A502E7" w:rsidRDefault="00A502E7" w:rsidP="00A502E7">
            <w:r w:rsidRPr="00A502E7">
              <w:t xml:space="preserve">3.1 </w:t>
            </w:r>
            <w:r w:rsidR="004C2003">
              <w:t>Move</w:t>
            </w:r>
            <w:r w:rsidRPr="00A502E7">
              <w:t xml:space="preserve"> pigs to </w:t>
            </w:r>
            <w:r w:rsidR="00D56FD8">
              <w:t>designated area</w:t>
            </w:r>
            <w:r w:rsidR="004C2003">
              <w:t xml:space="preserve"> according to workplace procedures</w:t>
            </w:r>
          </w:p>
          <w:p w14:paraId="75F2525E" w14:textId="7FB15A19" w:rsidR="00D56FD8" w:rsidRDefault="00A502E7" w:rsidP="00A502E7">
            <w:r w:rsidRPr="00A502E7">
              <w:t>3.</w:t>
            </w:r>
            <w:r w:rsidR="004C2003">
              <w:t>2</w:t>
            </w:r>
            <w:r w:rsidRPr="00A502E7">
              <w:t xml:space="preserve"> </w:t>
            </w:r>
            <w:r w:rsidR="00D56FD8">
              <w:t>Dispose of waste and debris according to workplace procedures</w:t>
            </w:r>
          </w:p>
          <w:p w14:paraId="0BA37886" w14:textId="6C45EB11" w:rsidR="00D56FD8" w:rsidRDefault="00D56FD8" w:rsidP="00A502E7">
            <w:r>
              <w:t>3.</w:t>
            </w:r>
            <w:r w:rsidR="004C2003">
              <w:t>3</w:t>
            </w:r>
            <w:r>
              <w:t xml:space="preserve"> </w:t>
            </w:r>
            <w:r w:rsidR="00A502E7" w:rsidRPr="00A502E7">
              <w:t xml:space="preserve">Clean work </w:t>
            </w:r>
            <w:r>
              <w:t>area according to workplace procedures</w:t>
            </w:r>
          </w:p>
          <w:p w14:paraId="62CBECA7" w14:textId="51DA5AF4" w:rsidR="00A502E7" w:rsidRPr="00A502E7" w:rsidRDefault="00D56FD8" w:rsidP="00A502E7">
            <w:r>
              <w:t>3.</w:t>
            </w:r>
            <w:r w:rsidR="004C2003">
              <w:t>4</w:t>
            </w:r>
            <w:r>
              <w:t xml:space="preserve"> Clean, maintain and store equipment according to workplace procedures</w:t>
            </w:r>
          </w:p>
          <w:p w14:paraId="5BEA41DD" w14:textId="40E035CE" w:rsidR="00A502E7" w:rsidRPr="00A502E7" w:rsidRDefault="00A502E7" w:rsidP="00A502E7">
            <w:r w:rsidRPr="00A502E7">
              <w:t>3.</w:t>
            </w:r>
            <w:r w:rsidR="004C2003">
              <w:t>5</w:t>
            </w:r>
            <w:r w:rsidRPr="00A502E7">
              <w:t xml:space="preserve"> Check pigs post testing regularly for health and condition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56FD8" w:rsidRPr="00336FCA" w:rsidDel="00423CB2" w14:paraId="1CF24FD6" w14:textId="77777777" w:rsidTr="00CA2922">
        <w:tc>
          <w:tcPr>
            <w:tcW w:w="1396" w:type="pct"/>
          </w:tcPr>
          <w:p w14:paraId="6D88B952" w14:textId="3AB8A2FF" w:rsidR="00D56FD8" w:rsidRPr="00277B7C" w:rsidRDefault="00D56FD8" w:rsidP="00277B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7B7C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244AF45" w:rsidR="00D56FD8" w:rsidRPr="00277B7C" w:rsidRDefault="00D56FD8" w:rsidP="00277B7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77B7C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pig pregnancy testing operations</w:t>
            </w:r>
          </w:p>
        </w:tc>
      </w:tr>
      <w:tr w:rsidR="00D56FD8" w:rsidRPr="00336FCA" w:rsidDel="00423CB2" w14:paraId="1D3AF5EE" w14:textId="77777777" w:rsidTr="00CA2922">
        <w:tc>
          <w:tcPr>
            <w:tcW w:w="1396" w:type="pct"/>
          </w:tcPr>
          <w:p w14:paraId="16ED7E97" w14:textId="5B520855" w:rsidR="00D56FD8" w:rsidRPr="00277B7C" w:rsidRDefault="00D56FD8" w:rsidP="00277B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7B7C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341A307B" w:rsidR="00D56FD8" w:rsidRPr="00277B7C" w:rsidRDefault="00D56FD8" w:rsidP="00277B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77B7C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="00277B7C" w:rsidRPr="00277B7C">
              <w:rPr>
                <w:rStyle w:val="SITemporaryText-red"/>
                <w:rFonts w:eastAsia="Calibri"/>
                <w:color w:val="auto"/>
                <w:sz w:val="20"/>
              </w:rPr>
              <w:t>pregnancy testing</w:t>
            </w:r>
            <w:r w:rsidRPr="00277B7C">
              <w:rPr>
                <w:rStyle w:val="SITemporaryText-red"/>
                <w:rFonts w:eastAsia="Calibri"/>
                <w:color w:val="auto"/>
                <w:sz w:val="20"/>
              </w:rPr>
              <w:t xml:space="preserve">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77B7C" w14:paraId="7EFB7203" w14:textId="77777777" w:rsidTr="00F33FF2">
        <w:tc>
          <w:tcPr>
            <w:tcW w:w="1028" w:type="pct"/>
          </w:tcPr>
          <w:p w14:paraId="220DC16C" w14:textId="77777777" w:rsidR="00277B7C" w:rsidRPr="00277B7C" w:rsidRDefault="00277B7C" w:rsidP="00277B7C">
            <w:pPr>
              <w:pStyle w:val="SIText"/>
            </w:pPr>
            <w:r w:rsidRPr="00277B7C">
              <w:t>AHCPRK301 Pregnancy test pigs</w:t>
            </w:r>
          </w:p>
          <w:p w14:paraId="6B803FA7" w14:textId="2815A20F" w:rsidR="00277B7C" w:rsidRPr="00277B7C" w:rsidRDefault="00277B7C" w:rsidP="00277B7C">
            <w:pPr>
              <w:pStyle w:val="SIText"/>
            </w:pPr>
            <w:r w:rsidRPr="00277B7C">
              <w:t>Release 2</w:t>
            </w:r>
          </w:p>
        </w:tc>
        <w:tc>
          <w:tcPr>
            <w:tcW w:w="1105" w:type="pct"/>
          </w:tcPr>
          <w:p w14:paraId="384EFB0B" w14:textId="77777777" w:rsidR="00277B7C" w:rsidRPr="00277B7C" w:rsidRDefault="00277B7C" w:rsidP="00277B7C">
            <w:pPr>
              <w:pStyle w:val="SIText"/>
            </w:pPr>
            <w:r w:rsidRPr="00277B7C">
              <w:t>AHCPRK301 Pregnancy test pigs</w:t>
            </w:r>
          </w:p>
          <w:p w14:paraId="3216D365" w14:textId="2013C303" w:rsidR="00277B7C" w:rsidRPr="00277B7C" w:rsidRDefault="00277B7C" w:rsidP="00277B7C">
            <w:pPr>
              <w:pStyle w:val="SIText"/>
            </w:pPr>
            <w:r w:rsidRPr="00277B7C">
              <w:t>Release 1</w:t>
            </w:r>
          </w:p>
        </w:tc>
        <w:tc>
          <w:tcPr>
            <w:tcW w:w="1251" w:type="pct"/>
          </w:tcPr>
          <w:p w14:paraId="3AB8C02A" w14:textId="77777777" w:rsidR="00277B7C" w:rsidRPr="00007E24" w:rsidRDefault="00277B7C" w:rsidP="00007E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07E2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CB0DB0E" w14:textId="747D00A4" w:rsidR="00277B7C" w:rsidRPr="00007E24" w:rsidRDefault="00007E24" w:rsidP="00007E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07E24">
              <w:rPr>
                <w:rStyle w:val="SITemporaryText-red"/>
                <w:color w:val="auto"/>
                <w:sz w:val="20"/>
              </w:rPr>
              <w:t>m</w:t>
            </w:r>
            <w:r w:rsidR="00277B7C" w:rsidRPr="00007E24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07D09316" w14:textId="7A8E877D" w:rsidR="00277B7C" w:rsidRPr="00007E24" w:rsidRDefault="00007E24" w:rsidP="00007E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07E24">
              <w:rPr>
                <w:rStyle w:val="SITemporaryText-red"/>
                <w:color w:val="auto"/>
                <w:sz w:val="20"/>
              </w:rPr>
              <w:t>f</w:t>
            </w:r>
            <w:r w:rsidR="00277B7C" w:rsidRPr="00007E24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48F0C69D" w:rsidR="00277B7C" w:rsidRPr="00007E24" w:rsidRDefault="00007E24" w:rsidP="00007E2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E24">
              <w:rPr>
                <w:rStyle w:val="SITemporaryText-red"/>
                <w:color w:val="auto"/>
                <w:sz w:val="20"/>
              </w:rPr>
              <w:t>a</w:t>
            </w:r>
            <w:r w:rsidR="00277B7C" w:rsidRPr="00007E24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0476975A" w:rsidR="00277B7C" w:rsidRPr="00277B7C" w:rsidRDefault="00277B7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7B7C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BB92E8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514AA2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A502E7" w:rsidRPr="00A502E7">
              <w:t>AHCPRK301 Pregnancy test pigs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E93836" w:rsidRDefault="00DA54B5" w:rsidP="00E938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9383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93836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295CA8F4" w:rsidR="00DA54B5" w:rsidRPr="00277B7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7B7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C2003" w:rsidRPr="00F96F85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277B7C" w:rsidRPr="004C2003">
              <w:rPr>
                <w:rStyle w:val="SITemporaryText-red"/>
                <w:color w:val="auto"/>
                <w:sz w:val="20"/>
              </w:rPr>
              <w:t>pr</w:t>
            </w:r>
            <w:r w:rsidR="00277B7C" w:rsidRPr="00277B7C">
              <w:rPr>
                <w:rStyle w:val="SITemporaryText-red"/>
                <w:color w:val="auto"/>
                <w:sz w:val="20"/>
              </w:rPr>
              <w:t xml:space="preserve">egnancy </w:t>
            </w:r>
            <w:r w:rsidR="00277B7C" w:rsidRPr="004C2003">
              <w:rPr>
                <w:rStyle w:val="SITemporaryText-red"/>
                <w:color w:val="auto"/>
                <w:sz w:val="20"/>
              </w:rPr>
              <w:t xml:space="preserve">tested </w:t>
            </w:r>
            <w:r w:rsidR="004C2003" w:rsidRPr="00F96F85">
              <w:rPr>
                <w:rStyle w:val="SITemporaryText-red"/>
                <w:color w:val="auto"/>
                <w:sz w:val="20"/>
              </w:rPr>
              <w:t xml:space="preserve">at least ten </w:t>
            </w:r>
            <w:r w:rsidR="00277B7C" w:rsidRPr="004C2003">
              <w:rPr>
                <w:rStyle w:val="SITemporaryText-red"/>
                <w:color w:val="auto"/>
                <w:sz w:val="20"/>
              </w:rPr>
              <w:t>pigs</w:t>
            </w:r>
            <w:r w:rsidR="00277B7C" w:rsidRPr="00277B7C">
              <w:rPr>
                <w:rStyle w:val="SITemporaryText-red"/>
                <w:color w:val="auto"/>
                <w:sz w:val="20"/>
              </w:rPr>
              <w:t>, and has</w:t>
            </w:r>
            <w:r w:rsidRPr="00277B7C">
              <w:rPr>
                <w:rStyle w:val="SITemporaryText-red"/>
                <w:color w:val="auto"/>
                <w:sz w:val="20"/>
              </w:rPr>
              <w:t>:</w:t>
            </w:r>
          </w:p>
          <w:p w14:paraId="1E7FEA6D" w14:textId="0A24601D" w:rsidR="00A502E7" w:rsidRPr="00A502E7" w:rsidRDefault="00A502E7" w:rsidP="00A502E7">
            <w:pPr>
              <w:pStyle w:val="SIBulletList1"/>
            </w:pPr>
            <w:r w:rsidRPr="00A502E7">
              <w:t>prepare</w:t>
            </w:r>
            <w:r w:rsidR="00277B7C">
              <w:t>d</w:t>
            </w:r>
            <w:r w:rsidRPr="00A502E7">
              <w:t xml:space="preserve"> for pregnancy testing</w:t>
            </w:r>
          </w:p>
          <w:p w14:paraId="2C5129B8" w14:textId="6A3BF013" w:rsidR="00A502E7" w:rsidRPr="00A502E7" w:rsidRDefault="00A502E7" w:rsidP="00A502E7">
            <w:pPr>
              <w:pStyle w:val="SIBulletList1"/>
            </w:pPr>
            <w:r w:rsidRPr="00A502E7">
              <w:t>carr</w:t>
            </w:r>
            <w:r w:rsidR="00277B7C">
              <w:t>ied</w:t>
            </w:r>
            <w:r w:rsidRPr="00A502E7">
              <w:t xml:space="preserve"> out pregnancy testing procedures</w:t>
            </w:r>
            <w:r w:rsidR="008D7EFD">
              <w:t xml:space="preserve"> using ultrasound equipment</w:t>
            </w:r>
          </w:p>
          <w:p w14:paraId="40BA54AE" w14:textId="1875F7B9" w:rsidR="00A502E7" w:rsidRPr="00A502E7" w:rsidRDefault="00A502E7" w:rsidP="00A502E7">
            <w:pPr>
              <w:pStyle w:val="SIBulletList1"/>
            </w:pPr>
            <w:r w:rsidRPr="00A502E7">
              <w:t>carr</w:t>
            </w:r>
            <w:r w:rsidR="00277B7C">
              <w:t>ied</w:t>
            </w:r>
            <w:r w:rsidRPr="00A502E7">
              <w:t xml:space="preserve"> out post pregnancy testing procedures</w:t>
            </w:r>
          </w:p>
          <w:p w14:paraId="4DFE6DE7" w14:textId="4D7878A3" w:rsidR="00A502E7" w:rsidRPr="00A502E7" w:rsidRDefault="00A502E7" w:rsidP="00792AB5">
            <w:pPr>
              <w:pStyle w:val="SIBulletList1"/>
            </w:pPr>
            <w:r w:rsidRPr="00A502E7">
              <w:t>follow</w:t>
            </w:r>
            <w:r w:rsidR="00277B7C">
              <w:t>ed relevant</w:t>
            </w:r>
            <w:r w:rsidRPr="00A502E7">
              <w:t xml:space="preserve"> work</w:t>
            </w:r>
            <w:r w:rsidR="00277B7C">
              <w:t>place</w:t>
            </w:r>
            <w:r w:rsidRPr="00A502E7">
              <w:t xml:space="preserve"> health and safety </w:t>
            </w:r>
            <w:r w:rsidR="00277B7C">
              <w:t xml:space="preserve">and environmental and biosecurity legislation, </w:t>
            </w:r>
            <w:proofErr w:type="gramStart"/>
            <w:r w:rsidR="00277B7C">
              <w:t>regulations</w:t>
            </w:r>
            <w:proofErr w:type="gramEnd"/>
            <w:r w:rsidR="00277B7C">
              <w:t xml:space="preserve"> and workplace procedures</w:t>
            </w:r>
          </w:p>
          <w:p w14:paraId="3F4E2EAA" w14:textId="7E3F508C" w:rsidR="00556C4C" w:rsidRPr="000754EC" w:rsidRDefault="00A502E7" w:rsidP="00081A7D">
            <w:pPr>
              <w:pStyle w:val="SIBulletList1"/>
            </w:pPr>
            <w:r w:rsidRPr="00A502E7">
              <w:t>follow</w:t>
            </w:r>
            <w:r w:rsidR="00277B7C">
              <w:t>ed</w:t>
            </w:r>
            <w:r w:rsidRPr="00A502E7">
              <w:t xml:space="preserve"> </w:t>
            </w:r>
            <w:r w:rsidR="00277B7C">
              <w:t xml:space="preserve">workplace </w:t>
            </w:r>
            <w:r w:rsidR="00E67765">
              <w:t xml:space="preserve">hygiene and </w:t>
            </w:r>
            <w:r w:rsidRPr="00A502E7">
              <w:t>animal welfare p</w:t>
            </w:r>
            <w:r w:rsidR="00E67765">
              <w:t>ractices</w:t>
            </w:r>
            <w:r w:rsidR="00277B7C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93836" w:rsidRDefault="00DA54B5" w:rsidP="00E938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2F541C7" w14:textId="032B4800" w:rsidR="00277B7C" w:rsidRPr="00277B7C" w:rsidRDefault="00277B7C" w:rsidP="00277B7C">
            <w:pPr>
              <w:pStyle w:val="SIBulletList1"/>
            </w:pPr>
            <w:r>
              <w:t>workplace requirements applicable to health and safety in the workplace for pregnancy testing</w:t>
            </w:r>
            <w:r w:rsidRPr="00277B7C">
              <w:t xml:space="preserve"> of pigs</w:t>
            </w:r>
          </w:p>
          <w:p w14:paraId="65E92730" w14:textId="6EB7DDAC" w:rsidR="00277B7C" w:rsidRPr="00277B7C" w:rsidRDefault="00277B7C" w:rsidP="00277B7C">
            <w:pPr>
              <w:pStyle w:val="SIBulletList1"/>
            </w:pPr>
            <w:r>
              <w:t>e</w:t>
            </w:r>
            <w:r w:rsidRPr="00277B7C">
              <w:t xml:space="preserve">nvironment and biosecurity legislation and regulations and workplace practices relevant to </w:t>
            </w:r>
            <w:r>
              <w:t>pregnancy testing</w:t>
            </w:r>
            <w:r w:rsidRPr="00277B7C">
              <w:t xml:space="preserve"> pigs</w:t>
            </w:r>
          </w:p>
          <w:p w14:paraId="3C91499C" w14:textId="3C0C0117" w:rsidR="00277B7C" w:rsidRPr="00277B7C" w:rsidRDefault="00277B7C" w:rsidP="00277B7C">
            <w:pPr>
              <w:pStyle w:val="SIBulletList1"/>
            </w:pPr>
            <w:r w:rsidRPr="00F36199">
              <w:t xml:space="preserve">principles and practices of </w:t>
            </w:r>
            <w:r w:rsidRPr="00277B7C">
              <w:t>pig</w:t>
            </w:r>
            <w:r>
              <w:t xml:space="preserve"> pregnancy testing</w:t>
            </w:r>
            <w:r w:rsidRPr="00277B7C">
              <w:t>, including:</w:t>
            </w:r>
          </w:p>
          <w:p w14:paraId="2C01FA42" w14:textId="1A3489B8" w:rsidR="00277B7C" w:rsidRDefault="00277B7C" w:rsidP="00277B7C">
            <w:pPr>
              <w:pStyle w:val="SIBulletList2"/>
            </w:pPr>
            <w:r>
              <w:t xml:space="preserve">animal welfare </w:t>
            </w:r>
            <w:r w:rsidR="00E67765">
              <w:t xml:space="preserve">legislation, codes of </w:t>
            </w:r>
            <w:r>
              <w:t>practice</w:t>
            </w:r>
            <w:r w:rsidR="00E67765">
              <w:t xml:space="preserve"> and procedures relevant to</w:t>
            </w:r>
            <w:r>
              <w:t xml:space="preserve"> pregnancy testing of pigs</w:t>
            </w:r>
          </w:p>
          <w:p w14:paraId="05916EA4" w14:textId="37B4BEA1" w:rsidR="00A502E7" w:rsidRPr="00A502E7" w:rsidRDefault="00A502E7" w:rsidP="00277B7C">
            <w:pPr>
              <w:pStyle w:val="SIBulletList2"/>
            </w:pPr>
            <w:r w:rsidRPr="00A502E7">
              <w:t>techniques and methods for humane handling and restraint of pigs</w:t>
            </w:r>
          </w:p>
          <w:p w14:paraId="374E3A82" w14:textId="77777777" w:rsidR="00A502E7" w:rsidRPr="00A502E7" w:rsidRDefault="00A502E7" w:rsidP="00277B7C">
            <w:pPr>
              <w:pStyle w:val="SIBulletList2"/>
            </w:pPr>
            <w:r w:rsidRPr="00A502E7">
              <w:t xml:space="preserve">requirements, </w:t>
            </w:r>
            <w:proofErr w:type="gramStart"/>
            <w:r w:rsidRPr="00A502E7">
              <w:t>methods</w:t>
            </w:r>
            <w:proofErr w:type="gramEnd"/>
            <w:r w:rsidRPr="00A502E7">
              <w:t xml:space="preserve"> and procedures for pregnancy testing of pigs</w:t>
            </w:r>
          </w:p>
          <w:p w14:paraId="4F275827" w14:textId="5E020A63" w:rsidR="00A502E7" w:rsidRPr="00A502E7" w:rsidRDefault="00A502E7" w:rsidP="00277B7C">
            <w:pPr>
              <w:pStyle w:val="SIBulletList2"/>
            </w:pPr>
            <w:r w:rsidRPr="00A502E7">
              <w:t>documentation and record</w:t>
            </w:r>
            <w:r w:rsidR="00277B7C">
              <w:t xml:space="preserve"> requirement</w:t>
            </w:r>
            <w:r w:rsidRPr="00A502E7">
              <w:t>s</w:t>
            </w:r>
          </w:p>
          <w:p w14:paraId="336DC296" w14:textId="77777777" w:rsidR="00A502E7" w:rsidRPr="00A502E7" w:rsidRDefault="00A502E7" w:rsidP="00277B7C">
            <w:pPr>
              <w:pStyle w:val="SIBulletList2"/>
            </w:pPr>
            <w:r w:rsidRPr="00A502E7">
              <w:t>information required from breeding records for pregnancy testing</w:t>
            </w:r>
          </w:p>
          <w:p w14:paraId="14CEB5FC" w14:textId="77777777" w:rsidR="00A502E7" w:rsidRPr="00A502E7" w:rsidRDefault="00A502E7" w:rsidP="00277B7C">
            <w:pPr>
              <w:pStyle w:val="SIBulletList2"/>
            </w:pPr>
            <w:r w:rsidRPr="00A502E7">
              <w:t>reproductive anatomy, reproductive physiology, pregnancy development and embryological/foetal development in pigs</w:t>
            </w:r>
          </w:p>
          <w:p w14:paraId="59282E95" w14:textId="4428C30E" w:rsidR="00A502E7" w:rsidRPr="00A502E7" w:rsidRDefault="00A502E7" w:rsidP="00277B7C">
            <w:pPr>
              <w:pStyle w:val="SIBulletList2"/>
            </w:pPr>
            <w:r w:rsidRPr="00A502E7">
              <w:t xml:space="preserve">types, </w:t>
            </w:r>
            <w:proofErr w:type="gramStart"/>
            <w:r w:rsidRPr="00A502E7">
              <w:t>methods</w:t>
            </w:r>
            <w:proofErr w:type="gramEnd"/>
            <w:r w:rsidRPr="00A502E7">
              <w:t xml:space="preserve"> and procedures for pregnancy diagnosis of pigs</w:t>
            </w:r>
            <w:r w:rsidR="008D7EFD">
              <w:t xml:space="preserve"> using ultrasound equipment</w:t>
            </w:r>
          </w:p>
          <w:p w14:paraId="2B96D95D" w14:textId="61E9F4DE" w:rsidR="00A502E7" w:rsidRPr="00A502E7" w:rsidRDefault="00277B7C" w:rsidP="00277B7C">
            <w:pPr>
              <w:pStyle w:val="SIBulletList2"/>
            </w:pPr>
            <w:r>
              <w:t>workplace</w:t>
            </w:r>
            <w:r w:rsidR="00A502E7" w:rsidRPr="00A502E7">
              <w:t xml:space="preserve"> hygiene practices during pregnancy diagnosis</w:t>
            </w:r>
          </w:p>
          <w:p w14:paraId="551D8A3E" w14:textId="77777777" w:rsidR="00A502E7" w:rsidRPr="00A502E7" w:rsidRDefault="00A502E7" w:rsidP="00277B7C">
            <w:pPr>
              <w:pStyle w:val="SIBulletList2"/>
            </w:pPr>
            <w:r w:rsidRPr="00A502E7">
              <w:t xml:space="preserve">signs of health, signs of ill health, and methods for assessing pig health, </w:t>
            </w:r>
            <w:proofErr w:type="gramStart"/>
            <w:r w:rsidRPr="00A502E7">
              <w:t>welfare</w:t>
            </w:r>
            <w:proofErr w:type="gramEnd"/>
            <w:r w:rsidRPr="00A502E7">
              <w:t xml:space="preserve"> and behaviour</w:t>
            </w:r>
          </w:p>
          <w:p w14:paraId="694D54F9" w14:textId="77777777" w:rsidR="00A502E7" w:rsidRPr="00A502E7" w:rsidRDefault="00A502E7" w:rsidP="00277B7C">
            <w:pPr>
              <w:pStyle w:val="SIBulletList2"/>
            </w:pPr>
            <w:r w:rsidRPr="00A502E7">
              <w:t>effects and impacts of individual pig health and welfare on herd health status and vice versa</w:t>
            </w:r>
          </w:p>
          <w:p w14:paraId="594042BC" w14:textId="4A1A3EE5" w:rsidR="00F1480E" w:rsidRPr="000754EC" w:rsidRDefault="00A502E7">
            <w:pPr>
              <w:pStyle w:val="SIBulletList2"/>
            </w:pPr>
            <w:r w:rsidRPr="00A502E7">
              <w:t>types and methods of identifying pigs</w:t>
            </w:r>
            <w:r w:rsidR="00277B7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D02EA4C" w:rsidR="00DA54B5" w:rsidRPr="00E93836" w:rsidRDefault="00DA54B5" w:rsidP="00E938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4D785933" w:rsidR="00DA54B5" w:rsidRPr="00E93836" w:rsidRDefault="00DA54B5" w:rsidP="00E938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770CA45" w:rsidR="00DA54B5" w:rsidRPr="00962F33" w:rsidRDefault="00277B7C" w:rsidP="00962F3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C657A3A" w:rsidR="00DA54B5" w:rsidRPr="00E93836" w:rsidRDefault="00DA54B5" w:rsidP="00E938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93836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93836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1875EF5" w14:textId="7ECB7F7F" w:rsidR="00962F33" w:rsidRPr="00962F33" w:rsidRDefault="00962F33" w:rsidP="00962F3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pregnancy testing pigs</w:t>
            </w:r>
          </w:p>
          <w:p w14:paraId="11528971" w14:textId="2889C9CA" w:rsidR="00962F33" w:rsidRPr="008D7EFD" w:rsidRDefault="008D7EF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96F85">
              <w:rPr>
                <w:rStyle w:val="SITemporaryText-red"/>
                <w:rFonts w:eastAsia="Calibri"/>
                <w:color w:val="auto"/>
                <w:sz w:val="20"/>
              </w:rPr>
              <w:t>mated gilts and sows</w:t>
            </w:r>
          </w:p>
          <w:p w14:paraId="42C6F6BB" w14:textId="4104A5F4" w:rsidR="00962F33" w:rsidRPr="008D7EFD" w:rsidRDefault="00962F3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7EFD">
              <w:rPr>
                <w:rStyle w:val="SITemporaryText-red"/>
                <w:rFonts w:eastAsia="Calibri"/>
                <w:color w:val="auto"/>
                <w:sz w:val="20"/>
              </w:rPr>
              <w:t>ultrasound</w:t>
            </w:r>
            <w:r w:rsidR="008D7EFD" w:rsidRPr="00F96F85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4AB282A7" w14:textId="44AE77CF" w:rsidR="00DA54B5" w:rsidRPr="00962F33" w:rsidRDefault="00962F33" w:rsidP="00962F3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pregnancy testing pigs</w:t>
            </w:r>
          </w:p>
          <w:p w14:paraId="3D4B0BD2" w14:textId="2379BBB1" w:rsidR="00DA54B5" w:rsidRPr="00E93836" w:rsidRDefault="00DA54B5" w:rsidP="00E9383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383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E887AAF" w14:textId="1907C819" w:rsidR="00962F33" w:rsidRPr="00962F33" w:rsidRDefault="00962F33" w:rsidP="00962F33">
            <w:pPr>
              <w:pStyle w:val="SIBulletList2"/>
              <w:rPr>
                <w:rFonts w:eastAsia="Calibri"/>
              </w:rPr>
            </w:pPr>
            <w:r w:rsidRPr="00962F33">
              <w:rPr>
                <w:rFonts w:eastAsia="Calibri"/>
              </w:rPr>
              <w:t xml:space="preserve">workplace requirements applicable to health and safety in the workplace for </w:t>
            </w: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pregnancy testing pigs</w:t>
            </w:r>
          </w:p>
          <w:p w14:paraId="44D76111" w14:textId="31C0C366" w:rsidR="00962F33" w:rsidRPr="00962F33" w:rsidRDefault="00962F33" w:rsidP="00962F33">
            <w:pPr>
              <w:pStyle w:val="SIBulletList2"/>
              <w:rPr>
                <w:rFonts w:eastAsia="Calibri"/>
              </w:rPr>
            </w:pPr>
            <w:r w:rsidRPr="00962F33">
              <w:t xml:space="preserve">environment and biosecurity legislation and regulations and workplace practices applicable to </w:t>
            </w: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pregnancy testing pigs</w:t>
            </w:r>
          </w:p>
          <w:p w14:paraId="19987618" w14:textId="39B6A8EC" w:rsidR="00DA54B5" w:rsidRPr="00E67765" w:rsidRDefault="00962F33" w:rsidP="003867A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62F33">
              <w:t xml:space="preserve">industry standards, </w:t>
            </w:r>
            <w:r w:rsidR="00E67765">
              <w:t xml:space="preserve">legislation and </w:t>
            </w:r>
            <w:r w:rsidRPr="00962F33">
              <w:t>codes of practice and procedures for animal welfare a</w:t>
            </w:r>
            <w:r w:rsidR="00E67765">
              <w:t>pplicable to</w:t>
            </w:r>
            <w:r w:rsidRPr="00962F33">
              <w:t xml:space="preserve"> </w:t>
            </w:r>
            <w:r w:rsidRPr="00962F33">
              <w:rPr>
                <w:rStyle w:val="SITemporaryText-red"/>
                <w:rFonts w:eastAsia="Calibri"/>
                <w:color w:val="auto"/>
                <w:sz w:val="20"/>
              </w:rPr>
              <w:t>pregnancy testing pigs</w:t>
            </w:r>
          </w:p>
          <w:p w14:paraId="2F7B3F20" w14:textId="5CB05680" w:rsidR="00E67765" w:rsidRPr="00E67765" w:rsidRDefault="00E67765" w:rsidP="00E6776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7765">
              <w:rPr>
                <w:rStyle w:val="SITemporaryText-red"/>
                <w:rFonts w:eastAsia="Calibri"/>
                <w:color w:val="auto"/>
                <w:sz w:val="20"/>
              </w:rPr>
              <w:t>workplace hygiene practices applicable to pregnancy testing pigs</w:t>
            </w:r>
          </w:p>
          <w:p w14:paraId="08F72541" w14:textId="25912D19" w:rsidR="00E93836" w:rsidRPr="00E93836" w:rsidRDefault="00DA54B5" w:rsidP="00E938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1462149" w:rsidR="00DA54B5" w:rsidRPr="00E93836" w:rsidRDefault="00962F33" w:rsidP="00962F3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62F3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9383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93836" w:rsidRDefault="00DA54B5" w:rsidP="00E9383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9512F99" w:rsidR="00AD3861" w:rsidRPr="00E93836" w:rsidRDefault="00DA54B5" w:rsidP="00E9383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383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AFC1CB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962F33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1A5A7" w14:textId="77777777" w:rsidR="00D970BE" w:rsidRDefault="00D970BE" w:rsidP="00BF3F0A">
      <w:r>
        <w:separator/>
      </w:r>
    </w:p>
    <w:p w14:paraId="4C9CCC69" w14:textId="77777777" w:rsidR="00D970BE" w:rsidRDefault="00D970BE"/>
  </w:endnote>
  <w:endnote w:type="continuationSeparator" w:id="0">
    <w:p w14:paraId="52EBE561" w14:textId="77777777" w:rsidR="00D970BE" w:rsidRDefault="00D970BE" w:rsidP="00BF3F0A">
      <w:r>
        <w:continuationSeparator/>
      </w:r>
    </w:p>
    <w:p w14:paraId="3ECB955A" w14:textId="77777777" w:rsidR="00D970BE" w:rsidRDefault="00D97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B2C7B" w14:textId="77777777" w:rsidR="00D970BE" w:rsidRDefault="00D970BE" w:rsidP="00BF3F0A">
      <w:r>
        <w:separator/>
      </w:r>
    </w:p>
    <w:p w14:paraId="67461F35" w14:textId="77777777" w:rsidR="00D970BE" w:rsidRDefault="00D970BE"/>
  </w:footnote>
  <w:footnote w:type="continuationSeparator" w:id="0">
    <w:p w14:paraId="05974A8A" w14:textId="77777777" w:rsidR="00D970BE" w:rsidRDefault="00D970BE" w:rsidP="00BF3F0A">
      <w:r>
        <w:continuationSeparator/>
      </w:r>
    </w:p>
    <w:p w14:paraId="18133D3E" w14:textId="77777777" w:rsidR="00D970BE" w:rsidRDefault="00D97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D789132" w:rsidR="009C2650" w:rsidRPr="00A502E7" w:rsidRDefault="00A502E7" w:rsidP="00A502E7">
    <w:r w:rsidRPr="00A502E7">
      <w:rPr>
        <w:lang w:eastAsia="en-US"/>
      </w:rPr>
      <w:t>AHCPRK301 Pregnancy test pigs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937A5"/>
    <w:multiLevelType w:val="multilevel"/>
    <w:tmpl w:val="0C1E16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D664A1"/>
    <w:multiLevelType w:val="multilevel"/>
    <w:tmpl w:val="8EEC8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920BD9"/>
    <w:multiLevelType w:val="multilevel"/>
    <w:tmpl w:val="8BE43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830A70"/>
    <w:multiLevelType w:val="multilevel"/>
    <w:tmpl w:val="3DAC4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7"/>
  </w:num>
  <w:num w:numId="5">
    <w:abstractNumId w:val="1"/>
  </w:num>
  <w:num w:numId="6">
    <w:abstractNumId w:val="17"/>
  </w:num>
  <w:num w:numId="7">
    <w:abstractNumId w:val="2"/>
  </w:num>
  <w:num w:numId="8">
    <w:abstractNumId w:val="0"/>
  </w:num>
  <w:num w:numId="9">
    <w:abstractNumId w:val="34"/>
  </w:num>
  <w:num w:numId="10">
    <w:abstractNumId w:val="25"/>
  </w:num>
  <w:num w:numId="11">
    <w:abstractNumId w:val="32"/>
  </w:num>
  <w:num w:numId="12">
    <w:abstractNumId w:val="26"/>
  </w:num>
  <w:num w:numId="13">
    <w:abstractNumId w:val="38"/>
  </w:num>
  <w:num w:numId="14">
    <w:abstractNumId w:val="5"/>
  </w:num>
  <w:num w:numId="15">
    <w:abstractNumId w:val="6"/>
  </w:num>
  <w:num w:numId="16">
    <w:abstractNumId w:val="40"/>
  </w:num>
  <w:num w:numId="17">
    <w:abstractNumId w:val="27"/>
  </w:num>
  <w:num w:numId="18">
    <w:abstractNumId w:val="11"/>
  </w:num>
  <w:num w:numId="19">
    <w:abstractNumId w:val="41"/>
  </w:num>
  <w:num w:numId="20">
    <w:abstractNumId w:val="30"/>
  </w:num>
  <w:num w:numId="21">
    <w:abstractNumId w:val="24"/>
  </w:num>
  <w:num w:numId="22">
    <w:abstractNumId w:val="9"/>
  </w:num>
  <w:num w:numId="23">
    <w:abstractNumId w:val="33"/>
  </w:num>
  <w:num w:numId="24">
    <w:abstractNumId w:val="35"/>
  </w:num>
  <w:num w:numId="25">
    <w:abstractNumId w:val="36"/>
  </w:num>
  <w:num w:numId="26">
    <w:abstractNumId w:val="18"/>
  </w:num>
  <w:num w:numId="27">
    <w:abstractNumId w:val="29"/>
  </w:num>
  <w:num w:numId="28">
    <w:abstractNumId w:val="14"/>
  </w:num>
  <w:num w:numId="29">
    <w:abstractNumId w:val="31"/>
  </w:num>
  <w:num w:numId="30">
    <w:abstractNumId w:val="10"/>
  </w:num>
  <w:num w:numId="31">
    <w:abstractNumId w:val="28"/>
  </w:num>
  <w:num w:numId="32">
    <w:abstractNumId w:val="23"/>
  </w:num>
  <w:num w:numId="33">
    <w:abstractNumId w:val="39"/>
  </w:num>
  <w:num w:numId="34">
    <w:abstractNumId w:val="7"/>
  </w:num>
  <w:num w:numId="35">
    <w:abstractNumId w:val="20"/>
  </w:num>
  <w:num w:numId="36">
    <w:abstractNumId w:val="12"/>
  </w:num>
  <w:num w:numId="37">
    <w:abstractNumId w:val="22"/>
  </w:num>
  <w:num w:numId="38">
    <w:abstractNumId w:val="21"/>
  </w:num>
  <w:num w:numId="39">
    <w:abstractNumId w:val="16"/>
  </w:num>
  <w:num w:numId="40">
    <w:abstractNumId w:val="15"/>
  </w:num>
  <w:num w:numId="41">
    <w:abstractNumId w:val="4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07E24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81A7D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77B7C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00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57F4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444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D7EF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F33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79F"/>
    <w:rsid w:val="00A13052"/>
    <w:rsid w:val="00A216A8"/>
    <w:rsid w:val="00A223A6"/>
    <w:rsid w:val="00A3639E"/>
    <w:rsid w:val="00A36A83"/>
    <w:rsid w:val="00A502E7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B7FF0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6405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FD8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970BE"/>
    <w:rsid w:val="00DA0A81"/>
    <w:rsid w:val="00DA3C10"/>
    <w:rsid w:val="00DA53B5"/>
    <w:rsid w:val="00DA54B5"/>
    <w:rsid w:val="00DC1D69"/>
    <w:rsid w:val="00DC5A3A"/>
    <w:rsid w:val="00DD0726"/>
    <w:rsid w:val="00E00CF6"/>
    <w:rsid w:val="00E238E6"/>
    <w:rsid w:val="00E31BAA"/>
    <w:rsid w:val="00E34CD8"/>
    <w:rsid w:val="00E35064"/>
    <w:rsid w:val="00E3681D"/>
    <w:rsid w:val="00E40225"/>
    <w:rsid w:val="00E501F0"/>
    <w:rsid w:val="00E6166D"/>
    <w:rsid w:val="00E66D7A"/>
    <w:rsid w:val="00E67765"/>
    <w:rsid w:val="00E91BFF"/>
    <w:rsid w:val="00E92933"/>
    <w:rsid w:val="00E933B0"/>
    <w:rsid w:val="00E93836"/>
    <w:rsid w:val="00E94FAD"/>
    <w:rsid w:val="00E95498"/>
    <w:rsid w:val="00E973F7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96F85"/>
    <w:rsid w:val="00FB232E"/>
    <w:rsid w:val="00FC0BB3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86FDD70C4DC0418970950DA50E4A0B" ma:contentTypeVersion="3" ma:contentTypeDescription="Create a new document." ma:contentTypeScope="" ma:versionID="bf4513752b48f3d7aa9868adbff7e846">
  <xsd:schema xmlns:xsd="http://www.w3.org/2001/XMLSchema" xmlns:xs="http://www.w3.org/2001/XMLSchema" xmlns:p="http://schemas.microsoft.com/office/2006/metadata/properties" xmlns:ns2="ecc195a4-effe-4fd7-baf8-e5de7982ed86" targetNamespace="http://schemas.microsoft.com/office/2006/metadata/properties" ma:root="true" ma:fieldsID="b96c6125d53fdcd5d49b7353d57b334e" ns2:_="">
    <xsd:import namespace="ecc195a4-effe-4fd7-baf8-e5de7982ed86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195a4-effe-4fd7-baf8-e5de7982ed86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cc195a4-effe-4fd7-baf8-e5de7982ed86">Development</Project_x0020_Phase>
  </documentManagement>
</p:properties>
</file>

<file path=customXml/itemProps1.xml><?xml version="1.0" encoding="utf-8"?>
<ds:datastoreItem xmlns:ds="http://schemas.openxmlformats.org/officeDocument/2006/customXml" ds:itemID="{2C8F8A35-BB5D-4B6C-B5B4-07FEECF7E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195a4-effe-4fd7-baf8-e5de7982e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8192D3-940E-4B35-B394-268ADDA92C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cc195a4-effe-4fd7-baf8-e5de7982ed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155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28</cp:revision>
  <cp:lastPrinted>2016-05-27T05:21:00Z</cp:lastPrinted>
  <dcterms:created xsi:type="dcterms:W3CDTF">2020-08-25T06:08:00Z</dcterms:created>
  <dcterms:modified xsi:type="dcterms:W3CDTF">2020-11-26T23:05:00Z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0x010100B886FDD70C4DC0418970950DA50E4A0B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