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0BCA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AD87452" w14:textId="77777777" w:rsidTr="00F279E6">
        <w:tc>
          <w:tcPr>
            <w:tcW w:w="1396" w:type="pct"/>
            <w:shd w:val="clear" w:color="auto" w:fill="auto"/>
          </w:tcPr>
          <w:p w14:paraId="3D9224B7" w14:textId="40B9EE66" w:rsidR="00A301E0" w:rsidRPr="00752A41" w:rsidRDefault="00DB1339" w:rsidP="00752A41">
            <w:pPr>
              <w:pStyle w:val="SISSCODE"/>
            </w:pPr>
            <w:r>
              <w:t>ahc</w:t>
            </w:r>
            <w:r w:rsidR="00A301E0" w:rsidRPr="00752A41">
              <w:t>ss</w:t>
            </w:r>
            <w:r w:rsidR="00E46DD5">
              <w:t>00123</w:t>
            </w:r>
          </w:p>
        </w:tc>
        <w:tc>
          <w:tcPr>
            <w:tcW w:w="3604" w:type="pct"/>
            <w:shd w:val="clear" w:color="auto" w:fill="auto"/>
          </w:tcPr>
          <w:p w14:paraId="2A97565A" w14:textId="63782616" w:rsidR="00A301E0" w:rsidRPr="00752A41" w:rsidRDefault="00EA1EFD" w:rsidP="00752A41">
            <w:pPr>
              <w:pStyle w:val="SISStitle"/>
            </w:pPr>
            <w:bookmarkStart w:id="0" w:name="_Hlk58580701"/>
            <w:r>
              <w:t xml:space="preserve">Administrator in </w:t>
            </w:r>
            <w:r w:rsidR="00DB1339">
              <w:t>Mined Land Rehabilitation</w:t>
            </w:r>
            <w:r>
              <w:t xml:space="preserve"> </w:t>
            </w:r>
            <w:r w:rsidR="00DB1339">
              <w:t>Skill Set</w:t>
            </w:r>
            <w:bookmarkEnd w:id="0"/>
          </w:p>
        </w:tc>
      </w:tr>
    </w:tbl>
    <w:p w14:paraId="2CF3150E" w14:textId="77777777" w:rsidR="00A301E0" w:rsidRPr="00536741" w:rsidRDefault="00A301E0" w:rsidP="00A301E0"/>
    <w:p w14:paraId="047B747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F2F7317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DFB1735" w14:textId="77777777" w:rsidTr="002A1BEA">
        <w:tc>
          <w:tcPr>
            <w:tcW w:w="1396" w:type="pct"/>
            <w:shd w:val="clear" w:color="auto" w:fill="auto"/>
          </w:tcPr>
          <w:p w14:paraId="2A5EF0E1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74BB212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036E776" w14:textId="77777777" w:rsidTr="002A1BEA">
        <w:tc>
          <w:tcPr>
            <w:tcW w:w="1396" w:type="pct"/>
            <w:shd w:val="clear" w:color="auto" w:fill="auto"/>
          </w:tcPr>
          <w:p w14:paraId="34B62EB6" w14:textId="7F4B2A4A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7B9DCFB9" w14:textId="22EC8708" w:rsidR="00536741" w:rsidRDefault="00536741" w:rsidP="00E46DD5">
            <w:pPr>
              <w:pStyle w:val="SIText"/>
            </w:pPr>
            <w:r w:rsidRPr="00CC451E">
              <w:t xml:space="preserve">This </w:t>
            </w:r>
            <w:r w:rsidR="00DE6821">
              <w:t>version</w:t>
            </w:r>
            <w:r w:rsidR="00DB1339">
              <w:t xml:space="preserve"> </w:t>
            </w:r>
            <w:r w:rsidRPr="00CC451E">
              <w:t xml:space="preserve">released with </w:t>
            </w:r>
            <w:r w:rsidR="00DB1339" w:rsidRPr="00DB1339">
              <w:t xml:space="preserve">AHC Agriculture, Horticulture and Conservation and Land Management Training Package </w:t>
            </w:r>
            <w:r w:rsidRPr="00752A41">
              <w:t>Version</w:t>
            </w:r>
            <w:r w:rsidRPr="00E46DD5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E46DD5" w:rsidRPr="00E46DD5">
              <w:rPr>
                <w:rStyle w:val="SITemporarytext-red"/>
                <w:color w:val="auto"/>
                <w:sz w:val="20"/>
                <w:szCs w:val="22"/>
              </w:rPr>
              <w:t>7.0</w:t>
            </w:r>
            <w:r w:rsidR="001327AC">
              <w:rPr>
                <w:rStyle w:val="SITemporarytext-red"/>
              </w:rPr>
              <w:t>.</w:t>
            </w:r>
          </w:p>
        </w:tc>
      </w:tr>
    </w:tbl>
    <w:p w14:paraId="055A926E" w14:textId="77777777" w:rsidR="00536741" w:rsidRPr="00752A41" w:rsidRDefault="00536741" w:rsidP="00536741"/>
    <w:p w14:paraId="7EB0437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DC038E1" w14:textId="77777777" w:rsidTr="000D7BE6">
        <w:tc>
          <w:tcPr>
            <w:tcW w:w="5000" w:type="pct"/>
            <w:shd w:val="clear" w:color="auto" w:fill="auto"/>
          </w:tcPr>
          <w:p w14:paraId="4B197E08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DBFD5F5" w14:textId="454AFBA7" w:rsidR="00A644BD" w:rsidRPr="00890663" w:rsidRDefault="0033730C" w:rsidP="00752A41">
            <w:pPr>
              <w:pStyle w:val="SIText"/>
            </w:pPr>
            <w:r w:rsidRPr="0033730C">
              <w:t xml:space="preserve">This skill set provides basic skills and knowledge for </w:t>
            </w:r>
            <w:r w:rsidR="008E62E7">
              <w:t>administrative support</w:t>
            </w:r>
            <w:r w:rsidR="00A86906">
              <w:t xml:space="preserve"> </w:t>
            </w:r>
            <w:r w:rsidR="009E2F58">
              <w:t xml:space="preserve">on </w:t>
            </w:r>
            <w:r>
              <w:t>mined land</w:t>
            </w:r>
            <w:r w:rsidR="00A86906">
              <w:t xml:space="preserve"> rehabilitation</w:t>
            </w:r>
            <w:r>
              <w:t xml:space="preserve"> </w:t>
            </w:r>
            <w:r w:rsidR="009E2F58">
              <w:t xml:space="preserve">projects </w:t>
            </w:r>
            <w:r>
              <w:t xml:space="preserve">in </w:t>
            </w:r>
            <w:r w:rsidRPr="0033730C">
              <w:t xml:space="preserve">the conservation and ecosystem management industry. </w:t>
            </w:r>
          </w:p>
          <w:p w14:paraId="70566727" w14:textId="77777777" w:rsidR="00A772D9" w:rsidRPr="00536741" w:rsidRDefault="00A772D9" w:rsidP="0033730C">
            <w:pPr>
              <w:pStyle w:val="SIText"/>
            </w:pPr>
          </w:p>
        </w:tc>
      </w:tr>
      <w:tr w:rsidR="00A301E0" w:rsidRPr="00963A46" w14:paraId="3D248DA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252F75E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17EE577" w14:textId="1D05EE0B" w:rsidR="00A66BA0" w:rsidRPr="00A66BA0" w:rsidRDefault="00A66BA0" w:rsidP="00A66BA0">
            <w:pPr>
              <w:pStyle w:val="SIText"/>
            </w:pPr>
            <w:r w:rsidRPr="00A66BA0">
              <w:t>These units of competency provide pathways into a range of Certificate II</w:t>
            </w:r>
            <w:r w:rsidR="00271A8D">
              <w:t>I</w:t>
            </w:r>
            <w:r w:rsidRPr="00A66BA0">
              <w:t xml:space="preserve"> and Certificate I</w:t>
            </w:r>
            <w:r w:rsidR="0066452C">
              <w:t>V</w:t>
            </w:r>
            <w:r w:rsidRPr="00A66BA0">
              <w:t xml:space="preserve"> qualifications</w:t>
            </w:r>
          </w:p>
          <w:p w14:paraId="49CF3993" w14:textId="77777777" w:rsidR="00132460" w:rsidRDefault="00A66BA0" w:rsidP="00A66BA0">
            <w:pPr>
              <w:pStyle w:val="SIText"/>
            </w:pPr>
            <w:r w:rsidRPr="00A66BA0">
              <w:t>in the AHC Agriculture, Horticulture and Conservation and Land Management Training Package</w:t>
            </w:r>
            <w:r w:rsidR="00132460">
              <w:t xml:space="preserve"> including:</w:t>
            </w:r>
          </w:p>
          <w:p w14:paraId="3C27E79E" w14:textId="46E94F36" w:rsidR="00132460" w:rsidRPr="00536741" w:rsidRDefault="00132460" w:rsidP="00BB571D">
            <w:pPr>
              <w:pStyle w:val="SIBulletList1"/>
            </w:pPr>
            <w:r w:rsidRPr="00132460">
              <w:t>AHC3142</w:t>
            </w:r>
            <w:r w:rsidR="00E46DD5">
              <w:t>1</w:t>
            </w:r>
            <w:r>
              <w:t xml:space="preserve"> </w:t>
            </w:r>
            <w:r w:rsidRPr="00132460">
              <w:t>Certificate III in Conservation and Ecosystem Management</w:t>
            </w:r>
            <w:r w:rsidR="008D28A5">
              <w:t>.</w:t>
            </w:r>
          </w:p>
          <w:p w14:paraId="4DA1396B" w14:textId="12271C3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C5E0431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E5BC41E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5D30B1C" w14:textId="730AB285" w:rsidR="00A301E0" w:rsidRPr="00A301E0" w:rsidRDefault="009118E7" w:rsidP="0066782A">
            <w:pPr>
              <w:pStyle w:val="SIText"/>
            </w:pPr>
            <w:r w:rsidRPr="009118E7">
              <w:t>No licensing, legislative or certification requirements apply to this skill set at the time of publication.</w:t>
            </w:r>
          </w:p>
        </w:tc>
      </w:tr>
      <w:tr w:rsidR="00A772D9" w:rsidRPr="00963A46" w14:paraId="66233D7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DD3AF88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E366BDA" w14:textId="77777777" w:rsidR="002C2FA2" w:rsidRPr="00B4646E" w:rsidRDefault="002C2FA2" w:rsidP="002C2FA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4646E">
              <w:rPr>
                <w:rStyle w:val="SITemporarytext-red"/>
                <w:color w:val="auto"/>
                <w:sz w:val="20"/>
              </w:rPr>
              <w:t>AHCBUS408 Operate within a budget framework</w:t>
            </w:r>
          </w:p>
          <w:p w14:paraId="57F64835" w14:textId="1A74CF03" w:rsidR="00DB557A" w:rsidRPr="002C2FA2" w:rsidRDefault="00671B0C">
            <w:pPr>
              <w:pStyle w:val="SIBulletList1"/>
            </w:pPr>
            <w:r w:rsidRPr="002C2FA2">
              <w:t>AHCILM306 Follow Aboriginal cultural protocols</w:t>
            </w:r>
          </w:p>
          <w:p w14:paraId="21AD285F" w14:textId="082A521A" w:rsidR="008E62E7" w:rsidRPr="002C2FA2" w:rsidRDefault="008E62E7">
            <w:pPr>
              <w:pStyle w:val="SIBulletList1"/>
            </w:pPr>
            <w:r w:rsidRPr="002C2FA2">
              <w:t>AHCWRK305 Coordinate work site activities</w:t>
            </w:r>
          </w:p>
          <w:p w14:paraId="6996BD98" w14:textId="77777777" w:rsidR="002C2FA2" w:rsidRPr="00B4646E" w:rsidRDefault="002C2FA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4646E">
              <w:rPr>
                <w:rStyle w:val="SITemporarytext-red"/>
                <w:color w:val="auto"/>
                <w:sz w:val="20"/>
              </w:rPr>
              <w:t>BSBPMG427 Apply project procurement procedures</w:t>
            </w:r>
          </w:p>
          <w:p w14:paraId="2332924C" w14:textId="256BF9EF" w:rsidR="002E1807" w:rsidRPr="00B4646E" w:rsidRDefault="008E62E7" w:rsidP="00E46DD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E62E7">
              <w:t>BSBTEC301</w:t>
            </w:r>
            <w:r>
              <w:t xml:space="preserve"> </w:t>
            </w:r>
            <w:r w:rsidRPr="008E62E7">
              <w:t>Design and produce business documents</w:t>
            </w:r>
          </w:p>
        </w:tc>
      </w:tr>
      <w:tr w:rsidR="005C7EA8" w:rsidRPr="00963A46" w14:paraId="1FC98400" w14:textId="77777777" w:rsidTr="0066782A">
        <w:trPr>
          <w:trHeight w:val="981"/>
        </w:trPr>
        <w:tc>
          <w:tcPr>
            <w:tcW w:w="5000" w:type="pct"/>
            <w:shd w:val="clear" w:color="auto" w:fill="auto"/>
          </w:tcPr>
          <w:p w14:paraId="70FA89A6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204F5DAD" w14:textId="75B5BFE7" w:rsidR="0016138C" w:rsidRPr="00536741" w:rsidRDefault="00A66BA0" w:rsidP="00671B0C">
            <w:pPr>
              <w:pStyle w:val="SIText"/>
            </w:pPr>
            <w:r w:rsidRPr="00A66BA0">
              <w:t xml:space="preserve">This skill set is for individuals who </w:t>
            </w:r>
            <w:r w:rsidR="008E62E7">
              <w:t xml:space="preserve">provide administrative </w:t>
            </w:r>
            <w:r w:rsidRPr="00A66BA0">
              <w:t xml:space="preserve">support </w:t>
            </w:r>
            <w:r w:rsidR="008E62E7">
              <w:t xml:space="preserve">for </w:t>
            </w:r>
            <w:r w:rsidR="00A86906">
              <w:t>projects</w:t>
            </w:r>
            <w:r w:rsidR="00A86906" w:rsidRPr="00A86906">
              <w:t xml:space="preserve"> </w:t>
            </w:r>
            <w:r w:rsidR="00A86906">
              <w:t xml:space="preserve">in </w:t>
            </w:r>
            <w:r w:rsidR="00FE3DA6">
              <w:t>mined land rehabilitation</w:t>
            </w:r>
            <w:r w:rsidR="008E62E7">
              <w:t xml:space="preserve">. </w:t>
            </w:r>
            <w:r w:rsidR="00FE3DA6">
              <w:t xml:space="preserve"> </w:t>
            </w:r>
            <w:r w:rsidR="008E62E7">
              <w:t xml:space="preserve">They are administrators who </w:t>
            </w:r>
            <w:r w:rsidR="008E62E7" w:rsidRPr="00A66BA0">
              <w:t xml:space="preserve">require skills in </w:t>
            </w:r>
            <w:r w:rsidR="008E62E7" w:rsidRPr="008E62E7">
              <w:t xml:space="preserve">a rural or remote setting </w:t>
            </w:r>
            <w:r w:rsidR="008E62E7">
              <w:t>and generally work on site or in an office environment off site.</w:t>
            </w:r>
          </w:p>
        </w:tc>
      </w:tr>
      <w:tr w:rsidR="00DB557A" w:rsidRPr="00963A46" w14:paraId="2E17C3A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0D9B8C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52B6D95" w14:textId="0C483CDA" w:rsidR="00DB557A" w:rsidRPr="00671B0C" w:rsidRDefault="00DB557A" w:rsidP="00B66009">
            <w:pPr>
              <w:pStyle w:val="SIText"/>
            </w:pP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671B0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Pr="00132460">
              <w:rPr>
                <w:rStyle w:val="SIText-Italic"/>
              </w:rPr>
              <w:t>AHC Agriculture, Horticulture and Conservation and Land Ma</w:t>
            </w:r>
            <w:r w:rsidR="007F7554" w:rsidRPr="00132460">
              <w:rPr>
                <w:rStyle w:val="SIText-Italic"/>
              </w:rPr>
              <w:t>nagement</w:t>
            </w:r>
            <w:r w:rsidR="00A40744">
              <w:rPr>
                <w:rStyle w:val="SIText-Italic"/>
              </w:rPr>
              <w:t xml:space="preserve"> and BSB Business Services</w:t>
            </w:r>
            <w:r w:rsidR="007F7554" w:rsidRPr="00132460">
              <w:rPr>
                <w:rStyle w:val="SIText-Italic"/>
              </w:rPr>
              <w:t xml:space="preserve"> Training Package</w:t>
            </w:r>
            <w:r w:rsidR="00A40744">
              <w:rPr>
                <w:rStyle w:val="SIText-Italic"/>
              </w:rPr>
              <w:t>s</w:t>
            </w:r>
            <w:r w:rsidR="007F7554" w:rsidRPr="00671B0C">
              <w:rPr>
                <w:rStyle w:val="SITemporarytext-red"/>
                <w:color w:val="auto"/>
                <w:sz w:val="20"/>
                <w:szCs w:val="22"/>
              </w:rPr>
              <w:t xml:space="preserve"> meet </w:t>
            </w:r>
            <w:r w:rsidR="00132460" w:rsidRPr="00132460">
              <w:rPr>
                <w:rStyle w:val="SITemporarytext-red"/>
                <w:color w:val="auto"/>
                <w:sz w:val="20"/>
                <w:szCs w:val="22"/>
              </w:rPr>
              <w:t>industry</w:t>
            </w:r>
            <w:r w:rsidR="00132460">
              <w:rPr>
                <w:rStyle w:val="SITemporarytext-red"/>
              </w:rPr>
              <w:t xml:space="preserve"> </w:t>
            </w:r>
            <w:r w:rsidRPr="00671B0C">
              <w:rPr>
                <w:rStyle w:val="SITemporarytext-red"/>
                <w:color w:val="auto"/>
                <w:sz w:val="20"/>
                <w:szCs w:val="22"/>
              </w:rPr>
              <w:t xml:space="preserve">requirements for </w:t>
            </w:r>
            <w:r w:rsidR="00B66009" w:rsidRPr="00B66009">
              <w:rPr>
                <w:rStyle w:val="SITemporarytext-red"/>
                <w:color w:val="auto"/>
                <w:sz w:val="20"/>
                <w:szCs w:val="22"/>
              </w:rPr>
              <w:t>administrative support workers</w:t>
            </w:r>
            <w:r w:rsidR="00B66009" w:rsidRPr="00A86906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A86906" w:rsidRPr="00A86906">
              <w:rPr>
                <w:rStyle w:val="SITemporarytext-red"/>
                <w:color w:val="auto"/>
                <w:sz w:val="20"/>
                <w:szCs w:val="22"/>
              </w:rPr>
              <w:t>on</w:t>
            </w:r>
            <w:r w:rsidR="00671B0C" w:rsidRPr="00671B0C">
              <w:rPr>
                <w:rStyle w:val="SITemporarytext-red"/>
                <w:color w:val="auto"/>
                <w:sz w:val="20"/>
                <w:szCs w:val="22"/>
              </w:rPr>
              <w:t xml:space="preserve"> mined land rehabilitation</w:t>
            </w:r>
            <w:r w:rsidR="009118E7">
              <w:rPr>
                <w:rStyle w:val="SITemporarytext-red"/>
              </w:rPr>
              <w:t xml:space="preserve"> </w:t>
            </w:r>
            <w:r w:rsidR="009118E7" w:rsidRPr="00A86906">
              <w:rPr>
                <w:rStyle w:val="SITemporarytext-red"/>
                <w:color w:val="auto"/>
                <w:sz w:val="20"/>
                <w:szCs w:val="22"/>
              </w:rPr>
              <w:t>site</w:t>
            </w:r>
            <w:r w:rsidR="00A86906" w:rsidRPr="00A86906">
              <w:rPr>
                <w:rStyle w:val="SITemporarytext-red"/>
                <w:color w:val="auto"/>
                <w:sz w:val="20"/>
                <w:szCs w:val="22"/>
              </w:rPr>
              <w:t>s</w:t>
            </w:r>
            <w:r w:rsidR="00DF787A" w:rsidRPr="00A86906">
              <w:rPr>
                <w:rStyle w:val="SITemporarytext-red"/>
                <w:color w:val="auto"/>
                <w:sz w:val="20"/>
                <w:szCs w:val="22"/>
              </w:rPr>
              <w:t>.</w:t>
            </w:r>
            <w:r w:rsidR="00671B0C" w:rsidRPr="00671B0C">
              <w:t xml:space="preserve"> </w:t>
            </w:r>
          </w:p>
        </w:tc>
      </w:tr>
    </w:tbl>
    <w:p w14:paraId="60BA6F74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65E62" w14:textId="77777777" w:rsidR="00785949" w:rsidRDefault="00785949" w:rsidP="00BF3F0A">
      <w:r>
        <w:separator/>
      </w:r>
    </w:p>
    <w:p w14:paraId="0E6FBF1B" w14:textId="77777777" w:rsidR="00785949" w:rsidRDefault="00785949"/>
  </w:endnote>
  <w:endnote w:type="continuationSeparator" w:id="0">
    <w:p w14:paraId="41D72CBF" w14:textId="77777777" w:rsidR="00785949" w:rsidRDefault="00785949" w:rsidP="00BF3F0A">
      <w:r>
        <w:continuationSeparator/>
      </w:r>
    </w:p>
    <w:p w14:paraId="76DC6B55" w14:textId="77777777" w:rsidR="00785949" w:rsidRDefault="007859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A4FA309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C2E8C8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70D0EA7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AEC42" w14:textId="77777777" w:rsidR="00785949" w:rsidRDefault="00785949" w:rsidP="00BF3F0A">
      <w:r>
        <w:separator/>
      </w:r>
    </w:p>
    <w:p w14:paraId="33465B79" w14:textId="77777777" w:rsidR="00785949" w:rsidRDefault="00785949"/>
  </w:footnote>
  <w:footnote w:type="continuationSeparator" w:id="0">
    <w:p w14:paraId="22A2F941" w14:textId="77777777" w:rsidR="00785949" w:rsidRDefault="00785949" w:rsidP="00BF3F0A">
      <w:r>
        <w:continuationSeparator/>
      </w:r>
    </w:p>
    <w:p w14:paraId="6141028F" w14:textId="77777777" w:rsidR="00785949" w:rsidRDefault="007859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6AD17" w14:textId="51A70B88" w:rsidR="009C2650" w:rsidRDefault="00FE3DA6">
    <w:r w:rsidRPr="00FE3DA6">
      <w:t>AHCSS</w:t>
    </w:r>
    <w:r w:rsidR="00E46DD5">
      <w:t>00123</w:t>
    </w:r>
    <w:r>
      <w:t xml:space="preserve"> </w:t>
    </w:r>
    <w:r w:rsidR="008E62E7" w:rsidRPr="008E62E7">
      <w:t>Administrator in Mined Land Rehabilitation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B4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56A2"/>
    <w:rsid w:val="00053D7E"/>
    <w:rsid w:val="00064BFE"/>
    <w:rsid w:val="000670B7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2460"/>
    <w:rsid w:val="00132462"/>
    <w:rsid w:val="001327AC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1A8D"/>
    <w:rsid w:val="00276DB8"/>
    <w:rsid w:val="00282664"/>
    <w:rsid w:val="00285FB8"/>
    <w:rsid w:val="002931C2"/>
    <w:rsid w:val="002A4CD3"/>
    <w:rsid w:val="002B3135"/>
    <w:rsid w:val="002C2F9A"/>
    <w:rsid w:val="002C2FA2"/>
    <w:rsid w:val="002C55E9"/>
    <w:rsid w:val="002D0C8B"/>
    <w:rsid w:val="002E1807"/>
    <w:rsid w:val="002E193E"/>
    <w:rsid w:val="002F4FFE"/>
    <w:rsid w:val="00310771"/>
    <w:rsid w:val="0031200D"/>
    <w:rsid w:val="00312E31"/>
    <w:rsid w:val="00312F61"/>
    <w:rsid w:val="00315B76"/>
    <w:rsid w:val="003315E1"/>
    <w:rsid w:val="0033730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3F55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75D11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0A7F"/>
    <w:rsid w:val="004F5DC7"/>
    <w:rsid w:val="004F78DA"/>
    <w:rsid w:val="005248C1"/>
    <w:rsid w:val="00526134"/>
    <w:rsid w:val="005262E9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452C"/>
    <w:rsid w:val="0066782A"/>
    <w:rsid w:val="00671B0C"/>
    <w:rsid w:val="006866E9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737C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40A7"/>
    <w:rsid w:val="0076523B"/>
    <w:rsid w:val="00771B60"/>
    <w:rsid w:val="007748BE"/>
    <w:rsid w:val="00781D77"/>
    <w:rsid w:val="00785949"/>
    <w:rsid w:val="007860B7"/>
    <w:rsid w:val="00786DC8"/>
    <w:rsid w:val="007D5A78"/>
    <w:rsid w:val="007E169A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3C37"/>
    <w:rsid w:val="008545EB"/>
    <w:rsid w:val="00856837"/>
    <w:rsid w:val="00865011"/>
    <w:rsid w:val="00883C6C"/>
    <w:rsid w:val="00884150"/>
    <w:rsid w:val="00886790"/>
    <w:rsid w:val="00890663"/>
    <w:rsid w:val="008908DE"/>
    <w:rsid w:val="00894FBB"/>
    <w:rsid w:val="008A12ED"/>
    <w:rsid w:val="008B2C77"/>
    <w:rsid w:val="008B4AD2"/>
    <w:rsid w:val="008D28A5"/>
    <w:rsid w:val="008E39BE"/>
    <w:rsid w:val="008E62E7"/>
    <w:rsid w:val="008E62EC"/>
    <w:rsid w:val="008E7B69"/>
    <w:rsid w:val="008F32F6"/>
    <w:rsid w:val="009118E7"/>
    <w:rsid w:val="00913A9B"/>
    <w:rsid w:val="00916CD7"/>
    <w:rsid w:val="00920927"/>
    <w:rsid w:val="00921B38"/>
    <w:rsid w:val="00923720"/>
    <w:rsid w:val="009278C9"/>
    <w:rsid w:val="009527CB"/>
    <w:rsid w:val="00953835"/>
    <w:rsid w:val="00960F6C"/>
    <w:rsid w:val="00967BC3"/>
    <w:rsid w:val="00970747"/>
    <w:rsid w:val="0098725E"/>
    <w:rsid w:val="009A5900"/>
    <w:rsid w:val="009C2650"/>
    <w:rsid w:val="009D15E2"/>
    <w:rsid w:val="009D15FE"/>
    <w:rsid w:val="009D5D2C"/>
    <w:rsid w:val="009E2F58"/>
    <w:rsid w:val="009E3B41"/>
    <w:rsid w:val="009F0DCC"/>
    <w:rsid w:val="009F11CA"/>
    <w:rsid w:val="009F70AE"/>
    <w:rsid w:val="00A0695B"/>
    <w:rsid w:val="00A13052"/>
    <w:rsid w:val="00A20F6E"/>
    <w:rsid w:val="00A216A8"/>
    <w:rsid w:val="00A223A6"/>
    <w:rsid w:val="00A301E0"/>
    <w:rsid w:val="00A354FC"/>
    <w:rsid w:val="00A40744"/>
    <w:rsid w:val="00A5092E"/>
    <w:rsid w:val="00A56E14"/>
    <w:rsid w:val="00A644BD"/>
    <w:rsid w:val="00A6476B"/>
    <w:rsid w:val="00A66BA0"/>
    <w:rsid w:val="00A76C6C"/>
    <w:rsid w:val="00A772D9"/>
    <w:rsid w:val="00A7771F"/>
    <w:rsid w:val="00A86906"/>
    <w:rsid w:val="00A92DD1"/>
    <w:rsid w:val="00A966A3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46E"/>
    <w:rsid w:val="00B560C8"/>
    <w:rsid w:val="00B61150"/>
    <w:rsid w:val="00B65BC7"/>
    <w:rsid w:val="00B66009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4987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1EBD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949"/>
    <w:rsid w:val="00D25D16"/>
    <w:rsid w:val="00D30BC5"/>
    <w:rsid w:val="00D32124"/>
    <w:rsid w:val="00D54C76"/>
    <w:rsid w:val="00D57BF7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64AA"/>
    <w:rsid w:val="00DB1339"/>
    <w:rsid w:val="00DB557A"/>
    <w:rsid w:val="00DC1D69"/>
    <w:rsid w:val="00DC5A3A"/>
    <w:rsid w:val="00DE6821"/>
    <w:rsid w:val="00DF787A"/>
    <w:rsid w:val="00E238E6"/>
    <w:rsid w:val="00E35064"/>
    <w:rsid w:val="00E438C3"/>
    <w:rsid w:val="00E46DD5"/>
    <w:rsid w:val="00E501F0"/>
    <w:rsid w:val="00E91BFF"/>
    <w:rsid w:val="00E92933"/>
    <w:rsid w:val="00EA1EFD"/>
    <w:rsid w:val="00EA3B97"/>
    <w:rsid w:val="00EB0AA4"/>
    <w:rsid w:val="00EB5C88"/>
    <w:rsid w:val="00EB70B3"/>
    <w:rsid w:val="00EB7EB1"/>
    <w:rsid w:val="00EC0469"/>
    <w:rsid w:val="00ED407B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2744"/>
    <w:rsid w:val="00FE3DA6"/>
    <w:rsid w:val="00FE792C"/>
    <w:rsid w:val="00FE7B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A2B6FC"/>
  <w15:docId w15:val="{4A200B23-6917-4C9E-8A11-5D45FB3B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6E58F83E8F64B85B57756715569AC" ma:contentTypeVersion="" ma:contentTypeDescription="Create a new document." ma:contentTypeScope="" ma:versionID="81f8529a4af88c2bedd8d2af5b8313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9eeeab4-6def-460a-8682-b8b26c8a3596" targetNamespace="http://schemas.microsoft.com/office/2006/metadata/properties" ma:root="true" ma:fieldsID="884ffa7d68ba76fffc265724b6a92df4" ns1:_="" ns2:_="" ns3:_="">
    <xsd:import namespace="http://schemas.microsoft.com/sharepoint/v3"/>
    <xsd:import namespace="d50bbff7-d6dd-47d2-864a-cfdc2c3db0f4"/>
    <xsd:import namespace="b9eeeab4-6def-460a-8682-b8b26c8a359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eeab4-6def-460a-8682-b8b26c8a3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595F9875-79B4-4228-8687-B13B5EDAE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9eeeab4-6def-460a-8682-b8b26c8a3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A2DD62-F31A-4679-A3F2-3ACE2F2B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Catherine Beven</dc:creator>
  <cp:lastModifiedBy>William Henderson</cp:lastModifiedBy>
  <cp:revision>6</cp:revision>
  <cp:lastPrinted>2016-05-27T05:21:00Z</cp:lastPrinted>
  <dcterms:created xsi:type="dcterms:W3CDTF">2021-08-06T03:07:00Z</dcterms:created>
  <dcterms:modified xsi:type="dcterms:W3CDTF">2021-10-13T02:06:00Z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0x0101005236E58F83E8F64B85B57756715569AC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