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E20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6B51E6" w14:textId="77777777" w:rsidTr="00146EEC">
        <w:tc>
          <w:tcPr>
            <w:tcW w:w="2689" w:type="dxa"/>
          </w:tcPr>
          <w:p w14:paraId="678CC1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D779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71275" w14:paraId="4CD91DD1" w14:textId="77777777" w:rsidTr="00146EEC">
        <w:tc>
          <w:tcPr>
            <w:tcW w:w="2689" w:type="dxa"/>
          </w:tcPr>
          <w:p w14:paraId="2631E85B" w14:textId="77777777" w:rsidR="00171275" w:rsidRPr="00171275" w:rsidRDefault="00171275" w:rsidP="00171275">
            <w:pPr>
              <w:pStyle w:val="SIText"/>
            </w:pPr>
            <w:r w:rsidRPr="00CC451E">
              <w:t>Release</w:t>
            </w:r>
            <w:r w:rsidRPr="00171275">
              <w:t xml:space="preserve"> 1</w:t>
            </w:r>
          </w:p>
        </w:tc>
        <w:tc>
          <w:tcPr>
            <w:tcW w:w="6939" w:type="dxa"/>
          </w:tcPr>
          <w:p w14:paraId="63ABB204" w14:textId="503FF912" w:rsidR="00171275" w:rsidRPr="00171275" w:rsidRDefault="00171275" w:rsidP="00171275">
            <w:pPr>
              <w:pStyle w:val="SIText"/>
            </w:pPr>
            <w:r w:rsidRPr="00CC451E">
              <w:t xml:space="preserve">This version released with </w:t>
            </w:r>
            <w:r w:rsidRPr="00171275">
              <w:t xml:space="preserve">AHC Agriculture, Horticulture and Conservation and Land Management Training Package Version </w:t>
            </w:r>
            <w:r w:rsidR="00D00C40">
              <w:t>7</w:t>
            </w:r>
            <w:r w:rsidRPr="00171275">
              <w:t>.0.</w:t>
            </w:r>
          </w:p>
        </w:tc>
      </w:tr>
    </w:tbl>
    <w:p w14:paraId="4059B7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A4498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ED0FF" w14:textId="41431157" w:rsidR="00F1480E" w:rsidRPr="000754EC" w:rsidRDefault="003B0D8B" w:rsidP="000754EC">
            <w:pPr>
              <w:pStyle w:val="SIUNITCODE"/>
            </w:pPr>
            <w:r>
              <w:t>ahcpgd</w:t>
            </w:r>
            <w:r w:rsidR="00171275">
              <w:t>40</w:t>
            </w:r>
            <w:r w:rsidR="00D00C40">
              <w:t>4</w:t>
            </w:r>
          </w:p>
        </w:tc>
        <w:tc>
          <w:tcPr>
            <w:tcW w:w="3604" w:type="pct"/>
            <w:shd w:val="clear" w:color="auto" w:fill="auto"/>
          </w:tcPr>
          <w:p w14:paraId="3534977C" w14:textId="1CC8E511" w:rsidR="00F1480E" w:rsidRPr="000754EC" w:rsidRDefault="00171275" w:rsidP="000754EC">
            <w:pPr>
              <w:pStyle w:val="SIUnittitle"/>
            </w:pPr>
            <w:r w:rsidRPr="00171275">
              <w:t>Plan a plant establishment program</w:t>
            </w:r>
          </w:p>
        </w:tc>
      </w:tr>
      <w:tr w:rsidR="00F1480E" w:rsidRPr="00963A46" w14:paraId="0FEF6A64" w14:textId="77777777" w:rsidTr="00CA2922">
        <w:tc>
          <w:tcPr>
            <w:tcW w:w="1396" w:type="pct"/>
            <w:shd w:val="clear" w:color="auto" w:fill="auto"/>
          </w:tcPr>
          <w:p w14:paraId="62A4FB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5C15A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77405" w14:textId="7A64901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F7D22">
              <w:t>plan and document</w:t>
            </w:r>
            <w:r w:rsidR="00171275" w:rsidRPr="00171275">
              <w:t xml:space="preserve"> a plant establishment program</w:t>
            </w:r>
            <w:r w:rsidR="00CF7D22">
              <w:t>, including</w:t>
            </w:r>
            <w:r w:rsidR="00171275" w:rsidRPr="00171275">
              <w:t xml:space="preserve"> a site plan</w:t>
            </w:r>
            <w:r w:rsidR="00CF7D22">
              <w:t>,</w:t>
            </w:r>
            <w:r w:rsidR="00171275" w:rsidRPr="00171275">
              <w:t xml:space="preserve"> </w:t>
            </w:r>
            <w:r w:rsidR="00522876">
              <w:t xml:space="preserve">work procedures, schedules, and </w:t>
            </w:r>
            <w:r w:rsidR="00171275" w:rsidRPr="00171275">
              <w:t>specifications.</w:t>
            </w:r>
          </w:p>
          <w:p w14:paraId="61EAC140" w14:textId="77777777" w:rsidR="00916CD7" w:rsidRDefault="00916CD7" w:rsidP="000754EC">
            <w:pPr>
              <w:pStyle w:val="SIText"/>
            </w:pPr>
          </w:p>
          <w:p w14:paraId="03C1C8BD" w14:textId="3F8E41FE" w:rsidR="00CF7D22" w:rsidRDefault="00F1480E" w:rsidP="00CF7D22">
            <w:pPr>
              <w:pStyle w:val="SIText"/>
            </w:pPr>
            <w:r w:rsidRPr="00923720">
              <w:t>The unit applies to</w:t>
            </w:r>
            <w:r w:rsidR="00CF7D22">
              <w:t xml:space="preserve"> </w:t>
            </w:r>
            <w:r w:rsidR="00171275" w:rsidRPr="00171275">
              <w:t xml:space="preserve">individuals who </w:t>
            </w:r>
            <w:r w:rsidR="00CF7D22">
              <w:t>apply specialist skills and knowledg</w:t>
            </w:r>
            <w:r w:rsidR="00CF7D22" w:rsidRPr="00CF7D22">
              <w:t>e to design plant displays. This includes applying</w:t>
            </w:r>
            <w:r w:rsidR="00171275" w:rsidRPr="00171275">
              <w:t xml:space="preserve"> and communicat</w:t>
            </w:r>
            <w:r w:rsidR="00CF7D22">
              <w:t>ing non routin</w:t>
            </w:r>
            <w:r w:rsidR="00171275" w:rsidRPr="00171275">
              <w:t>e</w:t>
            </w:r>
            <w:r w:rsidR="00CF7D22">
              <w:t xml:space="preserve"> technical</w:t>
            </w:r>
            <w:r w:rsidR="00171275" w:rsidRPr="00171275">
              <w:t xml:space="preserve"> solutions to </w:t>
            </w:r>
            <w:r w:rsidR="00CF7D22">
              <w:t>predictable and unpred</w:t>
            </w:r>
            <w:r w:rsidR="00CF7D22" w:rsidRPr="00CF7D22">
              <w:t>ictable</w:t>
            </w:r>
            <w:r w:rsidR="00171275" w:rsidRPr="00171275">
              <w:t xml:space="preserve"> problems.</w:t>
            </w:r>
          </w:p>
          <w:p w14:paraId="499A5E2F" w14:textId="77777777" w:rsidR="00CF7D22" w:rsidRDefault="00CF7D22" w:rsidP="00CF7D22">
            <w:pPr>
              <w:pStyle w:val="SIText"/>
            </w:pPr>
          </w:p>
          <w:p w14:paraId="73B5399D" w14:textId="5B2090FA" w:rsidR="00373436" w:rsidRPr="00CF7D22" w:rsidRDefault="00171275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1275">
              <w:t>All work is carried out to comply with workplace procedures</w:t>
            </w:r>
            <w:r w:rsidR="00CF7D22">
              <w:t>, health and safety in the workplace requirements, legislative and regulatory requirements, and sustainability and biose</w:t>
            </w:r>
            <w:r w:rsidR="00CF7D22" w:rsidRPr="00CF7D22">
              <w:t>curity practices</w:t>
            </w:r>
            <w:r w:rsidRPr="00171275">
              <w:t>.</w:t>
            </w:r>
          </w:p>
          <w:p w14:paraId="0A701E92" w14:textId="77777777" w:rsidR="00373436" w:rsidRPr="00CF7D22" w:rsidRDefault="00373436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206F4EF" w14:textId="6B11829E" w:rsidR="00373436" w:rsidRPr="000754EC" w:rsidRDefault="00373436" w:rsidP="00A3639E"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1BFEE9D6" w14:textId="77777777" w:rsidTr="00CA2922">
        <w:tc>
          <w:tcPr>
            <w:tcW w:w="1396" w:type="pct"/>
            <w:shd w:val="clear" w:color="auto" w:fill="auto"/>
          </w:tcPr>
          <w:p w14:paraId="6ED131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6ABDC4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D1D2E7" w14:textId="77777777" w:rsidTr="00CA2922">
        <w:tc>
          <w:tcPr>
            <w:tcW w:w="1396" w:type="pct"/>
            <w:shd w:val="clear" w:color="auto" w:fill="auto"/>
          </w:tcPr>
          <w:p w14:paraId="1D5D843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A62B24" w14:textId="77777777" w:rsidR="00F1480E" w:rsidRPr="000754EC" w:rsidRDefault="003B0D8B" w:rsidP="000754EC">
            <w:pPr>
              <w:pStyle w:val="SIText"/>
            </w:pPr>
            <w:r>
              <w:t>Parks and Gardens (PGD)</w:t>
            </w:r>
          </w:p>
        </w:tc>
      </w:tr>
    </w:tbl>
    <w:p w14:paraId="0894C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785D5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587B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851B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229AF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A090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CD4D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1275" w:rsidRPr="00963A46" w14:paraId="20AFA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0A903" w14:textId="4F868384" w:rsidR="00171275" w:rsidRPr="00171275" w:rsidRDefault="00171275" w:rsidP="00171275">
            <w:pPr>
              <w:pStyle w:val="SIText"/>
            </w:pPr>
            <w:r w:rsidRPr="00171275">
              <w:t>1. Carry out preliminary planning activities for plant establishment program</w:t>
            </w:r>
          </w:p>
        </w:tc>
        <w:tc>
          <w:tcPr>
            <w:tcW w:w="3604" w:type="pct"/>
            <w:shd w:val="clear" w:color="auto" w:fill="auto"/>
          </w:tcPr>
          <w:p w14:paraId="63AB6110" w14:textId="76703B69" w:rsidR="00171275" w:rsidRPr="00171275" w:rsidRDefault="00171275" w:rsidP="00171275">
            <w:r w:rsidRPr="00171275">
              <w:t xml:space="preserve">1.1 Consult with client </w:t>
            </w:r>
            <w:r w:rsidR="00CF7D22">
              <w:t>to establish</w:t>
            </w:r>
            <w:r w:rsidRPr="00171275">
              <w:t xml:space="preserve"> preferences and requirements for plant establishment program</w:t>
            </w:r>
          </w:p>
          <w:p w14:paraId="40B77CBA" w14:textId="00FD63E6" w:rsidR="00171275" w:rsidRPr="00171275" w:rsidRDefault="00171275" w:rsidP="00171275">
            <w:r w:rsidRPr="00171275">
              <w:t>1.2 Research plant species and cultivars</w:t>
            </w:r>
            <w:r w:rsidR="002D322F">
              <w:t>,</w:t>
            </w:r>
            <w:r w:rsidRPr="00171275">
              <w:t xml:space="preserve"> local by-laws and restrictions that may affect the plant establishment program</w:t>
            </w:r>
          </w:p>
          <w:p w14:paraId="5A38C436" w14:textId="4AA430E4" w:rsidR="00171275" w:rsidRPr="00171275" w:rsidRDefault="00171275" w:rsidP="00171275">
            <w:r w:rsidRPr="00171275">
              <w:t>1.3 Identify environmental implications of planned program and, if necessary, report to relevant personnel for further research</w:t>
            </w:r>
          </w:p>
          <w:p w14:paraId="4ECC20E3" w14:textId="33429592" w:rsidR="00171275" w:rsidRPr="00171275" w:rsidRDefault="00171275" w:rsidP="00171275">
            <w:r w:rsidRPr="00171275">
              <w:t>1.4 Develop a concept plan that reflects client preferences and requirements and takes into account site factors and identified requirements</w:t>
            </w:r>
          </w:p>
          <w:p w14:paraId="6180AE68" w14:textId="197FC689" w:rsidR="00171275" w:rsidRPr="00171275" w:rsidRDefault="00171275" w:rsidP="00171275">
            <w:r w:rsidRPr="00171275">
              <w:t>1.5 Present concept plan to client for discussion and approval</w:t>
            </w:r>
          </w:p>
        </w:tc>
      </w:tr>
      <w:tr w:rsidR="00171275" w:rsidRPr="00963A46" w14:paraId="4F34C9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185E2" w14:textId="55F0353C" w:rsidR="00171275" w:rsidRPr="00171275" w:rsidRDefault="00171275" w:rsidP="00171275">
            <w:pPr>
              <w:pStyle w:val="SIText"/>
            </w:pPr>
            <w:r w:rsidRPr="00171275">
              <w:t>2. Determine requirements of plant establishment program</w:t>
            </w:r>
          </w:p>
        </w:tc>
        <w:tc>
          <w:tcPr>
            <w:tcW w:w="3604" w:type="pct"/>
            <w:shd w:val="clear" w:color="auto" w:fill="auto"/>
          </w:tcPr>
          <w:p w14:paraId="6FAD4284" w14:textId="0ADBA0D9" w:rsidR="00171275" w:rsidRPr="00171275" w:rsidRDefault="00171275" w:rsidP="00171275">
            <w:r w:rsidRPr="00171275">
              <w:t>2.1 Identify plant species and cultivars appropriate to site and consistent with agreed concept plan</w:t>
            </w:r>
          </w:p>
          <w:p w14:paraId="64DDA4B5" w14:textId="26B6625A" w:rsidR="00171275" w:rsidRPr="00171275" w:rsidRDefault="00171275" w:rsidP="00171275">
            <w:r w:rsidRPr="00171275">
              <w:t>2.2 Calculate and cost required quantity and confirm availability with suppliers</w:t>
            </w:r>
          </w:p>
          <w:p w14:paraId="26049D2E" w14:textId="3DE7CF0B" w:rsidR="00171275" w:rsidRPr="00171275" w:rsidRDefault="00171275" w:rsidP="00171275">
            <w:r w:rsidRPr="00171275">
              <w:t xml:space="preserve">2.3 </w:t>
            </w:r>
            <w:r w:rsidR="00522876">
              <w:t>Determine</w:t>
            </w:r>
            <w:r w:rsidRPr="00171275">
              <w:t xml:space="preserve"> plant establishment procedures that suit the characteristics of available plant materials, resources and equipment available and environmental factors that would affect the success of the plant establishment program</w:t>
            </w:r>
          </w:p>
          <w:p w14:paraId="1A0EB6FE" w14:textId="77777777" w:rsidR="00171275" w:rsidRPr="00171275" w:rsidRDefault="00171275" w:rsidP="00171275">
            <w:r w:rsidRPr="00171275">
              <w:t>2.4 Identify post-planting care requirements</w:t>
            </w:r>
          </w:p>
          <w:p w14:paraId="418EFA7A" w14:textId="310374A9" w:rsidR="00171275" w:rsidRPr="00171275" w:rsidRDefault="00171275" w:rsidP="00171275">
            <w:r w:rsidRPr="00171275">
              <w:t>2.5 Identify and cost resources, tools, equipment and machinery required for planting and post-planting care and confirm availability with suppliers, contractors and appropriate personnel</w:t>
            </w:r>
          </w:p>
          <w:p w14:paraId="252BE9BF" w14:textId="43C9A850" w:rsidR="00171275" w:rsidRPr="00171275" w:rsidRDefault="00171275" w:rsidP="00171275">
            <w:r w:rsidRPr="00171275">
              <w:t xml:space="preserve">2.6 Identify </w:t>
            </w:r>
            <w:r w:rsidR="00522876">
              <w:t>hazards and assess ris</w:t>
            </w:r>
            <w:r w:rsidR="00522876" w:rsidRPr="00522876">
              <w:t>ks in workplace, and implement control measures to manage risks according to workplace health and safety procedures</w:t>
            </w:r>
            <w:r w:rsidRPr="00171275">
              <w:t>, estimate costs and document in plan</w:t>
            </w:r>
          </w:p>
          <w:p w14:paraId="20B30C8B" w14:textId="77777777" w:rsidR="00171275" w:rsidRPr="00171275" w:rsidRDefault="00171275" w:rsidP="00171275">
            <w:r w:rsidRPr="00171275">
              <w:t>2.7 Outline staged implementation and development, where appropriate, and provide access for future works provided</w:t>
            </w:r>
          </w:p>
          <w:p w14:paraId="7CD9EBB7" w14:textId="173ECB12" w:rsidR="00171275" w:rsidRPr="00171275" w:rsidRDefault="00171275" w:rsidP="00171275">
            <w:pPr>
              <w:pStyle w:val="SIText"/>
            </w:pPr>
            <w:r w:rsidRPr="00171275">
              <w:t>2.8 Determine timelines for preparations, planting and post-planting care, taking into account needs of plant species and cultivars, site conditions, and any other planning requirements</w:t>
            </w:r>
          </w:p>
        </w:tc>
      </w:tr>
      <w:tr w:rsidR="00171275" w:rsidRPr="00963A46" w14:paraId="5D8678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92DBD" w14:textId="5F0138DF" w:rsidR="00171275" w:rsidRPr="00171275" w:rsidRDefault="00171275" w:rsidP="00171275">
            <w:pPr>
              <w:pStyle w:val="SIText"/>
            </w:pPr>
            <w:r w:rsidRPr="00171275">
              <w:lastRenderedPageBreak/>
              <w:t>3. Prepare and document plant establishment program and specification</w:t>
            </w:r>
          </w:p>
        </w:tc>
        <w:tc>
          <w:tcPr>
            <w:tcW w:w="3604" w:type="pct"/>
            <w:shd w:val="clear" w:color="auto" w:fill="auto"/>
          </w:tcPr>
          <w:p w14:paraId="00BE32E2" w14:textId="77777777" w:rsidR="00171275" w:rsidRPr="00171275" w:rsidRDefault="00171275" w:rsidP="00171275">
            <w:r w:rsidRPr="00171275">
              <w:t>3.1 Produce a scaled site plan which can be readily interpreted and understood by on-site personnel</w:t>
            </w:r>
          </w:p>
          <w:p w14:paraId="1BB2C6F8" w14:textId="1EEE2E0B" w:rsidR="00171275" w:rsidRPr="00171275" w:rsidRDefault="00171275" w:rsidP="00171275">
            <w:r w:rsidRPr="00171275">
              <w:t>3.2 Develop and document detailed on-site procedures and schedules required for planting of site and post-planting care of plants</w:t>
            </w:r>
          </w:p>
          <w:p w14:paraId="41CC813A" w14:textId="052713C0" w:rsidR="00171275" w:rsidRPr="00171275" w:rsidRDefault="00171275" w:rsidP="00171275">
            <w:pPr>
              <w:pStyle w:val="SIText"/>
            </w:pPr>
            <w:r w:rsidRPr="00171275">
              <w:t>3.3 Prepare detailed plan, specifications and quotation based on requirements of the program, and present to client for acceptance</w:t>
            </w:r>
          </w:p>
        </w:tc>
      </w:tr>
    </w:tbl>
    <w:p w14:paraId="0ACB4A9C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6C2049" w14:textId="77777777" w:rsidTr="00CA2922">
        <w:trPr>
          <w:tblHeader/>
        </w:trPr>
        <w:tc>
          <w:tcPr>
            <w:tcW w:w="5000" w:type="pct"/>
            <w:gridSpan w:val="2"/>
          </w:tcPr>
          <w:p w14:paraId="17F8A6D7" w14:textId="66BDD07E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2548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CFBAFE" w14:textId="77777777" w:rsidTr="00CA2922">
        <w:trPr>
          <w:tblHeader/>
        </w:trPr>
        <w:tc>
          <w:tcPr>
            <w:tcW w:w="1396" w:type="pct"/>
          </w:tcPr>
          <w:p w14:paraId="5D1F8F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CEFD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D05ADD" w14:textId="77777777" w:rsidTr="00CA2922">
        <w:tc>
          <w:tcPr>
            <w:tcW w:w="1396" w:type="pct"/>
          </w:tcPr>
          <w:p w14:paraId="0D4543C5" w14:textId="366F5892" w:rsidR="00F1480E" w:rsidRPr="000754EC" w:rsidRDefault="0052287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459776" w14:textId="47727305" w:rsidR="00F1480E" w:rsidRPr="000754EC" w:rsidRDefault="00522876" w:rsidP="00DD0726">
            <w:pPr>
              <w:pStyle w:val="SIBulletList1"/>
            </w:pPr>
            <w:r>
              <w:t xml:space="preserve">Identify and interpret information regarding requirements for plant establishment program, </w:t>
            </w:r>
            <w:r w:rsidRPr="00171275">
              <w:t>site plan</w:t>
            </w:r>
            <w:r w:rsidRPr="00522876">
              <w:t>, work procedures, schedules, and specifications</w:t>
            </w:r>
          </w:p>
        </w:tc>
      </w:tr>
      <w:tr w:rsidR="0087774A" w:rsidRPr="00522876" w14:paraId="3484D31B" w14:textId="77777777" w:rsidTr="007D65BF">
        <w:tc>
          <w:tcPr>
            <w:tcW w:w="1396" w:type="pct"/>
          </w:tcPr>
          <w:p w14:paraId="1C8D8F0C" w14:textId="77777777" w:rsidR="0087774A" w:rsidRPr="0087774A" w:rsidRDefault="0087774A" w:rsidP="008777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DB56F89" w14:textId="77777777" w:rsidR="0087774A" w:rsidRPr="0087774A" w:rsidRDefault="0087774A" w:rsidP="0087774A">
            <w:pPr>
              <w:pStyle w:val="SIBulletList1"/>
              <w:rPr>
                <w:rFonts w:eastAsia="Calibri"/>
              </w:rPr>
            </w:pPr>
            <w:r w:rsidRPr="0087774A">
              <w:rPr>
                <w:rFonts w:eastAsia="Calibri"/>
              </w:rPr>
              <w:t>Initiate discussions with client, using clear language to discuss program preferences and requirements, site factors, budget and concept plan, and negotiate program agreement</w:t>
            </w:r>
          </w:p>
        </w:tc>
      </w:tr>
      <w:tr w:rsidR="00522876" w:rsidRPr="00336FCA" w:rsidDel="00423CB2" w14:paraId="3A269E36" w14:textId="77777777" w:rsidTr="00CA2922">
        <w:tc>
          <w:tcPr>
            <w:tcW w:w="1396" w:type="pct"/>
          </w:tcPr>
          <w:p w14:paraId="593AB7AF" w14:textId="2B5B9080" w:rsidR="00522876" w:rsidRPr="00522876" w:rsidRDefault="0087774A" w:rsidP="00522876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CA5A7E4" w14:textId="5275D2BC" w:rsidR="00522876" w:rsidRPr="00522876" w:rsidRDefault="0087774A" w:rsidP="005228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Calculating quantities, measurements, costs, scaling and scheduling</w:t>
            </w:r>
          </w:p>
        </w:tc>
      </w:tr>
    </w:tbl>
    <w:p w14:paraId="75138153" w14:textId="77777777" w:rsidR="00916CD7" w:rsidRDefault="00916CD7" w:rsidP="005F771F">
      <w:pPr>
        <w:pStyle w:val="SIText"/>
      </w:pPr>
    </w:p>
    <w:p w14:paraId="085545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1DAC00" w14:textId="77777777" w:rsidTr="00F33FF2">
        <w:tc>
          <w:tcPr>
            <w:tcW w:w="5000" w:type="pct"/>
            <w:gridSpan w:val="4"/>
          </w:tcPr>
          <w:p w14:paraId="4A4EFB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C66754" w14:textId="77777777" w:rsidTr="00F33FF2">
        <w:tc>
          <w:tcPr>
            <w:tcW w:w="1028" w:type="pct"/>
          </w:tcPr>
          <w:p w14:paraId="345C6A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6987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7A03B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DB8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7D22" w14:paraId="6FCF5DE8" w14:textId="77777777" w:rsidTr="00F33FF2">
        <w:tc>
          <w:tcPr>
            <w:tcW w:w="1028" w:type="pct"/>
          </w:tcPr>
          <w:p w14:paraId="641D3BE9" w14:textId="378C4C5E" w:rsidR="00CF7D22" w:rsidRPr="00171275" w:rsidRDefault="00CF7D22" w:rsidP="00D24BFB">
            <w:pPr>
              <w:pStyle w:val="SIText"/>
            </w:pPr>
            <w:r w:rsidRPr="00171275">
              <w:t>AHCPGD40</w:t>
            </w:r>
            <w:r w:rsidR="00D00C40">
              <w:t>4</w:t>
            </w:r>
            <w:r w:rsidRPr="00171275">
              <w:t xml:space="preserve"> Plan a plant establishment program</w:t>
            </w:r>
          </w:p>
        </w:tc>
        <w:tc>
          <w:tcPr>
            <w:tcW w:w="1105" w:type="pct"/>
          </w:tcPr>
          <w:p w14:paraId="50904B76" w14:textId="3437A602" w:rsidR="00CF7D22" w:rsidRPr="00171275" w:rsidRDefault="00CF7D22">
            <w:pPr>
              <w:pStyle w:val="SIText"/>
            </w:pPr>
            <w:r w:rsidRPr="00171275">
              <w:t>AHCPGD402 Plan a plant establishment program</w:t>
            </w:r>
          </w:p>
        </w:tc>
        <w:tc>
          <w:tcPr>
            <w:tcW w:w="1251" w:type="pct"/>
          </w:tcPr>
          <w:p w14:paraId="41063911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6C8152C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4E10436" w14:textId="77777777" w:rsidR="00CF7D22" w:rsidRPr="00CF7D22" w:rsidRDefault="00CF7D22" w:rsidP="00CF7D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7D22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4AABC456" w14:textId="276B738B" w:rsidR="00CF7D22" w:rsidRPr="00CF7D22" w:rsidRDefault="00CF7D22" w:rsidP="00CF7D22">
            <w:pPr>
              <w:pStyle w:val="SIText"/>
            </w:pPr>
            <w:r w:rsidRPr="00CF7D22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A97E23F" w14:textId="6FCD3C67" w:rsidR="00CF7D22" w:rsidRPr="00171275" w:rsidRDefault="00CF7D22" w:rsidP="00CF7D22">
            <w:pPr>
              <w:pStyle w:val="SIText"/>
            </w:pPr>
            <w:r>
              <w:t>Equivalent</w:t>
            </w:r>
          </w:p>
        </w:tc>
      </w:tr>
    </w:tbl>
    <w:p w14:paraId="30A656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51AE47" w14:textId="77777777" w:rsidTr="00CA2922">
        <w:tc>
          <w:tcPr>
            <w:tcW w:w="1396" w:type="pct"/>
            <w:shd w:val="clear" w:color="auto" w:fill="auto"/>
          </w:tcPr>
          <w:p w14:paraId="785F49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1BF9F9" w14:textId="39B1F545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1E97DE6B" w14:textId="77777777" w:rsidR="00F1480E" w:rsidRDefault="00F1480E" w:rsidP="005F771F">
      <w:pPr>
        <w:pStyle w:val="SIText"/>
      </w:pPr>
    </w:p>
    <w:p w14:paraId="433C75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0D24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8120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C40553" w14:textId="6301C5A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71275" w:rsidRPr="00171275">
              <w:t>AHCPGD40</w:t>
            </w:r>
            <w:r w:rsidR="00D00C40">
              <w:t>4</w:t>
            </w:r>
            <w:r w:rsidR="00171275" w:rsidRPr="00171275">
              <w:t xml:space="preserve"> Plan a plant establishment program</w:t>
            </w:r>
          </w:p>
        </w:tc>
      </w:tr>
      <w:tr w:rsidR="00556C4C" w:rsidRPr="00A55106" w14:paraId="6F8E1D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2D2FC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E5B3AC" w14:textId="77777777" w:rsidTr="00113678">
        <w:tc>
          <w:tcPr>
            <w:tcW w:w="5000" w:type="pct"/>
            <w:gridSpan w:val="2"/>
            <w:shd w:val="clear" w:color="auto" w:fill="auto"/>
          </w:tcPr>
          <w:p w14:paraId="224544E4" w14:textId="70534B94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6709107" w14:textId="46877236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</w:t>
            </w:r>
            <w:r w:rsidR="00E341C7">
              <w:t>has planned a plant establishment program on at least one occasion and has</w:t>
            </w:r>
            <w:r w:rsidRPr="000754EC">
              <w:t>:</w:t>
            </w:r>
          </w:p>
          <w:p w14:paraId="68CD18FE" w14:textId="77777777" w:rsidR="00BD30C2" w:rsidRPr="00BD30C2" w:rsidRDefault="00BD30C2" w:rsidP="00BD30C2">
            <w:pPr>
              <w:pStyle w:val="SIBulletList1"/>
            </w:pPr>
            <w:r w:rsidRPr="00171275">
              <w:t>consult</w:t>
            </w:r>
            <w:r w:rsidRPr="00BD30C2">
              <w:t>ed with clients</w:t>
            </w:r>
          </w:p>
          <w:p w14:paraId="61B47E02" w14:textId="55E8582B" w:rsidR="00FF1597" w:rsidRPr="00FF1597" w:rsidRDefault="00FF1597" w:rsidP="00FF1597">
            <w:pPr>
              <w:pStyle w:val="SIBulletList1"/>
            </w:pPr>
            <w:r w:rsidRPr="00FF1597">
              <w:t>researched plant species and cultivars and local by-laws and restrictions</w:t>
            </w:r>
          </w:p>
          <w:p w14:paraId="371F6777" w14:textId="7279C667" w:rsidR="00171275" w:rsidRPr="00171275" w:rsidRDefault="00171275" w:rsidP="00171275">
            <w:pPr>
              <w:pStyle w:val="SIBulletList1"/>
            </w:pPr>
            <w:r w:rsidRPr="00171275">
              <w:t>compl</w:t>
            </w:r>
            <w:r w:rsidR="00E341C7">
              <w:t>ied</w:t>
            </w:r>
            <w:r w:rsidRPr="00171275">
              <w:t xml:space="preserve"> with </w:t>
            </w:r>
            <w:r w:rsidR="00E341C7" w:rsidRPr="00171275">
              <w:t>local by-laws and restrictions</w:t>
            </w:r>
          </w:p>
          <w:p w14:paraId="79DA3BF0" w14:textId="77777777" w:rsidR="00E341C7" w:rsidRPr="00E341C7" w:rsidRDefault="00E341C7" w:rsidP="00E341C7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r w:rsidRPr="00E341C7">
              <w:t>regulations and workplace procedures</w:t>
            </w:r>
          </w:p>
          <w:p w14:paraId="68579AA8" w14:textId="77777777" w:rsidR="00BD30C2" w:rsidRPr="00BD30C2" w:rsidRDefault="00BD30C2" w:rsidP="00BD30C2">
            <w:pPr>
              <w:pStyle w:val="SIBulletList1"/>
            </w:pPr>
            <w:r w:rsidRPr="00FF1597">
              <w:t>developed a plant establishment program concept plan</w:t>
            </w:r>
          </w:p>
          <w:p w14:paraId="64AF89F1" w14:textId="1A8D9D67" w:rsidR="00E341C7" w:rsidRDefault="00171275" w:rsidP="00171275">
            <w:pPr>
              <w:pStyle w:val="SIBulletList1"/>
            </w:pPr>
            <w:r w:rsidRPr="00171275">
              <w:t>calculate</w:t>
            </w:r>
            <w:r w:rsidR="00077F78">
              <w:t>d</w:t>
            </w:r>
            <w:r w:rsidRPr="00171275">
              <w:t xml:space="preserve"> the cost and spatial and logistical requirements of components of the plant establishment program</w:t>
            </w:r>
          </w:p>
          <w:p w14:paraId="2BBFF9FA" w14:textId="3D4BC575" w:rsidR="00556C4C" w:rsidRPr="000754EC" w:rsidRDefault="00E341C7" w:rsidP="00171275">
            <w:pPr>
              <w:pStyle w:val="SIBulletList1"/>
            </w:pPr>
            <w:r w:rsidRPr="00171275">
              <w:t>document</w:t>
            </w:r>
            <w:r w:rsidRPr="00E341C7">
              <w:t>ed plant establishment program, site plan, work procedures, schedules, and specifications</w:t>
            </w:r>
            <w:r w:rsidR="00171275" w:rsidRPr="00171275">
              <w:t>.</w:t>
            </w:r>
          </w:p>
        </w:tc>
      </w:tr>
    </w:tbl>
    <w:p w14:paraId="4D2AD5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DBAE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E3D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40333" w14:textId="77777777" w:rsidTr="00CA2922">
        <w:tc>
          <w:tcPr>
            <w:tcW w:w="5000" w:type="pct"/>
            <w:shd w:val="clear" w:color="auto" w:fill="auto"/>
          </w:tcPr>
          <w:p w14:paraId="33D4980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60092EE" w14:textId="77777777" w:rsidR="00E341C7" w:rsidRDefault="00E341C7" w:rsidP="00AA64B5">
            <w:pPr>
              <w:pStyle w:val="SIBulletList1"/>
            </w:pPr>
            <w:r>
              <w:t>principles and practices of plant establishment program planning, including:</w:t>
            </w:r>
          </w:p>
          <w:p w14:paraId="78B0B2DA" w14:textId="1537D0A2" w:rsidR="00171275" w:rsidRPr="00171275" w:rsidRDefault="00171275" w:rsidP="00AA64B5">
            <w:pPr>
              <w:pStyle w:val="SIBulletList2"/>
            </w:pPr>
            <w:r w:rsidRPr="00171275">
              <w:t>identification and establishment techniques of specific plant species and cultivars</w:t>
            </w:r>
          </w:p>
          <w:p w14:paraId="2DCA45F7" w14:textId="77777777" w:rsidR="00171275" w:rsidRPr="00171275" w:rsidRDefault="00171275" w:rsidP="00AA64B5">
            <w:pPr>
              <w:pStyle w:val="SIBulletList2"/>
            </w:pPr>
            <w:r w:rsidRPr="00171275">
              <w:t>the advantages and disadvantages of a range of plant establishment procedures</w:t>
            </w:r>
          </w:p>
          <w:p w14:paraId="43EAD671" w14:textId="77777777" w:rsidR="00171275" w:rsidRPr="00171275" w:rsidRDefault="00171275" w:rsidP="00AA64B5">
            <w:pPr>
              <w:pStyle w:val="SIBulletList2"/>
            </w:pPr>
            <w:r w:rsidRPr="00171275">
              <w:t>maintenance requirements and practices for specific plant species and cultivars, prior to and after initial establishment</w:t>
            </w:r>
          </w:p>
          <w:p w14:paraId="2331925B" w14:textId="77777777" w:rsidR="00171275" w:rsidRPr="00171275" w:rsidRDefault="00171275" w:rsidP="00AA64B5">
            <w:pPr>
              <w:pStyle w:val="SIBulletList2"/>
            </w:pPr>
            <w:r w:rsidRPr="00171275">
              <w:t>processes and techniques for preparing, costing and documenting plans for and scheduling plant establishment activities</w:t>
            </w:r>
          </w:p>
          <w:p w14:paraId="5D3A45E5" w14:textId="77777777" w:rsidR="002D322F" w:rsidRDefault="00171275" w:rsidP="00AA64B5">
            <w:pPr>
              <w:pStyle w:val="SIBulletList2"/>
            </w:pPr>
            <w:r w:rsidRPr="00171275">
              <w:t>processes and techniques for scheduling plant establishment activities</w:t>
            </w:r>
          </w:p>
          <w:p w14:paraId="429FB499" w14:textId="77777777" w:rsidR="002D322F" w:rsidRPr="002D322F" w:rsidRDefault="002D322F" w:rsidP="00670682">
            <w:pPr>
              <w:pStyle w:val="SIBulletList1"/>
            </w:pPr>
            <w:r w:rsidRPr="00AA64B5">
              <w:t>local by-laws and restrictions</w:t>
            </w:r>
            <w:r w:rsidRPr="002D322F">
              <w:rPr>
                <w:rStyle w:val="SITemporaryText-red"/>
                <w:rFonts w:eastAsia="Calibri"/>
              </w:rPr>
              <w:t xml:space="preserve"> </w:t>
            </w:r>
            <w:r w:rsidRPr="00670682">
              <w:rPr>
                <w:rStyle w:val="SITemporaryText-red"/>
                <w:rFonts w:eastAsia="Calibri"/>
                <w:color w:val="auto"/>
                <w:sz w:val="20"/>
              </w:rPr>
              <w:t>relevant to</w:t>
            </w:r>
            <w:r w:rsidRPr="002D322F">
              <w:rPr>
                <w:rStyle w:val="SITemporaryText-red"/>
                <w:rFonts w:eastAsia="Calibri"/>
              </w:rPr>
              <w:t xml:space="preserve"> </w:t>
            </w:r>
            <w:r w:rsidRPr="002D322F">
              <w:t>planning a plant establishment program</w:t>
            </w:r>
          </w:p>
          <w:p w14:paraId="7DD9B50F" w14:textId="12F6B48C" w:rsidR="00F1480E" w:rsidRPr="000754EC" w:rsidRDefault="002D322F" w:rsidP="002D322F">
            <w:pPr>
              <w:pStyle w:val="SIBulletList1"/>
            </w:pPr>
            <w:r>
              <w:t xml:space="preserve">workplace health and safety and environmental and biosecurity legislation, </w:t>
            </w:r>
            <w:r w:rsidRPr="002D322F">
              <w:t>regulations and workplace procedures relevant to planning a plant establishment program</w:t>
            </w:r>
            <w:r w:rsidR="00171275" w:rsidRPr="00171275">
              <w:t>.</w:t>
            </w:r>
          </w:p>
        </w:tc>
      </w:tr>
    </w:tbl>
    <w:p w14:paraId="48FB94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D1C7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6A4B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21EDE" w14:textId="77777777" w:rsidTr="00CA2922">
        <w:tc>
          <w:tcPr>
            <w:tcW w:w="5000" w:type="pct"/>
            <w:shd w:val="clear" w:color="auto" w:fill="auto"/>
          </w:tcPr>
          <w:p w14:paraId="3D38C461" w14:textId="77777777" w:rsidR="00E341C7" w:rsidRPr="00E341C7" w:rsidRDefault="00E341C7" w:rsidP="00E341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5D29F52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C36DDB6" w14:textId="77777777" w:rsidR="00E341C7" w:rsidRPr="00E341C7" w:rsidRDefault="00E341C7" w:rsidP="00E341C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1FE46F8D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998454C" w14:textId="7C0EBB08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 xml:space="preserve">industry publications, internet and in house sources of information relevant to </w:t>
            </w:r>
            <w:r>
              <w:t>planning a plant establishment program</w:t>
            </w:r>
          </w:p>
          <w:p w14:paraId="01A73C9F" w14:textId="77777777" w:rsidR="00E341C7" w:rsidRPr="00E341C7" w:rsidRDefault="00E341C7" w:rsidP="00E341C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7CD423C" w14:textId="748070E2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t xml:space="preserve">workplace health and safety and environmental and biosecurity legislation, regulations and workplace procedures relevant to </w:t>
            </w:r>
            <w:r>
              <w:t>planning a plant establishment program</w:t>
            </w:r>
          </w:p>
          <w:p w14:paraId="7E7772E0" w14:textId="2EA2F4E1" w:rsidR="00E341C7" w:rsidRPr="00E341C7" w:rsidRDefault="00E341C7" w:rsidP="00E341C7">
            <w:pPr>
              <w:pStyle w:val="SIBulletList2"/>
              <w:rPr>
                <w:rFonts w:eastAsia="Calibri"/>
              </w:rPr>
            </w:pPr>
            <w:r w:rsidRPr="00E341C7">
              <w:t>local by-laws and restrictions</w:t>
            </w:r>
            <w:r w:rsidRPr="00E341C7">
              <w:rPr>
                <w:rStyle w:val="SITemporaryText-red"/>
                <w:rFonts w:eastAsia="Calibri"/>
                <w:color w:val="auto"/>
                <w:sz w:val="20"/>
              </w:rPr>
              <w:t xml:space="preserve"> relevant to </w:t>
            </w:r>
            <w:r w:rsidRPr="00E341C7">
              <w:t>planning a plant establishment program</w:t>
            </w:r>
          </w:p>
          <w:p w14:paraId="68729A30" w14:textId="77777777" w:rsidR="00E341C7" w:rsidRPr="00E341C7" w:rsidRDefault="00E341C7" w:rsidP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0F921718" w14:textId="77777777" w:rsidR="00E341C7" w:rsidRPr="00E341C7" w:rsidRDefault="00E341C7" w:rsidP="00E341C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clients</w:t>
            </w:r>
          </w:p>
          <w:p w14:paraId="728CA1DF" w14:textId="77777777" w:rsidR="00E341C7" w:rsidRPr="00E341C7" w:rsidRDefault="00E34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82AE405" w14:textId="77777777" w:rsidR="00E341C7" w:rsidRPr="00E341C7" w:rsidRDefault="00E341C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41C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407A5EF8" w14:textId="77777777" w:rsidR="00E341C7" w:rsidRPr="00E341C7" w:rsidRDefault="00E341C7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136DCBDA" w14:textId="5B598535" w:rsidR="00F1480E" w:rsidRPr="00E341C7" w:rsidRDefault="007134FE" w:rsidP="00B0341F">
            <w:pPr>
              <w:pStyle w:val="SIText"/>
              <w:rPr>
                <w:rFonts w:eastAsia="Calibri"/>
              </w:rPr>
            </w:pPr>
            <w:r w:rsidRPr="00E341C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BD71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B6F609" w14:textId="77777777" w:rsidTr="004679E3">
        <w:tc>
          <w:tcPr>
            <w:tcW w:w="990" w:type="pct"/>
            <w:shd w:val="clear" w:color="auto" w:fill="auto"/>
          </w:tcPr>
          <w:p w14:paraId="06D0735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4BE5AD" w14:textId="3141289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BB1614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2B09AF7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31238" w14:textId="77777777" w:rsidR="009249A4" w:rsidRDefault="009249A4" w:rsidP="00BF3F0A">
      <w:r>
        <w:separator/>
      </w:r>
    </w:p>
    <w:p w14:paraId="0C8EBCA6" w14:textId="77777777" w:rsidR="009249A4" w:rsidRDefault="009249A4"/>
  </w:endnote>
  <w:endnote w:type="continuationSeparator" w:id="0">
    <w:p w14:paraId="0B6FB99E" w14:textId="77777777" w:rsidR="009249A4" w:rsidRDefault="009249A4" w:rsidP="00BF3F0A">
      <w:r>
        <w:continuationSeparator/>
      </w:r>
    </w:p>
    <w:p w14:paraId="58309D4A" w14:textId="77777777" w:rsidR="009249A4" w:rsidRDefault="009249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FEC9E6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385B2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0B1FC2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4559D" w14:textId="77777777" w:rsidR="009249A4" w:rsidRDefault="009249A4" w:rsidP="00BF3F0A">
      <w:r>
        <w:separator/>
      </w:r>
    </w:p>
    <w:p w14:paraId="31C5476C" w14:textId="77777777" w:rsidR="009249A4" w:rsidRDefault="009249A4"/>
  </w:footnote>
  <w:footnote w:type="continuationSeparator" w:id="0">
    <w:p w14:paraId="71D241A8" w14:textId="77777777" w:rsidR="009249A4" w:rsidRDefault="009249A4" w:rsidP="00BF3F0A">
      <w:r>
        <w:continuationSeparator/>
      </w:r>
    </w:p>
    <w:p w14:paraId="2A2DB40E" w14:textId="77777777" w:rsidR="009249A4" w:rsidRDefault="009249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1B3B8" w14:textId="48134C37" w:rsidR="009C2650" w:rsidRPr="000754EC" w:rsidRDefault="003B0D8B" w:rsidP="00146EEC">
    <w:pPr>
      <w:pStyle w:val="SIText"/>
    </w:pPr>
    <w:r>
      <w:t>AHCP</w:t>
    </w:r>
    <w:r w:rsidR="00452333">
      <w:t>GD</w:t>
    </w:r>
    <w:r w:rsidR="00171275">
      <w:t>40</w:t>
    </w:r>
    <w:r w:rsidR="00D00C40">
      <w:t>4</w:t>
    </w:r>
    <w:r w:rsidR="00171275">
      <w:t xml:space="preserve"> </w:t>
    </w:r>
    <w:r w:rsidR="00171275" w:rsidRPr="00171275">
      <w:t>Plan a plant establishment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F78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27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22F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3F7BBC"/>
    <w:rsid w:val="00402EA7"/>
    <w:rsid w:val="004127E3"/>
    <w:rsid w:val="0043212E"/>
    <w:rsid w:val="00434366"/>
    <w:rsid w:val="00434ECE"/>
    <w:rsid w:val="00444423"/>
    <w:rsid w:val="00452333"/>
    <w:rsid w:val="00452F3E"/>
    <w:rsid w:val="0046239A"/>
    <w:rsid w:val="004640AE"/>
    <w:rsid w:val="004679E3"/>
    <w:rsid w:val="00472CB7"/>
    <w:rsid w:val="00475172"/>
    <w:rsid w:val="004758B0"/>
    <w:rsid w:val="004832D2"/>
    <w:rsid w:val="004838FC"/>
    <w:rsid w:val="00485559"/>
    <w:rsid w:val="004A142B"/>
    <w:rsid w:val="004A3860"/>
    <w:rsid w:val="004A44E8"/>
    <w:rsid w:val="004A581D"/>
    <w:rsid w:val="004A7706"/>
    <w:rsid w:val="004A77E3"/>
    <w:rsid w:val="004B29B7"/>
    <w:rsid w:val="004B2ED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2876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F94"/>
    <w:rsid w:val="005C0EC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191"/>
    <w:rsid w:val="00643D1B"/>
    <w:rsid w:val="006452B8"/>
    <w:rsid w:val="00652E62"/>
    <w:rsid w:val="0067068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774A"/>
    <w:rsid w:val="00886790"/>
    <w:rsid w:val="008908DE"/>
    <w:rsid w:val="00892DD2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7EA"/>
    <w:rsid w:val="00916CD7"/>
    <w:rsid w:val="00920927"/>
    <w:rsid w:val="00921B38"/>
    <w:rsid w:val="00923720"/>
    <w:rsid w:val="009249A4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29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CF0"/>
    <w:rsid w:val="00A3639E"/>
    <w:rsid w:val="00A5092E"/>
    <w:rsid w:val="00A554D6"/>
    <w:rsid w:val="00A569DE"/>
    <w:rsid w:val="00A56E14"/>
    <w:rsid w:val="00A6476B"/>
    <w:rsid w:val="00A76C6C"/>
    <w:rsid w:val="00A87356"/>
    <w:rsid w:val="00A92DD1"/>
    <w:rsid w:val="00AA5338"/>
    <w:rsid w:val="00AA64B5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41F"/>
    <w:rsid w:val="00B0712C"/>
    <w:rsid w:val="00B12013"/>
    <w:rsid w:val="00B22C67"/>
    <w:rsid w:val="00B3508F"/>
    <w:rsid w:val="00B443EE"/>
    <w:rsid w:val="00B560C8"/>
    <w:rsid w:val="00B61150"/>
    <w:rsid w:val="00B65BC7"/>
    <w:rsid w:val="00B738BC"/>
    <w:rsid w:val="00B746B9"/>
    <w:rsid w:val="00B848D4"/>
    <w:rsid w:val="00B865B7"/>
    <w:rsid w:val="00BA1CB1"/>
    <w:rsid w:val="00BA4178"/>
    <w:rsid w:val="00BA482D"/>
    <w:rsid w:val="00BB1614"/>
    <w:rsid w:val="00BB1755"/>
    <w:rsid w:val="00BB23F4"/>
    <w:rsid w:val="00BC4E8E"/>
    <w:rsid w:val="00BC5075"/>
    <w:rsid w:val="00BC5419"/>
    <w:rsid w:val="00BD30C2"/>
    <w:rsid w:val="00BD3B0F"/>
    <w:rsid w:val="00BE5889"/>
    <w:rsid w:val="00BF1D4C"/>
    <w:rsid w:val="00BF3F0A"/>
    <w:rsid w:val="00C02890"/>
    <w:rsid w:val="00C143C3"/>
    <w:rsid w:val="00C14D06"/>
    <w:rsid w:val="00C1739B"/>
    <w:rsid w:val="00C21ADE"/>
    <w:rsid w:val="00C26067"/>
    <w:rsid w:val="00C30A29"/>
    <w:rsid w:val="00C317DC"/>
    <w:rsid w:val="00C56C56"/>
    <w:rsid w:val="00C578E9"/>
    <w:rsid w:val="00C62967"/>
    <w:rsid w:val="00C62D2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B78C9"/>
    <w:rsid w:val="00CC451E"/>
    <w:rsid w:val="00CD4E9D"/>
    <w:rsid w:val="00CD4F4D"/>
    <w:rsid w:val="00CE7D19"/>
    <w:rsid w:val="00CF0CF5"/>
    <w:rsid w:val="00CF2B3E"/>
    <w:rsid w:val="00CF7D22"/>
    <w:rsid w:val="00D00C40"/>
    <w:rsid w:val="00D0201F"/>
    <w:rsid w:val="00D03685"/>
    <w:rsid w:val="00D07D4E"/>
    <w:rsid w:val="00D115AA"/>
    <w:rsid w:val="00D145BE"/>
    <w:rsid w:val="00D2035A"/>
    <w:rsid w:val="00D20C57"/>
    <w:rsid w:val="00D24BFB"/>
    <w:rsid w:val="00D25D16"/>
    <w:rsid w:val="00D32124"/>
    <w:rsid w:val="00D54C76"/>
    <w:rsid w:val="00D632BB"/>
    <w:rsid w:val="00D71E43"/>
    <w:rsid w:val="00D727F3"/>
    <w:rsid w:val="00D73695"/>
    <w:rsid w:val="00D810DE"/>
    <w:rsid w:val="00D8167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38E1"/>
    <w:rsid w:val="00E341C7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B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FA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92A"/>
    <w:rsid w:val="00FB232E"/>
    <w:rsid w:val="00FD557D"/>
    <w:rsid w:val="00FE0282"/>
    <w:rsid w:val="00FE124D"/>
    <w:rsid w:val="00FE792C"/>
    <w:rsid w:val="00FF159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32CFD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0289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8C4A446DC0F64D97C35FDD31E414E8" ma:contentTypeVersion="" ma:contentTypeDescription="Create a new document." ma:contentTypeScope="" ma:versionID="a38cb6639ebd4de8b2418a774e402de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e33e62d-9cbb-447a-b657-ae2dbdf33536" targetNamespace="http://schemas.microsoft.com/office/2006/metadata/properties" ma:root="true" ma:fieldsID="43128ab0cc30792df8eb5d5527844922" ns1:_="" ns2:_="" ns3:_="">
    <xsd:import namespace="http://schemas.microsoft.com/sharepoint/v3"/>
    <xsd:import namespace="d50bbff7-d6dd-47d2-864a-cfdc2c3db0f4"/>
    <xsd:import namespace="0e33e62d-9cbb-447a-b657-ae2dbdf3353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33e62d-9cbb-447a-b657-ae2dbdf33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65BB88-6D5B-40D4-A2BE-9516CCB84E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D2744E4-6E2E-4B1E-A99D-0F2E3743A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e33e62d-9cbb-447a-b657-ae2dbdf33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3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William Henderson</cp:lastModifiedBy>
  <cp:revision>29</cp:revision>
  <cp:lastPrinted>2016-05-27T05:21:00Z</cp:lastPrinted>
  <dcterms:created xsi:type="dcterms:W3CDTF">2020-08-05T03:44:00Z</dcterms:created>
  <dcterms:modified xsi:type="dcterms:W3CDTF">2021-10-13T03:19:00Z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0x010100458C4A446DC0F64D97C35FDD31E414E8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