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BC23C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27700DF" w14:textId="77777777" w:rsidTr="00F279E6">
        <w:tc>
          <w:tcPr>
            <w:tcW w:w="1396" w:type="pct"/>
            <w:shd w:val="clear" w:color="auto" w:fill="auto"/>
          </w:tcPr>
          <w:p w14:paraId="29C733BE" w14:textId="334E10D0" w:rsidR="00A301E0" w:rsidRPr="00536741" w:rsidRDefault="00F847EF" w:rsidP="00536741">
            <w:pPr>
              <w:pStyle w:val="SISSCODE"/>
            </w:pPr>
            <w:r w:rsidRPr="00F847EF">
              <w:t>FBPSSXXXX0</w:t>
            </w:r>
            <w:r w:rsidR="00133102">
              <w:t>5</w:t>
            </w:r>
          </w:p>
        </w:tc>
        <w:tc>
          <w:tcPr>
            <w:tcW w:w="3604" w:type="pct"/>
            <w:shd w:val="clear" w:color="auto" w:fill="auto"/>
          </w:tcPr>
          <w:p w14:paraId="5A18BF7D" w14:textId="3C2A8FA9" w:rsidR="00A301E0" w:rsidRPr="00E13863" w:rsidRDefault="00E13863" w:rsidP="00E13863">
            <w:pPr>
              <w:pStyle w:val="SISStitle"/>
              <w:rPr>
                <w:rStyle w:val="SITemporaryText-green"/>
                <w:color w:val="auto"/>
                <w:szCs w:val="22"/>
              </w:rPr>
            </w:pPr>
            <w:r w:rsidRPr="00E13863">
              <w:rPr>
                <w:rStyle w:val="SITemporaryText-green"/>
                <w:color w:val="auto"/>
                <w:szCs w:val="22"/>
              </w:rPr>
              <w:t>Supervised Food Processing Operator Skill Set</w:t>
            </w:r>
          </w:p>
        </w:tc>
      </w:tr>
    </w:tbl>
    <w:p w14:paraId="2A69120D" w14:textId="77777777" w:rsidR="00A301E0" w:rsidRPr="00536741" w:rsidRDefault="00A301E0" w:rsidP="00A301E0"/>
    <w:p w14:paraId="1BE6488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C7A332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B3EA661" w14:textId="77777777" w:rsidTr="002A1BEA">
        <w:tc>
          <w:tcPr>
            <w:tcW w:w="1396" w:type="pct"/>
            <w:shd w:val="clear" w:color="auto" w:fill="auto"/>
          </w:tcPr>
          <w:p w14:paraId="2709F2A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3AFD301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847EF" w:rsidRPr="00963A46" w14:paraId="5C9BAD62" w14:textId="77777777" w:rsidTr="002A1BEA">
        <w:tc>
          <w:tcPr>
            <w:tcW w:w="1396" w:type="pct"/>
            <w:shd w:val="clear" w:color="auto" w:fill="auto"/>
          </w:tcPr>
          <w:p w14:paraId="3D81A8FC" w14:textId="77777777" w:rsidR="00F847EF" w:rsidRPr="00F847EF" w:rsidRDefault="00F847EF" w:rsidP="00F847EF">
            <w:pPr>
              <w:pStyle w:val="SIText"/>
            </w:pPr>
            <w:r w:rsidRPr="00F847EF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323CABE8" w14:textId="64B14A0D" w:rsidR="00F847EF" w:rsidRPr="00F847EF" w:rsidRDefault="00F847EF" w:rsidP="00F847EF">
            <w:pPr>
              <w:pStyle w:val="SIText"/>
            </w:pPr>
            <w:r w:rsidRPr="00F847EF">
              <w:t xml:space="preserve">This version released with FBP Food, Beverage and Pharmaceutical Training Package Version </w:t>
            </w:r>
            <w:r w:rsidR="00F82268">
              <w:t>6</w:t>
            </w:r>
            <w:r w:rsidRPr="00F847EF">
              <w:t>.0</w:t>
            </w:r>
          </w:p>
        </w:tc>
      </w:tr>
    </w:tbl>
    <w:p w14:paraId="5B577B17" w14:textId="77777777" w:rsidR="00536741" w:rsidRDefault="00536741" w:rsidP="00536741">
      <w:pPr>
        <w:rPr>
          <w:lang w:eastAsia="en-US"/>
        </w:rPr>
      </w:pPr>
    </w:p>
    <w:p w14:paraId="461A102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C9EFB5" w14:textId="77777777" w:rsidTr="000D7BE6">
        <w:tc>
          <w:tcPr>
            <w:tcW w:w="5000" w:type="pct"/>
            <w:shd w:val="clear" w:color="auto" w:fill="auto"/>
          </w:tcPr>
          <w:p w14:paraId="70EB5A9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0008285" w14:textId="68DC69AC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231AF8">
              <w:t xml:space="preserve">is designed to cover the skills and knowledge required </w:t>
            </w:r>
            <w:r w:rsidR="00DA1DA2">
              <w:t xml:space="preserve">to begin work in a </w:t>
            </w:r>
            <w:r w:rsidR="00820EEE">
              <w:t xml:space="preserve">food processing </w:t>
            </w:r>
            <w:r w:rsidR="00DA1DA2">
              <w:t>setting</w:t>
            </w:r>
            <w:r w:rsidR="00E13863">
              <w:t xml:space="preserve">, in an operational role under supervision. In this role workers have the technical skills to use a limited range of </w:t>
            </w:r>
            <w:r w:rsidR="00E13863" w:rsidRPr="00E13863">
              <w:t xml:space="preserve">machinery and/or equipment to process food and carry out routine tasks guided by established procedures. </w:t>
            </w:r>
          </w:p>
          <w:p w14:paraId="7E9BEC6C" w14:textId="77777777" w:rsidR="00A772D9" w:rsidRPr="00536741" w:rsidRDefault="00A772D9" w:rsidP="00231AF8">
            <w:pPr>
              <w:pStyle w:val="SIText"/>
            </w:pPr>
          </w:p>
        </w:tc>
      </w:tr>
      <w:tr w:rsidR="00A301E0" w:rsidRPr="00963A46" w14:paraId="55A4CEF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3FDD1FC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B6DAB95" w14:textId="77777777" w:rsidR="00F847EF" w:rsidRPr="00F847EF" w:rsidRDefault="00F847EF" w:rsidP="00F847EF">
            <w:pPr>
              <w:pStyle w:val="SIText"/>
            </w:pPr>
            <w:r w:rsidRPr="00F847EF">
              <w:t xml:space="preserve">These units of competency provide credit towards a number of qualifications in the </w:t>
            </w:r>
            <w:r w:rsidRPr="00F847EF">
              <w:rPr>
                <w:rStyle w:val="SIText-Italic"/>
              </w:rPr>
              <w:t>FBP Food, Beverage and Pharmaceutical Training Package</w:t>
            </w:r>
            <w:r w:rsidRPr="00F847EF">
              <w:t>, including:</w:t>
            </w:r>
          </w:p>
          <w:p w14:paraId="40B7892B" w14:textId="14D421B5" w:rsidR="00F847EF" w:rsidRDefault="00F847EF" w:rsidP="00F847EF">
            <w:pPr>
              <w:pStyle w:val="SIBulletList1"/>
            </w:pPr>
            <w:r w:rsidRPr="00F847EF">
              <w:t>FBP</w:t>
            </w:r>
            <w:r w:rsidR="00820EEE">
              <w:t>2X120</w:t>
            </w:r>
            <w:r w:rsidRPr="00F847EF">
              <w:t xml:space="preserve"> </w:t>
            </w:r>
            <w:r w:rsidR="00820EEE">
              <w:t>Certificate II in Food Processing</w:t>
            </w:r>
          </w:p>
          <w:p w14:paraId="5C16115C" w14:textId="77777777" w:rsidR="00A301E0" w:rsidRPr="00536741" w:rsidRDefault="00A301E0" w:rsidP="00B87BEB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5CDEFD1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EA58E36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04D8057" w14:textId="77777777" w:rsidR="00F847EF" w:rsidRPr="00F847EF" w:rsidRDefault="00F847EF" w:rsidP="00F847EF">
            <w:pPr>
              <w:pStyle w:val="SIText"/>
            </w:pPr>
            <w:r w:rsidRPr="00F847EF">
              <w:t xml:space="preserve">Legislative and regulatory requirements apply to food safety </w:t>
            </w:r>
            <w:r w:rsidRPr="00F847EF">
              <w:rPr>
                <w:rFonts w:eastAsiaTheme="minorHAnsi"/>
              </w:rPr>
              <w:t xml:space="preserve">and are enforced through state/territory jurisdictions. </w:t>
            </w:r>
            <w:r w:rsidRPr="00F847EF">
              <w:t>Users must check with the relevant regulatory authority before delivery.</w:t>
            </w:r>
          </w:p>
          <w:p w14:paraId="58415176" w14:textId="77777777" w:rsidR="00A301E0" w:rsidRPr="00A301E0" w:rsidRDefault="00A301E0" w:rsidP="00F847EF">
            <w:pPr>
              <w:pStyle w:val="SIText"/>
            </w:pPr>
          </w:p>
        </w:tc>
      </w:tr>
      <w:tr w:rsidR="00A772D9" w:rsidRPr="00963A46" w14:paraId="614B66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1A1859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91ADD5D" w14:textId="17EA246E" w:rsidR="00DA1DA2" w:rsidRPr="00DA1DA2" w:rsidRDefault="00DA1DA2" w:rsidP="00DA1DA2">
            <w:pPr>
              <w:pStyle w:val="SIBulletList1"/>
            </w:pPr>
            <w:r w:rsidRPr="00DA1DA2">
              <w:t>FBPWHS2001 Participate in work health and safety processes</w:t>
            </w:r>
          </w:p>
          <w:p w14:paraId="7C1EF1EC" w14:textId="1B1CC0BD" w:rsidR="00DA1DA2" w:rsidRPr="00DA1DA2" w:rsidRDefault="00DA1DA2" w:rsidP="00DA1DA2">
            <w:pPr>
              <w:pStyle w:val="SIBulletList1"/>
            </w:pPr>
            <w:r w:rsidRPr="00DA1DA2">
              <w:t>FBPFSY2001 Implement the food safety program and procedures</w:t>
            </w:r>
          </w:p>
          <w:p w14:paraId="1C873756" w14:textId="77777777" w:rsidR="00DA1DA2" w:rsidRPr="00DA1DA2" w:rsidRDefault="00DA1DA2" w:rsidP="00DA1DA2">
            <w:pPr>
              <w:pStyle w:val="SIBulletList1"/>
            </w:pPr>
            <w:r w:rsidRPr="00DA1DA2">
              <w:t xml:space="preserve">FBPOPR2071 Provide and apply workplace information </w:t>
            </w:r>
          </w:p>
          <w:p w14:paraId="4BBE3AE3" w14:textId="384E4C66" w:rsidR="00DA1DA2" w:rsidRPr="00DA1DA2" w:rsidRDefault="00DA1DA2" w:rsidP="00DA1DA2">
            <w:pPr>
              <w:pStyle w:val="SIBulletList1"/>
            </w:pPr>
            <w:r w:rsidRPr="00DA1DA2">
              <w:t>FBPOPR2XX1 Follow procedures to maintain Good Manufacturing Practice in food processing</w:t>
            </w:r>
          </w:p>
          <w:p w14:paraId="10A2CCA4" w14:textId="77777777" w:rsidR="00DA1DA2" w:rsidRPr="00C7630F" w:rsidRDefault="00DA1DA2" w:rsidP="00DA1DA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9C83950" w14:textId="2FE5EE10" w:rsidR="00C7630F" w:rsidRPr="00536741" w:rsidRDefault="00C7630F" w:rsidP="00C7630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6A44C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49D0FA5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6A66D91E" w14:textId="17AB4142" w:rsidR="0016138C" w:rsidRPr="00536741" w:rsidRDefault="006A1D6C" w:rsidP="00820EEE">
            <w:pPr>
              <w:pStyle w:val="SIText"/>
            </w:pPr>
            <w:r>
              <w:t xml:space="preserve">This skill set is for </w:t>
            </w:r>
            <w:r w:rsidR="00F847EF">
              <w:t xml:space="preserve">those </w:t>
            </w:r>
            <w:r w:rsidR="00E13863">
              <w:t>beginning</w:t>
            </w:r>
            <w:r w:rsidR="00F847EF">
              <w:t xml:space="preserve"> work </w:t>
            </w:r>
            <w:r w:rsidR="00E13863">
              <w:t>as an operator in a</w:t>
            </w:r>
            <w:r w:rsidR="00F847EF">
              <w:t xml:space="preserve"> food processing </w:t>
            </w:r>
            <w:r w:rsidR="00820EEE">
              <w:t>workplace</w:t>
            </w:r>
            <w:r w:rsidR="00E13863">
              <w:t>,</w:t>
            </w:r>
            <w:r w:rsidR="00820EEE">
              <w:t xml:space="preserve"> who will carry out operational tasks under supervision.</w:t>
            </w:r>
          </w:p>
        </w:tc>
      </w:tr>
      <w:tr w:rsidR="00DB557A" w:rsidRPr="00963A46" w14:paraId="7563E93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81EA7E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1CD41C" w14:textId="09B6B316" w:rsidR="00231AF8" w:rsidRPr="00231AF8" w:rsidRDefault="00231AF8" w:rsidP="00231AF8">
            <w:pPr>
              <w:pStyle w:val="SIText"/>
            </w:pPr>
            <w:r w:rsidRPr="00231AF8">
              <w:t xml:space="preserve">These competencies from the </w:t>
            </w:r>
            <w:r w:rsidRPr="00231AF8">
              <w:rPr>
                <w:rStyle w:val="SIText-Italic"/>
              </w:rPr>
              <w:t xml:space="preserve">FBP Food, Beverage and Pharmaceutical Training Package </w:t>
            </w:r>
            <w:r w:rsidRPr="00231AF8">
              <w:t xml:space="preserve">meet the requirements for those </w:t>
            </w:r>
            <w:r w:rsidR="00820EEE">
              <w:t>entering the food processing industry.</w:t>
            </w:r>
            <w:r w:rsidRPr="00231AF8">
              <w:t xml:space="preserve"> </w:t>
            </w:r>
          </w:p>
          <w:p w14:paraId="1C022C09" w14:textId="77777777" w:rsidR="00231AF8" w:rsidRPr="00231AF8" w:rsidRDefault="00231AF8" w:rsidP="00231AF8">
            <w:pPr>
              <w:pStyle w:val="SIText"/>
            </w:pPr>
          </w:p>
          <w:p w14:paraId="1A602479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14F6796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2FEEF" w14:textId="77777777" w:rsidR="005E3D2E" w:rsidRDefault="005E3D2E" w:rsidP="00BF3F0A">
      <w:r>
        <w:separator/>
      </w:r>
    </w:p>
    <w:p w14:paraId="24EAE2CE" w14:textId="77777777" w:rsidR="005E3D2E" w:rsidRDefault="005E3D2E"/>
  </w:endnote>
  <w:endnote w:type="continuationSeparator" w:id="0">
    <w:p w14:paraId="75EC7E93" w14:textId="77777777" w:rsidR="005E3D2E" w:rsidRDefault="005E3D2E" w:rsidP="00BF3F0A">
      <w:r>
        <w:continuationSeparator/>
      </w:r>
    </w:p>
    <w:p w14:paraId="0CC0C96A" w14:textId="77777777" w:rsidR="005E3D2E" w:rsidRDefault="005E3D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818EE" w14:textId="77777777" w:rsidR="00E13863" w:rsidRDefault="00E138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7F9D7F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6DE7D7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07FFF3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97BE9" w14:textId="77777777" w:rsidR="00E13863" w:rsidRDefault="00E138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95EFA" w14:textId="77777777" w:rsidR="005E3D2E" w:rsidRDefault="005E3D2E" w:rsidP="00BF3F0A">
      <w:r>
        <w:separator/>
      </w:r>
    </w:p>
    <w:p w14:paraId="114D8FEA" w14:textId="77777777" w:rsidR="005E3D2E" w:rsidRDefault="005E3D2E"/>
  </w:footnote>
  <w:footnote w:type="continuationSeparator" w:id="0">
    <w:p w14:paraId="1C09E1B9" w14:textId="77777777" w:rsidR="005E3D2E" w:rsidRDefault="005E3D2E" w:rsidP="00BF3F0A">
      <w:r>
        <w:continuationSeparator/>
      </w:r>
    </w:p>
    <w:p w14:paraId="4225293C" w14:textId="77777777" w:rsidR="005E3D2E" w:rsidRDefault="005E3D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75C40" w14:textId="77777777" w:rsidR="00E13863" w:rsidRDefault="00E138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375F1" w14:textId="6BFEBCA9" w:rsidR="009C2650" w:rsidRPr="00E13863" w:rsidRDefault="005E3D2E" w:rsidP="00E13863">
    <w:pPr>
      <w:pStyle w:val="SIText"/>
    </w:pPr>
    <w:sdt>
      <w:sdtPr>
        <w:id w:val="-581607850"/>
        <w:docPartObj>
          <w:docPartGallery w:val="Watermarks"/>
          <w:docPartUnique/>
        </w:docPartObj>
      </w:sdtPr>
      <w:sdtEndPr/>
      <w:sdtContent>
        <w:r>
          <w:pict w14:anchorId="12A115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47EF" w:rsidRPr="00E13863">
      <w:t>FBPSSXXXX0</w:t>
    </w:r>
    <w:r w:rsidR="00133102" w:rsidRPr="00E13863">
      <w:t>5</w:t>
    </w:r>
    <w:r w:rsidR="00F847EF" w:rsidRPr="00E13863">
      <w:t xml:space="preserve"> </w:t>
    </w:r>
    <w:r w:rsidR="00E13863" w:rsidRPr="00E13863">
      <w:rPr>
        <w:rStyle w:val="SITemporaryText-green"/>
        <w:color w:val="auto"/>
        <w:sz w:val="20"/>
        <w:szCs w:val="22"/>
      </w:rPr>
      <w:t>Supervised Food Processing Operator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5B266" w14:textId="77777777" w:rsidR="00E13863" w:rsidRDefault="00E138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DA2F2E"/>
    <w:multiLevelType w:val="hybridMultilevel"/>
    <w:tmpl w:val="F342AB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EF"/>
    <w:rsid w:val="000014B9"/>
    <w:rsid w:val="00004FEA"/>
    <w:rsid w:val="00005A15"/>
    <w:rsid w:val="0001108F"/>
    <w:rsid w:val="000115E2"/>
    <w:rsid w:val="00012505"/>
    <w:rsid w:val="0001296A"/>
    <w:rsid w:val="00016803"/>
    <w:rsid w:val="00023992"/>
    <w:rsid w:val="00027766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1C27"/>
    <w:rsid w:val="000F29F2"/>
    <w:rsid w:val="000F4CD8"/>
    <w:rsid w:val="00101659"/>
    <w:rsid w:val="001078BF"/>
    <w:rsid w:val="00133102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5303"/>
    <w:rsid w:val="0021414D"/>
    <w:rsid w:val="00223124"/>
    <w:rsid w:val="00231AF8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54F4B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14A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3D2E"/>
    <w:rsid w:val="005F33CC"/>
    <w:rsid w:val="006121D4"/>
    <w:rsid w:val="00613B49"/>
    <w:rsid w:val="00620E8E"/>
    <w:rsid w:val="00633CFE"/>
    <w:rsid w:val="00634FCA"/>
    <w:rsid w:val="006404B5"/>
    <w:rsid w:val="006452B8"/>
    <w:rsid w:val="00645A4D"/>
    <w:rsid w:val="00652E62"/>
    <w:rsid w:val="006533F9"/>
    <w:rsid w:val="00687B62"/>
    <w:rsid w:val="00690C44"/>
    <w:rsid w:val="00695891"/>
    <w:rsid w:val="006969D9"/>
    <w:rsid w:val="006A1D6C"/>
    <w:rsid w:val="006A2B68"/>
    <w:rsid w:val="006C159E"/>
    <w:rsid w:val="006C2F32"/>
    <w:rsid w:val="006C35E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30E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0EEE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1D87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BEB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799D"/>
    <w:rsid w:val="00C54EF8"/>
    <w:rsid w:val="00C578E9"/>
    <w:rsid w:val="00C70626"/>
    <w:rsid w:val="00C72860"/>
    <w:rsid w:val="00C73B90"/>
    <w:rsid w:val="00C7630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77298"/>
    <w:rsid w:val="00D810DE"/>
    <w:rsid w:val="00D87D32"/>
    <w:rsid w:val="00D87FE5"/>
    <w:rsid w:val="00D92C83"/>
    <w:rsid w:val="00DA0A81"/>
    <w:rsid w:val="00DA1DA2"/>
    <w:rsid w:val="00DA3C10"/>
    <w:rsid w:val="00DA53B5"/>
    <w:rsid w:val="00DB557A"/>
    <w:rsid w:val="00DC1D69"/>
    <w:rsid w:val="00DC5A3A"/>
    <w:rsid w:val="00E13863"/>
    <w:rsid w:val="00E160D3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2268"/>
    <w:rsid w:val="00F847E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CF0FA1"/>
  <w15:docId w15:val="{E2458D51-7B0A-482A-8CF3-0353F758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62D183EE358B4487EE1A09C8AE8A92" ma:contentTypeVersion="" ma:contentTypeDescription="Create a new document." ma:contentTypeScope="" ma:versionID="6fac229c3578e75be4e340e2f7cfc6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64f7dee-ce08-4ab4-970c-ecf5610c11cb" targetNamespace="http://schemas.microsoft.com/office/2006/metadata/properties" ma:root="true" ma:fieldsID="81351893807a03752dc7a7f45898c57d" ns1:_="" ns2:_="" ns3:_="">
    <xsd:import namespace="http://schemas.microsoft.com/sharepoint/v3"/>
    <xsd:import namespace="d50bbff7-d6dd-47d2-864a-cfdc2c3db0f4"/>
    <xsd:import namespace="464f7dee-ce08-4ab4-970c-ecf5610c11c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f7dee-ce08-4ab4-970c-ecf5610c1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DB9BF-DD84-43C7-AFB1-5D8D0C653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64f7dee-ce08-4ab4-970c-ecf5610c1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3D0B99E7-1B70-48B8-9DB6-B73000CD8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(2)</Template>
  <TotalTime>27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Jenni Oldfield</cp:lastModifiedBy>
  <cp:revision>8</cp:revision>
  <cp:lastPrinted>2016-05-27T05:21:00Z</cp:lastPrinted>
  <dcterms:created xsi:type="dcterms:W3CDTF">2020-08-17T06:27:00Z</dcterms:created>
  <dcterms:modified xsi:type="dcterms:W3CDTF">2020-09-15T04:31:00Z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0x0101007562D183EE358B4487EE1A09C8AE8A92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