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BB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46FB804" w14:textId="77777777" w:rsidTr="00F279E6">
        <w:tc>
          <w:tcPr>
            <w:tcW w:w="1396" w:type="pct"/>
            <w:shd w:val="clear" w:color="auto" w:fill="auto"/>
          </w:tcPr>
          <w:p w14:paraId="6DE94279" w14:textId="69214747" w:rsidR="00A301E0" w:rsidRPr="00536741" w:rsidRDefault="00D14B86" w:rsidP="00536741">
            <w:pPr>
              <w:pStyle w:val="SISSCODE"/>
            </w:pPr>
            <w:r>
              <w:t>AHCSS000XX</w:t>
            </w:r>
          </w:p>
        </w:tc>
        <w:tc>
          <w:tcPr>
            <w:tcW w:w="3604" w:type="pct"/>
            <w:shd w:val="clear" w:color="auto" w:fill="auto"/>
          </w:tcPr>
          <w:p w14:paraId="28A81D10" w14:textId="59C25217" w:rsidR="00A301E0" w:rsidRPr="00536741" w:rsidRDefault="006C4013" w:rsidP="00536741">
            <w:pPr>
              <w:pStyle w:val="SISStitle"/>
            </w:pPr>
            <w:r>
              <w:t xml:space="preserve">Design Brief for </w:t>
            </w:r>
            <w:r w:rsidR="00D14B86">
              <w:t xml:space="preserve">Therapeutic Horticulture </w:t>
            </w:r>
            <w:r>
              <w:t>Garden</w:t>
            </w:r>
            <w:r w:rsidR="00B468A6" w:rsidRPr="00B468A6">
              <w:t xml:space="preserve"> Skill Set</w:t>
            </w:r>
          </w:p>
        </w:tc>
      </w:tr>
    </w:tbl>
    <w:p w14:paraId="5CF35D0C" w14:textId="77777777" w:rsidR="00A301E0" w:rsidRPr="00536741" w:rsidRDefault="00A301E0" w:rsidP="00A301E0"/>
    <w:p w14:paraId="7F458F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9611D9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116820C" w14:textId="77777777" w:rsidTr="002A1BEA">
        <w:tc>
          <w:tcPr>
            <w:tcW w:w="1396" w:type="pct"/>
            <w:shd w:val="clear" w:color="auto" w:fill="auto"/>
          </w:tcPr>
          <w:p w14:paraId="5A378C45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00D162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2E85E9FB" w14:textId="77777777" w:rsidTr="002A1BEA">
        <w:tc>
          <w:tcPr>
            <w:tcW w:w="1396" w:type="pct"/>
            <w:shd w:val="clear" w:color="auto" w:fill="auto"/>
          </w:tcPr>
          <w:p w14:paraId="4787D795" w14:textId="183BACD5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F161DE7" w14:textId="1CD01821" w:rsidR="00536741" w:rsidRDefault="00B468A6" w:rsidP="00536741">
            <w:pPr>
              <w:pStyle w:val="SIText"/>
            </w:pPr>
            <w:r w:rsidRPr="00B468A6">
              <w:t xml:space="preserve">This version released with AHC Agriculture, Horticulture and Conservation and Land Management Training Package Version </w:t>
            </w:r>
            <w:r w:rsidR="00D14B86">
              <w:t>7</w:t>
            </w:r>
            <w:r w:rsidRPr="00B468A6">
              <w:t>.0.</w:t>
            </w:r>
          </w:p>
        </w:tc>
      </w:tr>
    </w:tbl>
    <w:p w14:paraId="626E0B76" w14:textId="77777777" w:rsidR="00536741" w:rsidRDefault="00536741" w:rsidP="00536741">
      <w:pPr>
        <w:rPr>
          <w:lang w:eastAsia="en-US"/>
        </w:rPr>
      </w:pPr>
    </w:p>
    <w:p w14:paraId="32BAA06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160BE5" w14:textId="77777777" w:rsidTr="000D7BE6">
        <w:tc>
          <w:tcPr>
            <w:tcW w:w="5000" w:type="pct"/>
            <w:shd w:val="clear" w:color="auto" w:fill="auto"/>
          </w:tcPr>
          <w:p w14:paraId="3CA991C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58CC2B2" w14:textId="0ED4325F" w:rsidR="00A772D9" w:rsidRPr="00536741" w:rsidRDefault="00F34338" w:rsidP="00681ABE">
            <w:pPr>
              <w:pStyle w:val="SIText"/>
            </w:pPr>
            <w:bookmarkStart w:id="0" w:name="_Hlk71039013"/>
            <w:r>
              <w:t xml:space="preserve">This skill set provides the skills and knowledge required to </w:t>
            </w:r>
            <w:r w:rsidR="00D14B86">
              <w:t xml:space="preserve">develop a </w:t>
            </w:r>
            <w:r w:rsidR="006C4013">
              <w:t xml:space="preserve">design brief for a </w:t>
            </w:r>
            <w:r w:rsidR="001D4EF0">
              <w:t>therapeutic horticulture</w:t>
            </w:r>
            <w:r w:rsidR="00D14B86">
              <w:t xml:space="preserve"> </w:t>
            </w:r>
            <w:bookmarkEnd w:id="0"/>
            <w:r w:rsidR="006C4013">
              <w:t>garden</w:t>
            </w:r>
            <w:r w:rsidR="00C82418">
              <w:t>.</w:t>
            </w:r>
          </w:p>
        </w:tc>
      </w:tr>
      <w:tr w:rsidR="00A301E0" w:rsidRPr="00963A46" w14:paraId="0BEAB14C" w14:textId="77777777" w:rsidTr="00156C2D">
        <w:trPr>
          <w:trHeight w:val="527"/>
        </w:trPr>
        <w:tc>
          <w:tcPr>
            <w:tcW w:w="5000" w:type="pct"/>
            <w:shd w:val="clear" w:color="auto" w:fill="auto"/>
          </w:tcPr>
          <w:p w14:paraId="2CD312E1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638CBAE" w14:textId="633D99D6" w:rsidR="00B468A6" w:rsidRPr="00B468A6" w:rsidRDefault="00B468A6" w:rsidP="00081FA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commentRangeStart w:id="1"/>
            <w:r w:rsidRPr="00B468A6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Pr="00081FAA">
              <w:rPr>
                <w:rStyle w:val="SITemporarytext-red"/>
                <w:color w:val="auto"/>
                <w:sz w:val="20"/>
                <w:szCs w:val="22"/>
              </w:rPr>
              <w:t>units</w:t>
            </w:r>
            <w:r w:rsidR="00A5541F" w:rsidRPr="00081FAA">
              <w:rPr>
                <w:rStyle w:val="SITemporarytext-red"/>
                <w:color w:val="auto"/>
                <w:sz w:val="20"/>
                <w:szCs w:val="22"/>
              </w:rPr>
              <w:t xml:space="preserve"> of competency</w:t>
            </w:r>
            <w:r w:rsidRPr="00081FAA">
              <w:rPr>
                <w:rStyle w:val="SITemporarytext-red"/>
                <w:color w:val="auto"/>
                <w:sz w:val="20"/>
                <w:szCs w:val="22"/>
              </w:rPr>
              <w:t xml:space="preserve"> provide</w:t>
            </w:r>
            <w:r w:rsidRPr="00B468A6">
              <w:rPr>
                <w:rStyle w:val="SITemporarytext-red"/>
                <w:color w:val="auto"/>
                <w:sz w:val="20"/>
                <w:szCs w:val="22"/>
              </w:rPr>
              <w:t xml:space="preserve"> credit towards </w:t>
            </w:r>
            <w:r w:rsidR="00A5541F" w:rsidRPr="00A5541F">
              <w:rPr>
                <w:rStyle w:val="SIText-Italic"/>
              </w:rPr>
              <w:t>AHC4</w:t>
            </w:r>
            <w:r w:rsidR="00027A3E">
              <w:rPr>
                <w:rStyle w:val="SIText-Italic"/>
              </w:rPr>
              <w:t>0416</w:t>
            </w:r>
            <w:r w:rsidRPr="00A5541F">
              <w:rPr>
                <w:rStyle w:val="SIText-Italic"/>
              </w:rPr>
              <w:t xml:space="preserve"> Certificate IV in </w:t>
            </w:r>
            <w:r w:rsidR="00027A3E">
              <w:rPr>
                <w:rStyle w:val="SIText-Italic"/>
              </w:rPr>
              <w:t>Horticulture</w:t>
            </w:r>
            <w:r w:rsidR="004046AD">
              <w:rPr>
                <w:rStyle w:val="SIText-Italic"/>
              </w:rPr>
              <w:t xml:space="preserve"> </w:t>
            </w:r>
            <w:r w:rsidR="004046AD" w:rsidRPr="004046AD">
              <w:rPr>
                <w:rStyle w:val="SIText-Italic"/>
                <w:i w:val="0"/>
                <w:szCs w:val="22"/>
              </w:rPr>
              <w:t>and</w:t>
            </w:r>
            <w:r w:rsidR="004046AD">
              <w:rPr>
                <w:rStyle w:val="SIText-Italic"/>
              </w:rPr>
              <w:t xml:space="preserve"> AHC</w:t>
            </w:r>
            <w:r w:rsidR="00D14B86">
              <w:rPr>
                <w:rStyle w:val="SIText-Italic"/>
              </w:rPr>
              <w:t>4</w:t>
            </w:r>
            <w:r w:rsidR="004046AD">
              <w:rPr>
                <w:rStyle w:val="SIText-Italic"/>
              </w:rPr>
              <w:t xml:space="preserve">XX21 </w:t>
            </w:r>
            <w:r w:rsidR="00D14B86">
              <w:rPr>
                <w:rStyle w:val="SIText-Italic"/>
              </w:rPr>
              <w:t>Certificate IV in Landscape Design</w:t>
            </w:r>
            <w:r w:rsidRPr="00B468A6">
              <w:rPr>
                <w:rStyle w:val="SITemporarytext-red"/>
                <w:color w:val="auto"/>
                <w:sz w:val="20"/>
                <w:szCs w:val="22"/>
              </w:rPr>
              <w:t>.</w:t>
            </w:r>
            <w:commentRangeEnd w:id="1"/>
            <w:r w:rsidR="00AB187C">
              <w:rPr>
                <w:sz w:val="22"/>
                <w:lang w:eastAsia="en-AU"/>
              </w:rPr>
              <w:commentReference w:id="1"/>
            </w:r>
          </w:p>
        </w:tc>
      </w:tr>
      <w:tr w:rsidR="00A301E0" w:rsidRPr="00963A46" w14:paraId="67F5F053" w14:textId="77777777" w:rsidTr="00156C2D">
        <w:trPr>
          <w:trHeight w:val="565"/>
        </w:trPr>
        <w:tc>
          <w:tcPr>
            <w:tcW w:w="5000" w:type="pct"/>
            <w:shd w:val="clear" w:color="auto" w:fill="auto"/>
          </w:tcPr>
          <w:p w14:paraId="45A0775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C3147E" w14:textId="48EF04C3" w:rsidR="006D34B1" w:rsidRPr="00A301E0" w:rsidRDefault="00A5541F">
            <w:pPr>
              <w:pStyle w:val="SIText"/>
            </w:pPr>
            <w:r>
              <w:t>No licensing</w:t>
            </w:r>
            <w:r w:rsidR="004D2EA4">
              <w:t>,</w:t>
            </w:r>
            <w:r>
              <w:t xml:space="preserve"> </w:t>
            </w:r>
            <w:r w:rsidR="004D2EA4">
              <w:t xml:space="preserve">legislative </w:t>
            </w:r>
            <w:r>
              <w:t xml:space="preserve">or </w:t>
            </w:r>
            <w:r w:rsidR="004D2EA4">
              <w:t>certification</w:t>
            </w:r>
            <w:r>
              <w:t xml:space="preserve"> requirements apply to this skill set at the time of pu</w:t>
            </w:r>
            <w:r w:rsidRPr="00A5541F">
              <w:t>blication.</w:t>
            </w:r>
          </w:p>
        </w:tc>
      </w:tr>
      <w:tr w:rsidR="00A772D9" w:rsidRPr="00963A46" w14:paraId="06934E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111961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C099484" w14:textId="77A46B2B" w:rsidR="001F28F9" w:rsidRPr="00536741" w:rsidRDefault="00D14B86" w:rsidP="00B468A6">
            <w:pPr>
              <w:pStyle w:val="SIBulletList1"/>
            </w:pPr>
            <w:r>
              <w:t xml:space="preserve">AHCTHH4XX </w:t>
            </w:r>
            <w:r w:rsidR="00081FAA">
              <w:t>D</w:t>
            </w:r>
            <w:r w:rsidR="001F441F">
              <w:t>evelop a</w:t>
            </w:r>
            <w:r>
              <w:t xml:space="preserve"> </w:t>
            </w:r>
            <w:r w:rsidR="005B44B8">
              <w:t xml:space="preserve">therapeutic horticulture </w:t>
            </w:r>
            <w:r w:rsidR="00AF331D">
              <w:t>design brief</w:t>
            </w:r>
          </w:p>
        </w:tc>
      </w:tr>
      <w:tr w:rsidR="005C7EA8" w:rsidRPr="00963A46" w14:paraId="5B442683" w14:textId="77777777" w:rsidTr="00B468A6">
        <w:trPr>
          <w:trHeight w:val="416"/>
        </w:trPr>
        <w:tc>
          <w:tcPr>
            <w:tcW w:w="5000" w:type="pct"/>
            <w:shd w:val="clear" w:color="auto" w:fill="auto"/>
          </w:tcPr>
          <w:p w14:paraId="5C4835DC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5AAF9F7" w14:textId="1B7AC10A" w:rsidR="0016138C" w:rsidRPr="00536741" w:rsidRDefault="00A5541F" w:rsidP="00536741">
            <w:pPr>
              <w:pStyle w:val="SIText"/>
            </w:pPr>
            <w:bookmarkStart w:id="2" w:name="_Hlk71039152"/>
            <w:r>
              <w:t xml:space="preserve">This skill set is for </w:t>
            </w:r>
            <w:r w:rsidR="006C4013">
              <w:t xml:space="preserve">landscaping design contractors responsible for providing professional design services for therapeutic horticulture garden design </w:t>
            </w:r>
            <w:r w:rsidR="00254FD6">
              <w:t>in the capacity of</w:t>
            </w:r>
            <w:r w:rsidR="00F34338">
              <w:t xml:space="preserve"> a s</w:t>
            </w:r>
            <w:r w:rsidR="00B468A6" w:rsidRPr="00B468A6">
              <w:t>ole trader or small business</w:t>
            </w:r>
            <w:bookmarkEnd w:id="2"/>
            <w:r w:rsidR="00B468A6" w:rsidRPr="00B468A6">
              <w:t>.</w:t>
            </w:r>
          </w:p>
        </w:tc>
      </w:tr>
      <w:tr w:rsidR="00DB557A" w:rsidRPr="00963A46" w14:paraId="5CB41850" w14:textId="77777777" w:rsidTr="00156C2D">
        <w:trPr>
          <w:trHeight w:val="1070"/>
        </w:trPr>
        <w:tc>
          <w:tcPr>
            <w:tcW w:w="5000" w:type="pct"/>
            <w:shd w:val="clear" w:color="auto" w:fill="auto"/>
          </w:tcPr>
          <w:p w14:paraId="608648C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712F0FD" w14:textId="15970655" w:rsidR="00B468A6" w:rsidRPr="00B468A6" w:rsidRDefault="00B468A6" w:rsidP="00A5541F">
            <w:pPr>
              <w:pStyle w:val="SIText"/>
            </w:pPr>
            <w:r w:rsidRPr="00B468A6">
              <w:t xml:space="preserve">These competencies </w:t>
            </w:r>
            <w:r w:rsidR="00A5541F">
              <w:t xml:space="preserve">from the </w:t>
            </w:r>
            <w:r w:rsidR="00A5541F">
              <w:rPr>
                <w:rStyle w:val="SIText-Italic"/>
              </w:rPr>
              <w:t xml:space="preserve">AHC Agriculture, Horticulture and Conservation and Land Management Training Package </w:t>
            </w:r>
            <w:r w:rsidRPr="00B468A6">
              <w:t xml:space="preserve">meet the industry requirements for </w:t>
            </w:r>
            <w:r w:rsidR="0000274F">
              <w:t xml:space="preserve">developing </w:t>
            </w:r>
            <w:r w:rsidRPr="00B468A6">
              <w:t xml:space="preserve">a </w:t>
            </w:r>
            <w:r w:rsidR="0000274F">
              <w:t>therapeutic horticulture design brief as a horticulture or landscape design</w:t>
            </w:r>
            <w:r w:rsidRPr="00B468A6">
              <w:t xml:space="preserve"> contractor.</w:t>
            </w:r>
          </w:p>
        </w:tc>
      </w:tr>
    </w:tbl>
    <w:p w14:paraId="04159F51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Peter" w:date="2021-04-27T14:46:00Z" w:initials="PM">
    <w:p w14:paraId="515C3AF5" w14:textId="77777777" w:rsidR="00AB187C" w:rsidRDefault="00AB187C">
      <w:r>
        <w:annotationRef/>
      </w:r>
      <w:r>
        <w:t xml:space="preserve">Should this pathways information say something </w:t>
      </w:r>
      <w:proofErr w:type="gramStart"/>
      <w:r>
        <w:t>like:</w:t>
      </w:r>
      <w:proofErr w:type="gramEnd"/>
    </w:p>
    <w:p w14:paraId="434776C4" w14:textId="4FFE83FD" w:rsidR="00AB187C" w:rsidRDefault="00AB187C">
      <w:r>
        <w:t>The skill set may only be undertaken in addition to or as part of one of the following:</w:t>
      </w:r>
    </w:p>
    <w:p w14:paraId="78B9422D" w14:textId="77777777" w:rsidR="00AB187C" w:rsidRDefault="00AB187C" w:rsidP="002C44A3">
      <w:pPr>
        <w:pStyle w:val="SIBulletList1"/>
      </w:pPr>
      <w:r>
        <w:t>AHC40416 Certificate IV in Horticulture</w:t>
      </w:r>
    </w:p>
    <w:p w14:paraId="21F4AF60" w14:textId="6B2A9325" w:rsidR="00AB187C" w:rsidRDefault="00AB187C" w:rsidP="002C44A3">
      <w:pPr>
        <w:pStyle w:val="SIBulletList1"/>
      </w:pPr>
      <w:r>
        <w:t>AHC4XX21 Certificate IV in Landscape Design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1F4AF6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2A25F" w16cex:dateUtc="2021-04-27T04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F4AF60" w16cid:durableId="2432A2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54401" w14:textId="77777777" w:rsidR="00453268" w:rsidRDefault="00453268" w:rsidP="00BF3F0A">
      <w:r>
        <w:separator/>
      </w:r>
    </w:p>
    <w:p w14:paraId="058E8F91" w14:textId="77777777" w:rsidR="00453268" w:rsidRDefault="00453268"/>
  </w:endnote>
  <w:endnote w:type="continuationSeparator" w:id="0">
    <w:p w14:paraId="6036292B" w14:textId="77777777" w:rsidR="00453268" w:rsidRDefault="00453268" w:rsidP="00BF3F0A">
      <w:r>
        <w:continuationSeparator/>
      </w:r>
    </w:p>
    <w:p w14:paraId="18D62D77" w14:textId="77777777" w:rsidR="00453268" w:rsidRDefault="00453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CB313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72D1B0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87286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CB1C6" w14:textId="77777777" w:rsidR="00453268" w:rsidRDefault="00453268" w:rsidP="00BF3F0A">
      <w:r>
        <w:separator/>
      </w:r>
    </w:p>
    <w:p w14:paraId="0E4CE07C" w14:textId="77777777" w:rsidR="00453268" w:rsidRDefault="00453268"/>
  </w:footnote>
  <w:footnote w:type="continuationSeparator" w:id="0">
    <w:p w14:paraId="3617EC49" w14:textId="77777777" w:rsidR="00453268" w:rsidRDefault="00453268" w:rsidP="00BF3F0A">
      <w:r>
        <w:continuationSeparator/>
      </w:r>
    </w:p>
    <w:p w14:paraId="4ED06A56" w14:textId="77777777" w:rsidR="00453268" w:rsidRDefault="004532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3BD1" w14:textId="74DCE822" w:rsidR="009C2650" w:rsidRPr="00B468A6" w:rsidRDefault="00D14B86" w:rsidP="00B468A6">
    <w:r>
      <w:t>AHCSS000XX</w:t>
    </w:r>
    <w:r w:rsidR="00B468A6" w:rsidRPr="00B468A6">
      <w:t xml:space="preserve"> </w:t>
    </w:r>
    <w:r w:rsidR="006C4013">
      <w:t xml:space="preserve">Design Brief for </w:t>
    </w:r>
    <w:r>
      <w:t xml:space="preserve">Therapeutic Horticulture </w:t>
    </w:r>
    <w:r w:rsidR="006C4013">
      <w:t>Garden</w:t>
    </w:r>
    <w:r w:rsidR="00B468A6" w:rsidRPr="00B468A6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63"/>
    <w:rsid w:val="000014B9"/>
    <w:rsid w:val="0000274F"/>
    <w:rsid w:val="00005A15"/>
    <w:rsid w:val="0001108F"/>
    <w:rsid w:val="000115E2"/>
    <w:rsid w:val="0001296A"/>
    <w:rsid w:val="00016803"/>
    <w:rsid w:val="00023992"/>
    <w:rsid w:val="00027A3E"/>
    <w:rsid w:val="00040188"/>
    <w:rsid w:val="00041E59"/>
    <w:rsid w:val="00053D7E"/>
    <w:rsid w:val="00064BFE"/>
    <w:rsid w:val="00070B3E"/>
    <w:rsid w:val="00071F95"/>
    <w:rsid w:val="000737BB"/>
    <w:rsid w:val="00074E47"/>
    <w:rsid w:val="00081FAA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C2D"/>
    <w:rsid w:val="00156EF3"/>
    <w:rsid w:val="0016138C"/>
    <w:rsid w:val="00163EEE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EF0"/>
    <w:rsid w:val="001E16BC"/>
    <w:rsid w:val="001F28F9"/>
    <w:rsid w:val="001F2BA5"/>
    <w:rsid w:val="001F308D"/>
    <w:rsid w:val="001F441F"/>
    <w:rsid w:val="00201A7C"/>
    <w:rsid w:val="0021414D"/>
    <w:rsid w:val="00223124"/>
    <w:rsid w:val="00234444"/>
    <w:rsid w:val="002349E5"/>
    <w:rsid w:val="00242293"/>
    <w:rsid w:val="00244EA7"/>
    <w:rsid w:val="00254FD6"/>
    <w:rsid w:val="00262536"/>
    <w:rsid w:val="00262FC3"/>
    <w:rsid w:val="00276DB8"/>
    <w:rsid w:val="00282664"/>
    <w:rsid w:val="00285FB8"/>
    <w:rsid w:val="002931C2"/>
    <w:rsid w:val="002A4CD3"/>
    <w:rsid w:val="002C44A3"/>
    <w:rsid w:val="002C55E9"/>
    <w:rsid w:val="002D0C8B"/>
    <w:rsid w:val="002E193E"/>
    <w:rsid w:val="002E3EFB"/>
    <w:rsid w:val="002F35DB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3FB8"/>
    <w:rsid w:val="003A58BA"/>
    <w:rsid w:val="003A5AE7"/>
    <w:rsid w:val="003A7221"/>
    <w:rsid w:val="003C13AE"/>
    <w:rsid w:val="003C16B1"/>
    <w:rsid w:val="003D2E73"/>
    <w:rsid w:val="003E7BBE"/>
    <w:rsid w:val="003F06BF"/>
    <w:rsid w:val="004046AD"/>
    <w:rsid w:val="004127E3"/>
    <w:rsid w:val="0043212E"/>
    <w:rsid w:val="00434366"/>
    <w:rsid w:val="00444423"/>
    <w:rsid w:val="00445624"/>
    <w:rsid w:val="004463CA"/>
    <w:rsid w:val="00452F3E"/>
    <w:rsid w:val="00453268"/>
    <w:rsid w:val="004532D2"/>
    <w:rsid w:val="00453E79"/>
    <w:rsid w:val="004640AE"/>
    <w:rsid w:val="00475172"/>
    <w:rsid w:val="004758B0"/>
    <w:rsid w:val="00480A3C"/>
    <w:rsid w:val="004832D2"/>
    <w:rsid w:val="00485559"/>
    <w:rsid w:val="004943A7"/>
    <w:rsid w:val="004A142B"/>
    <w:rsid w:val="004A44E8"/>
    <w:rsid w:val="004B29B7"/>
    <w:rsid w:val="004C2244"/>
    <w:rsid w:val="004C79A1"/>
    <w:rsid w:val="004D0D5F"/>
    <w:rsid w:val="004D1569"/>
    <w:rsid w:val="004D2710"/>
    <w:rsid w:val="004D2EA4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0513"/>
    <w:rsid w:val="005427C8"/>
    <w:rsid w:val="005446D1"/>
    <w:rsid w:val="00552163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44B8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1B"/>
    <w:rsid w:val="006404B5"/>
    <w:rsid w:val="00640661"/>
    <w:rsid w:val="006452B8"/>
    <w:rsid w:val="00652E62"/>
    <w:rsid w:val="00681ABE"/>
    <w:rsid w:val="00687B62"/>
    <w:rsid w:val="00690C44"/>
    <w:rsid w:val="00695891"/>
    <w:rsid w:val="006969D9"/>
    <w:rsid w:val="006A1D6C"/>
    <w:rsid w:val="006A2B68"/>
    <w:rsid w:val="006C159E"/>
    <w:rsid w:val="006C2F32"/>
    <w:rsid w:val="006C4013"/>
    <w:rsid w:val="006D34B1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E68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5F7"/>
    <w:rsid w:val="008F32F6"/>
    <w:rsid w:val="00916CD7"/>
    <w:rsid w:val="00920927"/>
    <w:rsid w:val="00921B38"/>
    <w:rsid w:val="00923720"/>
    <w:rsid w:val="009278C9"/>
    <w:rsid w:val="009438D4"/>
    <w:rsid w:val="009527CB"/>
    <w:rsid w:val="00953835"/>
    <w:rsid w:val="00960F6C"/>
    <w:rsid w:val="00966DF0"/>
    <w:rsid w:val="00970747"/>
    <w:rsid w:val="009747B0"/>
    <w:rsid w:val="0098725E"/>
    <w:rsid w:val="009A5900"/>
    <w:rsid w:val="009C2650"/>
    <w:rsid w:val="009D15E2"/>
    <w:rsid w:val="009D15FE"/>
    <w:rsid w:val="009D4CD3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541F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87C"/>
    <w:rsid w:val="00AB1B8E"/>
    <w:rsid w:val="00AC0696"/>
    <w:rsid w:val="00AC4C98"/>
    <w:rsid w:val="00AC5F6B"/>
    <w:rsid w:val="00AD3896"/>
    <w:rsid w:val="00AD5B47"/>
    <w:rsid w:val="00AE1ED9"/>
    <w:rsid w:val="00AE32CB"/>
    <w:rsid w:val="00AF331D"/>
    <w:rsid w:val="00AF3957"/>
    <w:rsid w:val="00B12013"/>
    <w:rsid w:val="00B22C67"/>
    <w:rsid w:val="00B3508F"/>
    <w:rsid w:val="00B443EE"/>
    <w:rsid w:val="00B468A6"/>
    <w:rsid w:val="00B5152F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1281"/>
    <w:rsid w:val="00C26067"/>
    <w:rsid w:val="00C30A29"/>
    <w:rsid w:val="00C317DC"/>
    <w:rsid w:val="00C54EF8"/>
    <w:rsid w:val="00C578E9"/>
    <w:rsid w:val="00C70626"/>
    <w:rsid w:val="00C72860"/>
    <w:rsid w:val="00C73B90"/>
    <w:rsid w:val="00C82418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B86"/>
    <w:rsid w:val="00D20C57"/>
    <w:rsid w:val="00D25D16"/>
    <w:rsid w:val="00D30BC5"/>
    <w:rsid w:val="00D32124"/>
    <w:rsid w:val="00D54C76"/>
    <w:rsid w:val="00D629DC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5EB9"/>
    <w:rsid w:val="00F34338"/>
    <w:rsid w:val="00F4044F"/>
    <w:rsid w:val="00F438FC"/>
    <w:rsid w:val="00F5506D"/>
    <w:rsid w:val="00F5616F"/>
    <w:rsid w:val="00F56827"/>
    <w:rsid w:val="00F64919"/>
    <w:rsid w:val="00F65EF0"/>
    <w:rsid w:val="00F71651"/>
    <w:rsid w:val="00F76CC6"/>
    <w:rsid w:val="00FE0282"/>
    <w:rsid w:val="00FE124D"/>
    <w:rsid w:val="00FE203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B870415"/>
  <w15:docId w15:val="{81CB84ED-3B3A-4338-B23F-AD4E22F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22BD9B6158E46A927E0EC773AA34C" ma:contentTypeVersion="" ma:contentTypeDescription="Create a new document." ma:contentTypeScope="" ma:versionID="684aa8ecf8a62d21b9d5ad74dc2983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574cea-e671-4d69-8141-37ff388c9285" targetNamespace="http://schemas.microsoft.com/office/2006/metadata/properties" ma:root="true" ma:fieldsID="fbdd567ef91960998bbd9193e1d17b2a" ns1:_="" ns2:_="" ns3:_="">
    <xsd:import namespace="http://schemas.microsoft.com/sharepoint/v3"/>
    <xsd:import namespace="d50bbff7-d6dd-47d2-864a-cfdc2c3db0f4"/>
    <xsd:import namespace="8d574cea-e671-4d69-8141-37ff388c928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74cea-e671-4d69-8141-37ff388c9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BE9FC35C-E904-4463-8168-54DC08619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574cea-e671-4d69-8141-37ff388c9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A05485-73A3-4122-8B60-6AADCA1E3F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d574cea-e671-4d69-8141-37ff388c9285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48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29</cp:revision>
  <cp:lastPrinted>2016-05-27T05:21:00Z</cp:lastPrinted>
  <dcterms:created xsi:type="dcterms:W3CDTF">2021-04-21T21:34:00Z</dcterms:created>
  <dcterms:modified xsi:type="dcterms:W3CDTF">2021-05-04T23:25:00Z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0x0101008F522BD9B6158E46A927E0EC773AA34C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