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3282C" w14:paraId="1289C7A6" w14:textId="77777777" w:rsidTr="00146EEC">
        <w:tc>
          <w:tcPr>
            <w:tcW w:w="2689" w:type="dxa"/>
          </w:tcPr>
          <w:p w14:paraId="65E63FFF" w14:textId="473EC9D1" w:rsidR="00C3282C" w:rsidRPr="0091548A" w:rsidRDefault="00C3282C" w:rsidP="00D70665">
            <w:pPr>
              <w:pStyle w:val="SIText"/>
            </w:pPr>
            <w:r w:rsidRPr="0091548A">
              <w:t>Release 1</w:t>
            </w:r>
          </w:p>
        </w:tc>
        <w:tc>
          <w:tcPr>
            <w:tcW w:w="6939" w:type="dxa"/>
          </w:tcPr>
          <w:p w14:paraId="4D320229" w14:textId="42FAA81A" w:rsidR="00C3282C" w:rsidRPr="0091548A" w:rsidRDefault="00C3282C" w:rsidP="00D70665">
            <w:pPr>
              <w:pStyle w:val="SIText"/>
            </w:pPr>
            <w:r w:rsidRPr="0091548A">
              <w:t xml:space="preserve">This version released with FWP Forest and Wood Products Training Package Version </w:t>
            </w:r>
            <w:r w:rsidR="007E4E4D">
              <w:t>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157D370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02545A">
              <w:t>260</w:t>
            </w:r>
          </w:p>
        </w:tc>
        <w:tc>
          <w:tcPr>
            <w:tcW w:w="3604" w:type="pct"/>
            <w:shd w:val="clear" w:color="auto" w:fill="auto"/>
          </w:tcPr>
          <w:p w14:paraId="46F917E1" w14:textId="37A0FFEE" w:rsidR="00F1480E" w:rsidRPr="000754EC" w:rsidRDefault="005A6AF3" w:rsidP="000754EC">
            <w:pPr>
              <w:pStyle w:val="SIUnittitle"/>
            </w:pPr>
            <w:r w:rsidRPr="005A6AF3">
              <w:t>Tally material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B1A115" w14:textId="4B189DD2" w:rsidR="005A6AF3" w:rsidRPr="005A6AF3" w:rsidRDefault="005A6AF3" w:rsidP="00D70665">
            <w:pPr>
              <w:pStyle w:val="SIText"/>
            </w:pPr>
            <w:r w:rsidRPr="005A6AF3">
              <w:t xml:space="preserve">This unit of competency describes the </w:t>
            </w:r>
            <w:r w:rsidR="00EA54C4">
              <w:t>s</w:t>
            </w:r>
            <w:r w:rsidR="00C3282C">
              <w:t>kills and knowledge</w:t>
            </w:r>
            <w:r w:rsidR="00C3282C" w:rsidRPr="005A6AF3">
              <w:t xml:space="preserve"> </w:t>
            </w:r>
            <w:r w:rsidRPr="005A6AF3">
              <w:t xml:space="preserve">required to prepare and record manual or electronic tallies of finished </w:t>
            </w:r>
            <w:r w:rsidR="00166CA2">
              <w:t xml:space="preserve">material </w:t>
            </w:r>
            <w:r w:rsidRPr="005A6AF3">
              <w:t xml:space="preserve">packs </w:t>
            </w:r>
            <w:r w:rsidR="004F79BE">
              <w:t>and content of their individual pieces</w:t>
            </w:r>
            <w:r w:rsidRPr="005A6AF3">
              <w:t>. Work is completed in a forest products factory setting.</w:t>
            </w:r>
          </w:p>
          <w:p w14:paraId="01DB3EC6" w14:textId="6D6B4029" w:rsidR="005A6AF3" w:rsidRPr="005A6AF3" w:rsidRDefault="005A6AF3" w:rsidP="00D70665">
            <w:pPr>
              <w:pStyle w:val="SIText"/>
            </w:pPr>
            <w:r w:rsidRPr="005A6AF3">
              <w:t>The unit applies to production worker</w:t>
            </w:r>
            <w:r w:rsidR="009B7187">
              <w:t>s</w:t>
            </w:r>
            <w:r w:rsidRPr="005A6AF3">
              <w:t>, sawmill worker</w:t>
            </w:r>
            <w:r w:rsidR="009B7187">
              <w:t>s</w:t>
            </w:r>
            <w:r w:rsidRPr="005A6AF3">
              <w:t>, manufacturing assistant</w:t>
            </w:r>
            <w:r w:rsidR="009B7187">
              <w:t>s</w:t>
            </w:r>
            <w:r w:rsidRPr="005A6AF3">
              <w:t>, timber products worker</w:t>
            </w:r>
            <w:r w:rsidR="009B7187">
              <w:t>s</w:t>
            </w:r>
            <w:r w:rsidRPr="005A6AF3">
              <w:t>.</w:t>
            </w:r>
          </w:p>
          <w:p w14:paraId="216189FE" w14:textId="3113B4CF" w:rsidR="00373436" w:rsidRPr="000754EC" w:rsidRDefault="005A6AF3" w:rsidP="00D70665">
            <w:pPr>
              <w:pStyle w:val="SIText"/>
            </w:pPr>
            <w:r w:rsidRPr="005A6AF3">
              <w:t>No licensing, legislative</w:t>
            </w:r>
            <w:r w:rsidR="00EA54C4">
              <w:t xml:space="preserve"> </w:t>
            </w:r>
            <w:r w:rsidRPr="005A6AF3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5A302DF0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733D2A">
              <w:t>t</w:t>
            </w:r>
            <w:r w:rsidRPr="005A6AF3">
              <w:t>echnical</w:t>
            </w:r>
            <w:r w:rsidR="00EA54C4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6AF3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C57109A" w:rsidR="005A6AF3" w:rsidRPr="005A6AF3" w:rsidRDefault="005A6AF3" w:rsidP="00D70665">
            <w:pPr>
              <w:pStyle w:val="SIText"/>
            </w:pPr>
            <w:r w:rsidRPr="005A6AF3">
              <w:t>1. Prepare for tallying</w:t>
            </w:r>
          </w:p>
        </w:tc>
        <w:tc>
          <w:tcPr>
            <w:tcW w:w="3604" w:type="pct"/>
            <w:shd w:val="clear" w:color="auto" w:fill="auto"/>
          </w:tcPr>
          <w:p w14:paraId="3ECBF0A8" w14:textId="30492FCB" w:rsidR="005A6AF3" w:rsidRPr="005A6AF3" w:rsidRDefault="005A6AF3" w:rsidP="00D70665">
            <w:pPr>
              <w:pStyle w:val="SIText"/>
            </w:pPr>
            <w:r w:rsidRPr="005A6AF3">
              <w:t>1.1 Re</w:t>
            </w:r>
            <w:r w:rsidR="009B7187">
              <w:t>ad and interpret</w:t>
            </w:r>
            <w:r w:rsidRPr="005A6AF3">
              <w:t xml:space="preserve"> work order and where required check with appropriate person</w:t>
            </w:r>
          </w:p>
          <w:p w14:paraId="30DC2929" w14:textId="647F4F7C" w:rsidR="005A6AF3" w:rsidRPr="005A6AF3" w:rsidRDefault="005A6AF3" w:rsidP="00D70665">
            <w:pPr>
              <w:pStyle w:val="SIText"/>
            </w:pPr>
            <w:r w:rsidRPr="005A6AF3">
              <w:t>1.2 Identify location of material to be tallied</w:t>
            </w:r>
            <w:r w:rsidR="00EA54C4">
              <w:t xml:space="preserve"> and </w:t>
            </w:r>
            <w:r w:rsidRPr="005A6AF3">
              <w:t>arrange access</w:t>
            </w:r>
            <w:r w:rsidR="000B70F3">
              <w:t xml:space="preserve"> with others in the workplace</w:t>
            </w:r>
            <w:r w:rsidRPr="005A6AF3">
              <w:t xml:space="preserve"> in line with organisational procedures</w:t>
            </w:r>
          </w:p>
          <w:p w14:paraId="31ABDAA2" w14:textId="77777777" w:rsidR="000A7B5F" w:rsidRDefault="005A6AF3" w:rsidP="00D70665">
            <w:pPr>
              <w:pStyle w:val="SIText"/>
            </w:pPr>
            <w:r w:rsidRPr="005A6AF3">
              <w:t xml:space="preserve">1.3 Select and use suitable tallying </w:t>
            </w:r>
            <w:r w:rsidR="000B70F3">
              <w:t xml:space="preserve">tools </w:t>
            </w:r>
          </w:p>
          <w:p w14:paraId="0923D25B" w14:textId="346A03EF" w:rsidR="005A6AF3" w:rsidRPr="005A6AF3" w:rsidRDefault="000A7B5F" w:rsidP="00D70665">
            <w:pPr>
              <w:pStyle w:val="SIText"/>
            </w:pPr>
            <w:r>
              <w:t xml:space="preserve">1.4 Identify and control workplace hazards </w:t>
            </w:r>
            <w:r w:rsidR="005A6AF3" w:rsidRPr="005A6AF3">
              <w:t xml:space="preserve">and </w:t>
            </w:r>
            <w:r>
              <w:t xml:space="preserve">select and use </w:t>
            </w:r>
            <w:r w:rsidR="005A6AF3" w:rsidRPr="005A6AF3">
              <w:t>personal protective equipment</w:t>
            </w:r>
            <w:r>
              <w:t xml:space="preserve"> appropriate for the task</w:t>
            </w:r>
          </w:p>
          <w:p w14:paraId="46D92966" w14:textId="03194748" w:rsidR="005A6AF3" w:rsidRPr="005A6AF3" w:rsidRDefault="005A6AF3" w:rsidP="00D70665">
            <w:pPr>
              <w:pStyle w:val="SIText"/>
            </w:pPr>
            <w:r w:rsidRPr="005A6AF3">
              <w:t>1.</w:t>
            </w:r>
            <w:r w:rsidR="000A7B5F">
              <w:t>5</w:t>
            </w:r>
            <w:r w:rsidR="000A7B5F" w:rsidRPr="005A6AF3">
              <w:t xml:space="preserve"> </w:t>
            </w:r>
            <w:r w:rsidRPr="005A6AF3">
              <w:t>Plan tallying activities in line with work order and to ensure continuous workflow</w:t>
            </w:r>
          </w:p>
        </w:tc>
      </w:tr>
      <w:tr w:rsidR="005A6AF3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1496DF3C" w:rsidR="005A6AF3" w:rsidRPr="005A6AF3" w:rsidRDefault="005A6AF3" w:rsidP="00D70665">
            <w:pPr>
              <w:pStyle w:val="SIText"/>
            </w:pPr>
            <w:r w:rsidRPr="005A6AF3">
              <w:t>2. Record piece or pack details</w:t>
            </w:r>
          </w:p>
        </w:tc>
        <w:tc>
          <w:tcPr>
            <w:tcW w:w="3604" w:type="pct"/>
            <w:shd w:val="clear" w:color="auto" w:fill="auto"/>
          </w:tcPr>
          <w:p w14:paraId="17EF37C3" w14:textId="0A6B60AD" w:rsidR="005A6AF3" w:rsidRPr="005A6AF3" w:rsidRDefault="005A6AF3" w:rsidP="00D70665">
            <w:pPr>
              <w:pStyle w:val="SIText"/>
            </w:pPr>
            <w:r w:rsidRPr="005A6AF3">
              <w:t xml:space="preserve">2.1 Count pieces </w:t>
            </w:r>
            <w:r w:rsidR="00BB7D20">
              <w:t>and</w:t>
            </w:r>
            <w:r w:rsidRPr="005A6AF3">
              <w:t xml:space="preserve"> packs and legibly and accurately record in line with organisational formats</w:t>
            </w:r>
          </w:p>
          <w:p w14:paraId="4F3AE1EC" w14:textId="290CCA29" w:rsidR="005A6AF3" w:rsidRPr="005A6AF3" w:rsidRDefault="005A6AF3" w:rsidP="00D70665">
            <w:pPr>
              <w:pStyle w:val="SIText"/>
            </w:pPr>
            <w:r w:rsidRPr="005A6AF3">
              <w:t xml:space="preserve">2.2 Clear work area regularly </w:t>
            </w:r>
            <w:r w:rsidR="00616734">
              <w:t xml:space="preserve">following workplace and environmental requirements </w:t>
            </w:r>
            <w:r w:rsidRPr="005A6AF3">
              <w:t>to maintain a safe and efficient workflow</w:t>
            </w:r>
          </w:p>
          <w:p w14:paraId="20F9E969" w14:textId="1CCA165F" w:rsidR="005A6AF3" w:rsidRPr="005A6AF3" w:rsidRDefault="005A6AF3" w:rsidP="00D70665">
            <w:pPr>
              <w:pStyle w:val="SIText"/>
            </w:pPr>
            <w:r w:rsidRPr="005A6AF3">
              <w:t>2.3 Monitor and replace supply of tally sheets, bar coding material or other documents</w:t>
            </w:r>
          </w:p>
          <w:p w14:paraId="2E7C3058" w14:textId="0FC8FE40" w:rsidR="005A6AF3" w:rsidRPr="005A6AF3" w:rsidRDefault="005A6AF3" w:rsidP="00D70665">
            <w:pPr>
              <w:pStyle w:val="SIText"/>
            </w:pPr>
            <w:r w:rsidRPr="005A6AF3">
              <w:t>2.4 Check packs to ensure conformance with relevant specifications</w:t>
            </w:r>
          </w:p>
          <w:p w14:paraId="6D577995" w14:textId="2CCE9885" w:rsidR="005A6AF3" w:rsidRPr="005A6AF3" w:rsidRDefault="005A6AF3" w:rsidP="00D70665">
            <w:pPr>
              <w:pStyle w:val="SIText"/>
            </w:pPr>
            <w:r w:rsidRPr="005A6AF3">
              <w:t>2.5 Identify operational problems, non-conformances and damaged material and report to appropriate personnel</w:t>
            </w:r>
          </w:p>
          <w:p w14:paraId="1DF4B59F" w14:textId="66B0F012" w:rsidR="005A6AF3" w:rsidRPr="005A6AF3" w:rsidRDefault="005A6AF3" w:rsidP="00D70665">
            <w:pPr>
              <w:pStyle w:val="SIText"/>
            </w:pPr>
            <w:r w:rsidRPr="005A6AF3">
              <w:t xml:space="preserve">2.6 Accurately record and report tallying results </w:t>
            </w:r>
            <w:r w:rsidR="004C0225">
              <w:t xml:space="preserve">manually or electronically </w:t>
            </w:r>
            <w:r w:rsidRPr="005A6AF3">
              <w:t>in line with organisational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C00391" w14:textId="466EA5A7" w:rsidR="00244F1C" w:rsidRPr="005240E7" w:rsidRDefault="0086433F" w:rsidP="00D70665">
            <w:pPr>
              <w:pStyle w:val="SIBulletList1"/>
            </w:pPr>
            <w:r>
              <w:t xml:space="preserve">Identify and </w:t>
            </w:r>
            <w:r w:rsidR="005A6AF3" w:rsidRPr="005A6AF3">
              <w:t>interpret</w:t>
            </w:r>
            <w:r>
              <w:t xml:space="preserve"> essential tallying</w:t>
            </w:r>
            <w:r w:rsidR="00244F1C">
              <w:t xml:space="preserve"> </w:t>
            </w:r>
            <w:r>
              <w:t xml:space="preserve">information </w:t>
            </w:r>
            <w:r w:rsidR="00244F1C">
              <w:t xml:space="preserve">from </w:t>
            </w:r>
            <w:r w:rsidR="005A6AF3" w:rsidRPr="005A6AF3">
              <w:t>organisational procedures</w:t>
            </w:r>
            <w:r w:rsidR="00244F1C">
              <w:t xml:space="preserve"> and </w:t>
            </w:r>
            <w:r w:rsidR="005A6AF3" w:rsidRPr="005A6AF3">
              <w:t>work orders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93C3EE2" w14:textId="2C74C0A7" w:rsidR="00FD1230" w:rsidRPr="005240E7" w:rsidRDefault="00CE4E11" w:rsidP="00B54507">
            <w:pPr>
              <w:pStyle w:val="SIBulletList1"/>
            </w:pPr>
            <w:r>
              <w:t>C</w:t>
            </w:r>
            <w:r w:rsidR="005A6AF3" w:rsidRPr="005A6AF3">
              <w:t>omplete accurate basic records of tallying results</w:t>
            </w:r>
            <w:r w:rsidR="0086433F">
              <w:t xml:space="preserve">, </w:t>
            </w:r>
            <w:r w:rsidR="005A6AF3" w:rsidRPr="005A6AF3">
              <w:t>non-conformant</w:t>
            </w:r>
            <w:r w:rsidR="0086433F">
              <w:t xml:space="preserve"> products</w:t>
            </w:r>
            <w:r w:rsidR="005A6AF3" w:rsidRPr="005A6AF3">
              <w:t xml:space="preserve"> and damaged packs</w:t>
            </w:r>
          </w:p>
        </w:tc>
      </w:tr>
      <w:tr w:rsidR="000A7B5F" w:rsidRPr="00336FCA" w:rsidDel="00423CB2" w14:paraId="5B90A1A4" w14:textId="77777777" w:rsidTr="00CA2922">
        <w:tc>
          <w:tcPr>
            <w:tcW w:w="1396" w:type="pct"/>
          </w:tcPr>
          <w:p w14:paraId="6AE3CE4C" w14:textId="160F8B3B" w:rsidR="000A7B5F" w:rsidRDefault="000A7B5F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E97E47D" w14:textId="6D5D11A0" w:rsidR="000A7B5F" w:rsidRPr="005A6AF3" w:rsidRDefault="00980095" w:rsidP="00F31EE0">
            <w:pPr>
              <w:pStyle w:val="SIBulletList1"/>
            </w:pPr>
            <w:r>
              <w:t>A</w:t>
            </w:r>
            <w:r w:rsidR="000A7B5F" w:rsidRPr="005A6AF3">
              <w:t>sk questions and actively listen to clarify contents of work orders</w:t>
            </w:r>
          </w:p>
          <w:p w14:paraId="406E1E63" w14:textId="345DF4A1" w:rsidR="000A7B5F" w:rsidRPr="00FD1230" w:rsidRDefault="00656F92" w:rsidP="000754EC">
            <w:pPr>
              <w:pStyle w:val="SIBulletList1"/>
            </w:pPr>
            <w:r>
              <w:t>Use production terminology to m</w:t>
            </w:r>
            <w:r w:rsidR="000A7B5F" w:rsidRPr="005A6AF3">
              <w:t>ake accurate verbal reports on operational problems</w:t>
            </w:r>
          </w:p>
        </w:tc>
      </w:tr>
      <w:tr w:rsidR="000A7B5F" w:rsidRPr="00336FCA" w:rsidDel="00423CB2" w14:paraId="4AA93A58" w14:textId="77777777" w:rsidTr="00CA2922">
        <w:tc>
          <w:tcPr>
            <w:tcW w:w="1396" w:type="pct"/>
          </w:tcPr>
          <w:p w14:paraId="66CACAEC" w14:textId="137E99E9" w:rsidR="000A7B5F" w:rsidRDefault="000A7B5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695129B" w14:textId="7BB30055" w:rsidR="000A7B5F" w:rsidRPr="005A6AF3" w:rsidRDefault="00493285" w:rsidP="00F31EE0">
            <w:pPr>
              <w:pStyle w:val="SIBulletList1"/>
            </w:pPr>
            <w:r>
              <w:t>C</w:t>
            </w:r>
            <w:r w:rsidR="000A7B5F" w:rsidRPr="005A6AF3">
              <w:t>ount</w:t>
            </w:r>
            <w:r>
              <w:t xml:space="preserve"> and tally</w:t>
            </w:r>
            <w:r w:rsidR="000A7B5F" w:rsidRPr="005A6AF3">
              <w:t xml:space="preserve"> numbers of </w:t>
            </w:r>
            <w:r>
              <w:t xml:space="preserve">product </w:t>
            </w:r>
            <w:r w:rsidR="000A7B5F" w:rsidRPr="005A6AF3">
              <w:t>pieces and packs</w:t>
            </w:r>
          </w:p>
          <w:p w14:paraId="2FF7A3EB" w14:textId="496F4821" w:rsidR="000A7B5F" w:rsidRPr="005A6AF3" w:rsidRDefault="00493285" w:rsidP="00F31EE0">
            <w:pPr>
              <w:pStyle w:val="SIBulletList1"/>
            </w:pPr>
            <w:r>
              <w:t>Complete routine tallying</w:t>
            </w:r>
            <w:r w:rsidR="000A7B5F" w:rsidRPr="005A6AF3">
              <w:t xml:space="preserve"> for timber volumes or lineal metres in a pack</w:t>
            </w:r>
          </w:p>
          <w:p w14:paraId="0CD7B78C" w14:textId="7AE335D0" w:rsidR="000A7B5F" w:rsidRPr="00D96F32" w:rsidRDefault="00592EE5" w:rsidP="00493285">
            <w:pPr>
              <w:pStyle w:val="SIBulletList1"/>
            </w:pPr>
            <w:r>
              <w:t>Input</w:t>
            </w:r>
            <w:r w:rsidR="000A7B5F" w:rsidRPr="005A6AF3">
              <w:t xml:space="preserve"> accurate numerical data for routine tallying records and reports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6F3522AC" w:rsidR="00041E59" w:rsidRPr="000754EC" w:rsidRDefault="00733D2A" w:rsidP="0091548A">
            <w:pPr>
              <w:pStyle w:val="SIText"/>
            </w:pPr>
            <w:r>
              <w:t>FWPCOT2</w:t>
            </w:r>
            <w:r w:rsidR="0002545A">
              <w:t>260</w:t>
            </w:r>
            <w:r>
              <w:t xml:space="preserve"> Tally material</w:t>
            </w:r>
          </w:p>
        </w:tc>
        <w:tc>
          <w:tcPr>
            <w:tcW w:w="1105" w:type="pct"/>
          </w:tcPr>
          <w:p w14:paraId="43730281" w14:textId="17A70BCA" w:rsidR="00041E59" w:rsidRPr="000754EC" w:rsidRDefault="005A6AF3" w:rsidP="0091548A">
            <w:pPr>
              <w:pStyle w:val="SIText"/>
            </w:pPr>
            <w:r w:rsidRPr="005A6AF3">
              <w:t>FWPCOT2210 Tally material</w:t>
            </w:r>
          </w:p>
        </w:tc>
        <w:tc>
          <w:tcPr>
            <w:tcW w:w="1251" w:type="pct"/>
          </w:tcPr>
          <w:p w14:paraId="7FF761C3" w14:textId="21F037AA" w:rsidR="00733D2A" w:rsidRDefault="00F3051C" w:rsidP="000754EC">
            <w:pPr>
              <w:pStyle w:val="SIText"/>
            </w:pPr>
            <w:r>
              <w:t xml:space="preserve">Minor grammatical and editorial changes to </w:t>
            </w:r>
            <w:r w:rsidR="00733D2A">
              <w:t xml:space="preserve">Application </w:t>
            </w:r>
            <w:r>
              <w:t xml:space="preserve">and </w:t>
            </w:r>
            <w:r w:rsidR="00733D2A">
              <w:t>Performance Criteria</w:t>
            </w:r>
            <w:r>
              <w:t xml:space="preserve"> </w:t>
            </w:r>
          </w:p>
          <w:p w14:paraId="267BB0F8" w14:textId="77777777" w:rsidR="00F3051C" w:rsidRDefault="00A00B8D" w:rsidP="00F3051C">
            <w:pPr>
              <w:pStyle w:val="SIText"/>
            </w:pPr>
            <w:r>
              <w:t xml:space="preserve">Foundation Skills </w:t>
            </w:r>
            <w:r w:rsidR="00F3051C">
              <w:t xml:space="preserve">reviewed </w:t>
            </w:r>
          </w:p>
          <w:p w14:paraId="2E33F956" w14:textId="3CFE15FC" w:rsidR="00E70846" w:rsidRPr="000754EC" w:rsidRDefault="00E70846" w:rsidP="00F3051C">
            <w:pPr>
              <w:pStyle w:val="SIText"/>
            </w:pPr>
            <w:r>
              <w:t>Assessment Requirements reviewed and updated</w:t>
            </w:r>
          </w:p>
        </w:tc>
        <w:tc>
          <w:tcPr>
            <w:tcW w:w="1616" w:type="pct"/>
          </w:tcPr>
          <w:p w14:paraId="1AF1365B" w14:textId="45604D03" w:rsidR="00916CD7" w:rsidRPr="000754EC" w:rsidRDefault="00733D2A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5363899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79947946" w:rsidR="00F1480E" w:rsidRPr="000754EC" w:rsidRDefault="007E4E4D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0CF0EA0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A6AF3" w:rsidRPr="005A6AF3">
              <w:t>FWPCOT2</w:t>
            </w:r>
            <w:r w:rsidR="0002545A">
              <w:t>260</w:t>
            </w:r>
            <w:r w:rsidR="005A6AF3" w:rsidRPr="005A6AF3">
              <w:t xml:space="preserve"> Tally material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4F3F88D" w14:textId="54688917" w:rsidR="00E14BD3" w:rsidRDefault="00E14BD3" w:rsidP="00E14BD3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5E9307BF" w14:textId="77777777" w:rsidR="00E14BD3" w:rsidRDefault="00E14BD3" w:rsidP="00E14BD3">
            <w:pPr>
              <w:pStyle w:val="SIText"/>
            </w:pPr>
          </w:p>
          <w:p w14:paraId="0143A489" w14:textId="3C8F7FA2" w:rsidR="005A6AF3" w:rsidRPr="005A6AF3" w:rsidRDefault="00E14BD3" w:rsidP="005A6AF3">
            <w:pPr>
              <w:pStyle w:val="SIText"/>
            </w:pPr>
            <w:r>
              <w:t>There must be evidence that the individual has</w:t>
            </w:r>
            <w:r w:rsidR="00EA54C4">
              <w:t>, for at least two different work orders</w:t>
            </w:r>
            <w:r w:rsidR="00A01AB1">
              <w:t>:</w:t>
            </w:r>
          </w:p>
          <w:p w14:paraId="79964665" w14:textId="21696516" w:rsidR="00DC0DD6" w:rsidRDefault="005A6AF3" w:rsidP="00D70665">
            <w:pPr>
              <w:pStyle w:val="SIBulletList1"/>
            </w:pPr>
            <w:r w:rsidRPr="005A6AF3">
              <w:t>complete</w:t>
            </w:r>
            <w:r w:rsidR="00EA54C4">
              <w:t>d</w:t>
            </w:r>
            <w:r w:rsidRPr="005A6AF3">
              <w:t xml:space="preserve"> tallying </w:t>
            </w:r>
            <w:r w:rsidR="00A01AB1">
              <w:t>tasks</w:t>
            </w:r>
            <w:r w:rsidR="00A01AB1" w:rsidRPr="005A6AF3">
              <w:t xml:space="preserve"> </w:t>
            </w:r>
            <w:r w:rsidR="00F77E4D">
              <w:t xml:space="preserve">including at least two </w:t>
            </w:r>
            <w:r w:rsidRPr="005A6AF3">
              <w:t>of the</w:t>
            </w:r>
            <w:r w:rsidR="00FF0603">
              <w:t xml:space="preserve"> following</w:t>
            </w:r>
            <w:r w:rsidR="00EA54C4">
              <w:t xml:space="preserve"> materials</w:t>
            </w:r>
            <w:r w:rsidRPr="005A6AF3">
              <w:t>:</w:t>
            </w:r>
          </w:p>
          <w:p w14:paraId="30B2A332" w14:textId="77777777" w:rsidR="005A6AF3" w:rsidRPr="005A6AF3" w:rsidRDefault="005A6AF3" w:rsidP="00DC0DD6">
            <w:pPr>
              <w:pStyle w:val="SIBulletList2"/>
            </w:pPr>
            <w:r w:rsidRPr="005A6AF3">
              <w:t>timber</w:t>
            </w:r>
          </w:p>
          <w:p w14:paraId="502B9050" w14:textId="77777777" w:rsidR="005A6AF3" w:rsidRPr="005A6AF3" w:rsidRDefault="005A6AF3" w:rsidP="005A6AF3">
            <w:pPr>
              <w:pStyle w:val="SIBulletList2"/>
            </w:pPr>
            <w:r w:rsidRPr="005A6AF3">
              <w:t>hardware items and fittings</w:t>
            </w:r>
          </w:p>
          <w:p w14:paraId="324C38C6" w14:textId="77777777" w:rsidR="005A6AF3" w:rsidRPr="005A6AF3" w:rsidRDefault="005A6AF3" w:rsidP="005A6AF3">
            <w:pPr>
              <w:pStyle w:val="SIBulletList2"/>
            </w:pPr>
            <w:r w:rsidRPr="005A6AF3">
              <w:t>packs of random timber cross sections, lengths or panel sizes</w:t>
            </w:r>
          </w:p>
          <w:p w14:paraId="312ACEB6" w14:textId="77777777" w:rsidR="005A6AF3" w:rsidRPr="005A6AF3" w:rsidRDefault="005A6AF3" w:rsidP="005A6AF3">
            <w:pPr>
              <w:pStyle w:val="SIBulletList2"/>
            </w:pPr>
            <w:r w:rsidRPr="005A6AF3">
              <w:t>packs of set timber cross sections, lengths or panel sizes</w:t>
            </w:r>
          </w:p>
          <w:p w14:paraId="5248DA3B" w14:textId="1654B5E4" w:rsidR="005A6AF3" w:rsidRPr="005A6AF3" w:rsidRDefault="005A6AF3" w:rsidP="005A6AF3">
            <w:pPr>
              <w:pStyle w:val="SIBulletList1"/>
            </w:pPr>
            <w:r w:rsidRPr="005A6AF3">
              <w:t>complete</w:t>
            </w:r>
            <w:r w:rsidR="00DC0DD6">
              <w:t>d</w:t>
            </w:r>
            <w:r w:rsidRPr="005A6AF3">
              <w:t xml:space="preserve"> tally sheets or electronic record</w:t>
            </w:r>
            <w:r w:rsidR="007C149E">
              <w:t>s</w:t>
            </w:r>
            <w:r w:rsidRPr="005A6AF3">
              <w:t xml:space="preserve"> for each tallying job </w:t>
            </w:r>
          </w:p>
          <w:p w14:paraId="3F537752" w14:textId="123D72E7" w:rsidR="00556C4C" w:rsidRPr="000754EC" w:rsidRDefault="005A6AF3" w:rsidP="005A6AF3">
            <w:pPr>
              <w:pStyle w:val="SIBulletList1"/>
            </w:pPr>
            <w:r w:rsidRPr="005A6AF3">
              <w:t>complete</w:t>
            </w:r>
            <w:r w:rsidR="00DC0DD6">
              <w:t>d</w:t>
            </w:r>
            <w:r w:rsidRPr="005A6AF3">
              <w:t xml:space="preserve"> records for non-conformances and damaged material identified during each tallying job.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636B419" w14:textId="12D49344" w:rsidR="0064364A" w:rsidRDefault="0064364A" w:rsidP="0064364A"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1D3E4FFB" w14:textId="77777777" w:rsidR="005A6AF3" w:rsidRPr="005A6AF3" w:rsidRDefault="005A6AF3" w:rsidP="005A6AF3">
            <w:pPr>
              <w:pStyle w:val="SIBulletList1"/>
            </w:pPr>
            <w:r w:rsidRPr="005A6AF3">
              <w:t>manual and electronic methods used to tally material in a forest products factory setting</w:t>
            </w:r>
          </w:p>
          <w:p w14:paraId="7A8F0A8D" w14:textId="77777777" w:rsidR="005A6AF3" w:rsidRPr="005A6AF3" w:rsidRDefault="005A6AF3" w:rsidP="005A6AF3">
            <w:pPr>
              <w:pStyle w:val="SIBulletList1"/>
            </w:pPr>
            <w:r w:rsidRPr="005A6AF3">
              <w:t>format, content and use of common industry and organisation specific documents used to record and report tallies</w:t>
            </w:r>
          </w:p>
          <w:p w14:paraId="5C94B02B" w14:textId="77777777" w:rsidR="005A6AF3" w:rsidRPr="005A6AF3" w:rsidRDefault="005A6AF3" w:rsidP="005A6AF3">
            <w:pPr>
              <w:pStyle w:val="SIBulletList1"/>
            </w:pPr>
            <w:r w:rsidRPr="005A6AF3">
              <w:t>industry standard sizing and names for timber, timber profiles and boards</w:t>
            </w:r>
          </w:p>
          <w:p w14:paraId="4F373FA8" w14:textId="0AEB07F0" w:rsidR="005A6AF3" w:rsidRPr="005A6AF3" w:rsidRDefault="005A6AF3" w:rsidP="005A6AF3">
            <w:pPr>
              <w:pStyle w:val="SIBulletList1"/>
            </w:pPr>
            <w:r w:rsidRPr="005A6AF3">
              <w:t>industry and organisational standard</w:t>
            </w:r>
            <w:r w:rsidR="00F451AC">
              <w:t>s and</w:t>
            </w:r>
            <w:r w:rsidRPr="005A6AF3">
              <w:t xml:space="preserve"> specifications for packaging timber products</w:t>
            </w:r>
          </w:p>
          <w:p w14:paraId="1591E84D" w14:textId="6E4B7023" w:rsidR="005A6AF3" w:rsidRPr="005A6AF3" w:rsidRDefault="00CD5CD5" w:rsidP="005A6AF3">
            <w:pPr>
              <w:pStyle w:val="SIBulletList1"/>
            </w:pPr>
            <w:r w:rsidRPr="005A6AF3">
              <w:t xml:space="preserve">methods to recognise </w:t>
            </w:r>
            <w:r w:rsidR="005A6AF3" w:rsidRPr="005A6AF3">
              <w:t xml:space="preserve">common features of non-conformant packs </w:t>
            </w:r>
          </w:p>
          <w:p w14:paraId="19898467" w14:textId="7E96BA38" w:rsidR="005A6AF3" w:rsidRPr="005A6AF3" w:rsidRDefault="00F77E4D" w:rsidP="005A6AF3">
            <w:pPr>
              <w:pStyle w:val="SIBulletList1"/>
            </w:pPr>
            <w:r>
              <w:t xml:space="preserve">purpose, features and use of </w:t>
            </w:r>
            <w:r w:rsidR="005A6AF3" w:rsidRPr="005A6AF3">
              <w:t>tools and equipment used for tallying material in a forest products factory setting</w:t>
            </w:r>
            <w:r>
              <w:t xml:space="preserve"> including</w:t>
            </w:r>
            <w:r w:rsidR="005A6AF3" w:rsidRPr="005A6AF3">
              <w:t>:</w:t>
            </w:r>
          </w:p>
          <w:p w14:paraId="4BA92042" w14:textId="77777777" w:rsidR="005A6AF3" w:rsidRPr="005A6AF3" w:rsidRDefault="005A6AF3" w:rsidP="005A6AF3">
            <w:pPr>
              <w:pStyle w:val="SIBulletList2"/>
            </w:pPr>
            <w:r w:rsidRPr="005A6AF3">
              <w:t>electronic bar coding equipment</w:t>
            </w:r>
          </w:p>
          <w:p w14:paraId="324770B3" w14:textId="77777777" w:rsidR="005A6AF3" w:rsidRPr="005A6AF3" w:rsidRDefault="005A6AF3" w:rsidP="005A6AF3">
            <w:pPr>
              <w:pStyle w:val="SIBulletList2"/>
            </w:pPr>
            <w:r w:rsidRPr="005A6AF3">
              <w:t>personal protective equipment</w:t>
            </w:r>
          </w:p>
          <w:p w14:paraId="79BB4C01" w14:textId="77777777" w:rsidR="005A6AF3" w:rsidRPr="005A6AF3" w:rsidRDefault="005A6AF3" w:rsidP="005A6AF3">
            <w:pPr>
              <w:pStyle w:val="SIBulletList1"/>
            </w:pPr>
            <w:r w:rsidRPr="005A6AF3">
              <w:t>organisational procedures specific to tallying material:</w:t>
            </w:r>
          </w:p>
          <w:p w14:paraId="215FBF6C" w14:textId="77777777" w:rsidR="005A6AF3" w:rsidRPr="005A6AF3" w:rsidRDefault="005A6AF3" w:rsidP="005A6AF3">
            <w:pPr>
              <w:pStyle w:val="SIBulletList2"/>
            </w:pPr>
            <w:r w:rsidRPr="005A6AF3">
              <w:t>communication reporting lines</w:t>
            </w:r>
          </w:p>
          <w:p w14:paraId="713F4BDA" w14:textId="77777777" w:rsidR="005A6AF3" w:rsidRPr="005A6AF3" w:rsidRDefault="005A6AF3" w:rsidP="005A6AF3">
            <w:pPr>
              <w:pStyle w:val="SIBulletList2"/>
            </w:pPr>
            <w:r w:rsidRPr="005A6AF3">
              <w:t>recording and reporting non-conformances and damaged material</w:t>
            </w:r>
          </w:p>
          <w:p w14:paraId="474712BA" w14:textId="77777777" w:rsidR="008D60B2" w:rsidRDefault="005A6AF3" w:rsidP="005A6AF3">
            <w:pPr>
              <w:pStyle w:val="SIBulletList2"/>
            </w:pPr>
            <w:r w:rsidRPr="005A6AF3">
              <w:t>recording and reporting tallying results</w:t>
            </w:r>
          </w:p>
          <w:p w14:paraId="2EEC6932" w14:textId="77777777" w:rsidR="008D60B2" w:rsidRDefault="008D60B2" w:rsidP="00D70665">
            <w:pPr>
              <w:pStyle w:val="SIBulletList1"/>
            </w:pPr>
            <w:r>
              <w:t>workplace safety:</w:t>
            </w:r>
          </w:p>
          <w:p w14:paraId="16DF628E" w14:textId="77777777" w:rsidR="008D60B2" w:rsidRDefault="008D60B2" w:rsidP="008D60B2">
            <w:pPr>
              <w:pStyle w:val="SIBulletList2"/>
            </w:pPr>
            <w:r>
              <w:t>hazard identification and control</w:t>
            </w:r>
          </w:p>
          <w:p w14:paraId="40951706" w14:textId="50E17B82" w:rsidR="00D3333F" w:rsidRPr="000754EC" w:rsidRDefault="008D60B2" w:rsidP="00F77E4D">
            <w:pPr>
              <w:pStyle w:val="SIBulletList2"/>
            </w:pPr>
            <w:r>
              <w:t>hazardous manual task</w:t>
            </w:r>
            <w:r w:rsidR="00F77E4D">
              <w:t>s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3477E88D" w14:textId="4561A3F7" w:rsidR="00A366E9" w:rsidRDefault="00A366E9" w:rsidP="00A366E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7214814" w14:textId="77777777" w:rsidR="00A366E9" w:rsidRDefault="00A366E9" w:rsidP="00A366E9">
            <w:pPr>
              <w:pStyle w:val="SIBulletList1"/>
            </w:pPr>
            <w:r>
              <w:t>physical conditions:</w:t>
            </w:r>
          </w:p>
          <w:p w14:paraId="52D725D2" w14:textId="77777777" w:rsidR="00A366E9" w:rsidRPr="001A46FE" w:rsidRDefault="00A366E9" w:rsidP="00A366E9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22D2BB30" w14:textId="77777777" w:rsidR="00A366E9" w:rsidRDefault="00A366E9" w:rsidP="00A366E9">
            <w:pPr>
              <w:pStyle w:val="SIBulletList1"/>
            </w:pPr>
            <w:r>
              <w:t>resources, equipment and materials:</w:t>
            </w:r>
          </w:p>
          <w:p w14:paraId="58D6465F" w14:textId="2603C5A5" w:rsidR="00A366E9" w:rsidRDefault="00A366E9" w:rsidP="00A366E9">
            <w:pPr>
              <w:pStyle w:val="SIBulletList2"/>
            </w:pPr>
            <w:r>
              <w:t>sufficient and appropriate materials for packaging and tallying</w:t>
            </w:r>
          </w:p>
          <w:p w14:paraId="2F569DC1" w14:textId="77777777" w:rsidR="00A366E9" w:rsidRDefault="00A366E9" w:rsidP="00A366E9">
            <w:pPr>
              <w:pStyle w:val="SIBulletList2"/>
            </w:pPr>
            <w:r>
              <w:t>personal protective equipment</w:t>
            </w:r>
          </w:p>
          <w:p w14:paraId="53A03D6F" w14:textId="3A4559B5" w:rsidR="00A366E9" w:rsidRDefault="00A366E9" w:rsidP="00A366E9">
            <w:pPr>
              <w:pStyle w:val="SIBulletList2"/>
            </w:pPr>
            <w:r>
              <w:t>tallying and recording tools and equipment</w:t>
            </w:r>
          </w:p>
          <w:p w14:paraId="28EEB687" w14:textId="77777777" w:rsidR="00A366E9" w:rsidRDefault="00A366E9" w:rsidP="00A366E9">
            <w:pPr>
              <w:pStyle w:val="SIBulletList1"/>
            </w:pPr>
            <w:r>
              <w:t>specifications:</w:t>
            </w:r>
          </w:p>
          <w:p w14:paraId="2D4183A7" w14:textId="45D4335E" w:rsidR="00151612" w:rsidRDefault="00151612" w:rsidP="00A366E9">
            <w:pPr>
              <w:pStyle w:val="SIBulletList2"/>
            </w:pPr>
            <w:r>
              <w:t>work orders and product specifications</w:t>
            </w:r>
          </w:p>
          <w:p w14:paraId="68DD2278" w14:textId="77777777" w:rsidR="00A366E9" w:rsidRDefault="00A366E9" w:rsidP="00A366E9">
            <w:pPr>
              <w:pStyle w:val="SIBulletList2"/>
            </w:pPr>
            <w:r>
              <w:t>workplace safety and environmental documentation</w:t>
            </w:r>
          </w:p>
          <w:p w14:paraId="0473C445" w14:textId="77777777" w:rsidR="00A366E9" w:rsidRPr="001A46FE" w:rsidRDefault="00A366E9" w:rsidP="00A366E9">
            <w:pPr>
              <w:pStyle w:val="SIBulletList1"/>
            </w:pPr>
            <w:r>
              <w:t>relationships:</w:t>
            </w:r>
          </w:p>
          <w:p w14:paraId="683D2D9B" w14:textId="54D33D99" w:rsidR="00A366E9" w:rsidRPr="001A46FE" w:rsidRDefault="00A366E9" w:rsidP="00A366E9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 xml:space="preserve">nfirm work orders and report </w:t>
            </w:r>
            <w:r w:rsidR="00151612">
              <w:t>production and quality issues</w:t>
            </w:r>
            <w:r w:rsidRPr="001A46FE">
              <w:t>.</w:t>
            </w:r>
          </w:p>
          <w:p w14:paraId="0E0B8966" w14:textId="77777777" w:rsidR="00A366E9" w:rsidRPr="001A46FE" w:rsidRDefault="00A366E9" w:rsidP="00A366E9">
            <w:pPr>
              <w:pStyle w:val="SIText"/>
            </w:pPr>
          </w:p>
          <w:p w14:paraId="49CD8356" w14:textId="13CECFB6" w:rsidR="005A6AF3" w:rsidRPr="005A6AF3" w:rsidRDefault="00A366E9" w:rsidP="005A6AF3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  <w:p w14:paraId="539215B3" w14:textId="1EDC03B9" w:rsidR="00F1480E" w:rsidRPr="00255C67" w:rsidRDefault="00F1480E" w:rsidP="00D7066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7987827B" w:rsidR="00F1480E" w:rsidRPr="000754EC" w:rsidRDefault="007E4E4D" w:rsidP="000754EC">
            <w:pPr>
              <w:pStyle w:val="SIText"/>
            </w:pPr>
            <w:r w:rsidRPr="00AB5133">
              <w:lastRenderedPageBreak/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0960F" w14:textId="77777777" w:rsidR="009B1E0E" w:rsidRDefault="009B1E0E" w:rsidP="00BF3F0A">
      <w:r>
        <w:separator/>
      </w:r>
    </w:p>
    <w:p w14:paraId="03A97FEA" w14:textId="77777777" w:rsidR="009B1E0E" w:rsidRDefault="009B1E0E"/>
  </w:endnote>
  <w:endnote w:type="continuationSeparator" w:id="0">
    <w:p w14:paraId="5712EA16" w14:textId="77777777" w:rsidR="009B1E0E" w:rsidRDefault="009B1E0E" w:rsidP="00BF3F0A">
      <w:r>
        <w:continuationSeparator/>
      </w:r>
    </w:p>
    <w:p w14:paraId="0BAB40C9" w14:textId="77777777" w:rsidR="009B1E0E" w:rsidRDefault="009B1E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D0509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2A257" w14:textId="77777777" w:rsidR="009B1E0E" w:rsidRDefault="009B1E0E" w:rsidP="00BF3F0A">
      <w:r>
        <w:separator/>
      </w:r>
    </w:p>
    <w:p w14:paraId="4AEAA9D0" w14:textId="77777777" w:rsidR="009B1E0E" w:rsidRDefault="009B1E0E"/>
  </w:footnote>
  <w:footnote w:type="continuationSeparator" w:id="0">
    <w:p w14:paraId="2BFE1608" w14:textId="77777777" w:rsidR="009B1E0E" w:rsidRDefault="009B1E0E" w:rsidP="00BF3F0A">
      <w:r>
        <w:continuationSeparator/>
      </w:r>
    </w:p>
    <w:p w14:paraId="4D9FE9B4" w14:textId="77777777" w:rsidR="009B1E0E" w:rsidRDefault="009B1E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0A6E" w14:textId="1B13526C" w:rsidR="009C2650" w:rsidRPr="005A6AF3" w:rsidRDefault="005A6AF3" w:rsidP="005A6AF3">
    <w:r w:rsidRPr="005A6AF3">
      <w:t>FWPCOT2</w:t>
    </w:r>
    <w:r w:rsidR="0002545A">
      <w:t>260</w:t>
    </w:r>
    <w:r w:rsidRPr="005A6AF3">
      <w:t xml:space="preserve"> Tally material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B0JjA3MDEwtjSyUdpeDU4uLM/DyQAsNaABjiGl0s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45A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B5F"/>
    <w:rsid w:val="000B70F3"/>
    <w:rsid w:val="000C149A"/>
    <w:rsid w:val="000C224E"/>
    <w:rsid w:val="000C6EA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612"/>
    <w:rsid w:val="00151D55"/>
    <w:rsid w:val="00151D93"/>
    <w:rsid w:val="00156EF3"/>
    <w:rsid w:val="00166CA2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4F1C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C46F9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47562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B6C83"/>
    <w:rsid w:val="003C13AE"/>
    <w:rsid w:val="003D2E73"/>
    <w:rsid w:val="003E72B6"/>
    <w:rsid w:val="003E7BBE"/>
    <w:rsid w:val="003F4E7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285"/>
    <w:rsid w:val="004A142B"/>
    <w:rsid w:val="004A3860"/>
    <w:rsid w:val="004A44E8"/>
    <w:rsid w:val="004A581D"/>
    <w:rsid w:val="004A7706"/>
    <w:rsid w:val="004A77E3"/>
    <w:rsid w:val="004B29B7"/>
    <w:rsid w:val="004B7A28"/>
    <w:rsid w:val="004C0225"/>
    <w:rsid w:val="004C2244"/>
    <w:rsid w:val="004C79A1"/>
    <w:rsid w:val="004D050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9BE"/>
    <w:rsid w:val="00502F9B"/>
    <w:rsid w:val="00503F83"/>
    <w:rsid w:val="005145AB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EE5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734"/>
    <w:rsid w:val="00616845"/>
    <w:rsid w:val="00620E8E"/>
    <w:rsid w:val="00633CFE"/>
    <w:rsid w:val="00634FCA"/>
    <w:rsid w:val="006429BF"/>
    <w:rsid w:val="0064364A"/>
    <w:rsid w:val="00643D1B"/>
    <w:rsid w:val="006452B8"/>
    <w:rsid w:val="006464A5"/>
    <w:rsid w:val="00652E62"/>
    <w:rsid w:val="00656F92"/>
    <w:rsid w:val="00686A49"/>
    <w:rsid w:val="00687B62"/>
    <w:rsid w:val="00690C44"/>
    <w:rsid w:val="00694335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C1E"/>
    <w:rsid w:val="00722769"/>
    <w:rsid w:val="00727901"/>
    <w:rsid w:val="0073075B"/>
    <w:rsid w:val="00733D2A"/>
    <w:rsid w:val="00733D5F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49E"/>
    <w:rsid w:val="007D5A78"/>
    <w:rsid w:val="007E3BD1"/>
    <w:rsid w:val="007E4E4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33F"/>
    <w:rsid w:val="00865011"/>
    <w:rsid w:val="00886790"/>
    <w:rsid w:val="008908DE"/>
    <w:rsid w:val="008A12ED"/>
    <w:rsid w:val="008A39D3"/>
    <w:rsid w:val="008A479A"/>
    <w:rsid w:val="008B2C77"/>
    <w:rsid w:val="008B4AD2"/>
    <w:rsid w:val="008B7138"/>
    <w:rsid w:val="008D60B2"/>
    <w:rsid w:val="008D7A7B"/>
    <w:rsid w:val="008E260C"/>
    <w:rsid w:val="008E39BE"/>
    <w:rsid w:val="008E62EC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80095"/>
    <w:rsid w:val="00997BFC"/>
    <w:rsid w:val="009A5900"/>
    <w:rsid w:val="009A6E6C"/>
    <w:rsid w:val="009A6F3F"/>
    <w:rsid w:val="009B1E0E"/>
    <w:rsid w:val="009B331A"/>
    <w:rsid w:val="009B7187"/>
    <w:rsid w:val="009C2650"/>
    <w:rsid w:val="009C2CE6"/>
    <w:rsid w:val="009D15E2"/>
    <w:rsid w:val="009D15FE"/>
    <w:rsid w:val="009D5D2C"/>
    <w:rsid w:val="009F0DCC"/>
    <w:rsid w:val="009F11CA"/>
    <w:rsid w:val="009F44A7"/>
    <w:rsid w:val="00A00B8D"/>
    <w:rsid w:val="00A01AB1"/>
    <w:rsid w:val="00A0695B"/>
    <w:rsid w:val="00A13052"/>
    <w:rsid w:val="00A216A8"/>
    <w:rsid w:val="00A223A6"/>
    <w:rsid w:val="00A26A27"/>
    <w:rsid w:val="00A3639E"/>
    <w:rsid w:val="00A366E9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EFA"/>
    <w:rsid w:val="00B3508F"/>
    <w:rsid w:val="00B443EE"/>
    <w:rsid w:val="00B5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D20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282C"/>
    <w:rsid w:val="00C43DFA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CD5"/>
    <w:rsid w:val="00CE4E1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3F"/>
    <w:rsid w:val="00D54C76"/>
    <w:rsid w:val="00D70665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0DD6"/>
    <w:rsid w:val="00DC1D69"/>
    <w:rsid w:val="00DC5A3A"/>
    <w:rsid w:val="00DD0726"/>
    <w:rsid w:val="00E14BD3"/>
    <w:rsid w:val="00E238E6"/>
    <w:rsid w:val="00E35064"/>
    <w:rsid w:val="00E3681D"/>
    <w:rsid w:val="00E40225"/>
    <w:rsid w:val="00E501F0"/>
    <w:rsid w:val="00E6166D"/>
    <w:rsid w:val="00E70846"/>
    <w:rsid w:val="00E91BFF"/>
    <w:rsid w:val="00E92933"/>
    <w:rsid w:val="00E94FAD"/>
    <w:rsid w:val="00EA54C4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453"/>
    <w:rsid w:val="00F3051C"/>
    <w:rsid w:val="00F33FF2"/>
    <w:rsid w:val="00F438FC"/>
    <w:rsid w:val="00F451A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77E4D"/>
    <w:rsid w:val="00F83D7C"/>
    <w:rsid w:val="00FB232E"/>
    <w:rsid w:val="00FB499D"/>
    <w:rsid w:val="00FD1230"/>
    <w:rsid w:val="00FD557D"/>
    <w:rsid w:val="00FE0282"/>
    <w:rsid w:val="00FE124D"/>
    <w:rsid w:val="00FE792C"/>
    <w:rsid w:val="00FF060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A7B5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CFA9E-9965-6E4C-8480-82ABE01DB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158</TotalTime>
  <Pages>4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30</cp:revision>
  <cp:lastPrinted>2016-05-27T05:21:00Z</cp:lastPrinted>
  <dcterms:created xsi:type="dcterms:W3CDTF">2019-07-21T23:08:00Z</dcterms:created>
  <dcterms:modified xsi:type="dcterms:W3CDTF">2020-05-01T05:00:00Z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