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5863BD3A" w:rsidR="00A301E0" w:rsidRPr="00536741" w:rsidRDefault="00F70259" w:rsidP="00D053AF">
            <w:pPr>
              <w:pStyle w:val="SISSCODE"/>
            </w:pPr>
            <w:r w:rsidRPr="005B1F2D">
              <w:t>ACMSS000</w:t>
            </w:r>
            <w:r w:rsidR="00853490" w:rsidRPr="00D053AF">
              <w:rPr>
                <w:rStyle w:val="SITemporaryText-blue"/>
                <w:color w:val="auto"/>
                <w:szCs w:val="22"/>
              </w:rPr>
              <w:t>08</w:t>
            </w:r>
          </w:p>
        </w:tc>
        <w:tc>
          <w:tcPr>
            <w:tcW w:w="3604" w:type="pct"/>
            <w:shd w:val="clear" w:color="auto" w:fill="auto"/>
          </w:tcPr>
          <w:p w14:paraId="61E6A7E0" w14:textId="77777777" w:rsidR="00A301E0" w:rsidRPr="00536741" w:rsidRDefault="005B1F2D" w:rsidP="00536741">
            <w:pPr>
              <w:pStyle w:val="SISStitle"/>
            </w:pPr>
            <w:r w:rsidRPr="005B1F2D">
              <w:t>Native Amphibian Rehabilitation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4268B91D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>
              <w:t>2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  <w:tr w:rsidR="005B1F2D" w:rsidRPr="00963A46" w14:paraId="5A64658C" w14:textId="77777777" w:rsidTr="002A1BEA">
        <w:tc>
          <w:tcPr>
            <w:tcW w:w="1396" w:type="pct"/>
            <w:shd w:val="clear" w:color="auto" w:fill="auto"/>
          </w:tcPr>
          <w:p w14:paraId="386C0364" w14:textId="77777777" w:rsidR="005B1F2D" w:rsidRPr="005B1F2D" w:rsidRDefault="005B1F2D" w:rsidP="005B1F2D">
            <w:pPr>
              <w:pStyle w:val="SIText"/>
            </w:pPr>
            <w:r w:rsidRPr="005B1F2D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2CAD544" w14:textId="77777777" w:rsidR="005B1F2D" w:rsidRPr="005B1F2D" w:rsidRDefault="005B1F2D" w:rsidP="005B1F2D">
            <w:pPr>
              <w:pStyle w:val="SIText"/>
            </w:pPr>
            <w:r w:rsidRPr="005B1F2D">
              <w:t>This version released with ACM Animal Care and Management Training Package Version 1.0.</w:t>
            </w:r>
          </w:p>
        </w:tc>
      </w:tr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031BAAA" w14:textId="04E45216" w:rsidR="00A772D9" w:rsidRPr="00536741" w:rsidRDefault="005B1F2D" w:rsidP="00536741">
            <w:pPr>
              <w:pStyle w:val="SIText"/>
            </w:pPr>
            <w:r w:rsidRPr="005B1F2D">
              <w:t xml:space="preserve">This skill set is designed to prepare individuals with the skills and knowledge to rescue and rehabilitate native wildlife and amphibian animals by providing </w:t>
            </w:r>
            <w:r w:rsidR="00E466E1">
              <w:t xml:space="preserve">basic first aid and </w:t>
            </w:r>
            <w:r w:rsidRPr="005B1F2D">
              <w:t>management to minimise animal stress and injuries.</w:t>
            </w: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C62FCB2" w14:textId="77777777" w:rsidR="00DF5B7E" w:rsidRDefault="005B1F2D" w:rsidP="00AB0416">
            <w:pPr>
              <w:pStyle w:val="SIText"/>
            </w:pPr>
            <w:r w:rsidRPr="005B1F2D">
              <w:t xml:space="preserve">These units provide credit towards the </w:t>
            </w:r>
            <w:r w:rsidR="00DF5B7E">
              <w:t>following qualifications:</w:t>
            </w:r>
          </w:p>
          <w:p w14:paraId="00BFE58D" w14:textId="2DF14CD6" w:rsidR="00DF5B7E" w:rsidRPr="00E466E1" w:rsidRDefault="005B1F2D" w:rsidP="00E466E1">
            <w:pPr>
              <w:pStyle w:val="SIBulletList1"/>
            </w:pPr>
            <w:r w:rsidRPr="00E466E1">
              <w:t>ACM30</w:t>
            </w:r>
            <w:r w:rsidR="00F70259" w:rsidRPr="00E466E1">
              <w:t>X</w:t>
            </w:r>
            <w:r w:rsidR="00853490" w:rsidRPr="00E466E1">
              <w:t>20</w:t>
            </w:r>
            <w:r w:rsidRPr="00E466E1">
              <w:t xml:space="preserve"> Certificate III in </w:t>
            </w:r>
            <w:r w:rsidR="00EC4AFD" w:rsidRPr="00E466E1">
              <w:t xml:space="preserve">Wildlife </w:t>
            </w:r>
            <w:r w:rsidR="00AB0416" w:rsidRPr="00E466E1">
              <w:t>and Exhibited Animal Care</w:t>
            </w:r>
          </w:p>
          <w:p w14:paraId="31123507" w14:textId="5CD60B18" w:rsidR="00DF5B7E" w:rsidRPr="00E466E1" w:rsidRDefault="00DF5B7E" w:rsidP="00E466E1">
            <w:pPr>
              <w:pStyle w:val="SIBulletList1"/>
            </w:pPr>
            <w:r w:rsidRPr="00E466E1">
              <w:t>ACM30X20 Certificate III in Animal Care Services.</w:t>
            </w:r>
          </w:p>
          <w:p w14:paraId="54F6E954" w14:textId="358FCC9C" w:rsidR="00A301E0" w:rsidRPr="00D053AF" w:rsidRDefault="00A301E0" w:rsidP="00D053A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77777777" w:rsidR="00A301E0" w:rsidRPr="00A301E0" w:rsidRDefault="005B1F2D" w:rsidP="00536741">
            <w:pPr>
              <w:pStyle w:val="SIText"/>
            </w:pPr>
            <w:r w:rsidRPr="005B1F2D">
              <w:t>Regulatory requirements apply to this skill set but vary according to state/territory jurisdictions. Users must check with the relevant regulatory authority before delivery.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3BFBA24" w14:textId="2A21630D" w:rsidR="005B1F2D" w:rsidRPr="00E466E1" w:rsidRDefault="00242179" w:rsidP="00E466E1">
            <w:pPr>
              <w:pStyle w:val="SIBulletList1"/>
            </w:pPr>
            <w:r w:rsidRPr="00E466E1">
              <w:t>ACM</w:t>
            </w:r>
            <w:r>
              <w:t>CAN305</w:t>
            </w:r>
            <w:r w:rsidRPr="00E466E1">
              <w:t xml:space="preserve"> </w:t>
            </w:r>
            <w:r w:rsidR="005B1F2D" w:rsidRPr="00E466E1">
              <w:t>Assist with capturing, restraining and moving animals</w:t>
            </w:r>
          </w:p>
          <w:p w14:paraId="5D54BF75" w14:textId="70FF1C2C" w:rsidR="005B1F2D" w:rsidRPr="00E466E1" w:rsidRDefault="00242179" w:rsidP="00E466E1">
            <w:pPr>
              <w:pStyle w:val="SIBulletList1"/>
            </w:pPr>
            <w:r w:rsidRPr="00E466E1">
              <w:t>ACM</w:t>
            </w:r>
            <w:r>
              <w:t>CAN30</w:t>
            </w:r>
            <w:r w:rsidRPr="00E466E1">
              <w:t xml:space="preserve">7 </w:t>
            </w:r>
            <w:r w:rsidR="005B1F2D" w:rsidRPr="00E466E1">
              <w:t>Rehabilitate native wildlife</w:t>
            </w:r>
          </w:p>
          <w:p w14:paraId="1741D72E" w14:textId="32D128BD" w:rsidR="005B1F2D" w:rsidRPr="00E466E1" w:rsidRDefault="00242179" w:rsidP="00E466E1">
            <w:pPr>
              <w:pStyle w:val="SIBulletList1"/>
            </w:pPr>
            <w:r w:rsidRPr="00E466E1">
              <w:t>ACM</w:t>
            </w:r>
            <w:r>
              <w:t>CAN30</w:t>
            </w:r>
            <w:r w:rsidRPr="00E466E1">
              <w:t xml:space="preserve">8 </w:t>
            </w:r>
            <w:r w:rsidR="005B1F2D" w:rsidRPr="00E466E1">
              <w:t xml:space="preserve">Release native </w:t>
            </w:r>
            <w:r w:rsidR="00EC4AFD" w:rsidRPr="00E466E1">
              <w:t xml:space="preserve">wildlife </w:t>
            </w:r>
            <w:r w:rsidR="005B1F2D" w:rsidRPr="00E466E1">
              <w:t xml:space="preserve">to </w:t>
            </w:r>
            <w:r w:rsidR="00EC4AFD" w:rsidRPr="00E466E1">
              <w:t xml:space="preserve">the </w:t>
            </w:r>
            <w:r w:rsidR="005B1F2D" w:rsidRPr="00E466E1">
              <w:t>natural environment</w:t>
            </w:r>
          </w:p>
          <w:p w14:paraId="53E8B3DC" w14:textId="1D14B600" w:rsidR="005B1F2D" w:rsidRPr="00E466E1" w:rsidRDefault="00242179" w:rsidP="00E466E1">
            <w:pPr>
              <w:pStyle w:val="SIBulletList1"/>
            </w:pPr>
            <w:r w:rsidRPr="00E466E1">
              <w:t>ACM</w:t>
            </w:r>
            <w:r>
              <w:t>CAN311</w:t>
            </w:r>
            <w:r w:rsidRPr="00E466E1">
              <w:t xml:space="preserve"> </w:t>
            </w:r>
            <w:r w:rsidR="005B1F2D" w:rsidRPr="00E466E1">
              <w:t>Care for young animals</w:t>
            </w:r>
          </w:p>
          <w:p w14:paraId="2148E8F3" w14:textId="551249A2" w:rsidR="005B1F2D" w:rsidRPr="00E466E1" w:rsidRDefault="00242179" w:rsidP="00E466E1">
            <w:pPr>
              <w:pStyle w:val="SIBulletList1"/>
            </w:pPr>
            <w:r w:rsidRPr="00E466E1">
              <w:t>ACMG</w:t>
            </w:r>
            <w:r>
              <w:t>AS</w:t>
            </w:r>
            <w:r w:rsidRPr="00E466E1">
              <w:t>3X</w:t>
            </w:r>
            <w:r>
              <w:t>5</w:t>
            </w:r>
            <w:r w:rsidRPr="00E466E1">
              <w:t xml:space="preserve"> </w:t>
            </w:r>
            <w:r w:rsidR="00EC4AFD" w:rsidRPr="00E466E1">
              <w:t>Provide</w:t>
            </w:r>
            <w:r w:rsidR="005B1F2D" w:rsidRPr="00E466E1">
              <w:t xml:space="preserve"> basic </w:t>
            </w:r>
            <w:r w:rsidR="00EC4AFD" w:rsidRPr="00E466E1">
              <w:t xml:space="preserve">animal </w:t>
            </w:r>
            <w:r w:rsidR="005B1F2D" w:rsidRPr="00E466E1">
              <w:t>first a</w:t>
            </w:r>
            <w:bookmarkStart w:id="1" w:name="_GoBack"/>
            <w:bookmarkEnd w:id="1"/>
            <w:r w:rsidR="005B1F2D" w:rsidRPr="00E466E1">
              <w:t>id</w:t>
            </w:r>
          </w:p>
          <w:p w14:paraId="051D6695" w14:textId="77777777" w:rsidR="005B1F2D" w:rsidRPr="00E466E1" w:rsidRDefault="005B1F2D" w:rsidP="00E466E1">
            <w:pPr>
              <w:pStyle w:val="SIBulletList1"/>
            </w:pPr>
            <w:r w:rsidRPr="00E466E1">
              <w:t>ACMSPE301 Provide basic care for amphibians</w:t>
            </w:r>
          </w:p>
          <w:p w14:paraId="53F50D5D" w14:textId="77777777" w:rsidR="001F28F9" w:rsidRPr="00536741" w:rsidRDefault="005B1F2D" w:rsidP="00E466E1">
            <w:pPr>
              <w:pStyle w:val="SIBulletList1"/>
            </w:pPr>
            <w:r w:rsidRPr="00E466E1">
              <w:t>ACMWHS201 Participate in workplace health and safety processes</w:t>
            </w: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77777777" w:rsidR="0016138C" w:rsidRPr="00536741" w:rsidRDefault="005B1F2D" w:rsidP="00536741">
            <w:pPr>
              <w:pStyle w:val="SIText"/>
            </w:pPr>
            <w:r w:rsidRPr="005B1F2D">
              <w:t>This skill set is for individuals who are working as native wildlife carers in the animal care and management industry.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77777777" w:rsidR="00DB557A" w:rsidRPr="00536741" w:rsidRDefault="005B1F2D" w:rsidP="005B1F2D">
            <w:pPr>
              <w:pStyle w:val="SIText"/>
            </w:pPr>
            <w:r w:rsidRPr="005B1F2D">
              <w:t>These competencies meet the requirements to gain a Rehabilitation Permit for wildlife carers.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038FA" w14:textId="77777777" w:rsidR="0014780C" w:rsidRDefault="0014780C" w:rsidP="00BF3F0A">
      <w:r>
        <w:separator/>
      </w:r>
    </w:p>
    <w:p w14:paraId="7036BA7D" w14:textId="77777777" w:rsidR="0014780C" w:rsidRDefault="0014780C"/>
  </w:endnote>
  <w:endnote w:type="continuationSeparator" w:id="0">
    <w:p w14:paraId="73D4107C" w14:textId="77777777" w:rsidR="0014780C" w:rsidRDefault="0014780C" w:rsidP="00BF3F0A">
      <w:r>
        <w:continuationSeparator/>
      </w:r>
    </w:p>
    <w:p w14:paraId="298968FF" w14:textId="77777777" w:rsidR="0014780C" w:rsidRDefault="001478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03D39" w14:textId="77777777" w:rsidR="0014780C" w:rsidRDefault="0014780C" w:rsidP="00BF3F0A">
      <w:r>
        <w:separator/>
      </w:r>
    </w:p>
    <w:p w14:paraId="1A197439" w14:textId="77777777" w:rsidR="0014780C" w:rsidRDefault="0014780C"/>
  </w:footnote>
  <w:footnote w:type="continuationSeparator" w:id="0">
    <w:p w14:paraId="6FE13CC0" w14:textId="77777777" w:rsidR="0014780C" w:rsidRDefault="0014780C" w:rsidP="00BF3F0A">
      <w:r>
        <w:continuationSeparator/>
      </w:r>
    </w:p>
    <w:p w14:paraId="2EE47ACD" w14:textId="77777777" w:rsidR="0014780C" w:rsidRDefault="001478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77777777" w:rsidR="009C2650" w:rsidRPr="005B1F2D" w:rsidRDefault="005B1F2D" w:rsidP="005B1F2D">
    <w:r w:rsidRPr="005B1F2D">
      <w:t>ACMSS00008 Native Amphibian Rehabilitation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780C"/>
    <w:rsid w:val="00151D93"/>
    <w:rsid w:val="00156EF3"/>
    <w:rsid w:val="0016138C"/>
    <w:rsid w:val="00176A67"/>
    <w:rsid w:val="00176E4F"/>
    <w:rsid w:val="0018546B"/>
    <w:rsid w:val="001972E2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179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083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667D2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572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3490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5F4A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C3BAC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0416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3AF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5B7E"/>
    <w:rsid w:val="00E238E6"/>
    <w:rsid w:val="00E35064"/>
    <w:rsid w:val="00E438C3"/>
    <w:rsid w:val="00E466E1"/>
    <w:rsid w:val="00E501F0"/>
    <w:rsid w:val="00E91BFF"/>
    <w:rsid w:val="00E92933"/>
    <w:rsid w:val="00EA3B97"/>
    <w:rsid w:val="00EB0AA4"/>
    <w:rsid w:val="00EB5C88"/>
    <w:rsid w:val="00EB7EB1"/>
    <w:rsid w:val="00EC0469"/>
    <w:rsid w:val="00EC4AFD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0259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71C63-B3A6-4E62-AA6D-30D02D63F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sharepoint/v3"/>
    <ds:schemaRef ds:uri="22038ed1-a3aa-4ceb-a4a8-c5e75df560eb"/>
    <ds:schemaRef ds:uri="http://purl.org/dc/terms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2A13E8-F9F5-4646-8C10-2F8951A4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59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Sue Hamilton</cp:lastModifiedBy>
  <cp:revision>13</cp:revision>
  <cp:lastPrinted>2016-05-27T05:21:00Z</cp:lastPrinted>
  <dcterms:created xsi:type="dcterms:W3CDTF">2019-08-28T05:03:00Z</dcterms:created>
  <dcterms:modified xsi:type="dcterms:W3CDTF">2020-03-31T22:57:00Z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