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C33010" w14:textId="77777777" w:rsidTr="00F279E6">
        <w:tc>
          <w:tcPr>
            <w:tcW w:w="1396" w:type="pct"/>
            <w:shd w:val="clear" w:color="auto" w:fill="auto"/>
          </w:tcPr>
          <w:p w14:paraId="329A3B6E" w14:textId="1FFDC5A5" w:rsidR="00A301E0" w:rsidRPr="00536741" w:rsidRDefault="005B1F2D" w:rsidP="00C75F36">
            <w:pPr>
              <w:pStyle w:val="SISSCODE"/>
            </w:pPr>
            <w:r w:rsidRPr="005B1F2D">
              <w:t>ACMSS</w:t>
            </w:r>
            <w:r w:rsidR="00D55D15">
              <w:t>X</w:t>
            </w:r>
            <w:r w:rsidR="00C407AA" w:rsidRPr="00C75F36">
              <w:rPr>
                <w:rStyle w:val="SITemporaryText-blue"/>
                <w:color w:val="auto"/>
                <w:szCs w:val="22"/>
              </w:rPr>
              <w:t>X</w:t>
            </w:r>
            <w:r w:rsidR="009827E4" w:rsidRPr="00C75F36">
              <w:rPr>
                <w:rStyle w:val="SITemporaryText-blue"/>
                <w:color w:val="auto"/>
                <w:szCs w:val="22"/>
              </w:rPr>
              <w:t>X</w:t>
            </w:r>
            <w:r w:rsidR="00D55D15" w:rsidRPr="00C75F36">
              <w:rPr>
                <w:rStyle w:val="SITemporaryText-blue"/>
                <w:color w:val="auto"/>
                <w:szCs w:val="22"/>
              </w:rPr>
              <w:t>2</w:t>
            </w:r>
            <w:r w:rsidR="00331D66" w:rsidRPr="00C75F36">
              <w:rPr>
                <w:rStyle w:val="SITemporaryText-blue"/>
                <w:color w:val="auto"/>
                <w:szCs w:val="22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61E6A7E0" w14:textId="056AC07D" w:rsidR="00A301E0" w:rsidRPr="00536741" w:rsidRDefault="00331D66" w:rsidP="00536741">
            <w:pPr>
              <w:pStyle w:val="SISStitle"/>
            </w:pPr>
            <w:r>
              <w:t>Zoological</w:t>
            </w:r>
            <w:r w:rsidRPr="00331D66">
              <w:t xml:space="preserve"> Horticulture Skill Set</w:t>
            </w:r>
          </w:p>
        </w:tc>
      </w:tr>
    </w:tbl>
    <w:p w14:paraId="2317C109" w14:textId="77777777" w:rsidR="00A301E0" w:rsidRPr="00536741" w:rsidRDefault="00A301E0" w:rsidP="00A301E0"/>
    <w:p w14:paraId="61554D5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084B8A2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676D8E8" w14:textId="77777777" w:rsidTr="002A1BEA">
        <w:tc>
          <w:tcPr>
            <w:tcW w:w="1396" w:type="pct"/>
            <w:shd w:val="clear" w:color="auto" w:fill="auto"/>
          </w:tcPr>
          <w:p w14:paraId="1EABD0E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07A14A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9827E4" w:rsidRPr="00963A46" w14:paraId="4291A419" w14:textId="77777777" w:rsidTr="005378F0">
        <w:tc>
          <w:tcPr>
            <w:tcW w:w="1396" w:type="pct"/>
            <w:shd w:val="clear" w:color="auto" w:fill="auto"/>
          </w:tcPr>
          <w:p w14:paraId="68CAFD86" w14:textId="34D82C02" w:rsidR="009827E4" w:rsidRPr="009827E4" w:rsidRDefault="009827E4" w:rsidP="009827E4">
            <w:pPr>
              <w:pStyle w:val="SIText"/>
            </w:pPr>
            <w:bookmarkStart w:id="0" w:name="_Hlk21417360"/>
            <w:r w:rsidRPr="009827E4">
              <w:t xml:space="preserve">Release </w:t>
            </w:r>
            <w:r w:rsidR="00D93FF7">
              <w:t>1</w:t>
            </w:r>
          </w:p>
        </w:tc>
        <w:tc>
          <w:tcPr>
            <w:tcW w:w="3604" w:type="pct"/>
            <w:shd w:val="clear" w:color="auto" w:fill="auto"/>
          </w:tcPr>
          <w:p w14:paraId="4E6CE4C8" w14:textId="77777777" w:rsidR="009827E4" w:rsidRPr="009827E4" w:rsidRDefault="009827E4" w:rsidP="009827E4">
            <w:pPr>
              <w:pStyle w:val="SIText"/>
            </w:pPr>
            <w:r w:rsidRPr="009827E4">
              <w:t>This version released with ACM Animal Care and Management Training Package Version 4.0.</w:t>
            </w:r>
          </w:p>
        </w:tc>
      </w:tr>
      <w:bookmarkEnd w:id="0"/>
    </w:tbl>
    <w:p w14:paraId="58988F83" w14:textId="77777777" w:rsidR="00536741" w:rsidRDefault="00536741" w:rsidP="00536741">
      <w:pPr>
        <w:rPr>
          <w:lang w:eastAsia="en-US"/>
        </w:rPr>
      </w:pPr>
    </w:p>
    <w:p w14:paraId="6FC684C1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D2B02D" w14:textId="77777777" w:rsidTr="000D7BE6">
        <w:tc>
          <w:tcPr>
            <w:tcW w:w="5000" w:type="pct"/>
            <w:shd w:val="clear" w:color="auto" w:fill="auto"/>
          </w:tcPr>
          <w:p w14:paraId="2DDFDD1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BE9108B" w14:textId="4C14FB88" w:rsidR="00A772D9" w:rsidRDefault="00907EE7" w:rsidP="00536741">
            <w:pPr>
              <w:pStyle w:val="SIText"/>
            </w:pPr>
            <w:r w:rsidRPr="00907EE7">
              <w:t>This skill set is</w:t>
            </w:r>
            <w:r w:rsidR="00AA1C5A">
              <w:t xml:space="preserve"> </w:t>
            </w:r>
            <w:r w:rsidR="000E4E6E">
              <w:t>designed</w:t>
            </w:r>
            <w:r w:rsidR="00AA1C5A">
              <w:t xml:space="preserve"> to </w:t>
            </w:r>
            <w:r w:rsidR="00300FDC">
              <w:t>develop</w:t>
            </w:r>
            <w:r w:rsidR="00300FDC" w:rsidRPr="00300FDC">
              <w:t xml:space="preserve"> </w:t>
            </w:r>
            <w:r w:rsidR="00300FDC">
              <w:t xml:space="preserve">an individual's </w:t>
            </w:r>
            <w:r w:rsidR="00C64049">
              <w:t>skills and knowledge</w:t>
            </w:r>
            <w:r w:rsidR="00370474">
              <w:t xml:space="preserve"> in </w:t>
            </w:r>
            <w:r w:rsidR="005A73E7">
              <w:t xml:space="preserve">zoological </w:t>
            </w:r>
            <w:r w:rsidR="00974056" w:rsidRPr="00974056">
              <w:t>horticulture</w:t>
            </w:r>
            <w:r w:rsidR="005A73E7">
              <w:t xml:space="preserve"> to source appropriate plant foods for animals cared for or exhibited in</w:t>
            </w:r>
            <w:r w:rsidR="005A73E7" w:rsidRPr="005A73E7">
              <w:t xml:space="preserve"> a zoo, wildlife </w:t>
            </w:r>
            <w:r w:rsidR="00A27C1A">
              <w:t>park</w:t>
            </w:r>
            <w:r w:rsidR="005A73E7" w:rsidRPr="005A73E7">
              <w:t xml:space="preserve"> or </w:t>
            </w:r>
            <w:r w:rsidR="005A73E7">
              <w:t>similar</w:t>
            </w:r>
            <w:r w:rsidR="005A73E7" w:rsidRPr="005A73E7">
              <w:t xml:space="preserve"> facility</w:t>
            </w:r>
            <w:r w:rsidR="005A73E7">
              <w:t>.</w:t>
            </w:r>
          </w:p>
          <w:p w14:paraId="0031BAAA" w14:textId="2DBB77A0" w:rsidR="007E5348" w:rsidRPr="00536741" w:rsidRDefault="007E5348" w:rsidP="00536741">
            <w:pPr>
              <w:pStyle w:val="SIText"/>
            </w:pPr>
          </w:p>
        </w:tc>
      </w:tr>
      <w:tr w:rsidR="00A301E0" w:rsidRPr="00963A46" w14:paraId="1F620E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BD6C7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8DC38A0" w14:textId="21E95970" w:rsidR="00A301E0" w:rsidRDefault="00907EE7" w:rsidP="00370474">
            <w:pPr>
              <w:pStyle w:val="SIText"/>
            </w:pPr>
            <w:r w:rsidRPr="00907EE7">
              <w:t xml:space="preserve">These units provide credit towards </w:t>
            </w:r>
            <w:hyperlink r:id="rId11" w:tooltip="View details for training package code AHC" w:history="1">
              <w:r w:rsidR="00472F67" w:rsidRPr="00472F67">
                <w:t xml:space="preserve">Agriculture, Horticulture and Conservation and Land Management </w:t>
              </w:r>
            </w:hyperlink>
            <w:r w:rsidR="00472F67">
              <w:t xml:space="preserve">(AHC) </w:t>
            </w:r>
            <w:r w:rsidR="00B83B0D">
              <w:t>qualifications</w:t>
            </w:r>
            <w:r w:rsidR="005A73E7">
              <w:t xml:space="preserve"> and the Certificate III in Captive Animals</w:t>
            </w:r>
            <w:r w:rsidR="00B83B0D">
              <w:t>.</w:t>
            </w:r>
          </w:p>
          <w:p w14:paraId="54F6E954" w14:textId="3F41C2D5" w:rsidR="00370474" w:rsidRPr="00C75F36" w:rsidRDefault="00370474" w:rsidP="00C75F3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3875FB1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C9020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D5F34B6" w14:textId="4ADE3011" w:rsidR="00A301E0" w:rsidRPr="00A301E0" w:rsidRDefault="00907EE7" w:rsidP="00536741">
            <w:pPr>
              <w:pStyle w:val="SIText"/>
            </w:pPr>
            <w:r w:rsidRPr="00907EE7">
              <w:t>No licensing, legislative or certification requirements are known to apply to this skill set at the time of publication.</w:t>
            </w:r>
          </w:p>
        </w:tc>
      </w:tr>
      <w:tr w:rsidR="00A772D9" w:rsidRPr="00963A46" w14:paraId="7B0E7B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12F6EF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52EB1C1" w14:textId="1D49D73E" w:rsidR="000E0080" w:rsidRPr="000E0080" w:rsidRDefault="000E0080" w:rsidP="000E0080">
            <w:pPr>
              <w:pStyle w:val="SIBulletList1"/>
            </w:pPr>
            <w:r w:rsidRPr="000E0080">
              <w:t>ACM</w:t>
            </w:r>
            <w:r w:rsidR="009D57C5">
              <w:t>CAN406</w:t>
            </w:r>
            <w:bookmarkStart w:id="1" w:name="_GoBack"/>
            <w:bookmarkEnd w:id="1"/>
            <w:r>
              <w:t xml:space="preserve"> </w:t>
            </w:r>
            <w:r w:rsidRPr="000E0080">
              <w:t xml:space="preserve">Assist </w:t>
            </w:r>
            <w:r w:rsidR="005A73E7">
              <w:t>with</w:t>
            </w:r>
            <w:r w:rsidRPr="000E0080">
              <w:t xml:space="preserve"> a</w:t>
            </w:r>
            <w:r w:rsidR="005A73E7">
              <w:t xml:space="preserve"> zoological </w:t>
            </w:r>
            <w:r w:rsidRPr="000E0080">
              <w:t>plantation</w:t>
            </w:r>
            <w:r w:rsidR="005A73E7">
              <w:t xml:space="preserve"> or plant production system</w:t>
            </w:r>
          </w:p>
          <w:p w14:paraId="72A810F1" w14:textId="470039B4" w:rsidR="0045581E" w:rsidRDefault="005801FF" w:rsidP="000E0080">
            <w:pPr>
              <w:pStyle w:val="SIBulletList1"/>
            </w:pPr>
            <w:r>
              <w:t>AHC</w:t>
            </w:r>
            <w:r w:rsidR="0045581E">
              <w:t>BIO302 Identify and report unusual disease</w:t>
            </w:r>
            <w:r w:rsidR="007504AC">
              <w:t xml:space="preserve"> or plant pest signs</w:t>
            </w:r>
          </w:p>
          <w:p w14:paraId="60E65474" w14:textId="01C80D04" w:rsidR="001F28F9" w:rsidRDefault="000E0080" w:rsidP="000E0080">
            <w:pPr>
              <w:pStyle w:val="SIBulletList1"/>
            </w:pPr>
            <w:r w:rsidRPr="000E0080">
              <w:t>AHCPCM201 Recognise plants</w:t>
            </w:r>
          </w:p>
          <w:p w14:paraId="53F50D5D" w14:textId="2F155839" w:rsidR="000E0080" w:rsidRPr="00536741" w:rsidRDefault="000E0080" w:rsidP="000E008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76E2A49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99729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ACE4967" w14:textId="7FD5E337" w:rsidR="0016138C" w:rsidRPr="00536741" w:rsidRDefault="00DA1678" w:rsidP="00536741">
            <w:pPr>
              <w:pStyle w:val="SIText"/>
            </w:pPr>
            <w:r w:rsidRPr="00DA1678">
              <w:t xml:space="preserve">This skill set is for individuals who are working </w:t>
            </w:r>
            <w:r w:rsidR="003E4F21">
              <w:t xml:space="preserve">in </w:t>
            </w:r>
            <w:r w:rsidR="000E4E6E" w:rsidRPr="000E4E6E">
              <w:t>senior keeper/carer</w:t>
            </w:r>
            <w:r w:rsidR="00D44BE7">
              <w:t xml:space="preserve"> </w:t>
            </w:r>
            <w:r w:rsidR="003E4F21">
              <w:t>roles</w:t>
            </w:r>
            <w:r w:rsidRPr="00DA1678">
              <w:t xml:space="preserve"> </w:t>
            </w:r>
            <w:r w:rsidR="00150B9E">
              <w:t xml:space="preserve">with </w:t>
            </w:r>
            <w:r w:rsidR="003C5ED3">
              <w:t>responsibilities</w:t>
            </w:r>
            <w:r w:rsidR="00150B9E">
              <w:t xml:space="preserve"> for </w:t>
            </w:r>
            <w:r w:rsidR="005A73E7">
              <w:t>sourcing animal plant food within</w:t>
            </w:r>
            <w:r w:rsidR="00150B9E">
              <w:t xml:space="preserve"> a </w:t>
            </w:r>
            <w:r w:rsidR="003E4F21" w:rsidRPr="003E4F21">
              <w:t xml:space="preserve">zoo, wildlife </w:t>
            </w:r>
            <w:r w:rsidR="00A27C1A">
              <w:t>park</w:t>
            </w:r>
            <w:r w:rsidR="00AE2D75">
              <w:t xml:space="preserve"> </w:t>
            </w:r>
            <w:r w:rsidR="003E4F21" w:rsidRPr="003E4F21">
              <w:t xml:space="preserve">or other </w:t>
            </w:r>
            <w:r w:rsidR="00150B9E">
              <w:t>facility</w:t>
            </w:r>
            <w:r w:rsidR="005A73E7">
              <w:t xml:space="preserve"> where</w:t>
            </w:r>
            <w:r w:rsidR="005A73E7" w:rsidRPr="005A73E7">
              <w:t xml:space="preserve"> animals are cared for or exhibited</w:t>
            </w:r>
            <w:r w:rsidR="00623CB4">
              <w:t>.</w:t>
            </w:r>
          </w:p>
        </w:tc>
      </w:tr>
      <w:tr w:rsidR="00DB557A" w:rsidRPr="00963A46" w14:paraId="486C61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FD1538D" w14:textId="77777777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C7F3DA3" w14:textId="7764C578" w:rsidR="00DB557A" w:rsidRPr="00536741" w:rsidRDefault="00DA1678" w:rsidP="005B1F2D">
            <w:pPr>
              <w:pStyle w:val="SIText"/>
            </w:pPr>
            <w:r w:rsidRPr="00DA1678">
              <w:t xml:space="preserve">These competencies meet industry requirements </w:t>
            </w:r>
            <w:r w:rsidR="004965E9">
              <w:t xml:space="preserve">for </w:t>
            </w:r>
            <w:r w:rsidR="00ED5041">
              <w:t>individuals</w:t>
            </w:r>
            <w:r w:rsidR="004965E9">
              <w:t xml:space="preserve"> specialising</w:t>
            </w:r>
            <w:r w:rsidRPr="00DA1678">
              <w:t xml:space="preserve"> to </w:t>
            </w:r>
            <w:r w:rsidR="00AE2D75">
              <w:t>zoological</w:t>
            </w:r>
            <w:r w:rsidR="004965E9">
              <w:t xml:space="preserve"> horticulture </w:t>
            </w:r>
            <w:r w:rsidR="00150B9E">
              <w:t xml:space="preserve">in </w:t>
            </w:r>
            <w:r w:rsidR="00150B9E" w:rsidRPr="00150B9E">
              <w:t>a zoo, wildlife park or other animal facility.</w:t>
            </w:r>
          </w:p>
        </w:tc>
      </w:tr>
    </w:tbl>
    <w:p w14:paraId="6D94F4DA" w14:textId="77777777" w:rsidR="00472F67" w:rsidRDefault="00472F67">
      <w:pPr>
        <w:tabs>
          <w:tab w:val="left" w:pos="13351"/>
        </w:tabs>
        <w:ind w:left="144"/>
      </w:pPr>
    </w:p>
    <w:sectPr w:rsidR="00472F67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EB538" w14:textId="77777777" w:rsidR="008874AD" w:rsidRDefault="008874AD" w:rsidP="00BF3F0A">
      <w:r>
        <w:separator/>
      </w:r>
    </w:p>
    <w:p w14:paraId="01CB0961" w14:textId="77777777" w:rsidR="008874AD" w:rsidRDefault="008874AD"/>
  </w:endnote>
  <w:endnote w:type="continuationSeparator" w:id="0">
    <w:p w14:paraId="0115DCEA" w14:textId="77777777" w:rsidR="008874AD" w:rsidRDefault="008874AD" w:rsidP="00BF3F0A">
      <w:r>
        <w:continuationSeparator/>
      </w:r>
    </w:p>
    <w:p w14:paraId="3EC8A219" w14:textId="77777777" w:rsidR="008874AD" w:rsidRDefault="00887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E05F5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3B698D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F137E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26356" w14:textId="77777777" w:rsidR="008874AD" w:rsidRDefault="008874AD" w:rsidP="00BF3F0A">
      <w:r>
        <w:separator/>
      </w:r>
    </w:p>
    <w:p w14:paraId="2CC9BFC6" w14:textId="77777777" w:rsidR="008874AD" w:rsidRDefault="008874AD"/>
  </w:footnote>
  <w:footnote w:type="continuationSeparator" w:id="0">
    <w:p w14:paraId="61BCD92D" w14:textId="77777777" w:rsidR="008874AD" w:rsidRDefault="008874AD" w:rsidP="00BF3F0A">
      <w:r>
        <w:continuationSeparator/>
      </w:r>
    </w:p>
    <w:p w14:paraId="24E47189" w14:textId="77777777" w:rsidR="008874AD" w:rsidRDefault="00887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B8AB" w14:textId="2A495485" w:rsidR="009C2650" w:rsidRPr="00907EE7" w:rsidRDefault="00D55D15" w:rsidP="00C75F36">
    <w:r w:rsidRPr="005B1F2D">
      <w:t>ACMSS</w:t>
    </w:r>
    <w:r>
      <w:t>X</w:t>
    </w:r>
    <w:r w:rsidRPr="00C75F36">
      <w:t>XX24</w:t>
    </w:r>
    <w:r>
      <w:rPr>
        <w:rStyle w:val="SITemporaryText-blue"/>
      </w:rPr>
      <w:t xml:space="preserve"> </w:t>
    </w:r>
    <w:r w:rsidR="00331D66">
      <w:t>Zoological Horticulture</w:t>
    </w:r>
    <w:r w:rsidR="00D93FF7" w:rsidRPr="00907EE7">
      <w:t xml:space="preserve"> </w:t>
    </w:r>
    <w:r w:rsidR="00907EE7" w:rsidRPr="00907EE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F2D"/>
    <w:rsid w:val="000014B9"/>
    <w:rsid w:val="00004274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578DE"/>
    <w:rsid w:val="00064BFE"/>
    <w:rsid w:val="00070B3E"/>
    <w:rsid w:val="00071F95"/>
    <w:rsid w:val="000737BB"/>
    <w:rsid w:val="00074E47"/>
    <w:rsid w:val="000A0EEF"/>
    <w:rsid w:val="000A5441"/>
    <w:rsid w:val="000C13F1"/>
    <w:rsid w:val="000D7BE6"/>
    <w:rsid w:val="000E0080"/>
    <w:rsid w:val="000E2C86"/>
    <w:rsid w:val="000E4E6E"/>
    <w:rsid w:val="000F29F2"/>
    <w:rsid w:val="00101659"/>
    <w:rsid w:val="001078BF"/>
    <w:rsid w:val="00133957"/>
    <w:rsid w:val="001372F6"/>
    <w:rsid w:val="00141047"/>
    <w:rsid w:val="00144385"/>
    <w:rsid w:val="00150B9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73D9"/>
    <w:rsid w:val="001E0D96"/>
    <w:rsid w:val="001E16BC"/>
    <w:rsid w:val="001E79D3"/>
    <w:rsid w:val="001F28F9"/>
    <w:rsid w:val="001F2BA5"/>
    <w:rsid w:val="001F308D"/>
    <w:rsid w:val="00201A7C"/>
    <w:rsid w:val="0021414D"/>
    <w:rsid w:val="00215DA3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3FD3"/>
    <w:rsid w:val="002A4CD3"/>
    <w:rsid w:val="002C55E9"/>
    <w:rsid w:val="002D0C8B"/>
    <w:rsid w:val="002E193E"/>
    <w:rsid w:val="002F4FFE"/>
    <w:rsid w:val="00300FDC"/>
    <w:rsid w:val="00310771"/>
    <w:rsid w:val="00321DB9"/>
    <w:rsid w:val="003315E1"/>
    <w:rsid w:val="00331D66"/>
    <w:rsid w:val="00337E82"/>
    <w:rsid w:val="00350BB1"/>
    <w:rsid w:val="00352C83"/>
    <w:rsid w:val="00370474"/>
    <w:rsid w:val="0037067D"/>
    <w:rsid w:val="0038735B"/>
    <w:rsid w:val="003916D1"/>
    <w:rsid w:val="003A21F0"/>
    <w:rsid w:val="003A2866"/>
    <w:rsid w:val="003A58BA"/>
    <w:rsid w:val="003A5AE7"/>
    <w:rsid w:val="003A7221"/>
    <w:rsid w:val="003C13AE"/>
    <w:rsid w:val="003C16B1"/>
    <w:rsid w:val="003C1C56"/>
    <w:rsid w:val="003C5ED3"/>
    <w:rsid w:val="003D2E73"/>
    <w:rsid w:val="003E4F21"/>
    <w:rsid w:val="003E7BBE"/>
    <w:rsid w:val="004127E3"/>
    <w:rsid w:val="0043212E"/>
    <w:rsid w:val="00434366"/>
    <w:rsid w:val="00444423"/>
    <w:rsid w:val="00452F3E"/>
    <w:rsid w:val="00453E79"/>
    <w:rsid w:val="0045581E"/>
    <w:rsid w:val="004640AE"/>
    <w:rsid w:val="00472F67"/>
    <w:rsid w:val="00473388"/>
    <w:rsid w:val="00475172"/>
    <w:rsid w:val="004758B0"/>
    <w:rsid w:val="004832D2"/>
    <w:rsid w:val="00485559"/>
    <w:rsid w:val="004965E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16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7E0A"/>
    <w:rsid w:val="005801FF"/>
    <w:rsid w:val="00583902"/>
    <w:rsid w:val="005A3AA5"/>
    <w:rsid w:val="005A6C9C"/>
    <w:rsid w:val="005A73E7"/>
    <w:rsid w:val="005A74DC"/>
    <w:rsid w:val="005B1F2D"/>
    <w:rsid w:val="005B5146"/>
    <w:rsid w:val="005C231B"/>
    <w:rsid w:val="005C7EA8"/>
    <w:rsid w:val="005F33CC"/>
    <w:rsid w:val="006121D4"/>
    <w:rsid w:val="00613B49"/>
    <w:rsid w:val="00620E8E"/>
    <w:rsid w:val="00623CB4"/>
    <w:rsid w:val="00633A2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441"/>
    <w:rsid w:val="006C159E"/>
    <w:rsid w:val="006C2F32"/>
    <w:rsid w:val="006D4448"/>
    <w:rsid w:val="006E2C4D"/>
    <w:rsid w:val="006E52E5"/>
    <w:rsid w:val="00705EEC"/>
    <w:rsid w:val="00707741"/>
    <w:rsid w:val="00722769"/>
    <w:rsid w:val="00727901"/>
    <w:rsid w:val="0073075B"/>
    <w:rsid w:val="007341FF"/>
    <w:rsid w:val="007404E9"/>
    <w:rsid w:val="007444CF"/>
    <w:rsid w:val="007504AC"/>
    <w:rsid w:val="0076523B"/>
    <w:rsid w:val="00771B60"/>
    <w:rsid w:val="00773034"/>
    <w:rsid w:val="007748BE"/>
    <w:rsid w:val="00781D77"/>
    <w:rsid w:val="00782BDD"/>
    <w:rsid w:val="007860B7"/>
    <w:rsid w:val="00786DC8"/>
    <w:rsid w:val="007D5A78"/>
    <w:rsid w:val="007E3BD1"/>
    <w:rsid w:val="007E534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74AD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5BDB"/>
    <w:rsid w:val="00907EE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056"/>
    <w:rsid w:val="009827E4"/>
    <w:rsid w:val="0098725E"/>
    <w:rsid w:val="0099565B"/>
    <w:rsid w:val="009A5900"/>
    <w:rsid w:val="009B3335"/>
    <w:rsid w:val="009C2650"/>
    <w:rsid w:val="009D15E2"/>
    <w:rsid w:val="009D15FE"/>
    <w:rsid w:val="009D57C5"/>
    <w:rsid w:val="009D5D2C"/>
    <w:rsid w:val="009E3B41"/>
    <w:rsid w:val="009F0DCC"/>
    <w:rsid w:val="009F11CA"/>
    <w:rsid w:val="00A0695B"/>
    <w:rsid w:val="00A13052"/>
    <w:rsid w:val="00A216A8"/>
    <w:rsid w:val="00A223A6"/>
    <w:rsid w:val="00A27C1A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1C5A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2D75"/>
    <w:rsid w:val="00AE32CB"/>
    <w:rsid w:val="00AF2260"/>
    <w:rsid w:val="00AF3957"/>
    <w:rsid w:val="00B12013"/>
    <w:rsid w:val="00B22C67"/>
    <w:rsid w:val="00B3508F"/>
    <w:rsid w:val="00B40BFE"/>
    <w:rsid w:val="00B443EE"/>
    <w:rsid w:val="00B560C8"/>
    <w:rsid w:val="00B61150"/>
    <w:rsid w:val="00B65BC7"/>
    <w:rsid w:val="00B670F9"/>
    <w:rsid w:val="00B746B9"/>
    <w:rsid w:val="00B83B0D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7A90"/>
    <w:rsid w:val="00C01B36"/>
    <w:rsid w:val="00C143C3"/>
    <w:rsid w:val="00C1739B"/>
    <w:rsid w:val="00C26067"/>
    <w:rsid w:val="00C30A29"/>
    <w:rsid w:val="00C317DC"/>
    <w:rsid w:val="00C407AA"/>
    <w:rsid w:val="00C54EF8"/>
    <w:rsid w:val="00C578E9"/>
    <w:rsid w:val="00C64049"/>
    <w:rsid w:val="00C65117"/>
    <w:rsid w:val="00C70626"/>
    <w:rsid w:val="00C72860"/>
    <w:rsid w:val="00C73B90"/>
    <w:rsid w:val="00C75F36"/>
    <w:rsid w:val="00C779F9"/>
    <w:rsid w:val="00C96AF3"/>
    <w:rsid w:val="00C97CCC"/>
    <w:rsid w:val="00CA0274"/>
    <w:rsid w:val="00CB746F"/>
    <w:rsid w:val="00CC451E"/>
    <w:rsid w:val="00CD4E9D"/>
    <w:rsid w:val="00CD4F4D"/>
    <w:rsid w:val="00CE047D"/>
    <w:rsid w:val="00CE7D19"/>
    <w:rsid w:val="00CF0568"/>
    <w:rsid w:val="00CF0CF5"/>
    <w:rsid w:val="00CF2B3E"/>
    <w:rsid w:val="00D0193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A62"/>
    <w:rsid w:val="00D44BE7"/>
    <w:rsid w:val="00D54C76"/>
    <w:rsid w:val="00D55D15"/>
    <w:rsid w:val="00D65221"/>
    <w:rsid w:val="00D727F3"/>
    <w:rsid w:val="00D73695"/>
    <w:rsid w:val="00D810DE"/>
    <w:rsid w:val="00D87D32"/>
    <w:rsid w:val="00D92C83"/>
    <w:rsid w:val="00D93FF7"/>
    <w:rsid w:val="00DA0A81"/>
    <w:rsid w:val="00DA1678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5041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C12B8C8"/>
  <w15:docId w15:val="{A06DB89B-8F20-4139-883A-28089D4B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A1AA27226AF4980DB5931084418F0" ma:contentTypeVersion="" ma:contentTypeDescription="Create a new document." ma:contentTypeScope="" ma:versionID="e02acbb17171b0efc3751a088c6947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038ed1-a3aa-4ceb-a4a8-c5e75df560eb" targetNamespace="http://schemas.microsoft.com/office/2006/metadata/properties" ma:root="true" ma:fieldsID="882b58be88c69adf98db7889dcd3b60e" ns1:_="" ns2:_="" ns3:_="">
    <xsd:import namespace="http://schemas.microsoft.com/sharepoint/v3"/>
    <xsd:import namespace="d50bbff7-d6dd-47d2-864a-cfdc2c3db0f4"/>
    <xsd:import namespace="22038ed1-a3aa-4ceb-a4a8-c5e75df560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38ed1-a3aa-4ceb-a4a8-c5e75df56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22038ed1-a3aa-4ceb-a4a8-c5e75df560eb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3DE330-DE50-4A08-825F-A4F917696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038ed1-a3aa-4ceb-a4a8-c5e75df56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B75A4-106D-4050-B953-2BE8F27B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Sue Hamilton</cp:lastModifiedBy>
  <cp:revision>64</cp:revision>
  <cp:lastPrinted>2016-05-27T05:21:00Z</cp:lastPrinted>
  <dcterms:created xsi:type="dcterms:W3CDTF">2019-08-28T05:03:00Z</dcterms:created>
  <dcterms:modified xsi:type="dcterms:W3CDTF">2020-03-31T23:01:00Z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0x0101007D8A1AA27226AF4980DB5931084418F0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