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48A96EEA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94691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1AA3B77" w:rsidR="00F1480E" w:rsidRPr="000754EC" w:rsidRDefault="001134B1" w:rsidP="00356A3D">
            <w:pPr>
              <w:pStyle w:val="SIUNITCODE"/>
            </w:pPr>
            <w:r>
              <w:t>SFI</w:t>
            </w:r>
            <w:r w:rsidR="006B3BD4">
              <w:t>AQU</w:t>
            </w:r>
            <w:r w:rsidR="00087139">
              <w:t>2</w:t>
            </w:r>
            <w:r w:rsidR="00430533">
              <w:t>X</w:t>
            </w:r>
            <w:r w:rsidR="001050D3">
              <w:t>1</w:t>
            </w:r>
          </w:p>
        </w:tc>
        <w:tc>
          <w:tcPr>
            <w:tcW w:w="3604" w:type="pct"/>
            <w:shd w:val="clear" w:color="auto" w:fill="auto"/>
          </w:tcPr>
          <w:p w14:paraId="41850966" w14:textId="064E0188" w:rsidR="00F1480E" w:rsidRPr="000754EC" w:rsidRDefault="001102A5" w:rsidP="000754EC">
            <w:pPr>
              <w:pStyle w:val="SIUnittitle"/>
            </w:pPr>
            <w:r>
              <w:t xml:space="preserve">Prepare </w:t>
            </w:r>
            <w:r w:rsidR="001050D3">
              <w:t xml:space="preserve">and </w:t>
            </w:r>
            <w:r>
              <w:t>u</w:t>
            </w:r>
            <w:r w:rsidR="00DB622E">
              <w:t>se</w:t>
            </w:r>
            <w:r w:rsidR="00594691">
              <w:t xml:space="preserve"> </w:t>
            </w:r>
            <w:r w:rsidR="001050D3">
              <w:t xml:space="preserve">aquatic </w:t>
            </w:r>
            <w:r w:rsidR="00594691">
              <w:t xml:space="preserve">technology </w:t>
            </w:r>
          </w:p>
        </w:tc>
      </w:tr>
      <w:tr w:rsidR="002A586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A586A" w:rsidRPr="002A586A" w:rsidRDefault="002A586A" w:rsidP="002A586A">
            <w:pPr>
              <w:pStyle w:val="SIHeading2"/>
            </w:pPr>
            <w:r w:rsidRPr="00FD557D">
              <w:t>Application</w:t>
            </w:r>
          </w:p>
          <w:p w14:paraId="5D1C7433" w14:textId="77777777" w:rsidR="002A586A" w:rsidRPr="00923720" w:rsidRDefault="002A586A" w:rsidP="002A586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40B4C" w14:textId="559A753D" w:rsidR="002A586A" w:rsidRDefault="002A586A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 w:rsidR="00DB622E">
              <w:t>use</w:t>
            </w:r>
            <w:r w:rsidR="00CE70A8">
              <w:t xml:space="preserve"> aquatic</w:t>
            </w:r>
            <w:r w:rsidR="00594691">
              <w:t xml:space="preserve"> technology</w:t>
            </w:r>
            <w:r w:rsidR="00CE70A8">
              <w:t xml:space="preserve">, which may include equipment and </w:t>
            </w:r>
            <w:r w:rsidR="00737FBD">
              <w:t xml:space="preserve">smart or automated </w:t>
            </w:r>
            <w:r w:rsidR="00CE70A8">
              <w:t>systems.</w:t>
            </w:r>
            <w:r w:rsidRPr="002A586A">
              <w:t xml:space="preserve"> </w:t>
            </w:r>
          </w:p>
          <w:p w14:paraId="086B6BC4" w14:textId="77777777" w:rsidR="00880DF5" w:rsidRPr="002A586A" w:rsidRDefault="00880DF5" w:rsidP="002A586A">
            <w:pPr>
              <w:pStyle w:val="SIText"/>
            </w:pPr>
          </w:p>
          <w:p w14:paraId="28525208" w14:textId="56688A94" w:rsidR="002A586A" w:rsidRDefault="002A586A" w:rsidP="002A586A">
            <w:pPr>
              <w:pStyle w:val="SIText"/>
            </w:pPr>
            <w:r w:rsidRPr="002A586A">
              <w:t xml:space="preserve">The unit applies to individuals who </w:t>
            </w:r>
            <w:r w:rsidR="001102A5">
              <w:t xml:space="preserve">are introduced to the use of </w:t>
            </w:r>
            <w:r w:rsidR="00CE70A8">
              <w:t xml:space="preserve">aquatic </w:t>
            </w:r>
            <w:r w:rsidR="001102A5">
              <w:t>technology</w:t>
            </w:r>
            <w:r w:rsidR="00594691">
              <w:t>.</w:t>
            </w:r>
          </w:p>
          <w:p w14:paraId="3F71D494" w14:textId="0CF4FF65" w:rsidR="00476E86" w:rsidRDefault="00476E86" w:rsidP="002A586A">
            <w:pPr>
              <w:pStyle w:val="SIText"/>
            </w:pPr>
          </w:p>
          <w:p w14:paraId="222DE076" w14:textId="3A0BBB80" w:rsidR="002A586A" w:rsidRPr="002A586A" w:rsidRDefault="00594691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2A586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562187B4" w:rsidR="002A586A" w:rsidRPr="002A586A" w:rsidRDefault="00594691" w:rsidP="002A586A">
            <w:pPr>
              <w:pStyle w:val="SIHeading2"/>
            </w:pPr>
            <w:r>
              <w:t xml:space="preserve">Use </w:t>
            </w:r>
            <w:r w:rsidR="002A586A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A586A" w:rsidRPr="002A586A" w:rsidRDefault="002A586A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2A586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A586A" w:rsidRPr="002A586A" w:rsidRDefault="002A586A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64EAC3" w:rsidR="002A586A" w:rsidRPr="002A586A" w:rsidRDefault="008B60BF" w:rsidP="002A586A">
            <w:pPr>
              <w:pStyle w:val="SIText"/>
            </w:pPr>
            <w:r>
              <w:t>Aquaculture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586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CF66A2A" w:rsidR="002A586A" w:rsidRPr="002A586A" w:rsidRDefault="002A586A" w:rsidP="002A586A">
            <w:pPr>
              <w:pStyle w:val="SIText"/>
            </w:pPr>
            <w:r w:rsidRPr="002A586A">
              <w:t>1</w:t>
            </w:r>
            <w:r>
              <w:t xml:space="preserve">. </w:t>
            </w:r>
            <w:r w:rsidR="00DB622E">
              <w:t xml:space="preserve">Prepare to use </w:t>
            </w:r>
            <w:r w:rsidR="001102A5">
              <w:t>aqua</w:t>
            </w:r>
            <w:r w:rsidR="001050D3">
              <w:t>tic</w:t>
            </w:r>
            <w:r w:rsidR="001102A5">
              <w:t xml:space="preserve"> </w:t>
            </w:r>
            <w:r w:rsidR="00DB622E">
              <w:t xml:space="preserve">technology </w:t>
            </w:r>
          </w:p>
        </w:tc>
        <w:tc>
          <w:tcPr>
            <w:tcW w:w="3604" w:type="pct"/>
            <w:shd w:val="clear" w:color="auto" w:fill="auto"/>
          </w:tcPr>
          <w:p w14:paraId="758496F1" w14:textId="381E3F83" w:rsidR="00F37223" w:rsidRDefault="002A586A" w:rsidP="002A586A">
            <w:r w:rsidRPr="002A586A">
              <w:t>1.1</w:t>
            </w:r>
            <w:r w:rsidR="00F37223">
              <w:t xml:space="preserve"> Discuss the use of aqua</w:t>
            </w:r>
            <w:r w:rsidR="001050D3">
              <w:t>tic</w:t>
            </w:r>
            <w:r w:rsidR="00F37223">
              <w:t xml:space="preserve"> technology with supervisor </w:t>
            </w:r>
            <w:r w:rsidR="00DB622E">
              <w:t xml:space="preserve"> </w:t>
            </w:r>
          </w:p>
          <w:p w14:paraId="1C7D3D05" w14:textId="50D804D0" w:rsidR="002C792C" w:rsidRDefault="00F37223" w:rsidP="002A586A">
            <w:r>
              <w:t xml:space="preserve">1.2 </w:t>
            </w:r>
            <w:r w:rsidR="002C792C">
              <w:t>Identify aqua</w:t>
            </w:r>
            <w:r w:rsidR="001050D3">
              <w:t>tic</w:t>
            </w:r>
            <w:r w:rsidR="002C792C">
              <w:t xml:space="preserve"> technology requirements for allocated work task</w:t>
            </w:r>
            <w:r w:rsidR="00DB622E">
              <w:t xml:space="preserve"> </w:t>
            </w:r>
          </w:p>
          <w:p w14:paraId="487A0477" w14:textId="66867530" w:rsidR="00DB622E" w:rsidRDefault="002C792C" w:rsidP="002A586A">
            <w:r>
              <w:t>1.</w:t>
            </w:r>
            <w:r w:rsidR="00F37223">
              <w:t>3</w:t>
            </w:r>
            <w:r>
              <w:t xml:space="preserve"> Access </w:t>
            </w:r>
            <w:r w:rsidR="00512B13">
              <w:t>appropriate workplace technology</w:t>
            </w:r>
            <w:r w:rsidR="00DB622E">
              <w:t xml:space="preserve"> </w:t>
            </w:r>
            <w:r w:rsidR="001050D3">
              <w:t>to suit the work task</w:t>
            </w:r>
          </w:p>
          <w:p w14:paraId="7CD686F0" w14:textId="4F4AAF44" w:rsidR="001050D3" w:rsidRDefault="002A586A" w:rsidP="002C792C">
            <w:r w:rsidRPr="002A586A">
              <w:t>1.</w:t>
            </w:r>
            <w:r w:rsidR="00F37223">
              <w:t>4</w:t>
            </w:r>
            <w:r w:rsidR="00512B13">
              <w:t xml:space="preserve"> Read manufacturer specifications </w:t>
            </w:r>
            <w:r w:rsidR="001050D3">
              <w:t xml:space="preserve">of the technology selected </w:t>
            </w:r>
            <w:r w:rsidR="00512B13">
              <w:t>and p</w:t>
            </w:r>
            <w:r w:rsidR="002C792C">
              <w:t xml:space="preserve">repare to operate </w:t>
            </w:r>
          </w:p>
          <w:p w14:paraId="202872FB" w14:textId="7F32B511" w:rsidR="00CD421F" w:rsidRPr="002A586A" w:rsidRDefault="001050D3" w:rsidP="00817FE9">
            <w:r>
              <w:t xml:space="preserve">1.5 Adjust or calibrate </w:t>
            </w:r>
            <w:r w:rsidR="00817FE9">
              <w:t xml:space="preserve">technology to meet workplace requirements </w:t>
            </w:r>
            <w:r w:rsidR="002C792C">
              <w:t xml:space="preserve">in accordance with work health and safety </w:t>
            </w:r>
            <w:r w:rsidR="00512B13">
              <w:t xml:space="preserve">(WHS) </w:t>
            </w:r>
            <w:r w:rsidR="002C792C">
              <w:t>standards</w:t>
            </w:r>
          </w:p>
        </w:tc>
      </w:tr>
      <w:tr w:rsidR="002A586A" w:rsidRPr="00963A46" w14:paraId="795DEADA" w14:textId="77777777" w:rsidTr="00494434">
        <w:trPr>
          <w:cantSplit/>
          <w:trHeight w:val="1500"/>
        </w:trPr>
        <w:tc>
          <w:tcPr>
            <w:tcW w:w="1396" w:type="pct"/>
            <w:shd w:val="clear" w:color="auto" w:fill="auto"/>
          </w:tcPr>
          <w:p w14:paraId="1F412B2C" w14:textId="75F52ED8" w:rsidR="002A586A" w:rsidRPr="002A586A" w:rsidRDefault="002A586A" w:rsidP="002A586A">
            <w:pPr>
              <w:pStyle w:val="SIText"/>
            </w:pPr>
            <w:r w:rsidRPr="002A586A">
              <w:t>2</w:t>
            </w:r>
            <w:r>
              <w:t xml:space="preserve">. </w:t>
            </w:r>
            <w:r w:rsidR="002C792C">
              <w:t xml:space="preserve">Operate </w:t>
            </w:r>
            <w:r w:rsidR="00512B13">
              <w:t>aqua</w:t>
            </w:r>
            <w:r w:rsidR="00CE70A8">
              <w:t xml:space="preserve">tic </w:t>
            </w:r>
            <w:r w:rsidR="008B60BF">
              <w:t>technolog</w:t>
            </w:r>
            <w:r w:rsidR="002C792C">
              <w:t>y</w:t>
            </w:r>
            <w:r w:rsidR="00E8205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EADA91" w14:textId="5759468F" w:rsidR="00E557F0" w:rsidRDefault="00E557F0" w:rsidP="008B60BF">
            <w:r>
              <w:t>2.</w:t>
            </w:r>
            <w:r w:rsidR="00DB622E">
              <w:t xml:space="preserve">1 </w:t>
            </w:r>
            <w:r w:rsidR="00512B13">
              <w:t>Use technology for a specific aqua</w:t>
            </w:r>
            <w:r w:rsidR="00817FE9">
              <w:t>tic</w:t>
            </w:r>
            <w:r w:rsidR="00512B13">
              <w:t xml:space="preserve"> work task in accordance with WHS standards and manufacturer</w:t>
            </w:r>
            <w:r w:rsidR="00817FE9">
              <w:t xml:space="preserve"> </w:t>
            </w:r>
            <w:r w:rsidR="00512B13">
              <w:t xml:space="preserve">specifications </w:t>
            </w:r>
            <w:r w:rsidR="00DB622E">
              <w:t xml:space="preserve"> </w:t>
            </w:r>
            <w:r>
              <w:t xml:space="preserve"> </w:t>
            </w:r>
          </w:p>
          <w:p w14:paraId="55C540F3" w14:textId="7B09B8C8" w:rsidR="008B60BF" w:rsidRDefault="008B60BF" w:rsidP="008B60BF">
            <w:r>
              <w:t>2.</w:t>
            </w:r>
            <w:r w:rsidR="00DB622E">
              <w:t xml:space="preserve">2 </w:t>
            </w:r>
            <w:r w:rsidR="005B209B">
              <w:t>Follow established workplace biosecurity practices whilst operating technology</w:t>
            </w:r>
            <w:r w:rsidR="00512B13">
              <w:t xml:space="preserve">  </w:t>
            </w:r>
          </w:p>
          <w:p w14:paraId="2B73179F" w14:textId="16F4BFAE" w:rsidR="00512B13" w:rsidRPr="002A586A" w:rsidRDefault="00512B13" w:rsidP="008B60BF">
            <w:r>
              <w:t xml:space="preserve">2.3 Monitor </w:t>
            </w:r>
            <w:r w:rsidR="00817FE9">
              <w:t xml:space="preserve">the function and performance of the </w:t>
            </w:r>
            <w:r w:rsidR="00910158">
              <w:t xml:space="preserve">technology </w:t>
            </w:r>
            <w:r w:rsidR="00817FE9">
              <w:t>and report possible improvements to</w:t>
            </w:r>
            <w:r w:rsidR="000677F1">
              <w:t xml:space="preserve"> relevant personnel </w:t>
            </w:r>
          </w:p>
        </w:tc>
      </w:tr>
      <w:tr w:rsidR="002A586A" w:rsidRPr="00963A46" w14:paraId="0F5091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B342F" w14:textId="3FE67445" w:rsidR="002A586A" w:rsidRPr="00CF49A8" w:rsidRDefault="00181824" w:rsidP="002A586A">
            <w:r>
              <w:t>3</w:t>
            </w:r>
            <w:r w:rsidR="002A586A">
              <w:t xml:space="preserve">. </w:t>
            </w:r>
            <w:r w:rsidR="00512B13">
              <w:t xml:space="preserve">Complete </w:t>
            </w:r>
            <w:r w:rsidR="00CE70A8">
              <w:t xml:space="preserve">aquatic </w:t>
            </w:r>
            <w:r w:rsidR="00512B13">
              <w:t xml:space="preserve">work task </w:t>
            </w:r>
            <w:r w:rsidR="000677F1">
              <w:t xml:space="preserve">and </w:t>
            </w:r>
            <w:r w:rsidR="00024289">
              <w:t>conduct</w:t>
            </w:r>
            <w:r w:rsidR="0068730A">
              <w:t xml:space="preserve"> </w:t>
            </w:r>
            <w:r w:rsidR="00817FE9">
              <w:t>equipment</w:t>
            </w:r>
            <w:r w:rsidR="0068730A">
              <w:t xml:space="preserve"> </w:t>
            </w:r>
            <w:r w:rsidR="00494434">
              <w:t xml:space="preserve">or technology </w:t>
            </w:r>
            <w:r w:rsidR="0068730A">
              <w:t>shut down procedures</w:t>
            </w:r>
            <w:r w:rsidR="0002428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7CAB98" w14:textId="070762EC" w:rsidR="00494434" w:rsidRDefault="00E557F0" w:rsidP="002A586A">
            <w:r>
              <w:t>3</w:t>
            </w:r>
            <w:r w:rsidR="002A586A" w:rsidRPr="002A586A">
              <w:t>.1</w:t>
            </w:r>
            <w:r w:rsidR="002A586A">
              <w:t xml:space="preserve"> </w:t>
            </w:r>
            <w:r w:rsidR="00494434">
              <w:t xml:space="preserve">Report on performance of technology to relevant personnel </w:t>
            </w:r>
          </w:p>
          <w:p w14:paraId="77A0EF71" w14:textId="47DF1C81" w:rsidR="000677F1" w:rsidRDefault="00494434" w:rsidP="002A586A">
            <w:r>
              <w:t xml:space="preserve">3.2 </w:t>
            </w:r>
            <w:r w:rsidR="000677F1">
              <w:t>C</w:t>
            </w:r>
            <w:r w:rsidR="00910158">
              <w:t xml:space="preserve">lean and maintain </w:t>
            </w:r>
            <w:r>
              <w:t xml:space="preserve">technology </w:t>
            </w:r>
            <w:r w:rsidR="000677F1">
              <w:t>in accordance with workplace procedures</w:t>
            </w:r>
            <w:r w:rsidR="005B209B">
              <w:t xml:space="preserve"> and level of responsibility </w:t>
            </w:r>
          </w:p>
          <w:p w14:paraId="135DC4B8" w14:textId="39149AE1" w:rsidR="002A586A" w:rsidRPr="00CF49A8" w:rsidRDefault="000677F1" w:rsidP="0068730A">
            <w:r>
              <w:t>3.</w:t>
            </w:r>
            <w:r w:rsidR="00494434">
              <w:t>3</w:t>
            </w:r>
            <w:r>
              <w:t xml:space="preserve"> </w:t>
            </w:r>
            <w:r w:rsidR="00024289">
              <w:t>Store equipment</w:t>
            </w:r>
            <w:r w:rsidR="00CE70A8">
              <w:t xml:space="preserve"> or technology</w:t>
            </w:r>
            <w:r w:rsidR="00024289">
              <w:t xml:space="preserve"> in line with workplace procedures</w:t>
            </w:r>
            <w:r>
              <w:t xml:space="preserve">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586A" w:rsidRPr="00336FCA" w:rsidDel="00423CB2" w14:paraId="7A6C86DB" w14:textId="77777777" w:rsidTr="00CA2922">
        <w:tc>
          <w:tcPr>
            <w:tcW w:w="1396" w:type="pct"/>
          </w:tcPr>
          <w:p w14:paraId="63013FFB" w14:textId="688A475F" w:rsidR="002A586A" w:rsidRPr="002A586A" w:rsidRDefault="002A586A" w:rsidP="002A586A">
            <w:pPr>
              <w:pStyle w:val="SIText"/>
            </w:pPr>
            <w:r w:rsidRPr="002A586A">
              <w:t xml:space="preserve">Reading </w:t>
            </w:r>
          </w:p>
        </w:tc>
        <w:tc>
          <w:tcPr>
            <w:tcW w:w="3604" w:type="pct"/>
          </w:tcPr>
          <w:p w14:paraId="1D26F408" w14:textId="610BAE5A" w:rsidR="002A586A" w:rsidRPr="002A586A" w:rsidRDefault="004168F3" w:rsidP="00E557F0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4168F3">
              <w:rPr>
                <w:rFonts w:eastAsia="Calibri"/>
              </w:rPr>
              <w:t>dentif</w:t>
            </w:r>
            <w:r w:rsidR="00E67489">
              <w:rPr>
                <w:rFonts w:eastAsia="Calibri"/>
              </w:rPr>
              <w:t>y</w:t>
            </w:r>
            <w:r w:rsidRPr="004168F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i</w:t>
            </w:r>
            <w:r w:rsidR="002A586A" w:rsidRPr="002A586A">
              <w:rPr>
                <w:rFonts w:eastAsia="Calibri"/>
              </w:rPr>
              <w:t>nterpret relevant</w:t>
            </w:r>
            <w:r w:rsidR="00E557F0">
              <w:rPr>
                <w:rFonts w:eastAsia="Calibri"/>
              </w:rPr>
              <w:t xml:space="preserve"> manufacturer </w:t>
            </w:r>
            <w:r w:rsidR="00611FA0">
              <w:rPr>
                <w:rFonts w:eastAsia="Calibri"/>
              </w:rPr>
              <w:t>specifications</w:t>
            </w:r>
            <w:r w:rsidR="002A586A" w:rsidRPr="002A586A">
              <w:rPr>
                <w:rFonts w:eastAsia="Calibri"/>
              </w:rPr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586A" w14:paraId="67633B90" w14:textId="77777777" w:rsidTr="00F33FF2">
        <w:tc>
          <w:tcPr>
            <w:tcW w:w="1028" w:type="pct"/>
          </w:tcPr>
          <w:p w14:paraId="666F2C5F" w14:textId="703D9461" w:rsidR="002A586A" w:rsidRPr="002A586A" w:rsidRDefault="00E557F0" w:rsidP="002A586A">
            <w:pPr>
              <w:pStyle w:val="SIText"/>
            </w:pPr>
            <w:r>
              <w:t>SFI</w:t>
            </w:r>
            <w:r w:rsidR="006B3BD4">
              <w:t>AQU</w:t>
            </w:r>
            <w:r w:rsidR="00087139">
              <w:t>2X</w:t>
            </w:r>
            <w:r w:rsidR="001050D3">
              <w:t>1</w:t>
            </w:r>
            <w:r>
              <w:t xml:space="preserve"> </w:t>
            </w:r>
            <w:r w:rsidR="006D58E4">
              <w:t xml:space="preserve">Prepare </w:t>
            </w:r>
            <w:r w:rsidR="001050D3">
              <w:t xml:space="preserve">and </w:t>
            </w:r>
            <w:r w:rsidR="006D58E4">
              <w:t xml:space="preserve">use </w:t>
            </w:r>
            <w:r w:rsidR="001050D3">
              <w:t xml:space="preserve">aquatic </w:t>
            </w:r>
            <w:r>
              <w:t>technology</w:t>
            </w:r>
          </w:p>
        </w:tc>
        <w:tc>
          <w:tcPr>
            <w:tcW w:w="1105" w:type="pct"/>
          </w:tcPr>
          <w:p w14:paraId="1D8C5948" w14:textId="77777777" w:rsidR="002A586A" w:rsidRDefault="002A586A" w:rsidP="002A586A">
            <w:pPr>
              <w:pStyle w:val="SIText"/>
            </w:pPr>
          </w:p>
          <w:p w14:paraId="520629F4" w14:textId="6EC094D7" w:rsidR="006B3BD4" w:rsidRPr="006B3BD4" w:rsidRDefault="006B3BD4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51844FA1" w14:textId="5CCA9BF9" w:rsidR="00217E46" w:rsidRPr="002A586A" w:rsidRDefault="00217E46" w:rsidP="002A586A">
            <w:pPr>
              <w:pStyle w:val="SIText"/>
            </w:pPr>
          </w:p>
        </w:tc>
        <w:tc>
          <w:tcPr>
            <w:tcW w:w="1616" w:type="pct"/>
          </w:tcPr>
          <w:p w14:paraId="509E63B0" w14:textId="0C5757A1" w:rsidR="002A586A" w:rsidRPr="002A586A" w:rsidRDefault="00E557F0" w:rsidP="002A586A">
            <w:pPr>
              <w:pStyle w:val="SIText"/>
            </w:pPr>
            <w:r>
              <w:t>Ne</w:t>
            </w:r>
            <w:r w:rsidR="006B3BD4">
              <w:t xml:space="preserve">w </w:t>
            </w:r>
            <w:r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9B88BBD" w:rsidR="00556C4C" w:rsidRPr="000754EC" w:rsidRDefault="00556C4C" w:rsidP="00774201">
            <w:pPr>
              <w:pStyle w:val="SIUnittitle"/>
            </w:pPr>
            <w:r w:rsidRPr="00F56827">
              <w:t xml:space="preserve">Assessment requirements for </w:t>
            </w:r>
            <w:r w:rsidR="00024289">
              <w:t>SFI</w:t>
            </w:r>
            <w:r w:rsidR="006B3BD4">
              <w:t>AQU</w:t>
            </w:r>
            <w:r w:rsidR="00087139">
              <w:t>2X</w:t>
            </w:r>
            <w:r w:rsidR="001050D3">
              <w:t>1</w:t>
            </w:r>
            <w:r w:rsidR="00024289">
              <w:t xml:space="preserve"> Prepare </w:t>
            </w:r>
            <w:r w:rsidR="001050D3">
              <w:t xml:space="preserve">and </w:t>
            </w:r>
            <w:r w:rsidR="00024289">
              <w:t>u</w:t>
            </w:r>
            <w:r w:rsidR="00024289" w:rsidRPr="00024289">
              <w:t xml:space="preserve">se </w:t>
            </w:r>
            <w:r w:rsidR="001050D3">
              <w:t>aquatic technology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A586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9DDAE4" w14:textId="07C8D22E" w:rsidR="00A43CED" w:rsidRDefault="002A586A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 w:rsidR="00A43CED">
              <w:t xml:space="preserve">of </w:t>
            </w:r>
            <w:r w:rsidRPr="002A586A">
              <w:t>the elements</w:t>
            </w:r>
            <w:r w:rsidR="00181824">
              <w:t>,</w:t>
            </w:r>
            <w:r w:rsidR="00C574F3">
              <w:t xml:space="preserve"> </w:t>
            </w:r>
            <w:r w:rsidRPr="002A586A">
              <w:t xml:space="preserve">performance criteria </w:t>
            </w:r>
            <w:r w:rsidR="00181824">
              <w:t xml:space="preserve">and foundation skills </w:t>
            </w:r>
            <w:r w:rsidR="00A43CED">
              <w:t>in</w:t>
            </w:r>
            <w:r w:rsidRPr="002A586A">
              <w:t xml:space="preserve"> this unit. </w:t>
            </w:r>
          </w:p>
          <w:p w14:paraId="64908B06" w14:textId="77777777" w:rsidR="00A43CED" w:rsidRDefault="00A43CED" w:rsidP="00685642">
            <w:pPr>
              <w:pStyle w:val="SIText"/>
            </w:pPr>
          </w:p>
          <w:p w14:paraId="061D4043" w14:textId="77C9FE24" w:rsidR="002A586A" w:rsidRPr="002A586A" w:rsidRDefault="00C574F3" w:rsidP="00181824">
            <w:pPr>
              <w:pStyle w:val="SIText"/>
              <w:rPr>
                <w:rFonts w:eastAsia="Calibri"/>
              </w:rPr>
            </w:pPr>
            <w:r>
              <w:t>There must be e</w:t>
            </w:r>
            <w:r w:rsidR="002A586A" w:rsidRPr="002A586A">
              <w:t xml:space="preserve">vidence </w:t>
            </w:r>
            <w:r>
              <w:t xml:space="preserve">that the individual has </w:t>
            </w:r>
            <w:r w:rsidR="00024289">
              <w:t xml:space="preserve">used </w:t>
            </w:r>
            <w:r w:rsidR="00494434">
              <w:t xml:space="preserve">aquatic equipment or </w:t>
            </w:r>
            <w:r w:rsidR="00181824">
              <w:t>technology</w:t>
            </w:r>
            <w:r w:rsidR="00494434">
              <w:t xml:space="preserve"> </w:t>
            </w:r>
            <w:r w:rsidR="00181824">
              <w:t xml:space="preserve">on at least two occasions. </w:t>
            </w:r>
            <w:r w:rsidR="003423DE">
              <w:t xml:space="preserve"> </w:t>
            </w:r>
          </w:p>
          <w:p w14:paraId="7FEDA305" w14:textId="77777777" w:rsidR="00753175" w:rsidRPr="00517AA3" w:rsidRDefault="00753175" w:rsidP="00517AA3">
            <w:pPr>
              <w:pStyle w:val="SIText"/>
            </w:pPr>
          </w:p>
          <w:p w14:paraId="211FF577" w14:textId="09C69BCD" w:rsidR="00E0162C" w:rsidRDefault="00E0162C" w:rsidP="00517AA3">
            <w:pPr>
              <w:pStyle w:val="SIText"/>
            </w:pPr>
            <w:r>
              <w:t>In doing the above, evidence must</w:t>
            </w:r>
            <w:r w:rsidR="00D06BA6">
              <w:t xml:space="preserve"> also</w:t>
            </w:r>
            <w:r>
              <w:t xml:space="preserve"> include:</w:t>
            </w:r>
          </w:p>
          <w:p w14:paraId="6FCCB31D" w14:textId="77D1F34F" w:rsidR="00024289" w:rsidRDefault="00024289" w:rsidP="00737DEE">
            <w:pPr>
              <w:pStyle w:val="SIBulletList1"/>
            </w:pPr>
            <w:r>
              <w:t xml:space="preserve">accessing </w:t>
            </w:r>
            <w:r w:rsidR="00F36FB6">
              <w:t>appropriate t</w:t>
            </w:r>
            <w:r>
              <w:t>echnology</w:t>
            </w:r>
            <w:r w:rsidR="00F36FB6">
              <w:t xml:space="preserve"> as directed by </w:t>
            </w:r>
            <w:r w:rsidR="00494434">
              <w:t>relevant personnel</w:t>
            </w:r>
          </w:p>
          <w:p w14:paraId="27BEA3A6" w14:textId="70BFE31C" w:rsidR="00817FE9" w:rsidRDefault="005B209B" w:rsidP="00737DEE">
            <w:pPr>
              <w:pStyle w:val="SIBulletList1"/>
            </w:pPr>
            <w:r>
              <w:t>following workplace biosecurity practices</w:t>
            </w:r>
          </w:p>
          <w:p w14:paraId="3F44DC6A" w14:textId="1E14DD3C" w:rsidR="00181824" w:rsidRDefault="00181824" w:rsidP="00737DEE">
            <w:pPr>
              <w:pStyle w:val="SIBulletList1"/>
            </w:pPr>
            <w:r>
              <w:t>observing</w:t>
            </w:r>
            <w:r w:rsidR="00494434">
              <w:t xml:space="preserve"> standardised procedures,</w:t>
            </w:r>
            <w:r>
              <w:t xml:space="preserve"> manufacturer specifications and WHS standards</w:t>
            </w:r>
            <w:r w:rsidR="00494434">
              <w:t xml:space="preserve"> when operating technology</w:t>
            </w:r>
          </w:p>
          <w:p w14:paraId="48A43C30" w14:textId="152CDEDB" w:rsidR="00E0162C" w:rsidRPr="002A586A" w:rsidRDefault="00024289" w:rsidP="00181824">
            <w:pPr>
              <w:pStyle w:val="SIBulletList1"/>
            </w:pPr>
            <w:r>
              <w:t>cleaning and storing equipment appropriately</w:t>
            </w:r>
            <w:r w:rsidR="00181824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A586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042A3" w14:textId="57E15FB3" w:rsidR="002A586A" w:rsidRPr="002A586A" w:rsidRDefault="002A586A" w:rsidP="002A586A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="00181824">
              <w:t>,</w:t>
            </w:r>
            <w:r w:rsidRPr="002A586A">
              <w:t xml:space="preserve"> performance criteria </w:t>
            </w:r>
            <w:r w:rsidR="00181824">
              <w:t xml:space="preserve">and foundation skills </w:t>
            </w:r>
            <w:r w:rsidRPr="002A586A">
              <w:t>of this unit. This includes knowledge of:</w:t>
            </w:r>
          </w:p>
          <w:p w14:paraId="25694C38" w14:textId="1C113777" w:rsidR="002A586A" w:rsidRDefault="005B209B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theories for operating technology in </w:t>
            </w:r>
            <w:r w:rsidR="00817FE9">
              <w:rPr>
                <w:rFonts w:eastAsia="Calibri"/>
              </w:rPr>
              <w:t xml:space="preserve">aquatic </w:t>
            </w:r>
            <w:r>
              <w:rPr>
                <w:rFonts w:eastAsia="Calibri"/>
              </w:rPr>
              <w:t xml:space="preserve">environments </w:t>
            </w:r>
            <w:r w:rsidR="000B11BF">
              <w:rPr>
                <w:rFonts w:eastAsia="Calibri"/>
              </w:rPr>
              <w:t xml:space="preserve"> </w:t>
            </w:r>
          </w:p>
          <w:p w14:paraId="42103E2E" w14:textId="41BAAC56" w:rsidR="002A586A" w:rsidRPr="00E67489" w:rsidRDefault="00EE345A" w:rsidP="004F5FDA">
            <w:pPr>
              <w:pStyle w:val="SIBulletList1"/>
              <w:rPr>
                <w:rFonts w:eastAsia="Calibri"/>
              </w:rPr>
            </w:pPr>
            <w:r w:rsidRPr="00E67489">
              <w:rPr>
                <w:rFonts w:eastAsia="Calibri"/>
              </w:rPr>
              <w:t xml:space="preserve">the general features and capabilities of </w:t>
            </w:r>
            <w:r w:rsidR="00817FE9" w:rsidRPr="00E67489">
              <w:rPr>
                <w:rFonts w:eastAsia="Calibri"/>
              </w:rPr>
              <w:t>aquatic</w:t>
            </w:r>
            <w:r w:rsidRPr="00E67489">
              <w:rPr>
                <w:rFonts w:eastAsia="Calibri"/>
              </w:rPr>
              <w:t xml:space="preserve"> technology</w:t>
            </w:r>
            <w:r w:rsidR="00E67489" w:rsidRPr="00E67489">
              <w:rPr>
                <w:rFonts w:eastAsia="Calibri"/>
              </w:rPr>
              <w:t>, including</w:t>
            </w:r>
            <w:r w:rsidRPr="00E67489">
              <w:rPr>
                <w:rFonts w:eastAsia="Calibri"/>
              </w:rPr>
              <w:t xml:space="preserve"> </w:t>
            </w:r>
            <w:r w:rsidR="00737FBD">
              <w:rPr>
                <w:rFonts w:eastAsia="Calibri"/>
              </w:rPr>
              <w:t>equipment and smart and automated systems</w:t>
            </w:r>
            <w:r w:rsidR="00E67489" w:rsidRPr="00E67489">
              <w:rPr>
                <w:rFonts w:eastAsia="Calibri"/>
              </w:rPr>
              <w:t xml:space="preserve"> </w:t>
            </w:r>
          </w:p>
          <w:p w14:paraId="3E46BD3F" w14:textId="4A027CA7" w:rsidR="00EE345A" w:rsidRDefault="00EE345A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manufacturer specifications</w:t>
            </w:r>
          </w:p>
          <w:p w14:paraId="5C74DE58" w14:textId="2AFD1999" w:rsidR="00817FE9" w:rsidRDefault="00817FE9" w:rsidP="002A58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contamination concerns and actions to mitigate</w:t>
            </w:r>
            <w:r w:rsidR="00737FBD">
              <w:rPr>
                <w:rFonts w:eastAsia="Calibri"/>
              </w:rPr>
              <w:t xml:space="preserve"> concerns </w:t>
            </w:r>
          </w:p>
          <w:p w14:paraId="7D18C0FD" w14:textId="0A571663" w:rsidR="002A586A" w:rsidRPr="002A586A" w:rsidRDefault="00817FE9" w:rsidP="00024289">
            <w:pPr>
              <w:pStyle w:val="SIBulletList1"/>
            </w:pPr>
            <w:r>
              <w:rPr>
                <w:rFonts w:eastAsia="Calibri"/>
              </w:rPr>
              <w:t>aquatic</w:t>
            </w:r>
            <w:r w:rsidR="00EE345A">
              <w:rPr>
                <w:rFonts w:eastAsia="Calibri"/>
              </w:rPr>
              <w:t xml:space="preserve"> WHS standards</w:t>
            </w:r>
            <w:r w:rsidR="002A586A" w:rsidRPr="002A586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586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9D2A9" w14:textId="0036F916" w:rsidR="002A586A" w:rsidRPr="002A586A" w:rsidRDefault="002A586A" w:rsidP="002A586A">
            <w:pPr>
              <w:pStyle w:val="SIText"/>
            </w:pPr>
            <w:r w:rsidRPr="002A586A">
              <w:t xml:space="preserve">Assessment of </w:t>
            </w:r>
            <w:r w:rsidR="007A0E5F">
              <w:t>skills</w:t>
            </w:r>
            <w:r w:rsidRPr="002A586A">
              <w:t xml:space="preserve"> must take place under the following conditions: </w:t>
            </w:r>
          </w:p>
          <w:p w14:paraId="55838937" w14:textId="77777777" w:rsidR="002A586A" w:rsidRPr="002A586A" w:rsidRDefault="002A586A" w:rsidP="002A586A">
            <w:pPr>
              <w:pStyle w:val="SIBulletList1"/>
            </w:pPr>
            <w:r w:rsidRPr="002A586A">
              <w:t>physical conditions:</w:t>
            </w:r>
          </w:p>
          <w:p w14:paraId="3233EB82" w14:textId="3009A161" w:rsidR="002A586A" w:rsidRPr="002A586A" w:rsidRDefault="00FF2561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024289">
              <w:rPr>
                <w:rFonts w:eastAsia="Calibri"/>
              </w:rPr>
              <w:t>n</w:t>
            </w:r>
            <w:r>
              <w:rPr>
                <w:rFonts w:eastAsia="Calibri"/>
              </w:rPr>
              <w:t xml:space="preserve"> </w:t>
            </w:r>
            <w:r w:rsidR="002C7C8D">
              <w:rPr>
                <w:rFonts w:eastAsia="Calibri"/>
              </w:rPr>
              <w:t>aquatic</w:t>
            </w:r>
            <w:bookmarkStart w:id="0" w:name="_GoBack"/>
            <w:bookmarkEnd w:id="0"/>
            <w:r w:rsidR="00476E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setting or an environment that accurately represents workplace conditions</w:t>
            </w:r>
          </w:p>
          <w:p w14:paraId="0CDE9C9E" w14:textId="77777777" w:rsidR="002A586A" w:rsidRPr="002A586A" w:rsidRDefault="002A586A" w:rsidP="002A586A">
            <w:pPr>
              <w:pStyle w:val="SIBulletList1"/>
            </w:pPr>
            <w:r w:rsidRPr="002A586A">
              <w:t>resources, equipment and materials:</w:t>
            </w:r>
          </w:p>
          <w:p w14:paraId="6115A9B8" w14:textId="3F1136DB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024289">
              <w:rPr>
                <w:rFonts w:eastAsia="Calibri"/>
              </w:rPr>
              <w:t>aqua</w:t>
            </w:r>
            <w:r w:rsidR="00817FE9">
              <w:rPr>
                <w:rFonts w:eastAsia="Calibri"/>
              </w:rPr>
              <w:t>tic</w:t>
            </w:r>
            <w:r w:rsidR="00024289">
              <w:rPr>
                <w:rFonts w:eastAsia="Calibri"/>
              </w:rPr>
              <w:t xml:space="preserve"> technology</w:t>
            </w:r>
            <w:r w:rsidR="00817FE9">
              <w:rPr>
                <w:rFonts w:eastAsia="Calibri"/>
              </w:rPr>
              <w:t xml:space="preserve"> or equipment</w:t>
            </w:r>
          </w:p>
          <w:p w14:paraId="631E1077" w14:textId="77777777" w:rsidR="000B11BF" w:rsidRDefault="000B11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5BA531B" w14:textId="5134921F" w:rsidR="000B11BF" w:rsidRDefault="000B11BF" w:rsidP="007742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EE345A">
              <w:rPr>
                <w:rFonts w:eastAsia="Calibri"/>
              </w:rPr>
              <w:t xml:space="preserve"> relevant manufacturer</w:t>
            </w:r>
            <w:r>
              <w:rPr>
                <w:rFonts w:eastAsia="Calibri"/>
              </w:rPr>
              <w:t xml:space="preserve"> </w:t>
            </w:r>
            <w:r w:rsidR="00EE345A">
              <w:rPr>
                <w:rFonts w:eastAsia="Calibri"/>
              </w:rPr>
              <w:t>specifications</w:t>
            </w:r>
            <w:r w:rsidR="00024289">
              <w:rPr>
                <w:rFonts w:eastAsia="Calibri"/>
              </w:rPr>
              <w:t>.</w:t>
            </w:r>
          </w:p>
          <w:p w14:paraId="35380372" w14:textId="77777777" w:rsidR="002A586A" w:rsidRPr="002A586A" w:rsidRDefault="002A586A" w:rsidP="002A586A"/>
          <w:p w14:paraId="71739C8B" w14:textId="40E8F877" w:rsidR="002A586A" w:rsidRPr="002A586A" w:rsidRDefault="002A586A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A8596" w14:textId="77777777" w:rsidR="0082574D" w:rsidRDefault="0082574D" w:rsidP="00BF3F0A">
      <w:r>
        <w:separator/>
      </w:r>
    </w:p>
    <w:p w14:paraId="1A63CF4B" w14:textId="77777777" w:rsidR="0082574D" w:rsidRDefault="0082574D"/>
  </w:endnote>
  <w:endnote w:type="continuationSeparator" w:id="0">
    <w:p w14:paraId="5C96A041" w14:textId="77777777" w:rsidR="0082574D" w:rsidRDefault="0082574D" w:rsidP="00BF3F0A">
      <w:r>
        <w:continuationSeparator/>
      </w:r>
    </w:p>
    <w:p w14:paraId="198EB9B5" w14:textId="77777777" w:rsidR="0082574D" w:rsidRDefault="00825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A2609" w14:textId="77777777" w:rsidR="00B367BB" w:rsidRDefault="00B367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65D9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45B">
          <w:rPr>
            <w:noProof/>
          </w:rPr>
          <w:t>1</w:t>
        </w:r>
        <w:r w:rsidRPr="000754EC">
          <w:fldChar w:fldCharType="end"/>
        </w:r>
      </w:p>
      <w:p w14:paraId="41715F41" w14:textId="3DFAFCD2" w:rsidR="00D810DE" w:rsidRDefault="000E25E6" w:rsidP="005F771F">
        <w:pPr>
          <w:pStyle w:val="SIText"/>
        </w:pPr>
        <w:r w:rsidRPr="000754EC">
          <w:t xml:space="preserve">Template modified </w:t>
        </w:r>
        <w:r w:rsidR="00B367BB">
          <w:t>in August 2019</w:t>
        </w:r>
      </w:p>
    </w:sdtContent>
  </w:sdt>
  <w:p w14:paraId="356016A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DC57" w14:textId="77777777" w:rsidR="00B367BB" w:rsidRDefault="00B367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B5F65" w14:textId="77777777" w:rsidR="0082574D" w:rsidRDefault="0082574D" w:rsidP="00BF3F0A">
      <w:r>
        <w:separator/>
      </w:r>
    </w:p>
    <w:p w14:paraId="3DC78899" w14:textId="77777777" w:rsidR="0082574D" w:rsidRDefault="0082574D"/>
  </w:footnote>
  <w:footnote w:type="continuationSeparator" w:id="0">
    <w:p w14:paraId="0E5F236E" w14:textId="77777777" w:rsidR="0082574D" w:rsidRDefault="0082574D" w:rsidP="00BF3F0A">
      <w:r>
        <w:continuationSeparator/>
      </w:r>
    </w:p>
    <w:p w14:paraId="72DEE1CA" w14:textId="77777777" w:rsidR="0082574D" w:rsidRDefault="00825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C8A58" w14:textId="77777777" w:rsidR="00B367BB" w:rsidRDefault="00B367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540A693" w:rsidR="00540BD0" w:rsidRDefault="0082574D">
    <w:sdt>
      <w:sdtPr>
        <w:id w:val="571702336"/>
        <w:docPartObj>
          <w:docPartGallery w:val="Watermarks"/>
          <w:docPartUnique/>
        </w:docPartObj>
      </w:sdtPr>
      <w:sdtEndPr/>
      <w:sdtContent>
        <w:r>
          <w:pict w14:anchorId="4033C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4B1">
      <w:t>S</w:t>
    </w:r>
    <w:r w:rsidR="00356A3D">
      <w:t>FI</w:t>
    </w:r>
    <w:r w:rsidR="006B3BD4">
      <w:t>AQU</w:t>
    </w:r>
    <w:r w:rsidR="00087139">
      <w:t>2X</w:t>
    </w:r>
    <w:r w:rsidR="001050D3">
      <w:t>1</w:t>
    </w:r>
    <w:r w:rsidR="00430533">
      <w:t xml:space="preserve"> </w:t>
    </w:r>
    <w:r w:rsidR="001102A5">
      <w:t xml:space="preserve">Prepare </w:t>
    </w:r>
    <w:r w:rsidR="001050D3">
      <w:t xml:space="preserve">and </w:t>
    </w:r>
    <w:r w:rsidR="001102A5">
      <w:t>u</w:t>
    </w:r>
    <w:r w:rsidR="00DB622E">
      <w:t>se</w:t>
    </w:r>
    <w:r w:rsidR="007C77E2">
      <w:t xml:space="preserve"> </w:t>
    </w:r>
    <w:r w:rsidR="001050D3">
      <w:t xml:space="preserve">aquatic </w:t>
    </w:r>
    <w:r w:rsidR="00594691">
      <w:t xml:space="preserve">technology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5A54D" w14:textId="77777777" w:rsidR="00B367BB" w:rsidRDefault="00B367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959"/>
    <w:rsid w:val="00005A15"/>
    <w:rsid w:val="0001108F"/>
    <w:rsid w:val="000115E2"/>
    <w:rsid w:val="000126D0"/>
    <w:rsid w:val="0001296A"/>
    <w:rsid w:val="00016803"/>
    <w:rsid w:val="00023992"/>
    <w:rsid w:val="00023AEA"/>
    <w:rsid w:val="00024289"/>
    <w:rsid w:val="000275AE"/>
    <w:rsid w:val="00041E59"/>
    <w:rsid w:val="00062A64"/>
    <w:rsid w:val="00064BFE"/>
    <w:rsid w:val="000677F1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A5441"/>
    <w:rsid w:val="000B11BF"/>
    <w:rsid w:val="000C149A"/>
    <w:rsid w:val="000C224E"/>
    <w:rsid w:val="000C6F59"/>
    <w:rsid w:val="000D6877"/>
    <w:rsid w:val="000E25E6"/>
    <w:rsid w:val="000E2C86"/>
    <w:rsid w:val="000F29F2"/>
    <w:rsid w:val="00101659"/>
    <w:rsid w:val="001050D3"/>
    <w:rsid w:val="00105AEA"/>
    <w:rsid w:val="001078BF"/>
    <w:rsid w:val="001102A5"/>
    <w:rsid w:val="00112D0E"/>
    <w:rsid w:val="001134B1"/>
    <w:rsid w:val="00126F31"/>
    <w:rsid w:val="00133957"/>
    <w:rsid w:val="001342B8"/>
    <w:rsid w:val="001372F6"/>
    <w:rsid w:val="00144385"/>
    <w:rsid w:val="00144772"/>
    <w:rsid w:val="00146EEC"/>
    <w:rsid w:val="00151D55"/>
    <w:rsid w:val="00151D93"/>
    <w:rsid w:val="00156EF3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10FD7"/>
    <w:rsid w:val="0021210E"/>
    <w:rsid w:val="0021414D"/>
    <w:rsid w:val="00216034"/>
    <w:rsid w:val="00216E38"/>
    <w:rsid w:val="00217E46"/>
    <w:rsid w:val="00223124"/>
    <w:rsid w:val="00233143"/>
    <w:rsid w:val="00234444"/>
    <w:rsid w:val="00242293"/>
    <w:rsid w:val="00244EA7"/>
    <w:rsid w:val="00262FC3"/>
    <w:rsid w:val="0026394F"/>
    <w:rsid w:val="00273B5B"/>
    <w:rsid w:val="00276DB8"/>
    <w:rsid w:val="002775F7"/>
    <w:rsid w:val="00282664"/>
    <w:rsid w:val="00285FB8"/>
    <w:rsid w:val="002970C3"/>
    <w:rsid w:val="002A4CD3"/>
    <w:rsid w:val="002A586A"/>
    <w:rsid w:val="002A6CC4"/>
    <w:rsid w:val="002C55E9"/>
    <w:rsid w:val="002C792C"/>
    <w:rsid w:val="002C7C8D"/>
    <w:rsid w:val="002D0C8B"/>
    <w:rsid w:val="002D330A"/>
    <w:rsid w:val="002D42CF"/>
    <w:rsid w:val="002D7849"/>
    <w:rsid w:val="002E170C"/>
    <w:rsid w:val="002E193E"/>
    <w:rsid w:val="003036B6"/>
    <w:rsid w:val="00305EFF"/>
    <w:rsid w:val="00310A6A"/>
    <w:rsid w:val="003144E6"/>
    <w:rsid w:val="00337E82"/>
    <w:rsid w:val="003423DE"/>
    <w:rsid w:val="00346FDC"/>
    <w:rsid w:val="00350BB1"/>
    <w:rsid w:val="00352C83"/>
    <w:rsid w:val="00356A3D"/>
    <w:rsid w:val="00363CA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127E3"/>
    <w:rsid w:val="004168F3"/>
    <w:rsid w:val="004305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E86"/>
    <w:rsid w:val="004832D2"/>
    <w:rsid w:val="00485559"/>
    <w:rsid w:val="00494434"/>
    <w:rsid w:val="004A142B"/>
    <w:rsid w:val="004A3860"/>
    <w:rsid w:val="004A44E8"/>
    <w:rsid w:val="004A581D"/>
    <w:rsid w:val="004A7706"/>
    <w:rsid w:val="004B29B7"/>
    <w:rsid w:val="004B50B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D64"/>
    <w:rsid w:val="0050621A"/>
    <w:rsid w:val="00512B13"/>
    <w:rsid w:val="00517AA3"/>
    <w:rsid w:val="00520E9A"/>
    <w:rsid w:val="005248C1"/>
    <w:rsid w:val="00526134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4691"/>
    <w:rsid w:val="0059482E"/>
    <w:rsid w:val="005A1D70"/>
    <w:rsid w:val="005A3AA5"/>
    <w:rsid w:val="005A6C9C"/>
    <w:rsid w:val="005A6DC9"/>
    <w:rsid w:val="005A74DC"/>
    <w:rsid w:val="005B209B"/>
    <w:rsid w:val="005B5146"/>
    <w:rsid w:val="005D1AFD"/>
    <w:rsid w:val="005E51E6"/>
    <w:rsid w:val="005F027A"/>
    <w:rsid w:val="005F33CC"/>
    <w:rsid w:val="005F771F"/>
    <w:rsid w:val="0060562A"/>
    <w:rsid w:val="00611FA0"/>
    <w:rsid w:val="006121D4"/>
    <w:rsid w:val="00613B49"/>
    <w:rsid w:val="00616845"/>
    <w:rsid w:val="00620E8E"/>
    <w:rsid w:val="00621674"/>
    <w:rsid w:val="00621A04"/>
    <w:rsid w:val="00627EEB"/>
    <w:rsid w:val="00633CFE"/>
    <w:rsid w:val="00634FCA"/>
    <w:rsid w:val="00643D1B"/>
    <w:rsid w:val="006452B8"/>
    <w:rsid w:val="006470B0"/>
    <w:rsid w:val="00652E62"/>
    <w:rsid w:val="00685642"/>
    <w:rsid w:val="00686A49"/>
    <w:rsid w:val="0068730A"/>
    <w:rsid w:val="00687B62"/>
    <w:rsid w:val="00690C44"/>
    <w:rsid w:val="006969D9"/>
    <w:rsid w:val="006A2B68"/>
    <w:rsid w:val="006A3822"/>
    <w:rsid w:val="006B3BD4"/>
    <w:rsid w:val="006C2F32"/>
    <w:rsid w:val="006D38C3"/>
    <w:rsid w:val="006D4448"/>
    <w:rsid w:val="006D58E4"/>
    <w:rsid w:val="006D6DFD"/>
    <w:rsid w:val="006E2C4D"/>
    <w:rsid w:val="006E42FE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37FBD"/>
    <w:rsid w:val="007404E9"/>
    <w:rsid w:val="007444CF"/>
    <w:rsid w:val="00744D65"/>
    <w:rsid w:val="00752C75"/>
    <w:rsid w:val="00753175"/>
    <w:rsid w:val="00757005"/>
    <w:rsid w:val="00761DBE"/>
    <w:rsid w:val="0076523B"/>
    <w:rsid w:val="00771B60"/>
    <w:rsid w:val="00774201"/>
    <w:rsid w:val="00781D77"/>
    <w:rsid w:val="00783549"/>
    <w:rsid w:val="007860B7"/>
    <w:rsid w:val="00786DC8"/>
    <w:rsid w:val="007979E1"/>
    <w:rsid w:val="007A0E5F"/>
    <w:rsid w:val="007A300D"/>
    <w:rsid w:val="007C77E2"/>
    <w:rsid w:val="007D5A78"/>
    <w:rsid w:val="007E3BD1"/>
    <w:rsid w:val="007F1563"/>
    <w:rsid w:val="007F1EB2"/>
    <w:rsid w:val="007F44DB"/>
    <w:rsid w:val="007F5A8B"/>
    <w:rsid w:val="008153E8"/>
    <w:rsid w:val="00817D51"/>
    <w:rsid w:val="00817FE9"/>
    <w:rsid w:val="00823530"/>
    <w:rsid w:val="00823FF4"/>
    <w:rsid w:val="0082574D"/>
    <w:rsid w:val="00830267"/>
    <w:rsid w:val="008306E7"/>
    <w:rsid w:val="00834BC8"/>
    <w:rsid w:val="00837FD6"/>
    <w:rsid w:val="00840D14"/>
    <w:rsid w:val="00847B60"/>
    <w:rsid w:val="00850243"/>
    <w:rsid w:val="00851BE5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10158"/>
    <w:rsid w:val="00916CD7"/>
    <w:rsid w:val="00920927"/>
    <w:rsid w:val="00921A7C"/>
    <w:rsid w:val="00921B38"/>
    <w:rsid w:val="00921FCA"/>
    <w:rsid w:val="00923720"/>
    <w:rsid w:val="009278C9"/>
    <w:rsid w:val="00932CD7"/>
    <w:rsid w:val="00944C09"/>
    <w:rsid w:val="009527CB"/>
    <w:rsid w:val="00953835"/>
    <w:rsid w:val="00960F6C"/>
    <w:rsid w:val="00970747"/>
    <w:rsid w:val="00994A5A"/>
    <w:rsid w:val="009A51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6CF"/>
    <w:rsid w:val="00A13052"/>
    <w:rsid w:val="00A20C7D"/>
    <w:rsid w:val="00A216A8"/>
    <w:rsid w:val="00A223A6"/>
    <w:rsid w:val="00A3639E"/>
    <w:rsid w:val="00A427E8"/>
    <w:rsid w:val="00A43CED"/>
    <w:rsid w:val="00A5092E"/>
    <w:rsid w:val="00A554D6"/>
    <w:rsid w:val="00A56E14"/>
    <w:rsid w:val="00A62A14"/>
    <w:rsid w:val="00A6476B"/>
    <w:rsid w:val="00A76C6C"/>
    <w:rsid w:val="00A87356"/>
    <w:rsid w:val="00A92DD1"/>
    <w:rsid w:val="00A963A0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12013"/>
    <w:rsid w:val="00B22C67"/>
    <w:rsid w:val="00B33CDE"/>
    <w:rsid w:val="00B3508F"/>
    <w:rsid w:val="00B367BB"/>
    <w:rsid w:val="00B443EE"/>
    <w:rsid w:val="00B560C8"/>
    <w:rsid w:val="00B61150"/>
    <w:rsid w:val="00B65BC7"/>
    <w:rsid w:val="00B746B9"/>
    <w:rsid w:val="00B848D4"/>
    <w:rsid w:val="00B865B7"/>
    <w:rsid w:val="00B93D1A"/>
    <w:rsid w:val="00B963CD"/>
    <w:rsid w:val="00BA1CB1"/>
    <w:rsid w:val="00BA4178"/>
    <w:rsid w:val="00BA482D"/>
    <w:rsid w:val="00BB1755"/>
    <w:rsid w:val="00BB23F4"/>
    <w:rsid w:val="00BC5075"/>
    <w:rsid w:val="00BC5419"/>
    <w:rsid w:val="00BD3B0F"/>
    <w:rsid w:val="00BE45D9"/>
    <w:rsid w:val="00BF1D4C"/>
    <w:rsid w:val="00BF3F0A"/>
    <w:rsid w:val="00C0454C"/>
    <w:rsid w:val="00C143C3"/>
    <w:rsid w:val="00C1739B"/>
    <w:rsid w:val="00C21ADE"/>
    <w:rsid w:val="00C26067"/>
    <w:rsid w:val="00C30A29"/>
    <w:rsid w:val="00C317DC"/>
    <w:rsid w:val="00C5296F"/>
    <w:rsid w:val="00C560B2"/>
    <w:rsid w:val="00C569B1"/>
    <w:rsid w:val="00C574F3"/>
    <w:rsid w:val="00C578E9"/>
    <w:rsid w:val="00C70626"/>
    <w:rsid w:val="00C72860"/>
    <w:rsid w:val="00C73582"/>
    <w:rsid w:val="00C73B90"/>
    <w:rsid w:val="00C742EC"/>
    <w:rsid w:val="00C86F1E"/>
    <w:rsid w:val="00C92FB1"/>
    <w:rsid w:val="00C96AF3"/>
    <w:rsid w:val="00C97CCC"/>
    <w:rsid w:val="00CA0274"/>
    <w:rsid w:val="00CB746F"/>
    <w:rsid w:val="00CC451E"/>
    <w:rsid w:val="00CD421F"/>
    <w:rsid w:val="00CD4E9D"/>
    <w:rsid w:val="00CD4F4D"/>
    <w:rsid w:val="00CE70A8"/>
    <w:rsid w:val="00CE7D19"/>
    <w:rsid w:val="00CF0CF5"/>
    <w:rsid w:val="00CF2B3E"/>
    <w:rsid w:val="00CF49A8"/>
    <w:rsid w:val="00D0201F"/>
    <w:rsid w:val="00D03685"/>
    <w:rsid w:val="00D06BA6"/>
    <w:rsid w:val="00D07D4E"/>
    <w:rsid w:val="00D115AA"/>
    <w:rsid w:val="00D145BE"/>
    <w:rsid w:val="00D20C57"/>
    <w:rsid w:val="00D25D16"/>
    <w:rsid w:val="00D27959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26825"/>
    <w:rsid w:val="00E35064"/>
    <w:rsid w:val="00E3681D"/>
    <w:rsid w:val="00E40225"/>
    <w:rsid w:val="00E501F0"/>
    <w:rsid w:val="00E53F5A"/>
    <w:rsid w:val="00E557F0"/>
    <w:rsid w:val="00E6166D"/>
    <w:rsid w:val="00E67489"/>
    <w:rsid w:val="00E71E2E"/>
    <w:rsid w:val="00E8205E"/>
    <w:rsid w:val="00E91BFF"/>
    <w:rsid w:val="00E92933"/>
    <w:rsid w:val="00E94FAD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6627"/>
    <w:rsid w:val="00F270C3"/>
    <w:rsid w:val="00F33FF2"/>
    <w:rsid w:val="00F36FB6"/>
    <w:rsid w:val="00F37223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B232E"/>
    <w:rsid w:val="00FD557D"/>
    <w:rsid w:val="00FE0282"/>
    <w:rsid w:val="00FE124D"/>
    <w:rsid w:val="00FE3F69"/>
    <w:rsid w:val="00FE792C"/>
    <w:rsid w:val="00FF2561"/>
    <w:rsid w:val="00FF58F8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17E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C8D0D-178C-4747-A64C-BA6C95089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C19AD90-3E7C-4ADE-9B2A-0A06AF1F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8</cp:revision>
  <cp:lastPrinted>2016-05-27T05:21:00Z</cp:lastPrinted>
  <dcterms:created xsi:type="dcterms:W3CDTF">2020-03-10T05:33:00Z</dcterms:created>
  <dcterms:modified xsi:type="dcterms:W3CDTF">2020-04-03T23:57:00Z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</Properties>
</file>