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0004A" w14:paraId="15BA0D40" w14:textId="77777777" w:rsidTr="00146EEC">
        <w:tc>
          <w:tcPr>
            <w:tcW w:w="2689" w:type="dxa"/>
          </w:tcPr>
          <w:p w14:paraId="49BD50F0" w14:textId="38714110" w:rsidR="0080004A" w:rsidRPr="00AB5133" w:rsidRDefault="0080004A" w:rsidP="0080004A">
            <w:r w:rsidRPr="00AB5133">
              <w:t xml:space="preserve">Release </w:t>
            </w:r>
            <w:r w:rsidR="005A750D">
              <w:t>1</w:t>
            </w:r>
          </w:p>
        </w:tc>
        <w:tc>
          <w:tcPr>
            <w:tcW w:w="6939" w:type="dxa"/>
          </w:tcPr>
          <w:p w14:paraId="7ED6E91E" w14:textId="6089ADF8" w:rsidR="0080004A" w:rsidRPr="00CC451E" w:rsidRDefault="0080004A" w:rsidP="0080004A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41796A">
              <w:t>6.0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E58BBB" w14:textId="0D7B75ED" w:rsidR="00F1480E" w:rsidRPr="000754EC" w:rsidRDefault="006073AB" w:rsidP="000754EC">
            <w:pPr>
              <w:pStyle w:val="SIUNITCODE"/>
            </w:pPr>
            <w:r w:rsidRPr="006073AB">
              <w:t>FWP</w:t>
            </w:r>
            <w:r w:rsidR="006C6AED">
              <w:t>HAW2</w:t>
            </w:r>
            <w:r w:rsidR="005A750D">
              <w:t>XXX</w:t>
            </w:r>
          </w:p>
        </w:tc>
        <w:tc>
          <w:tcPr>
            <w:tcW w:w="3604" w:type="pct"/>
            <w:shd w:val="clear" w:color="auto" w:fill="auto"/>
          </w:tcPr>
          <w:p w14:paraId="7B2E5DB8" w14:textId="2CB8CE83" w:rsidR="00F1480E" w:rsidRPr="000754EC" w:rsidRDefault="00DE17F6" w:rsidP="000754EC">
            <w:pPr>
              <w:pStyle w:val="SIUnittitle"/>
            </w:pPr>
            <w:r w:rsidRPr="00DE17F6">
              <w:t>Operate a mobile chipper</w:t>
            </w:r>
            <w:r>
              <w:t>/</w:t>
            </w:r>
            <w:r w:rsidRPr="00DE17F6">
              <w:t>mulcher</w:t>
            </w:r>
          </w:p>
        </w:tc>
      </w:tr>
      <w:tr w:rsidR="00F1480E" w:rsidRPr="00963A46" w14:paraId="2304FCB4" w14:textId="77777777" w:rsidTr="00CA2922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61DBC8" w14:textId="00FBC248" w:rsidR="00DE17F6" w:rsidRPr="00DE17F6" w:rsidRDefault="00DE17F6" w:rsidP="00DE17F6">
            <w:pPr>
              <w:pStyle w:val="SIText"/>
            </w:pPr>
            <w:r w:rsidRPr="00DE17F6">
              <w:t xml:space="preserve">This unit of competency describes the </w:t>
            </w:r>
            <w:r w:rsidR="003E5886">
              <w:t>skills and knowledge</w:t>
            </w:r>
            <w:r w:rsidR="003E5886" w:rsidRPr="00DE17F6">
              <w:t xml:space="preserve"> </w:t>
            </w:r>
            <w:r w:rsidRPr="00DE17F6">
              <w:t xml:space="preserve">required to operate a </w:t>
            </w:r>
            <w:r w:rsidR="001449CA">
              <w:t xml:space="preserve">hand or machine fed </w:t>
            </w:r>
            <w:r w:rsidRPr="00DE17F6">
              <w:t xml:space="preserve">mobile chipping or mulching unit to chip or mulch timber refuse such as branches and other timber waste. </w:t>
            </w:r>
          </w:p>
          <w:p w14:paraId="23BB5DAC" w14:textId="77777777" w:rsidR="001449CA" w:rsidRDefault="001449CA" w:rsidP="001449CA">
            <w:pPr>
              <w:pStyle w:val="SIText"/>
            </w:pPr>
          </w:p>
          <w:p w14:paraId="69799750" w14:textId="35805B38" w:rsidR="001449CA" w:rsidRPr="001449CA" w:rsidRDefault="001449CA" w:rsidP="001449CA">
            <w:pPr>
              <w:pStyle w:val="SIText"/>
            </w:pPr>
            <w:r>
              <w:t xml:space="preserve">The </w:t>
            </w:r>
            <w:r w:rsidRPr="001449CA">
              <w:t xml:space="preserve">unit applies to individuals who </w:t>
            </w:r>
            <w:r>
              <w:t>operate mobile chippers/mulchers</w:t>
            </w:r>
            <w:r w:rsidRPr="001449CA">
              <w:t xml:space="preserve"> as part of arboriculture, forestry, agriculture, conservation and land management, local government, emergency services and other government agency operations. </w:t>
            </w:r>
          </w:p>
          <w:p w14:paraId="7C9DB0AE" w14:textId="77777777" w:rsidR="0041796A" w:rsidRDefault="0041796A" w:rsidP="001449CA">
            <w:pPr>
              <w:pStyle w:val="SIText"/>
            </w:pPr>
          </w:p>
          <w:p w14:paraId="63727F7D" w14:textId="6F53CAF3" w:rsidR="001449CA" w:rsidRPr="001449CA" w:rsidRDefault="001449CA" w:rsidP="001449CA">
            <w:pPr>
              <w:pStyle w:val="SIText"/>
            </w:pPr>
            <w:r w:rsidRPr="004264AC">
              <w:t>All work must be carried out to comply with workplace procedures, according to state/territory health and safety regulations, legislation and standards that apply to the workplace.</w:t>
            </w:r>
          </w:p>
          <w:p w14:paraId="3A91D7B8" w14:textId="77777777" w:rsidR="001449CA" w:rsidRDefault="001449CA" w:rsidP="001449CA">
            <w:pPr>
              <w:pStyle w:val="SIText"/>
            </w:pPr>
          </w:p>
          <w:p w14:paraId="1DECDDC8" w14:textId="74D54E52" w:rsidR="00373436" w:rsidRPr="000754EC" w:rsidRDefault="0041796A" w:rsidP="002F3A53">
            <w:pPr>
              <w:pStyle w:val="SIText"/>
            </w:pPr>
            <w:r w:rsidRPr="0041796A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CA2922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CA2922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73B65063" w:rsidR="008547E9" w:rsidRPr="000754EC" w:rsidRDefault="00E943A9" w:rsidP="00E943A9">
            <w:pPr>
              <w:pStyle w:val="SIText"/>
            </w:pPr>
            <w:r w:rsidRPr="00E943A9">
              <w:t>Harvesting and Haulage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04A44EE9" w:rsidR="00E01D4D" w:rsidRPr="00E01D4D" w:rsidRDefault="005A750D" w:rsidP="005A750D">
            <w:pPr>
              <w:pStyle w:val="SIText"/>
              <w:rPr>
                <w:rStyle w:val="SIText-Italic"/>
              </w:rPr>
            </w:pPr>
            <w:r w:rsidRPr="005A750D">
              <w:rPr>
                <w:rStyle w:val="SIText-Italic"/>
                <w:rFonts w:eastAsiaTheme="majorEastAsia"/>
              </w:rPr>
              <w:t>Performance criteria describe the performance needed to demonstrate achievement of the element.</w:t>
            </w:r>
          </w:p>
        </w:tc>
      </w:tr>
      <w:tr w:rsidR="00DE17F6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990FC" w14:textId="69F918DE" w:rsidR="00DE17F6" w:rsidRPr="00DE17F6" w:rsidRDefault="00DE17F6" w:rsidP="00DE17F6">
            <w:r w:rsidRPr="00DE17F6">
              <w:t>1. Prepare for chipping or mulching</w:t>
            </w:r>
          </w:p>
        </w:tc>
        <w:tc>
          <w:tcPr>
            <w:tcW w:w="3604" w:type="pct"/>
            <w:shd w:val="clear" w:color="auto" w:fill="auto"/>
          </w:tcPr>
          <w:p w14:paraId="6DDFC563" w14:textId="52A2608B" w:rsidR="001449CA" w:rsidRPr="001449CA" w:rsidRDefault="001449CA" w:rsidP="001449CA">
            <w:r>
              <w:t xml:space="preserve">1.1 </w:t>
            </w:r>
            <w:r w:rsidRPr="001449CA">
              <w:t>Review work order or instruction to determine job requirements and, where required, seek clarification from appropriate personnel</w:t>
            </w:r>
          </w:p>
          <w:p w14:paraId="3CA4685E" w14:textId="57BE13F7" w:rsidR="001449CA" w:rsidRPr="001449CA" w:rsidRDefault="001449CA" w:rsidP="001449CA">
            <w:pPr>
              <w:pStyle w:val="SIText"/>
            </w:pPr>
            <w:r>
              <w:t xml:space="preserve">1.2 </w:t>
            </w:r>
            <w:r w:rsidRPr="001449CA">
              <w:t>Review workplace health and safety procedures, including the use of personal protective equipment, equipment lock-out and safe manual handling techniques</w:t>
            </w:r>
          </w:p>
          <w:p w14:paraId="0A44AC4D" w14:textId="28FD24C5" w:rsidR="001449CA" w:rsidRPr="001449CA" w:rsidRDefault="001449CA" w:rsidP="001449CA">
            <w:pPr>
              <w:pStyle w:val="SIText"/>
            </w:pPr>
            <w:r w:rsidRPr="00B2235C">
              <w:t>1.</w:t>
            </w:r>
            <w:r w:rsidRPr="001449CA">
              <w:t xml:space="preserve">3 Identify, assess and take actions to mitigate risks and hazards associated with </w:t>
            </w:r>
            <w:r>
              <w:t>operating mobile chippers / mulchers</w:t>
            </w:r>
          </w:p>
          <w:p w14:paraId="0792CAC3" w14:textId="775C5C79" w:rsidR="001449CA" w:rsidRDefault="001449CA" w:rsidP="001449CA">
            <w:pPr>
              <w:pStyle w:val="SIText"/>
            </w:pPr>
            <w:r>
              <w:t xml:space="preserve">1.4 Identify </w:t>
            </w:r>
            <w:r w:rsidRPr="001449CA">
              <w:t xml:space="preserve">workplace environmental protection procedures for </w:t>
            </w:r>
            <w:r>
              <w:t>operating chippers / mulchers</w:t>
            </w:r>
            <w:r w:rsidRPr="001449CA">
              <w:t>, minimising and disposing of waste material, and cleaning tools and equipment</w:t>
            </w:r>
          </w:p>
          <w:p w14:paraId="526D91EB" w14:textId="6CA454F6" w:rsidR="00772C8A" w:rsidRPr="001449CA" w:rsidRDefault="00772C8A" w:rsidP="001449CA">
            <w:pPr>
              <w:pStyle w:val="SIText"/>
            </w:pPr>
            <w:r>
              <w:t xml:space="preserve">1.5 </w:t>
            </w:r>
            <w:r w:rsidRPr="00DE17F6">
              <w:t xml:space="preserve">Identify type and quantity of </w:t>
            </w:r>
            <w:r>
              <w:t>material</w:t>
            </w:r>
            <w:r w:rsidRPr="00772C8A">
              <w:t xml:space="preserve"> to be chipped or mulched</w:t>
            </w:r>
          </w:p>
          <w:p w14:paraId="25794494" w14:textId="0AF99C86" w:rsidR="001449CA" w:rsidRPr="001449CA" w:rsidRDefault="001449CA" w:rsidP="001449CA">
            <w:pPr>
              <w:pStyle w:val="SIText"/>
            </w:pPr>
            <w:r w:rsidRPr="001F604F">
              <w:t>1.</w:t>
            </w:r>
            <w:r w:rsidR="00772C8A">
              <w:t>6</w:t>
            </w:r>
            <w:r w:rsidRPr="001F604F">
              <w:t xml:space="preserve"> Consult</w:t>
            </w:r>
            <w:r w:rsidRPr="001449CA">
              <w:t xml:space="preserve"> and maintain communication with team members and other appropriate personnel to ensure that work is coordinated effectively with others in the workplace</w:t>
            </w:r>
          </w:p>
          <w:p w14:paraId="38489BE9" w14:textId="1BD90AF8" w:rsidR="001449CA" w:rsidRPr="001449CA" w:rsidRDefault="001449CA" w:rsidP="001449CA">
            <w:r w:rsidRPr="001F604F">
              <w:t>1.</w:t>
            </w:r>
            <w:r w:rsidR="00772C8A">
              <w:t>7</w:t>
            </w:r>
            <w:r w:rsidRPr="001F604F">
              <w:t xml:space="preserve"> Obtain tools</w:t>
            </w:r>
            <w:r w:rsidRPr="001449CA">
              <w:t xml:space="preserve"> and equipment needed for the work and check for correct operation and safety</w:t>
            </w:r>
          </w:p>
          <w:p w14:paraId="7A6ED6D1" w14:textId="33070850" w:rsidR="002F3A53" w:rsidRPr="00DE17F6" w:rsidRDefault="001449CA" w:rsidP="00DE17F6">
            <w:r w:rsidRPr="00BD435F">
              <w:t>1.</w:t>
            </w:r>
            <w:r w:rsidR="00772C8A">
              <w:t>8</w:t>
            </w:r>
            <w:r w:rsidRPr="001449CA">
              <w:t xml:space="preserve"> Plan </w:t>
            </w:r>
            <w:r>
              <w:t>chipping / mulching</w:t>
            </w:r>
            <w:r w:rsidRPr="001449CA">
              <w:t xml:space="preserve"> activities according to work order or instruction and environmental conditions</w:t>
            </w:r>
          </w:p>
        </w:tc>
      </w:tr>
      <w:tr w:rsidR="00DE17F6" w:rsidRPr="00963A46" w14:paraId="1438C9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B7E69E" w14:textId="66B5D0D3" w:rsidR="00DE17F6" w:rsidRPr="00DE17F6" w:rsidRDefault="00DE17F6" w:rsidP="00DE17F6">
            <w:r w:rsidRPr="00DE17F6">
              <w:lastRenderedPageBreak/>
              <w:t xml:space="preserve">2. Chip or mulch </w:t>
            </w:r>
            <w:r w:rsidR="0000221B">
              <w:t>material</w:t>
            </w:r>
          </w:p>
        </w:tc>
        <w:tc>
          <w:tcPr>
            <w:tcW w:w="3604" w:type="pct"/>
            <w:shd w:val="clear" w:color="auto" w:fill="auto"/>
          </w:tcPr>
          <w:p w14:paraId="1E99B213" w14:textId="5E39AFC8" w:rsidR="00DE17F6" w:rsidRPr="00DE17F6" w:rsidRDefault="00DE17F6" w:rsidP="00DE17F6">
            <w:r w:rsidRPr="00DE17F6">
              <w:t xml:space="preserve">2.1 Reject </w:t>
            </w:r>
            <w:r w:rsidR="001449CA">
              <w:t>material</w:t>
            </w:r>
            <w:r w:rsidRPr="00DE17F6">
              <w:t xml:space="preserve"> assessed as unsuitable for chipping or mulching and dispose of or recycle </w:t>
            </w:r>
            <w:r w:rsidR="001449CA">
              <w:t xml:space="preserve">according to workplace and </w:t>
            </w:r>
            <w:r w:rsidRPr="00DE17F6">
              <w:t>environmental protection practices</w:t>
            </w:r>
          </w:p>
          <w:p w14:paraId="0951515B" w14:textId="317B8D63" w:rsidR="00DE17F6" w:rsidRPr="00DE17F6" w:rsidRDefault="00DE17F6" w:rsidP="00DE17F6">
            <w:r w:rsidRPr="00DE17F6">
              <w:t xml:space="preserve">2.2 Use equipment </w:t>
            </w:r>
            <w:r w:rsidR="001449CA">
              <w:t>according to workplace</w:t>
            </w:r>
            <w:r w:rsidRPr="00DE17F6">
              <w:t xml:space="preserve"> safety procedures, manufacturer instructions and environmental protection requirements</w:t>
            </w:r>
            <w:r w:rsidR="002F3A53">
              <w:t xml:space="preserve"> </w:t>
            </w:r>
          </w:p>
          <w:p w14:paraId="0FAACA5B" w14:textId="7FAA2316" w:rsidR="00DE17F6" w:rsidRPr="00DE17F6" w:rsidRDefault="00DE17F6" w:rsidP="00DE17F6">
            <w:r w:rsidRPr="00DE17F6">
              <w:t xml:space="preserve">2.3 Position, secure and set up chipping and mulching unit </w:t>
            </w:r>
            <w:r w:rsidR="001449CA">
              <w:t xml:space="preserve">according to </w:t>
            </w:r>
            <w:r w:rsidRPr="00DE17F6">
              <w:t>manufacturer</w:t>
            </w:r>
            <w:r w:rsidR="001449CA">
              <w:t xml:space="preserve"> s</w:t>
            </w:r>
            <w:r w:rsidRPr="00DE17F6">
              <w:t>pecifications and required size</w:t>
            </w:r>
          </w:p>
          <w:p w14:paraId="2621C4AD" w14:textId="3D10F3C3" w:rsidR="00DE17F6" w:rsidRPr="00DE17F6" w:rsidRDefault="00DE17F6" w:rsidP="00DE17F6">
            <w:r w:rsidRPr="00DE17F6">
              <w:t xml:space="preserve">2.4 Direct </w:t>
            </w:r>
            <w:r w:rsidR="001449CA">
              <w:t>material</w:t>
            </w:r>
            <w:r w:rsidRPr="00DE17F6">
              <w:t xml:space="preserve"> into chipper or mulcher at rate applicable to machine capacity</w:t>
            </w:r>
            <w:r w:rsidR="00772C8A">
              <w:t xml:space="preserve"> using safe methods for loading and feeding</w:t>
            </w:r>
          </w:p>
          <w:p w14:paraId="3135722E" w14:textId="60EFB63B" w:rsidR="001449CA" w:rsidRDefault="00DE17F6" w:rsidP="00DE17F6">
            <w:r w:rsidRPr="00DE17F6">
              <w:t>2.</w:t>
            </w:r>
            <w:r w:rsidR="00064B88">
              <w:t>5</w:t>
            </w:r>
            <w:r w:rsidR="00064B88" w:rsidRPr="00DE17F6">
              <w:t xml:space="preserve"> </w:t>
            </w:r>
            <w:r w:rsidRPr="00DE17F6">
              <w:t>Respond to critical situations requiring emergency shutdown to prevent personal injury or damage to machine or product</w:t>
            </w:r>
          </w:p>
          <w:p w14:paraId="31D6B05E" w14:textId="0A371D94" w:rsidR="002F3A53" w:rsidRPr="00DE17F6" w:rsidRDefault="001449CA" w:rsidP="00DE17F6">
            <w:r>
              <w:t>2.</w:t>
            </w:r>
            <w:r w:rsidR="00064B88">
              <w:t xml:space="preserve">6 </w:t>
            </w:r>
            <w:r>
              <w:t>Direct</w:t>
            </w:r>
            <w:r w:rsidR="002F3A53">
              <w:t xml:space="preserve"> chipped </w:t>
            </w:r>
            <w:r>
              <w:t xml:space="preserve">or mulched </w:t>
            </w:r>
            <w:r w:rsidR="002F3A53">
              <w:t xml:space="preserve">material onto </w:t>
            </w:r>
            <w:proofErr w:type="gramStart"/>
            <w:r w:rsidR="001428AE">
              <w:t>stock pile</w:t>
            </w:r>
            <w:proofErr w:type="gramEnd"/>
            <w:r w:rsidR="001428AE">
              <w:t xml:space="preserve"> or </w:t>
            </w:r>
            <w:r w:rsidR="002F3A53">
              <w:t>transport vehicle</w:t>
            </w:r>
            <w:r w:rsidR="001428AE">
              <w:t xml:space="preserve"> if required</w:t>
            </w:r>
          </w:p>
        </w:tc>
      </w:tr>
      <w:tr w:rsidR="00DE17F6" w:rsidRPr="00963A46" w14:paraId="197E49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976561" w14:textId="3C334C3E" w:rsidR="00DE17F6" w:rsidRPr="00DE17F6" w:rsidRDefault="00DE17F6" w:rsidP="00DE17F6">
            <w:r w:rsidRPr="00DE17F6"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3CA846DA" w14:textId="7733A386" w:rsidR="00DE17F6" w:rsidRDefault="00DE17F6" w:rsidP="00DE17F6">
            <w:r w:rsidRPr="00DE17F6">
              <w:t xml:space="preserve">3.1 Follow </w:t>
            </w:r>
            <w:r w:rsidR="001449CA">
              <w:t>workplace</w:t>
            </w:r>
            <w:r w:rsidR="001449CA" w:rsidRPr="00DE17F6">
              <w:t xml:space="preserve"> </w:t>
            </w:r>
            <w:r w:rsidR="001449CA" w:rsidRPr="001449CA">
              <w:t>safety procedures and manufacturer instructions to lock out equipment</w:t>
            </w:r>
          </w:p>
          <w:p w14:paraId="6FB93B13" w14:textId="3EBA8C6C" w:rsidR="00863A15" w:rsidRPr="00DE17F6" w:rsidRDefault="00863A15" w:rsidP="00DE17F6">
            <w:r>
              <w:t>3.2 Complete operational safety checks according to manufacturer recommendations</w:t>
            </w:r>
          </w:p>
          <w:p w14:paraId="1EB2DC8F" w14:textId="06CA82CF" w:rsidR="00DE17F6" w:rsidRPr="00DE17F6" w:rsidRDefault="00DE17F6" w:rsidP="00DE17F6">
            <w:r w:rsidRPr="00DE17F6">
              <w:t>3.</w:t>
            </w:r>
            <w:r w:rsidR="00863A15">
              <w:t>3</w:t>
            </w:r>
            <w:r w:rsidRPr="00DE17F6">
              <w:t xml:space="preserve"> Check cutters for wear and damage a</w:t>
            </w:r>
            <w:r w:rsidR="001449CA">
              <w:t xml:space="preserve">s required </w:t>
            </w:r>
            <w:r w:rsidRPr="00DE17F6">
              <w:t xml:space="preserve">or </w:t>
            </w:r>
            <w:r w:rsidR="001449CA">
              <w:t>at</w:t>
            </w:r>
            <w:r w:rsidRPr="00DE17F6">
              <w:t xml:space="preserve"> intervals</w:t>
            </w:r>
            <w:r w:rsidR="001449CA">
              <w:t xml:space="preserve"> recommended by manufacturer</w:t>
            </w:r>
          </w:p>
          <w:p w14:paraId="14A64627" w14:textId="058FBC2A" w:rsidR="00863A15" w:rsidRDefault="00863A15" w:rsidP="00DE17F6">
            <w:r>
              <w:t>3.</w:t>
            </w:r>
            <w:r w:rsidR="001428AE">
              <w:t xml:space="preserve">4 </w:t>
            </w:r>
            <w:r>
              <w:t>Check and replenish fuel and lubricants according to manufacturer recommendations</w:t>
            </w:r>
          </w:p>
          <w:p w14:paraId="3F2A81D2" w14:textId="048647A9" w:rsidR="002635CA" w:rsidRPr="00DE17F6" w:rsidRDefault="002635CA" w:rsidP="00DE17F6">
            <w:r>
              <w:t>3.</w:t>
            </w:r>
            <w:r w:rsidR="001428AE">
              <w:t xml:space="preserve">5 </w:t>
            </w:r>
            <w:r>
              <w:t>Clean and store chipper / mulcher</w:t>
            </w:r>
          </w:p>
          <w:p w14:paraId="7DA0B64B" w14:textId="44903722" w:rsidR="001449CA" w:rsidRPr="00DE17F6" w:rsidRDefault="00DE17F6" w:rsidP="001449CA">
            <w:r w:rsidRPr="00DE17F6">
              <w:t>3.</w:t>
            </w:r>
            <w:r w:rsidR="001428AE">
              <w:t>6</w:t>
            </w:r>
            <w:r w:rsidR="001428AE" w:rsidRPr="00DE17F6">
              <w:t xml:space="preserve"> </w:t>
            </w:r>
            <w:r w:rsidRPr="00DE17F6">
              <w:t>Record and report production outcomes and equipment faults to appropriate personnel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39C1EED2" w14:textId="77777777" w:rsidR="005F771F" w:rsidRPr="000754EC" w:rsidRDefault="005F771F" w:rsidP="000754EC">
      <w:r>
        <w:br w:type="page"/>
      </w: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77645" w:rsidRPr="00336FCA" w:rsidDel="00423CB2" w14:paraId="3FCA4699" w14:textId="77777777" w:rsidTr="00CA2922">
        <w:trPr>
          <w:tblHeader/>
        </w:trPr>
        <w:tc>
          <w:tcPr>
            <w:tcW w:w="1396" w:type="pct"/>
          </w:tcPr>
          <w:p w14:paraId="2F972C48" w14:textId="32E3B6BB" w:rsidR="00277645" w:rsidRPr="00277645" w:rsidRDefault="00277645" w:rsidP="00277645">
            <w:pPr>
              <w:pStyle w:val="SIText"/>
              <w:rPr>
                <w:rFonts w:eastAsiaTheme="majorEastAsia"/>
              </w:rPr>
            </w:pPr>
            <w:r w:rsidRPr="00277645">
              <w:t>Reading</w:t>
            </w:r>
          </w:p>
        </w:tc>
        <w:tc>
          <w:tcPr>
            <w:tcW w:w="3604" w:type="pct"/>
          </w:tcPr>
          <w:p w14:paraId="558A902F" w14:textId="0AEE20B3" w:rsidR="00277645" w:rsidRPr="00277645" w:rsidRDefault="00277645" w:rsidP="00277645">
            <w:pPr>
              <w:pStyle w:val="SIBulletList1"/>
              <w:rPr>
                <w:rFonts w:eastAsiaTheme="majorEastAsia"/>
              </w:rPr>
            </w:pPr>
            <w:r w:rsidRPr="00277645">
              <w:t>Read workplace documentation and understand requirements</w:t>
            </w:r>
          </w:p>
        </w:tc>
      </w:tr>
      <w:tr w:rsidR="00277645" w:rsidRPr="00336FCA" w:rsidDel="00423CB2" w14:paraId="20DC18B2" w14:textId="77777777" w:rsidTr="00CA2922">
        <w:trPr>
          <w:tblHeader/>
        </w:trPr>
        <w:tc>
          <w:tcPr>
            <w:tcW w:w="1396" w:type="pct"/>
          </w:tcPr>
          <w:p w14:paraId="62D8EAF2" w14:textId="73F09EAB" w:rsidR="00277645" w:rsidRPr="00277645" w:rsidRDefault="00277645" w:rsidP="00277645">
            <w:pPr>
              <w:pStyle w:val="SIText"/>
            </w:pPr>
            <w:r w:rsidRPr="00277645">
              <w:t>Oral communication</w:t>
            </w:r>
          </w:p>
        </w:tc>
        <w:tc>
          <w:tcPr>
            <w:tcW w:w="3604" w:type="pct"/>
          </w:tcPr>
          <w:p w14:paraId="36BA36FB" w14:textId="5DC17B0D" w:rsidR="00277645" w:rsidRPr="00277645" w:rsidRDefault="00277645" w:rsidP="00277645">
            <w:pPr>
              <w:pStyle w:val="SIBulletList1"/>
            </w:pPr>
            <w:r>
              <w:t>A</w:t>
            </w:r>
            <w:r w:rsidRPr="00277645">
              <w:t>sk questions and actively listen to clarify contents of work orders</w:t>
            </w:r>
          </w:p>
        </w:tc>
      </w:tr>
      <w:tr w:rsidR="00277645" w:rsidRPr="00336FCA" w:rsidDel="00423CB2" w14:paraId="71B0B6D1" w14:textId="77777777" w:rsidTr="00CA2922">
        <w:tc>
          <w:tcPr>
            <w:tcW w:w="1396" w:type="pct"/>
          </w:tcPr>
          <w:p w14:paraId="1ADD138C" w14:textId="09E3FF00" w:rsidR="00277645" w:rsidRPr="00277645" w:rsidRDefault="00277645" w:rsidP="00277645">
            <w:pPr>
              <w:pStyle w:val="SIText"/>
            </w:pPr>
            <w:r w:rsidRPr="00277645">
              <w:t>Numeracy</w:t>
            </w:r>
          </w:p>
        </w:tc>
        <w:tc>
          <w:tcPr>
            <w:tcW w:w="3604" w:type="pct"/>
          </w:tcPr>
          <w:p w14:paraId="4F84B7E3" w14:textId="5F0C8C3F" w:rsidR="00277645" w:rsidRPr="00277645" w:rsidRDefault="00277645" w:rsidP="00277645">
            <w:pPr>
              <w:pStyle w:val="SIBulletList1"/>
            </w:pPr>
            <w:r>
              <w:t>I</w:t>
            </w:r>
            <w:r w:rsidRPr="00277645">
              <w:t>dentify quantities of required material within work orders</w:t>
            </w:r>
          </w:p>
          <w:p w14:paraId="318F5615" w14:textId="1A50D549" w:rsidR="00277645" w:rsidRPr="00277645" w:rsidRDefault="00277645" w:rsidP="00277645">
            <w:pPr>
              <w:pStyle w:val="SIBulletList1"/>
            </w:pPr>
            <w:r>
              <w:t>R</w:t>
            </w:r>
            <w:r w:rsidRPr="00277645">
              <w:t>ead basic numerical machine settings and choose according to chip size</w:t>
            </w:r>
          </w:p>
          <w:p w14:paraId="2E4394D0" w14:textId="3AD54CB8" w:rsidR="00277645" w:rsidRPr="00277645" w:rsidRDefault="00277645" w:rsidP="00277645">
            <w:pPr>
              <w:pStyle w:val="SIBulletList1"/>
            </w:pPr>
            <w:r>
              <w:t>C</w:t>
            </w:r>
            <w:r w:rsidRPr="00277645">
              <w:t>omplete routine production records involving quantities tallied against orders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ED78238" w14:textId="77777777" w:rsidTr="00F33FF2">
        <w:tc>
          <w:tcPr>
            <w:tcW w:w="1028" w:type="pct"/>
          </w:tcPr>
          <w:p w14:paraId="257DA401" w14:textId="5CE6F445" w:rsidR="00041E59" w:rsidRPr="000754EC" w:rsidRDefault="005A750D" w:rsidP="0000221B">
            <w:pPr>
              <w:pStyle w:val="SIText"/>
            </w:pPr>
            <w:r w:rsidRPr="00DE17F6">
              <w:t>FWPHAR2</w:t>
            </w:r>
            <w:r>
              <w:t>XXX</w:t>
            </w:r>
            <w:r w:rsidRPr="00DE17F6">
              <w:t xml:space="preserve"> Operate a mobile chipper/mulcher</w:t>
            </w:r>
          </w:p>
        </w:tc>
        <w:tc>
          <w:tcPr>
            <w:tcW w:w="1105" w:type="pct"/>
          </w:tcPr>
          <w:p w14:paraId="60098EE1" w14:textId="59A35567" w:rsidR="0000221B" w:rsidRPr="000754EC" w:rsidRDefault="00DE17F6" w:rsidP="005A750D">
            <w:pPr>
              <w:pStyle w:val="SIText"/>
            </w:pPr>
            <w:r w:rsidRPr="00DE17F6">
              <w:t>FWPHAR2206 Operate a mobile chipper/mulcher</w:t>
            </w:r>
          </w:p>
        </w:tc>
        <w:tc>
          <w:tcPr>
            <w:tcW w:w="1251" w:type="pct"/>
          </w:tcPr>
          <w:p w14:paraId="69BB49B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5108EF77" w14:textId="0DEACAC5" w:rsidR="00916CD7" w:rsidRPr="000754EC" w:rsidRDefault="00D5290A" w:rsidP="000754EC">
            <w:pPr>
              <w:pStyle w:val="SIText"/>
            </w:pPr>
            <w:r>
              <w:t>Equivalent unit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AE1E57" w:rsidRPr="00A55106" w14:paraId="796D1D7A" w14:textId="77777777" w:rsidTr="005A750D">
        <w:tc>
          <w:tcPr>
            <w:tcW w:w="1028" w:type="pct"/>
            <w:shd w:val="clear" w:color="auto" w:fill="auto"/>
          </w:tcPr>
          <w:p w14:paraId="2A0BCACA" w14:textId="05045D1E" w:rsidR="00AE1E57" w:rsidRPr="00AE1E57" w:rsidRDefault="00AE1E57" w:rsidP="00AE1E57">
            <w:pPr>
              <w:pStyle w:val="SIHeading2"/>
            </w:pPr>
            <w:r w:rsidRPr="00AE1E57">
              <w:t>Links</w:t>
            </w:r>
          </w:p>
        </w:tc>
        <w:tc>
          <w:tcPr>
            <w:tcW w:w="3972" w:type="pct"/>
            <w:shd w:val="clear" w:color="auto" w:fill="auto"/>
          </w:tcPr>
          <w:p w14:paraId="4C1C6C21" w14:textId="5D40EFE0" w:rsidR="00AE1E57" w:rsidRPr="00AE1E57" w:rsidRDefault="00AE1E57" w:rsidP="00AE1E57">
            <w:pPr>
              <w:pStyle w:val="SIText"/>
            </w:pPr>
            <w:r w:rsidRPr="00AE1E57">
              <w:t xml:space="preserve">Companion Volumes, including Implementation Guides, are available at </w:t>
            </w:r>
            <w:proofErr w:type="spellStart"/>
            <w:r w:rsidRPr="00AE1E57">
              <w:t>VETNet</w:t>
            </w:r>
            <w:proofErr w:type="spellEnd"/>
            <w:r>
              <w:t xml:space="preserve"> </w:t>
            </w:r>
            <w:r w:rsidRPr="00AE1E57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24E5306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E17F6" w:rsidRPr="00DE17F6">
              <w:t>FWPHAR2</w:t>
            </w:r>
            <w:r w:rsidR="005A750D">
              <w:t>XXX</w:t>
            </w:r>
            <w:r w:rsidR="00DE17F6" w:rsidRPr="00DE17F6">
              <w:t xml:space="preserve"> Operate a mobile chipper</w:t>
            </w:r>
            <w:r w:rsidR="00DE17F6">
              <w:t>/</w:t>
            </w:r>
            <w:r w:rsidR="00DE17F6" w:rsidRPr="00DE17F6">
              <w:t>mulcher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5A09E47B" w14:textId="77777777" w:rsidR="002635CA" w:rsidRPr="002635CA" w:rsidRDefault="002635CA" w:rsidP="002635CA">
            <w:pPr>
              <w:pStyle w:val="SIText"/>
            </w:pPr>
            <w:r w:rsidRPr="00F15B01">
              <w:t>An individual demonstrating competency must satisfy all</w:t>
            </w:r>
            <w:r w:rsidRPr="002635CA">
              <w:t xml:space="preserve"> of the elements and performance criteria in this unit.</w:t>
            </w:r>
          </w:p>
          <w:p w14:paraId="488F39E5" w14:textId="77777777" w:rsidR="002635CA" w:rsidRDefault="002635CA" w:rsidP="002635CA">
            <w:pPr>
              <w:pStyle w:val="SIText"/>
            </w:pPr>
          </w:p>
          <w:p w14:paraId="39ACDFA8" w14:textId="77777777" w:rsidR="002635CA" w:rsidRPr="002635CA" w:rsidRDefault="002635CA" w:rsidP="002635CA">
            <w:pPr>
              <w:pStyle w:val="SIText"/>
            </w:pPr>
            <w:r w:rsidRPr="00F15B01">
              <w:t xml:space="preserve">There must be </w:t>
            </w:r>
            <w:r w:rsidRPr="002635CA">
              <w:t xml:space="preserve">evidence that the individual has: </w:t>
            </w:r>
          </w:p>
          <w:p w14:paraId="785A8CDE" w14:textId="26DF4B9D" w:rsidR="002635CA" w:rsidRDefault="002635CA" w:rsidP="00070C94">
            <w:pPr>
              <w:pStyle w:val="SIBulletList1"/>
            </w:pPr>
            <w:r>
              <w:t xml:space="preserve">assessed, </w:t>
            </w:r>
            <w:r w:rsidRPr="002635CA">
              <w:t xml:space="preserve">planned and conducted the </w:t>
            </w:r>
            <w:r>
              <w:t xml:space="preserve">chipping or mulching </w:t>
            </w:r>
            <w:r w:rsidR="008358B0">
              <w:t xml:space="preserve">of two different species </w:t>
            </w:r>
            <w:r>
              <w:t>of material</w:t>
            </w:r>
            <w:r w:rsidRPr="002635CA">
              <w:t xml:space="preserve"> following a work order or instruction that is consistent with workplace policy and procedures and current </w:t>
            </w:r>
            <w:r w:rsidR="00ED739A">
              <w:t>workplace health and safety</w:t>
            </w:r>
            <w:r w:rsidRPr="002635CA">
              <w:t xml:space="preserve"> legislation, regulations and related industry standards and codes of practice applicable to tree felling operations </w:t>
            </w:r>
          </w:p>
          <w:p w14:paraId="1B35CB00" w14:textId="4C05A78B" w:rsidR="00556C4C" w:rsidRPr="000754EC" w:rsidRDefault="002635CA" w:rsidP="0098440B">
            <w:pPr>
              <w:pStyle w:val="SIBulletList1"/>
            </w:pPr>
            <w:r w:rsidRPr="0098440B">
              <w:t>inspected and carried out routine operator maintenance on one mobile chipper / mulcher on one occasion according to manufacturer requirements.</w:t>
            </w:r>
            <w:r w:rsidR="0098440B" w:rsidRPr="0098440B" w:rsidDel="002635CA">
              <w:t xml:space="preserve"> 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746C2195" w14:textId="77777777" w:rsidR="00EB07D8" w:rsidRDefault="00EB07D8" w:rsidP="00EB07D8">
            <w:pPr>
              <w:pStyle w:val="SIText"/>
            </w:pPr>
            <w:r w:rsidRPr="00EB07D8">
              <w:t>An individual must be able to demonstrate the knowledge required to perform the tasks outlined in the elements and performance criteria of this unit. This includes knowledge of:</w:t>
            </w:r>
          </w:p>
          <w:p w14:paraId="6582A641" w14:textId="0FF95524" w:rsidR="00DE17F6" w:rsidRPr="00DE17F6" w:rsidRDefault="00DE17F6" w:rsidP="00DE17F6">
            <w:pPr>
              <w:pStyle w:val="SIBulletList1"/>
            </w:pPr>
            <w:r w:rsidRPr="00DE17F6">
              <w:t>environmental protection practices</w:t>
            </w:r>
            <w:r w:rsidR="002635CA">
              <w:t xml:space="preserve"> related to</w:t>
            </w:r>
            <w:r w:rsidRPr="00DE17F6">
              <w:t>:</w:t>
            </w:r>
          </w:p>
          <w:p w14:paraId="603102F9" w14:textId="77777777" w:rsidR="00DE17F6" w:rsidRPr="00DE17F6" w:rsidRDefault="00DE17F6" w:rsidP="00DE17F6">
            <w:pPr>
              <w:pStyle w:val="SIBulletList2"/>
            </w:pPr>
            <w:r w:rsidRPr="00DE17F6">
              <w:t>reducing water and energy use</w:t>
            </w:r>
          </w:p>
          <w:p w14:paraId="534BF1DB" w14:textId="77777777" w:rsidR="00DE17F6" w:rsidRPr="00DE17F6" w:rsidRDefault="00DE17F6" w:rsidP="00DE17F6">
            <w:pPr>
              <w:pStyle w:val="SIBulletList2"/>
            </w:pPr>
            <w:r w:rsidRPr="00DE17F6">
              <w:t>cleaning plant, tools and equipment</w:t>
            </w:r>
          </w:p>
          <w:p w14:paraId="238A51E0" w14:textId="6B441127" w:rsidR="00DE17F6" w:rsidRPr="00DE17F6" w:rsidRDefault="00DE17F6" w:rsidP="00DE17F6">
            <w:pPr>
              <w:pStyle w:val="SIBulletList2"/>
            </w:pPr>
            <w:r w:rsidRPr="00DE17F6">
              <w:t xml:space="preserve">disposing of, recycling and reusing </w:t>
            </w:r>
            <w:r w:rsidR="002635CA">
              <w:t>waste products</w:t>
            </w:r>
          </w:p>
          <w:p w14:paraId="0C73C6C2" w14:textId="2D530586" w:rsidR="00DE17F6" w:rsidRPr="00DE17F6" w:rsidRDefault="00DE17F6" w:rsidP="00DE17F6">
            <w:pPr>
              <w:pStyle w:val="SIBulletList1"/>
            </w:pPr>
            <w:r w:rsidRPr="00DE17F6">
              <w:t xml:space="preserve">types of </w:t>
            </w:r>
            <w:r w:rsidR="002635CA">
              <w:t>material</w:t>
            </w:r>
            <w:r w:rsidRPr="00DE17F6">
              <w:t xml:space="preserve"> suitable and unsuitable for chipping and mulching</w:t>
            </w:r>
          </w:p>
          <w:p w14:paraId="295C8A89" w14:textId="5F649276" w:rsidR="00DE17F6" w:rsidRPr="00DE17F6" w:rsidRDefault="00E50037" w:rsidP="00DE17F6">
            <w:pPr>
              <w:pStyle w:val="SIBulletList1"/>
            </w:pPr>
            <w:r>
              <w:t xml:space="preserve">types, </w:t>
            </w:r>
            <w:r w:rsidR="00DE17F6" w:rsidRPr="00DE17F6">
              <w:t xml:space="preserve">purpose, features and operation of mobile chipping and mulching </w:t>
            </w:r>
            <w:proofErr w:type="gramStart"/>
            <w:r w:rsidR="00DE17F6" w:rsidRPr="00DE17F6">
              <w:t>units</w:t>
            </w:r>
            <w:proofErr w:type="gramEnd"/>
            <w:r w:rsidR="00950688">
              <w:t xml:space="preserve"> </w:t>
            </w:r>
            <w:r w:rsidR="00DE17F6" w:rsidRPr="00DE17F6">
              <w:t>capacity of chippers and mulchers to cope with differing sizes and diameters of branch</w:t>
            </w:r>
          </w:p>
          <w:p w14:paraId="5E3B6D6E" w14:textId="65079EFF" w:rsidR="00DE17F6" w:rsidRDefault="00DE17F6" w:rsidP="00DE17F6">
            <w:pPr>
              <w:pStyle w:val="SIBulletList1"/>
            </w:pPr>
            <w:r w:rsidRPr="00DE17F6">
              <w:t xml:space="preserve">feed rates at which </w:t>
            </w:r>
            <w:r w:rsidR="002635CA">
              <w:t>material</w:t>
            </w:r>
            <w:r w:rsidR="002635CA" w:rsidRPr="00DE17F6">
              <w:t xml:space="preserve"> </w:t>
            </w:r>
            <w:r w:rsidRPr="00DE17F6">
              <w:t>is fed into chippers and mulchers to optimise out</w:t>
            </w:r>
            <w:bookmarkStart w:id="0" w:name="_GoBack"/>
            <w:bookmarkEnd w:id="0"/>
            <w:r w:rsidRPr="00DE17F6">
              <w:t>put without damaging or blocking machinery</w:t>
            </w:r>
          </w:p>
          <w:p w14:paraId="07CE4B3F" w14:textId="3B6FD642" w:rsidR="00CF3AE4" w:rsidRDefault="00CF3AE4" w:rsidP="00CF3AE4">
            <w:pPr>
              <w:pStyle w:val="SIBulletList1"/>
            </w:pPr>
            <w:r>
              <w:t xml:space="preserve">feeding techniques to minimise operator exposure </w:t>
            </w:r>
            <w:r w:rsidR="00DF48A6">
              <w:t xml:space="preserve">to </w:t>
            </w:r>
            <w:r>
              <w:t>injury</w:t>
            </w:r>
          </w:p>
          <w:p w14:paraId="23715A5D" w14:textId="3E263DC9" w:rsidR="00FE014D" w:rsidRPr="00DE17F6" w:rsidRDefault="00FE014D" w:rsidP="00CF3AE4">
            <w:pPr>
              <w:pStyle w:val="SIBulletList1"/>
            </w:pPr>
            <w:r>
              <w:t>techniques for loading chipped / mulched material into truck or transport vehicle</w:t>
            </w:r>
          </w:p>
          <w:p w14:paraId="28E1EFA0" w14:textId="5F9FB989" w:rsidR="00DE17F6" w:rsidRPr="00DE17F6" w:rsidRDefault="002F3A53" w:rsidP="00DE17F6">
            <w:pPr>
              <w:pStyle w:val="SIBulletList1"/>
            </w:pPr>
            <w:r>
              <w:t xml:space="preserve">criteria and </w:t>
            </w:r>
            <w:r w:rsidR="00DE17F6" w:rsidRPr="00DE17F6">
              <w:t>methods for checking cutting blade condition</w:t>
            </w:r>
          </w:p>
          <w:p w14:paraId="7EB29EB8" w14:textId="0B66FC7E" w:rsidR="00DE17F6" w:rsidRPr="00DE17F6" w:rsidRDefault="00DE17F6" w:rsidP="00DE17F6">
            <w:pPr>
              <w:pStyle w:val="SIBulletList1"/>
            </w:pPr>
            <w:r w:rsidRPr="00DE17F6">
              <w:t>operator maintenance procedures including for fuelling, safety checks, cleaning, lubricating, operational adjustments, cutter inspection</w:t>
            </w:r>
            <w:r w:rsidR="00DB2F1C">
              <w:t xml:space="preserve"> for wear or damage</w:t>
            </w:r>
            <w:r w:rsidRPr="00DE17F6">
              <w:t>, disposal and replacement</w:t>
            </w:r>
          </w:p>
          <w:p w14:paraId="257FF1A1" w14:textId="50503D09" w:rsidR="00DE17F6" w:rsidRDefault="00DE17F6" w:rsidP="00DE17F6">
            <w:pPr>
              <w:pStyle w:val="SIBulletList1"/>
            </w:pPr>
            <w:r w:rsidRPr="00DE17F6">
              <w:t>common hazards associated with chipping and mulching operations and methods to minimise associated risks</w:t>
            </w:r>
          </w:p>
          <w:p w14:paraId="31426241" w14:textId="62C994CF" w:rsidR="001428AE" w:rsidRPr="00DE17F6" w:rsidRDefault="001428AE" w:rsidP="001428AE">
            <w:pPr>
              <w:pStyle w:val="SIBulletList1"/>
            </w:pPr>
            <w:r>
              <w:t>processes for r</w:t>
            </w:r>
            <w:r w:rsidRPr="001428AE">
              <w:t>emov</w:t>
            </w:r>
            <w:r>
              <w:t>ing</w:t>
            </w:r>
            <w:r w:rsidRPr="001428AE">
              <w:t>, replac</w:t>
            </w:r>
            <w:r>
              <w:t>ing</w:t>
            </w:r>
            <w:r w:rsidRPr="001428AE">
              <w:t xml:space="preserve"> and dispos</w:t>
            </w:r>
            <w:r>
              <w:t>ing</w:t>
            </w:r>
            <w:r w:rsidRPr="001428AE">
              <w:t xml:space="preserve"> of cutters according to manufacturer recommendations, workplace procedures and environmental protection practices</w:t>
            </w:r>
          </w:p>
          <w:p w14:paraId="38657FD6" w14:textId="6B2A98C0" w:rsidR="00DE17F6" w:rsidRPr="00DE17F6" w:rsidRDefault="002F3A53" w:rsidP="00DE17F6">
            <w:pPr>
              <w:pStyle w:val="SIBulletList1"/>
            </w:pPr>
            <w:r>
              <w:t>workplace</w:t>
            </w:r>
            <w:r w:rsidRPr="00DE17F6">
              <w:t xml:space="preserve"> </w:t>
            </w:r>
            <w:r w:rsidR="00DE17F6" w:rsidRPr="00DE17F6">
              <w:t>procedures specific to chipping and mulching:</w:t>
            </w:r>
          </w:p>
          <w:p w14:paraId="28E6001F" w14:textId="5C32E945" w:rsidR="00DE17F6" w:rsidRPr="00DE17F6" w:rsidRDefault="00DE17F6" w:rsidP="00DE17F6">
            <w:pPr>
              <w:pStyle w:val="SIBulletList2"/>
            </w:pPr>
            <w:r w:rsidRPr="00DE17F6">
              <w:t>workplace health and safety with particular emphasis on equipment lock out</w:t>
            </w:r>
            <w:r w:rsidR="00FE014D">
              <w:t xml:space="preserve">, </w:t>
            </w:r>
            <w:r w:rsidRPr="00DE17F6">
              <w:t>use of personal protective equipment</w:t>
            </w:r>
            <w:r w:rsidR="00FE014D">
              <w:t xml:space="preserve"> </w:t>
            </w:r>
            <w:r w:rsidR="00EB07D8">
              <w:t xml:space="preserve">(PPE) </w:t>
            </w:r>
            <w:r w:rsidR="00FE014D">
              <w:t>and safe manual handling</w:t>
            </w:r>
          </w:p>
          <w:p w14:paraId="1A9F74C3" w14:textId="77777777" w:rsidR="00DE17F6" w:rsidRPr="00DE17F6" w:rsidRDefault="00DE17F6" w:rsidP="00DE17F6">
            <w:pPr>
              <w:pStyle w:val="SIBulletList2"/>
            </w:pPr>
            <w:r w:rsidRPr="00DE17F6">
              <w:t>communication reporting lines</w:t>
            </w:r>
          </w:p>
          <w:p w14:paraId="0BF4178F" w14:textId="724F2BF6" w:rsidR="00F1480E" w:rsidRPr="000754EC" w:rsidRDefault="00DE17F6" w:rsidP="00DE17F6">
            <w:pPr>
              <w:pStyle w:val="SIBulletList2"/>
            </w:pPr>
            <w:r w:rsidRPr="00DE17F6">
              <w:t>recording and reporting production outcomes and equipment faults.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0E2484F4" w14:textId="77777777" w:rsidR="003538B2" w:rsidRPr="003538B2" w:rsidRDefault="003538B2" w:rsidP="003538B2">
            <w:r w:rsidRPr="00255F28">
              <w:t xml:space="preserve">Assessment of skills must take place under the </w:t>
            </w:r>
            <w:r w:rsidRPr="003538B2">
              <w:t>following conditions:</w:t>
            </w:r>
          </w:p>
          <w:p w14:paraId="2A0D2A68" w14:textId="77777777" w:rsidR="003538B2" w:rsidRPr="003538B2" w:rsidRDefault="003538B2" w:rsidP="003538B2">
            <w:pPr>
              <w:pStyle w:val="SIBulletList1"/>
            </w:pPr>
            <w:r w:rsidRPr="00255F28">
              <w:t>physical conditions:</w:t>
            </w:r>
            <w:r w:rsidRPr="003538B2">
              <w:t xml:space="preserve"> </w:t>
            </w:r>
          </w:p>
          <w:p w14:paraId="5620A03C" w14:textId="77777777" w:rsidR="003538B2" w:rsidRPr="003538B2" w:rsidRDefault="003538B2" w:rsidP="003538B2">
            <w:pPr>
              <w:pStyle w:val="SIBulletList2"/>
            </w:pPr>
            <w:r>
              <w:t>c</w:t>
            </w:r>
            <w:r w:rsidRPr="003538B2">
              <w:t>ompetency is to be assessed in the workplace or a simulated environment that accurately reflects performance in a real workplace setting</w:t>
            </w:r>
          </w:p>
          <w:p w14:paraId="3CB01070" w14:textId="77777777" w:rsidR="003538B2" w:rsidRPr="003538B2" w:rsidRDefault="003538B2" w:rsidP="003538B2">
            <w:pPr>
              <w:pStyle w:val="SIBulletList1"/>
            </w:pPr>
            <w:r w:rsidRPr="00255F28">
              <w:t>resources, equipment and materials:</w:t>
            </w:r>
          </w:p>
          <w:p w14:paraId="49736F14" w14:textId="19446D5B" w:rsidR="003538B2" w:rsidRDefault="003538B2" w:rsidP="003538B2">
            <w:pPr>
              <w:pStyle w:val="SIBulletList2"/>
            </w:pPr>
            <w:r>
              <w:t>mobile chipper or mulcher</w:t>
            </w:r>
          </w:p>
          <w:p w14:paraId="7124027D" w14:textId="35BA0CEC" w:rsidR="003538B2" w:rsidRPr="003538B2" w:rsidRDefault="003538B2" w:rsidP="003538B2">
            <w:pPr>
              <w:pStyle w:val="SIBulletList2"/>
            </w:pPr>
            <w:r>
              <w:t>truck or transport vehicle suitable for transporting chipped / mulched material</w:t>
            </w:r>
            <w:r w:rsidR="00DB2F1C">
              <w:t xml:space="preserve"> if required by site requirements</w:t>
            </w:r>
          </w:p>
          <w:p w14:paraId="6C793CA9" w14:textId="08F12693" w:rsidR="003538B2" w:rsidRPr="003538B2" w:rsidRDefault="003538B2" w:rsidP="003538B2">
            <w:pPr>
              <w:pStyle w:val="SIBulletList2"/>
            </w:pPr>
            <w:r>
              <w:t>material to chip or mulch</w:t>
            </w:r>
          </w:p>
          <w:p w14:paraId="02191CE7" w14:textId="282BEF15" w:rsidR="003538B2" w:rsidRPr="003538B2" w:rsidRDefault="00EB07D8" w:rsidP="003538B2">
            <w:pPr>
              <w:pStyle w:val="SIBulletList2"/>
            </w:pPr>
            <w:r>
              <w:t>PPE</w:t>
            </w:r>
            <w:r w:rsidR="003538B2" w:rsidRPr="00025E44">
              <w:t xml:space="preserve"> required in </w:t>
            </w:r>
            <w:r w:rsidR="003538B2">
              <w:t>chipping and mulching operations</w:t>
            </w:r>
            <w:r w:rsidR="003538B2" w:rsidRPr="003538B2">
              <w:t xml:space="preserve"> </w:t>
            </w:r>
          </w:p>
          <w:p w14:paraId="187686FD" w14:textId="77777777" w:rsidR="003538B2" w:rsidRPr="003538B2" w:rsidRDefault="003538B2" w:rsidP="003538B2">
            <w:pPr>
              <w:pStyle w:val="SIBulletList2"/>
            </w:pPr>
            <w:r w:rsidRPr="00025E44">
              <w:t>communication system</w:t>
            </w:r>
          </w:p>
          <w:p w14:paraId="16254CD1" w14:textId="77777777" w:rsidR="003538B2" w:rsidRPr="003538B2" w:rsidRDefault="003538B2" w:rsidP="003538B2">
            <w:pPr>
              <w:pStyle w:val="SIBulletList1"/>
            </w:pPr>
            <w:r w:rsidRPr="00255F28">
              <w:t>specifications:</w:t>
            </w:r>
          </w:p>
          <w:p w14:paraId="30009B2F" w14:textId="534C1E67" w:rsidR="003538B2" w:rsidRPr="003538B2" w:rsidRDefault="003538B2" w:rsidP="003538B2">
            <w:pPr>
              <w:pStyle w:val="SIBulletList2"/>
            </w:pPr>
            <w:r w:rsidRPr="00025E44">
              <w:t xml:space="preserve">access to work order or instruction detailing </w:t>
            </w:r>
            <w:r>
              <w:t>chipping or mulching</w:t>
            </w:r>
            <w:r w:rsidRPr="003538B2">
              <w:t xml:space="preserve"> operations to be carried out by operator</w:t>
            </w:r>
          </w:p>
          <w:p w14:paraId="224E28D3" w14:textId="6BCF1E22" w:rsidR="003538B2" w:rsidRPr="003538B2" w:rsidRDefault="003538B2" w:rsidP="003538B2">
            <w:pPr>
              <w:pStyle w:val="SIBulletList2"/>
            </w:pPr>
            <w:r w:rsidRPr="00025E44">
              <w:lastRenderedPageBreak/>
              <w:t xml:space="preserve">access to workplace policies and </w:t>
            </w:r>
            <w:r w:rsidRPr="003538B2">
              <w:t xml:space="preserve">procedures which cover current Work Health and Safety Acts or Occupation Health and Safety Acts, regulations and related industry standards and codes of practice applicable to </w:t>
            </w:r>
            <w:r>
              <w:t>chipping or mulching</w:t>
            </w:r>
            <w:r w:rsidRPr="003538B2">
              <w:t xml:space="preserve"> operations</w:t>
            </w:r>
          </w:p>
          <w:p w14:paraId="2B80FCD2" w14:textId="564F8B9F" w:rsidR="003538B2" w:rsidRPr="003538B2" w:rsidRDefault="003538B2" w:rsidP="003538B2">
            <w:pPr>
              <w:pStyle w:val="SIBulletList2"/>
            </w:pPr>
            <w:r w:rsidRPr="00025E44">
              <w:t xml:space="preserve">access to workplace policies and procedures which cover off on current Environment Protection Acts, regulations and related industry standards and codes of practice applicable to </w:t>
            </w:r>
            <w:r w:rsidR="002112D2" w:rsidRPr="00025E44">
              <w:t>c</w:t>
            </w:r>
            <w:r w:rsidR="002112D2">
              <w:t>hipping</w:t>
            </w:r>
            <w:r>
              <w:t xml:space="preserve"> or mulching</w:t>
            </w:r>
            <w:r w:rsidRPr="003538B2">
              <w:t xml:space="preserve"> operations</w:t>
            </w:r>
          </w:p>
          <w:p w14:paraId="0E6FD9C9" w14:textId="77777777" w:rsidR="003538B2" w:rsidRPr="003538B2" w:rsidRDefault="003538B2" w:rsidP="003538B2">
            <w:pPr>
              <w:pStyle w:val="SIBulletList2"/>
            </w:pPr>
            <w:r w:rsidRPr="00025E44">
              <w:t>access to workplace safety and environmental protection plans</w:t>
            </w:r>
          </w:p>
          <w:p w14:paraId="7402B128" w14:textId="77777777" w:rsidR="003538B2" w:rsidRPr="003538B2" w:rsidRDefault="003538B2" w:rsidP="003538B2">
            <w:pPr>
              <w:pStyle w:val="SIBulletList2"/>
            </w:pPr>
            <w:r w:rsidRPr="00025E44">
              <w:t>access to site emergency procedure</w:t>
            </w:r>
          </w:p>
          <w:p w14:paraId="26535421" w14:textId="30DA301D" w:rsidR="003538B2" w:rsidRPr="003538B2" w:rsidRDefault="003538B2" w:rsidP="003538B2">
            <w:pPr>
              <w:pStyle w:val="SIBulletList2"/>
            </w:pPr>
            <w:r w:rsidRPr="00025E44">
              <w:t xml:space="preserve">access to workplace standard operating procedures or operator manual for </w:t>
            </w:r>
            <w:r>
              <w:t>mobile chippers or mulchers</w:t>
            </w:r>
            <w:r w:rsidRPr="00025E44">
              <w:t>.</w:t>
            </w:r>
          </w:p>
          <w:p w14:paraId="5EEDD43F" w14:textId="77777777" w:rsidR="00EB07D8" w:rsidRDefault="00EB07D8" w:rsidP="00DE17F6">
            <w:pPr>
              <w:pStyle w:val="SIText"/>
            </w:pPr>
          </w:p>
          <w:p w14:paraId="6A9482A4" w14:textId="64F4570A" w:rsidR="00F1480E" w:rsidRPr="000754EC" w:rsidRDefault="00EB07D8" w:rsidP="00EB07D8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  <w:r w:rsidRPr="00EB07D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52EE97" w14:textId="0CBC18E4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</w:t>
            </w:r>
          </w:p>
          <w:p w14:paraId="2697E5E8" w14:textId="6E8CAC14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6181E" w14:textId="77777777" w:rsidR="00AA3E69" w:rsidRDefault="00AA3E69" w:rsidP="00BF3F0A">
      <w:r>
        <w:separator/>
      </w:r>
    </w:p>
    <w:p w14:paraId="1347F4CB" w14:textId="77777777" w:rsidR="00AA3E69" w:rsidRDefault="00AA3E69"/>
  </w:endnote>
  <w:endnote w:type="continuationSeparator" w:id="0">
    <w:p w14:paraId="2F2FFC8E" w14:textId="77777777" w:rsidR="00AA3E69" w:rsidRDefault="00AA3E69" w:rsidP="00BF3F0A">
      <w:r>
        <w:continuationSeparator/>
      </w:r>
    </w:p>
    <w:p w14:paraId="5EF897C5" w14:textId="77777777" w:rsidR="00AA3E69" w:rsidRDefault="00AA3E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181B3" w14:textId="77777777" w:rsidR="00AA3E69" w:rsidRDefault="00AA3E69" w:rsidP="00BF3F0A">
      <w:r>
        <w:separator/>
      </w:r>
    </w:p>
    <w:p w14:paraId="7F29623A" w14:textId="77777777" w:rsidR="00AA3E69" w:rsidRDefault="00AA3E69"/>
  </w:footnote>
  <w:footnote w:type="continuationSeparator" w:id="0">
    <w:p w14:paraId="2B5BE218" w14:textId="77777777" w:rsidR="00AA3E69" w:rsidRDefault="00AA3E69" w:rsidP="00BF3F0A">
      <w:r>
        <w:continuationSeparator/>
      </w:r>
    </w:p>
    <w:p w14:paraId="7EFD819D" w14:textId="77777777" w:rsidR="00AA3E69" w:rsidRDefault="00AA3E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7A83D" w14:textId="67E202B0" w:rsidR="00DE17F6" w:rsidRPr="00DE17F6" w:rsidRDefault="00DE17F6" w:rsidP="00DE17F6">
    <w:r w:rsidRPr="00DE17F6">
      <w:t>FWPHAR2</w:t>
    </w:r>
    <w:r w:rsidR="005A750D">
      <w:t>XXX</w:t>
    </w:r>
    <w:r w:rsidRPr="00DE17F6">
      <w:t xml:space="preserve"> Operate a mobile chipper/mulcher</w:t>
    </w:r>
  </w:p>
  <w:p w14:paraId="13435017" w14:textId="77777777" w:rsidR="009C2650" w:rsidRPr="00DE17F6" w:rsidRDefault="009C2650" w:rsidP="00DE17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YxMjEzMDAxNzAzNDJX0lEKTi0uzszPAymwrAUANsVEUCwAAAA="/>
  </w:docVars>
  <w:rsids>
    <w:rsidRoot w:val="00AB5133"/>
    <w:rsid w:val="000014B9"/>
    <w:rsid w:val="0000221B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88"/>
    <w:rsid w:val="00064BFE"/>
    <w:rsid w:val="00070B3E"/>
    <w:rsid w:val="00071F95"/>
    <w:rsid w:val="000737BB"/>
    <w:rsid w:val="00074E47"/>
    <w:rsid w:val="000754EC"/>
    <w:rsid w:val="0009093B"/>
    <w:rsid w:val="000A5441"/>
    <w:rsid w:val="000A6F8B"/>
    <w:rsid w:val="000C149A"/>
    <w:rsid w:val="000C224E"/>
    <w:rsid w:val="000E25E6"/>
    <w:rsid w:val="000E2C86"/>
    <w:rsid w:val="000E602C"/>
    <w:rsid w:val="000F29F2"/>
    <w:rsid w:val="000F636F"/>
    <w:rsid w:val="00101659"/>
    <w:rsid w:val="00105AEA"/>
    <w:rsid w:val="001078BF"/>
    <w:rsid w:val="00113811"/>
    <w:rsid w:val="00133957"/>
    <w:rsid w:val="00135BDF"/>
    <w:rsid w:val="001372F6"/>
    <w:rsid w:val="001428AE"/>
    <w:rsid w:val="00144385"/>
    <w:rsid w:val="001449CA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793"/>
    <w:rsid w:val="001C0A75"/>
    <w:rsid w:val="001C1306"/>
    <w:rsid w:val="001C2509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12D2"/>
    <w:rsid w:val="0021210E"/>
    <w:rsid w:val="00213D85"/>
    <w:rsid w:val="0021414D"/>
    <w:rsid w:val="00223124"/>
    <w:rsid w:val="00233143"/>
    <w:rsid w:val="00234444"/>
    <w:rsid w:val="00242293"/>
    <w:rsid w:val="00244EA7"/>
    <w:rsid w:val="0025514A"/>
    <w:rsid w:val="00262FC3"/>
    <w:rsid w:val="002635CA"/>
    <w:rsid w:val="0026394F"/>
    <w:rsid w:val="00267AF6"/>
    <w:rsid w:val="00275D51"/>
    <w:rsid w:val="00276DB8"/>
    <w:rsid w:val="00277645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A53"/>
    <w:rsid w:val="00305EFF"/>
    <w:rsid w:val="00310A6A"/>
    <w:rsid w:val="003144E6"/>
    <w:rsid w:val="00337E82"/>
    <w:rsid w:val="00346FDC"/>
    <w:rsid w:val="00350BB1"/>
    <w:rsid w:val="00352C83"/>
    <w:rsid w:val="003538B2"/>
    <w:rsid w:val="00357832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886"/>
    <w:rsid w:val="003E72B6"/>
    <w:rsid w:val="003E7BBE"/>
    <w:rsid w:val="003F3648"/>
    <w:rsid w:val="004127E3"/>
    <w:rsid w:val="0041796A"/>
    <w:rsid w:val="0043212E"/>
    <w:rsid w:val="00434366"/>
    <w:rsid w:val="00434ECE"/>
    <w:rsid w:val="00444423"/>
    <w:rsid w:val="00452F3E"/>
    <w:rsid w:val="004640AE"/>
    <w:rsid w:val="00464CDF"/>
    <w:rsid w:val="004679E3"/>
    <w:rsid w:val="00473911"/>
    <w:rsid w:val="00475172"/>
    <w:rsid w:val="004758B0"/>
    <w:rsid w:val="004832D2"/>
    <w:rsid w:val="00485559"/>
    <w:rsid w:val="004924C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C7F0A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8C1"/>
    <w:rsid w:val="00526134"/>
    <w:rsid w:val="005405B2"/>
    <w:rsid w:val="005427C8"/>
    <w:rsid w:val="005446D1"/>
    <w:rsid w:val="005472EF"/>
    <w:rsid w:val="005478CD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A750D"/>
    <w:rsid w:val="005B26D7"/>
    <w:rsid w:val="005B5146"/>
    <w:rsid w:val="005D1AFD"/>
    <w:rsid w:val="005E51E6"/>
    <w:rsid w:val="005F027A"/>
    <w:rsid w:val="005F33CC"/>
    <w:rsid w:val="005F771F"/>
    <w:rsid w:val="006073AB"/>
    <w:rsid w:val="006121D4"/>
    <w:rsid w:val="00613B49"/>
    <w:rsid w:val="00616845"/>
    <w:rsid w:val="00620E8E"/>
    <w:rsid w:val="00633CFE"/>
    <w:rsid w:val="00634FCA"/>
    <w:rsid w:val="006429BF"/>
    <w:rsid w:val="00643D1B"/>
    <w:rsid w:val="006452B8"/>
    <w:rsid w:val="00652E62"/>
    <w:rsid w:val="006549B3"/>
    <w:rsid w:val="0066520F"/>
    <w:rsid w:val="00686A49"/>
    <w:rsid w:val="00687B62"/>
    <w:rsid w:val="00690C44"/>
    <w:rsid w:val="006969D9"/>
    <w:rsid w:val="006A2B68"/>
    <w:rsid w:val="006C2F32"/>
    <w:rsid w:val="006C4885"/>
    <w:rsid w:val="006C6AED"/>
    <w:rsid w:val="006D38C3"/>
    <w:rsid w:val="006D4448"/>
    <w:rsid w:val="006D6DFD"/>
    <w:rsid w:val="006E2C4D"/>
    <w:rsid w:val="006E42FE"/>
    <w:rsid w:val="006F0D02"/>
    <w:rsid w:val="006F10FE"/>
    <w:rsid w:val="006F140B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4E7"/>
    <w:rsid w:val="0075099C"/>
    <w:rsid w:val="00752C75"/>
    <w:rsid w:val="00757005"/>
    <w:rsid w:val="00761DBE"/>
    <w:rsid w:val="0076523B"/>
    <w:rsid w:val="00771B60"/>
    <w:rsid w:val="00772C8A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2375"/>
    <w:rsid w:val="007F44DB"/>
    <w:rsid w:val="007F5A8B"/>
    <w:rsid w:val="0080004A"/>
    <w:rsid w:val="0081111C"/>
    <w:rsid w:val="00817D51"/>
    <w:rsid w:val="00823530"/>
    <w:rsid w:val="00823FF4"/>
    <w:rsid w:val="00830267"/>
    <w:rsid w:val="008306E7"/>
    <w:rsid w:val="008322BE"/>
    <w:rsid w:val="00834BC8"/>
    <w:rsid w:val="008358B0"/>
    <w:rsid w:val="00837FD6"/>
    <w:rsid w:val="00845F9C"/>
    <w:rsid w:val="00847B60"/>
    <w:rsid w:val="00850243"/>
    <w:rsid w:val="00851BE5"/>
    <w:rsid w:val="008545EB"/>
    <w:rsid w:val="008547E9"/>
    <w:rsid w:val="00863A15"/>
    <w:rsid w:val="00865011"/>
    <w:rsid w:val="00886790"/>
    <w:rsid w:val="008908DE"/>
    <w:rsid w:val="00892BAB"/>
    <w:rsid w:val="008A12ED"/>
    <w:rsid w:val="008A39D3"/>
    <w:rsid w:val="008B2C77"/>
    <w:rsid w:val="008B4AD2"/>
    <w:rsid w:val="008B7138"/>
    <w:rsid w:val="008E260C"/>
    <w:rsid w:val="008E28DA"/>
    <w:rsid w:val="008E39BE"/>
    <w:rsid w:val="008E62EC"/>
    <w:rsid w:val="008F32F6"/>
    <w:rsid w:val="00914956"/>
    <w:rsid w:val="00916CD7"/>
    <w:rsid w:val="00920927"/>
    <w:rsid w:val="00921B38"/>
    <w:rsid w:val="00923720"/>
    <w:rsid w:val="009278C9"/>
    <w:rsid w:val="00932CD7"/>
    <w:rsid w:val="00944C09"/>
    <w:rsid w:val="00950688"/>
    <w:rsid w:val="009527CB"/>
    <w:rsid w:val="00953835"/>
    <w:rsid w:val="00960F6C"/>
    <w:rsid w:val="00970747"/>
    <w:rsid w:val="0098440B"/>
    <w:rsid w:val="00995E0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613F"/>
    <w:rsid w:val="009F0DCC"/>
    <w:rsid w:val="009F11CA"/>
    <w:rsid w:val="009F44A7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3E69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57"/>
    <w:rsid w:val="00AE1ED9"/>
    <w:rsid w:val="00AE32CB"/>
    <w:rsid w:val="00AF3957"/>
    <w:rsid w:val="00AF76D5"/>
    <w:rsid w:val="00B0712C"/>
    <w:rsid w:val="00B12013"/>
    <w:rsid w:val="00B16CE7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054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40A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516"/>
    <w:rsid w:val="00CE7D19"/>
    <w:rsid w:val="00CF0CF5"/>
    <w:rsid w:val="00CF2B3E"/>
    <w:rsid w:val="00CF3AE4"/>
    <w:rsid w:val="00D0201F"/>
    <w:rsid w:val="00D0356E"/>
    <w:rsid w:val="00D035F3"/>
    <w:rsid w:val="00D03685"/>
    <w:rsid w:val="00D07D4E"/>
    <w:rsid w:val="00D115AA"/>
    <w:rsid w:val="00D145BE"/>
    <w:rsid w:val="00D2035A"/>
    <w:rsid w:val="00D20C57"/>
    <w:rsid w:val="00D25D16"/>
    <w:rsid w:val="00D32124"/>
    <w:rsid w:val="00D5290A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62B"/>
    <w:rsid w:val="00DB2F1C"/>
    <w:rsid w:val="00DC1D69"/>
    <w:rsid w:val="00DC5A3A"/>
    <w:rsid w:val="00DD0726"/>
    <w:rsid w:val="00DE17F6"/>
    <w:rsid w:val="00DF48A6"/>
    <w:rsid w:val="00E01D4D"/>
    <w:rsid w:val="00E1633F"/>
    <w:rsid w:val="00E238E6"/>
    <w:rsid w:val="00E35064"/>
    <w:rsid w:val="00E3681D"/>
    <w:rsid w:val="00E40225"/>
    <w:rsid w:val="00E50037"/>
    <w:rsid w:val="00E501F0"/>
    <w:rsid w:val="00E6166D"/>
    <w:rsid w:val="00E77A72"/>
    <w:rsid w:val="00E83A3C"/>
    <w:rsid w:val="00E91BFF"/>
    <w:rsid w:val="00E92933"/>
    <w:rsid w:val="00E943A9"/>
    <w:rsid w:val="00E94FAD"/>
    <w:rsid w:val="00E957EB"/>
    <w:rsid w:val="00EA18BF"/>
    <w:rsid w:val="00EB07D8"/>
    <w:rsid w:val="00EB0AA4"/>
    <w:rsid w:val="00EB5C88"/>
    <w:rsid w:val="00EC0469"/>
    <w:rsid w:val="00ED739A"/>
    <w:rsid w:val="00EE2681"/>
    <w:rsid w:val="00EF01F8"/>
    <w:rsid w:val="00EF40EF"/>
    <w:rsid w:val="00EF47FE"/>
    <w:rsid w:val="00F069BD"/>
    <w:rsid w:val="00F1480E"/>
    <w:rsid w:val="00F1497D"/>
    <w:rsid w:val="00F16AAC"/>
    <w:rsid w:val="00F23847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14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1C25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F6BB3527F99C44B1F71231941CE8CB" ma:contentTypeVersion="" ma:contentTypeDescription="Create a new document." ma:contentTypeScope="" ma:versionID="75e947211e81aef5535c2d40561b601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1355A-B259-4CD1-A9BD-ECC76CCED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E729CDB2-522B-46B4-A0FF-4F44C95FD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224</TotalTime>
  <Pages>5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50</cp:revision>
  <cp:lastPrinted>2016-05-27T05:21:00Z</cp:lastPrinted>
  <dcterms:created xsi:type="dcterms:W3CDTF">2019-07-21T23:08:00Z</dcterms:created>
  <dcterms:modified xsi:type="dcterms:W3CDTF">2020-03-06T02:31:00Z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0x010100FBF6BB3527F99C44B1F71231941CE8CB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