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39AB5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A391B47" w14:textId="77777777" w:rsidTr="00F279E6">
        <w:tc>
          <w:tcPr>
            <w:tcW w:w="1396" w:type="pct"/>
            <w:shd w:val="clear" w:color="auto" w:fill="auto"/>
          </w:tcPr>
          <w:p w14:paraId="0152C3CF" w14:textId="77777777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ssxxxxx</w:t>
            </w:r>
            <w:r w:rsidR="007B7C76">
              <w:t>5</w:t>
            </w:r>
          </w:p>
        </w:tc>
        <w:tc>
          <w:tcPr>
            <w:tcW w:w="3604" w:type="pct"/>
            <w:shd w:val="clear" w:color="auto" w:fill="auto"/>
          </w:tcPr>
          <w:p w14:paraId="5F2E9C90" w14:textId="77777777" w:rsidR="00A301E0" w:rsidRPr="00536741" w:rsidRDefault="007B7C76" w:rsidP="00536741">
            <w:pPr>
              <w:pStyle w:val="SISStitle"/>
            </w:pPr>
            <w:r>
              <w:t>Stacking and Storing Timber Frames and Trusses</w:t>
            </w:r>
            <w:r w:rsidR="004C134F">
              <w:t xml:space="preserve"> Skill Set</w:t>
            </w:r>
          </w:p>
        </w:tc>
      </w:tr>
    </w:tbl>
    <w:p w14:paraId="1BD8455E" w14:textId="77777777" w:rsidR="00A301E0" w:rsidRPr="00536741" w:rsidRDefault="00A301E0" w:rsidP="00A301E0"/>
    <w:p w14:paraId="52E9E11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16C32AC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64164ED" w14:textId="77777777" w:rsidTr="002A1BEA">
        <w:tc>
          <w:tcPr>
            <w:tcW w:w="1396" w:type="pct"/>
            <w:shd w:val="clear" w:color="auto" w:fill="auto"/>
          </w:tcPr>
          <w:p w14:paraId="5EE0E71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50E723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36858FA" w14:textId="77777777" w:rsidTr="002A1BEA">
        <w:tc>
          <w:tcPr>
            <w:tcW w:w="1396" w:type="pct"/>
            <w:shd w:val="clear" w:color="auto" w:fill="auto"/>
          </w:tcPr>
          <w:p w14:paraId="55C9BF20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37B5FF19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5C083F11" w14:textId="77777777" w:rsidR="00536741" w:rsidRDefault="00536741" w:rsidP="00536741">
            <w:pPr>
              <w:pStyle w:val="SIText"/>
            </w:pPr>
          </w:p>
        </w:tc>
      </w:tr>
    </w:tbl>
    <w:p w14:paraId="152A3495" w14:textId="77777777" w:rsidR="00536741" w:rsidRDefault="00536741" w:rsidP="00536741">
      <w:pPr>
        <w:rPr>
          <w:lang w:eastAsia="en-US"/>
        </w:rPr>
      </w:pPr>
    </w:p>
    <w:p w14:paraId="0F2FEFBB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C5428C8" w14:textId="77777777" w:rsidTr="000D7BE6">
        <w:tc>
          <w:tcPr>
            <w:tcW w:w="5000" w:type="pct"/>
            <w:shd w:val="clear" w:color="auto" w:fill="auto"/>
          </w:tcPr>
          <w:p w14:paraId="3D0C83DE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242BB890" w14:textId="77777777" w:rsidR="004C134F" w:rsidRPr="00536741" w:rsidRDefault="00DB557A" w:rsidP="007B7C76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7B7C76">
              <w:t>stack and store assembled timber wall frames and/or roof or floor trusses</w:t>
            </w:r>
            <w:r w:rsidR="004C134F">
              <w:t xml:space="preserve">. It </w:t>
            </w:r>
            <w:r w:rsidR="007B7C76">
              <w:t xml:space="preserve">also </w:t>
            </w:r>
            <w:r w:rsidR="004C134F">
              <w:t>includes applying knowledge and skills to work and handle materials safely in a manufacturing environment</w:t>
            </w:r>
            <w:r w:rsidR="007B7C76">
              <w:t xml:space="preserve">. </w:t>
            </w:r>
          </w:p>
        </w:tc>
      </w:tr>
      <w:tr w:rsidR="00A301E0" w:rsidRPr="00963A46" w14:paraId="23717C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AD4A8A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A11475B" w14:textId="20BC28E8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F05D47">
              <w:t>FWP</w:t>
            </w:r>
            <w:r w:rsidR="00F05D47" w:rsidRPr="00F05D47">
              <w:t>3XX20 Certificate III in Timber Truss or Frame Manufacture</w:t>
            </w:r>
            <w:r w:rsidR="00337F56">
              <w:t xml:space="preserve"> </w:t>
            </w:r>
            <w:r w:rsidR="000B52AA">
              <w:t>from the FWP Forest and Wood Products Training Package.</w:t>
            </w:r>
          </w:p>
          <w:p w14:paraId="73EB42E0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BD73A6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3D117DC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78D356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1F4597A4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1BE0BB9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AE87ABB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3B90E54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4D67A7C6" w14:textId="77777777" w:rsidR="000B52AA" w:rsidRDefault="000B52AA" w:rsidP="00536741">
            <w:pPr>
              <w:pStyle w:val="SIBulletList1"/>
            </w:pPr>
            <w:r>
              <w:t>TLID1001 Shift materials safely using manual handling methods</w:t>
            </w:r>
          </w:p>
          <w:p w14:paraId="1C9C290E" w14:textId="760E3B18" w:rsidR="001F28F9" w:rsidRDefault="007B7C76" w:rsidP="007B7C76">
            <w:pPr>
              <w:pStyle w:val="SIBulletList1"/>
            </w:pPr>
            <w:r>
              <w:t>FWPCOT</w:t>
            </w:r>
            <w:r w:rsidR="00F05D47">
              <w:t>2XXX</w:t>
            </w:r>
            <w:r>
              <w:t xml:space="preserve"> Stack and bind material</w:t>
            </w:r>
          </w:p>
          <w:p w14:paraId="2DDFB48F" w14:textId="3A52A309" w:rsidR="007B7C76" w:rsidRDefault="007B7C76" w:rsidP="007B7C76">
            <w:pPr>
              <w:pStyle w:val="SIBulletList1"/>
            </w:pPr>
            <w:r>
              <w:t>FWPCOT2</w:t>
            </w:r>
            <w:r w:rsidR="00F05D47">
              <w:t>XXX</w:t>
            </w:r>
            <w:bookmarkStart w:id="0" w:name="_GoBack"/>
            <w:bookmarkEnd w:id="0"/>
            <w:r>
              <w:t xml:space="preserve"> Store material</w:t>
            </w:r>
          </w:p>
          <w:p w14:paraId="7A1EADCF" w14:textId="77777777" w:rsidR="007B7C76" w:rsidRDefault="007B7C76" w:rsidP="007B7C76">
            <w:pPr>
              <w:pStyle w:val="SIBulletList1"/>
            </w:pPr>
            <w:r>
              <w:t>TLID2010 Operate a forklift</w:t>
            </w:r>
          </w:p>
          <w:p w14:paraId="05FED291" w14:textId="77777777" w:rsidR="007B7C76" w:rsidRPr="00536741" w:rsidRDefault="007B7C76" w:rsidP="007B7C7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E290A8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789BBE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9F9F578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</w:t>
            </w:r>
            <w:r w:rsidR="007B7C76">
              <w:t xml:space="preserve"> </w:t>
            </w:r>
            <w:proofErr w:type="gramStart"/>
            <w:r w:rsidR="007B7C76">
              <w:t>stack</w:t>
            </w:r>
            <w:proofErr w:type="gramEnd"/>
            <w:r w:rsidR="007B7C76">
              <w:t xml:space="preserve"> and store assembled frames and trusses for dispatch.</w:t>
            </w:r>
          </w:p>
          <w:p w14:paraId="254AB5B1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5F9B25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7851ACE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8623B28" w14:textId="77777777" w:rsidR="00DB557A" w:rsidRPr="007B7C76" w:rsidRDefault="00DB557A" w:rsidP="007B7C7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7B7C76">
              <w:rPr>
                <w:rStyle w:val="SIText-Italic"/>
              </w:rPr>
              <w:t xml:space="preserve"> </w:t>
            </w:r>
            <w:r w:rsidR="007B7C76" w:rsidRPr="007B7C76">
              <w:rPr>
                <w:rStyle w:val="SIText-Italic"/>
                <w:i w:val="0"/>
                <w:szCs w:val="22"/>
              </w:rPr>
              <w:t>and</w:t>
            </w:r>
            <w:r w:rsidR="007B7C76">
              <w:rPr>
                <w:rStyle w:val="SIText-Italic"/>
              </w:rPr>
              <w:t xml:space="preserve">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7B7C76" w:rsidRPr="007B7C76">
              <w:rPr>
                <w:rStyle w:val="SITemporarytext-red"/>
                <w:color w:val="auto"/>
                <w:sz w:val="20"/>
                <w:szCs w:val="22"/>
              </w:rPr>
              <w:t>stacking and storing timber frames and trusses</w:t>
            </w:r>
            <w:r w:rsidR="000B52AA" w:rsidRPr="007B7C7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4B846411" w14:textId="77777777" w:rsidR="00890663" w:rsidRPr="00337F56" w:rsidRDefault="00890663" w:rsidP="00337F56">
            <w:pPr>
              <w:pStyle w:val="SIText"/>
            </w:pPr>
          </w:p>
          <w:p w14:paraId="30FFC7A7" w14:textId="77777777" w:rsidR="00DB557A" w:rsidRPr="00536741" w:rsidRDefault="00DB557A" w:rsidP="000B52AA">
            <w:pPr>
              <w:pStyle w:val="SIText"/>
            </w:pPr>
          </w:p>
        </w:tc>
      </w:tr>
    </w:tbl>
    <w:p w14:paraId="5DFDD61D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81F43" w14:textId="77777777" w:rsidR="00507219" w:rsidRDefault="00507219" w:rsidP="00BF3F0A">
      <w:r>
        <w:separator/>
      </w:r>
    </w:p>
    <w:p w14:paraId="2DD4102D" w14:textId="77777777" w:rsidR="00507219" w:rsidRDefault="00507219"/>
  </w:endnote>
  <w:endnote w:type="continuationSeparator" w:id="0">
    <w:p w14:paraId="5535498E" w14:textId="77777777" w:rsidR="00507219" w:rsidRDefault="00507219" w:rsidP="00BF3F0A">
      <w:r>
        <w:continuationSeparator/>
      </w:r>
    </w:p>
    <w:p w14:paraId="7853C13F" w14:textId="77777777" w:rsidR="00507219" w:rsidRDefault="005072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22066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65D573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45E7CE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D419B" w14:textId="77777777" w:rsidR="00507219" w:rsidRDefault="00507219" w:rsidP="00BF3F0A">
      <w:r>
        <w:separator/>
      </w:r>
    </w:p>
    <w:p w14:paraId="6B5AD64F" w14:textId="77777777" w:rsidR="00507219" w:rsidRDefault="00507219"/>
  </w:footnote>
  <w:footnote w:type="continuationSeparator" w:id="0">
    <w:p w14:paraId="2699DBA1" w14:textId="77777777" w:rsidR="00507219" w:rsidRDefault="00507219" w:rsidP="00BF3F0A">
      <w:r>
        <w:continuationSeparator/>
      </w:r>
    </w:p>
    <w:p w14:paraId="778B85A7" w14:textId="77777777" w:rsidR="00507219" w:rsidRDefault="005072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E38E5" w14:textId="77777777" w:rsidR="009C2650" w:rsidRDefault="00916CD7">
    <w:r>
      <w:t>[</w:t>
    </w:r>
    <w:r w:rsidR="00786A15">
      <w:t>FWPSSXXXXX</w:t>
    </w:r>
    <w:r w:rsidR="007B7C76">
      <w:t>5</w:t>
    </w:r>
    <w:r w:rsidR="00786A15">
      <w:t xml:space="preserve"> </w:t>
    </w:r>
    <w:r w:rsidR="007B7C76">
      <w:t xml:space="preserve">Stacking and Storing Timber Frames and Trusses </w:t>
    </w:r>
    <w:r w:rsidR="00786A15">
      <w:t>Skill Set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6FB7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644E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37F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219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B7C76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5BC7"/>
    <w:rsid w:val="00B746B9"/>
    <w:rsid w:val="00B7717C"/>
    <w:rsid w:val="00B848D4"/>
    <w:rsid w:val="00B865B7"/>
    <w:rsid w:val="00BA1CB1"/>
    <w:rsid w:val="00BA482D"/>
    <w:rsid w:val="00BA7B66"/>
    <w:rsid w:val="00BB23F4"/>
    <w:rsid w:val="00BC5075"/>
    <w:rsid w:val="00BD3B0F"/>
    <w:rsid w:val="00BE1381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0B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F20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5D47"/>
    <w:rsid w:val="00F13884"/>
    <w:rsid w:val="00F1480E"/>
    <w:rsid w:val="00F1497D"/>
    <w:rsid w:val="00F16AAC"/>
    <w:rsid w:val="00F2038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20475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eethorne/Dropbox/MTS%20Assist/Skills%20Impact%20PM/SI%20Guides%20and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30B59167-2326-4211-BF37-B0894700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29E4F8-428A-F246-9608-ADD62FEE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Maree Thorne</cp:lastModifiedBy>
  <cp:revision>4</cp:revision>
  <cp:lastPrinted>2016-05-27T05:21:00Z</cp:lastPrinted>
  <dcterms:created xsi:type="dcterms:W3CDTF">2020-01-23T04:54:00Z</dcterms:created>
  <dcterms:modified xsi:type="dcterms:W3CDTF">2020-02-06T02:30:00Z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