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835E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743D37" w14:textId="77777777" w:rsidTr="00CA2922">
        <w:trPr>
          <w:tblHeader/>
        </w:trPr>
        <w:tc>
          <w:tcPr>
            <w:tcW w:w="2689" w:type="dxa"/>
          </w:tcPr>
          <w:p w14:paraId="5127CA4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8737C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AAC692F" w14:textId="77777777" w:rsidTr="00CA2922">
        <w:tc>
          <w:tcPr>
            <w:tcW w:w="2689" w:type="dxa"/>
          </w:tcPr>
          <w:p w14:paraId="1A5D322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4592350" w14:textId="6C4A26DE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="000E22F5">
              <w:t>.</w:t>
            </w:r>
          </w:p>
        </w:tc>
      </w:tr>
    </w:tbl>
    <w:p w14:paraId="734C27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2BE5A" w14:textId="77777777" w:rsidTr="000D7BE6">
        <w:tc>
          <w:tcPr>
            <w:tcW w:w="1396" w:type="pct"/>
            <w:shd w:val="clear" w:color="auto" w:fill="auto"/>
          </w:tcPr>
          <w:p w14:paraId="4BA5D3D2" w14:textId="77777777" w:rsidR="00F1480E" w:rsidRPr="00923720" w:rsidRDefault="00A33478" w:rsidP="00923720">
            <w:pPr>
              <w:pStyle w:val="SIQUALCODE"/>
            </w:pPr>
            <w:r>
              <w:t>FWP3X</w:t>
            </w:r>
            <w:r w:rsidR="002950A3">
              <w:t>x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33BBF5D5" w14:textId="4D67EBFB" w:rsidR="00F1480E" w:rsidRPr="00923720" w:rsidRDefault="002950A3" w:rsidP="00A772D9">
            <w:pPr>
              <w:pStyle w:val="SIQUALtitle"/>
            </w:pPr>
            <w:r>
              <w:t>Certificate II</w:t>
            </w:r>
            <w:r w:rsidR="00F21614">
              <w:t>I</w:t>
            </w:r>
            <w:r>
              <w:t xml:space="preserve"> in Timber </w:t>
            </w:r>
            <w:r w:rsidR="00051E7B">
              <w:t>Truss or Frame Manufacture</w:t>
            </w:r>
          </w:p>
        </w:tc>
      </w:tr>
      <w:tr w:rsidR="00A772D9" w:rsidRPr="00963A46" w14:paraId="1673FDE8" w14:textId="77777777" w:rsidTr="000D7BE6">
        <w:tc>
          <w:tcPr>
            <w:tcW w:w="5000" w:type="pct"/>
            <w:gridSpan w:val="2"/>
            <w:shd w:val="clear" w:color="auto" w:fill="auto"/>
          </w:tcPr>
          <w:p w14:paraId="4BDD519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4901854" w14:textId="7A57F903" w:rsidR="001956B2" w:rsidRDefault="002950A3" w:rsidP="00F07C48">
            <w:pPr>
              <w:pStyle w:val="SIText"/>
            </w:pPr>
            <w:r w:rsidRPr="002950A3">
              <w:t xml:space="preserve">This qualification reflects the role of </w:t>
            </w:r>
            <w:r w:rsidR="00051E7B">
              <w:t xml:space="preserve">fabricators in the </w:t>
            </w:r>
            <w:r w:rsidR="0085492D">
              <w:t xml:space="preserve">timber </w:t>
            </w:r>
            <w:r w:rsidR="00051E7B">
              <w:t>truss and frame industry.</w:t>
            </w:r>
            <w:r w:rsidRPr="002950A3">
              <w:t xml:space="preserve"> </w:t>
            </w:r>
            <w:r w:rsidR="00051E7B">
              <w:t xml:space="preserve">It describes the skills and knowledge required to </w:t>
            </w:r>
            <w:r w:rsidR="007B174C">
              <w:t xml:space="preserve">communicate and work in teams within the fabrication workplace and </w:t>
            </w:r>
            <w:r w:rsidR="00051E7B">
              <w:t>safely us</w:t>
            </w:r>
            <w:r w:rsidR="00E20F46">
              <w:t>e</w:t>
            </w:r>
            <w:r w:rsidR="00051E7B">
              <w:t xml:space="preserve"> specialist equipment to cut timber and assemble wall frames and/or floor or roof trusses</w:t>
            </w:r>
            <w:r w:rsidR="007B174C">
              <w:t xml:space="preserve"> </w:t>
            </w:r>
          </w:p>
          <w:p w14:paraId="2F75D7AF" w14:textId="56E02DD0" w:rsidR="00051E7B" w:rsidRDefault="00051E7B" w:rsidP="00F07C48">
            <w:pPr>
              <w:pStyle w:val="SIText"/>
            </w:pPr>
          </w:p>
          <w:p w14:paraId="4EFFF0F9" w14:textId="418C15FD" w:rsidR="00051E7B" w:rsidRPr="00051E7B" w:rsidRDefault="00051E7B" w:rsidP="00051E7B">
            <w:pPr>
              <w:pStyle w:val="SIText"/>
            </w:pPr>
            <w:r w:rsidRPr="00A2354A">
              <w:t xml:space="preserve">This qualification is designed to provide an industry recognised skills profile </w:t>
            </w:r>
            <w:r w:rsidRPr="00051E7B">
              <w:t>for wo</w:t>
            </w:r>
            <w:bookmarkStart w:id="0" w:name="_GoBack"/>
            <w:bookmarkEnd w:id="0"/>
            <w:r w:rsidRPr="00051E7B">
              <w:t xml:space="preserve">rk as a manufacturer </w:t>
            </w:r>
            <w:r w:rsidR="007B174C">
              <w:t>in the</w:t>
            </w:r>
            <w:r w:rsidRPr="00051E7B">
              <w:t xml:space="preserve"> fabrication of timber </w:t>
            </w:r>
            <w:r w:rsidR="007B174C">
              <w:t xml:space="preserve">wall </w:t>
            </w:r>
            <w:r w:rsidRPr="00051E7B">
              <w:t xml:space="preserve">frames </w:t>
            </w:r>
            <w:r w:rsidR="007B174C">
              <w:t>or</w:t>
            </w:r>
            <w:r w:rsidRPr="00051E7B">
              <w:t xml:space="preserve"> </w:t>
            </w:r>
            <w:r w:rsidR="007B174C">
              <w:t xml:space="preserve">roof and or floor </w:t>
            </w:r>
            <w:r w:rsidRPr="00051E7B">
              <w:t xml:space="preserve">trusses. </w:t>
            </w:r>
          </w:p>
          <w:p w14:paraId="3DCE11E8" w14:textId="77777777" w:rsidR="0005576D" w:rsidRDefault="0005576D" w:rsidP="00051E7B">
            <w:pPr>
              <w:pStyle w:val="SIText"/>
            </w:pPr>
          </w:p>
          <w:p w14:paraId="0BF0C459" w14:textId="6DBE93DB" w:rsidR="00051E7B" w:rsidRPr="00051E7B" w:rsidRDefault="00051E7B" w:rsidP="00051E7B">
            <w:pPr>
              <w:pStyle w:val="SIText"/>
              <w:rPr>
                <w:rStyle w:val="SITemporarytext-green"/>
                <w:rFonts w:eastAsiaTheme="minorHAnsi"/>
              </w:rPr>
            </w:pPr>
            <w:r w:rsidRPr="002A56B3">
              <w:t xml:space="preserve">Individuals with this qualification apply a broad range of skills and knowledge in varied contexts that involve </w:t>
            </w:r>
            <w:r w:rsidRPr="00051E7B">
              <w:t>operating equipment</w:t>
            </w:r>
            <w:r>
              <w:t xml:space="preserve"> and following established manufacturing processes, </w:t>
            </w:r>
            <w:r w:rsidRPr="00051E7B">
              <w:t xml:space="preserve">finding solutions to routine problems as they arise. </w:t>
            </w:r>
            <w:r w:rsidR="007B174C">
              <w:t>They are expected to</w:t>
            </w:r>
            <w:r>
              <w:t xml:space="preserve"> t</w:t>
            </w:r>
            <w:r w:rsidRPr="00051E7B">
              <w:t xml:space="preserve">ake responsibility for their own outputs at the workplace. </w:t>
            </w:r>
          </w:p>
          <w:p w14:paraId="7CF7CB12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49366CDF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47FB8040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8B97BB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AE05A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C0C8E3D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22A7D1A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ECC3F92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5CAFBC4C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5CD79DE7" w14:textId="7DEFF304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C343CF">
              <w:t>3</w:t>
            </w:r>
            <w:r w:rsidRPr="001C0FE9">
              <w:t xml:space="preserve"> units of competency:</w:t>
            </w:r>
          </w:p>
          <w:p w14:paraId="56D18F24" w14:textId="4A260CEE" w:rsidR="001C0FE9" w:rsidRPr="001C0FE9" w:rsidRDefault="00C343CF" w:rsidP="001C0FE9">
            <w:pPr>
              <w:pStyle w:val="SIBulletList2"/>
            </w:pPr>
            <w:r>
              <w:t>7</w:t>
            </w:r>
            <w:r w:rsidR="001C0FE9" w:rsidRPr="001C0FE9">
              <w:t xml:space="preserve"> core units plus</w:t>
            </w:r>
          </w:p>
          <w:p w14:paraId="406D4B51" w14:textId="23F5CC5D" w:rsidR="001C0FE9" w:rsidRPr="001C0FE9" w:rsidRDefault="00713176" w:rsidP="001C0FE9">
            <w:pPr>
              <w:pStyle w:val="SIBulletList2"/>
            </w:pPr>
            <w:r>
              <w:t>6</w:t>
            </w:r>
            <w:r w:rsidR="001C0FE9" w:rsidRPr="001C0FE9">
              <w:t xml:space="preserve"> elective units.</w:t>
            </w:r>
          </w:p>
          <w:p w14:paraId="3BEF4A34" w14:textId="77777777" w:rsidR="001C0FE9" w:rsidRPr="001C0FE9" w:rsidRDefault="001C0FE9" w:rsidP="001C0FE9">
            <w:pPr>
              <w:pStyle w:val="SIText"/>
            </w:pPr>
          </w:p>
          <w:p w14:paraId="65FE7652" w14:textId="6E46F5AF" w:rsid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34C2FB0" w14:textId="77777777" w:rsidR="00A40265" w:rsidRPr="001C0FE9" w:rsidRDefault="00A40265" w:rsidP="001C0FE9">
            <w:pPr>
              <w:pStyle w:val="SIText"/>
            </w:pPr>
          </w:p>
          <w:p w14:paraId="0A1C9D88" w14:textId="49FC4745" w:rsidR="00713176" w:rsidRPr="00713176" w:rsidRDefault="00713176" w:rsidP="00713176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713176">
              <w:rPr>
                <w:rStyle w:val="SITemporarytext-green"/>
                <w:rFonts w:eastAsiaTheme="majorEastAsia"/>
                <w:color w:val="auto"/>
                <w:sz w:val="20"/>
              </w:rPr>
              <w:t>At least one unit from Group A</w:t>
            </w:r>
          </w:p>
          <w:p w14:paraId="2A6CCEA5" w14:textId="30C2E55F" w:rsidR="001C0FE9" w:rsidRPr="00A40265" w:rsidRDefault="001C0FE9" w:rsidP="00A40265">
            <w:pPr>
              <w:pStyle w:val="SIBulletList1"/>
            </w:pPr>
            <w:r w:rsidRPr="00A40265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A40265" w:rsidRPr="00A40265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2 </w:t>
            </w:r>
            <w:r w:rsidRPr="00A40265">
              <w:rPr>
                <w:rStyle w:val="SITemporarytext-green"/>
                <w:rFonts w:eastAsiaTheme="majorEastAsia"/>
                <w:color w:val="auto"/>
                <w:sz w:val="20"/>
              </w:rPr>
              <w:t>units from any currently endorsed Training Package or accredited course.</w:t>
            </w:r>
          </w:p>
          <w:p w14:paraId="5DCFBA2D" w14:textId="77777777" w:rsidR="001C0FE9" w:rsidRPr="00A40265" w:rsidRDefault="001C0FE9" w:rsidP="00A402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526440A" w14:textId="77777777" w:rsidR="001C0FE9" w:rsidRPr="001C0FE9" w:rsidRDefault="001C0FE9" w:rsidP="001C0FE9">
            <w:pPr>
              <w:pStyle w:val="SITextHeading2"/>
            </w:pPr>
            <w:r w:rsidRPr="001C0FE9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1C0FE9" w:rsidRPr="005C7EA8" w14:paraId="55604E68" w14:textId="77777777" w:rsidTr="00C94CA5">
              <w:tc>
                <w:tcPr>
                  <w:tcW w:w="1718" w:type="dxa"/>
                </w:tcPr>
                <w:p w14:paraId="7D395DAE" w14:textId="36769F1D" w:rsidR="001C0FE9" w:rsidRPr="008D0B4C" w:rsidRDefault="001C0FE9" w:rsidP="008D0B4C">
                  <w:pPr>
                    <w:pStyle w:val="SIText"/>
                  </w:pPr>
                  <w:r w:rsidRPr="008D0B4C">
                    <w:t>FWPCOR2</w:t>
                  </w:r>
                  <w:r w:rsidR="00B71C50">
                    <w:t>XXX</w:t>
                  </w:r>
                </w:p>
              </w:tc>
              <w:tc>
                <w:tcPr>
                  <w:tcW w:w="6901" w:type="dxa"/>
                </w:tcPr>
                <w:p w14:paraId="1CCBE6C1" w14:textId="77777777" w:rsidR="001C0FE9" w:rsidRPr="008D0B4C" w:rsidRDefault="001C0FE9" w:rsidP="008D0B4C">
                  <w:pPr>
                    <w:pStyle w:val="SIText"/>
                  </w:pPr>
                  <w:r w:rsidRPr="008D0B4C">
                    <w:t xml:space="preserve">Communicate and interact effectively in the workplace </w:t>
                  </w:r>
                </w:p>
              </w:tc>
            </w:tr>
            <w:tr w:rsidR="001C0FE9" w:rsidRPr="005C7EA8" w14:paraId="70B2505C" w14:textId="77777777" w:rsidTr="00C94CA5">
              <w:tc>
                <w:tcPr>
                  <w:tcW w:w="1718" w:type="dxa"/>
                </w:tcPr>
                <w:p w14:paraId="6AACD2E1" w14:textId="77777777" w:rsidR="001C0FE9" w:rsidRPr="008D0B4C" w:rsidRDefault="001C0FE9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FWPCOR2205</w:t>
                  </w:r>
                </w:p>
              </w:tc>
              <w:tc>
                <w:tcPr>
                  <w:tcW w:w="6901" w:type="dxa"/>
                </w:tcPr>
                <w:p w14:paraId="0322FF8C" w14:textId="77777777" w:rsidR="001C0FE9" w:rsidRPr="008D0B4C" w:rsidRDefault="001C0FE9" w:rsidP="008D0B4C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Follow WHS policies and procedures</w:t>
                  </w:r>
                </w:p>
              </w:tc>
            </w:tr>
            <w:tr w:rsidR="00051E7B" w:rsidRPr="005C7EA8" w14:paraId="0FE9B3D9" w14:textId="77777777" w:rsidTr="00C94CA5">
              <w:tc>
                <w:tcPr>
                  <w:tcW w:w="1718" w:type="dxa"/>
                </w:tcPr>
                <w:p w14:paraId="7D1D7A1E" w14:textId="358FC20C" w:rsidR="00051E7B" w:rsidRPr="008D0B4C" w:rsidRDefault="00051E7B" w:rsidP="008D0B4C">
                  <w:pPr>
                    <w:pStyle w:val="SIText"/>
                  </w:pPr>
                  <w:r w:rsidRPr="008D0B4C">
                    <w:t>FWPCOT2</w:t>
                  </w:r>
                  <w:r w:rsidR="00B71C50">
                    <w:t>XXX</w:t>
                  </w:r>
                  <w:r w:rsidRPr="008D0B4C">
                    <w:t xml:space="preserve"> </w:t>
                  </w:r>
                </w:p>
              </w:tc>
              <w:tc>
                <w:tcPr>
                  <w:tcW w:w="6901" w:type="dxa"/>
                </w:tcPr>
                <w:p w14:paraId="6EE2DA9D" w14:textId="14F91632" w:rsidR="00051E7B" w:rsidRPr="008D0B4C" w:rsidRDefault="00051E7B" w:rsidP="008D0B4C">
                  <w:pPr>
                    <w:pStyle w:val="SIText"/>
                  </w:pPr>
                  <w:r w:rsidRPr="008D0B4C">
                    <w:t>Use hand-held tools</w:t>
                  </w:r>
                </w:p>
              </w:tc>
            </w:tr>
            <w:tr w:rsidR="00051E7B" w:rsidRPr="005C7EA8" w14:paraId="2DE28E0E" w14:textId="77777777" w:rsidTr="00C94CA5">
              <w:tc>
                <w:tcPr>
                  <w:tcW w:w="1718" w:type="dxa"/>
                </w:tcPr>
                <w:p w14:paraId="2928ECA7" w14:textId="0C565B53" w:rsidR="00051E7B" w:rsidRPr="008D0B4C" w:rsidRDefault="00713176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TLID1001</w:t>
                  </w:r>
                  <w:r w:rsidR="00051E7B" w:rsidRPr="008D0B4C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6901" w:type="dxa"/>
                </w:tcPr>
                <w:p w14:paraId="220B7DB7" w14:textId="24A02A80" w:rsidR="00051E7B" w:rsidRPr="008D0B4C" w:rsidRDefault="00713176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Shift materials safely using manual handling methods</w:t>
                  </w:r>
                </w:p>
              </w:tc>
            </w:tr>
            <w:tr w:rsidR="00713176" w:rsidRPr="005C7EA8" w14:paraId="0C059CAE" w14:textId="77777777" w:rsidTr="00C94CA5">
              <w:tc>
                <w:tcPr>
                  <w:tcW w:w="1718" w:type="dxa"/>
                </w:tcPr>
                <w:p w14:paraId="7E772EA0" w14:textId="6180374A" w:rsidR="00713176" w:rsidRPr="008D0B4C" w:rsidRDefault="00713176" w:rsidP="008D0B4C">
                  <w:pPr>
                    <w:pStyle w:val="SIText"/>
                  </w:pPr>
                  <w:r w:rsidRPr="008D0B4C">
                    <w:t>FWPTMM</w:t>
                  </w:r>
                  <w:r w:rsidR="00F21614">
                    <w:t>3XXX</w:t>
                  </w:r>
                </w:p>
              </w:tc>
              <w:tc>
                <w:tcPr>
                  <w:tcW w:w="6901" w:type="dxa"/>
                </w:tcPr>
                <w:p w14:paraId="3D449B46" w14:textId="5194B178" w:rsidR="00713176" w:rsidRPr="008D0B4C" w:rsidRDefault="00713176" w:rsidP="008D0B4C">
                  <w:pPr>
                    <w:pStyle w:val="SIText"/>
                  </w:pPr>
                  <w:r w:rsidRPr="008D0B4C">
                    <w:t>Read and interpret timber truss</w:t>
                  </w:r>
                  <w:r w:rsidR="00B71C50">
                    <w:t xml:space="preserve"> </w:t>
                  </w:r>
                  <w:r w:rsidRPr="008D0B4C">
                    <w:t xml:space="preserve">or </w:t>
                  </w:r>
                  <w:r w:rsidR="00B71C50">
                    <w:t xml:space="preserve">wall </w:t>
                  </w:r>
                  <w:r w:rsidRPr="008D0B4C">
                    <w:t>frame fabrication plans</w:t>
                  </w:r>
                </w:p>
              </w:tc>
            </w:tr>
            <w:tr w:rsidR="0005576D" w:rsidRPr="005C7EA8" w14:paraId="03A6655B" w14:textId="77777777" w:rsidTr="00C94CA5">
              <w:tc>
                <w:tcPr>
                  <w:tcW w:w="1718" w:type="dxa"/>
                </w:tcPr>
                <w:p w14:paraId="6C6A8377" w14:textId="76CBC415" w:rsidR="0005576D" w:rsidRPr="008D0B4C" w:rsidRDefault="0005576D" w:rsidP="008D0B4C">
                  <w:pPr>
                    <w:pStyle w:val="SIText"/>
                  </w:pPr>
                  <w:r w:rsidRPr="008D0B4C">
                    <w:t>FWPCOT</w:t>
                  </w:r>
                  <w:r w:rsidR="00F21614">
                    <w:t>3XXX</w:t>
                  </w:r>
                </w:p>
              </w:tc>
              <w:tc>
                <w:tcPr>
                  <w:tcW w:w="6901" w:type="dxa"/>
                </w:tcPr>
                <w:p w14:paraId="4D424D90" w14:textId="77CCEC72" w:rsidR="0005576D" w:rsidRPr="008D0B4C" w:rsidRDefault="0005576D" w:rsidP="008D0B4C">
                  <w:pPr>
                    <w:pStyle w:val="SIText"/>
                  </w:pPr>
                  <w:r w:rsidRPr="008D0B4C">
                    <w:t>Assess timber for manufacturing potential</w:t>
                  </w:r>
                </w:p>
              </w:tc>
            </w:tr>
            <w:tr w:rsidR="00F21614" w:rsidRPr="005C7EA8" w14:paraId="76B5D09E" w14:textId="77777777" w:rsidTr="00C94CA5">
              <w:tc>
                <w:tcPr>
                  <w:tcW w:w="1718" w:type="dxa"/>
                </w:tcPr>
                <w:p w14:paraId="59677459" w14:textId="1541F443" w:rsidR="00F21614" w:rsidRPr="008D0B4C" w:rsidRDefault="00F21614" w:rsidP="008D0B4C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6901" w:type="dxa"/>
                </w:tcPr>
                <w:p w14:paraId="70E75BB3" w14:textId="383F7417" w:rsidR="00F21614" w:rsidRPr="008D0B4C" w:rsidRDefault="00F21614" w:rsidP="008D0B4C">
                  <w:pPr>
                    <w:pStyle w:val="SIText"/>
                  </w:pPr>
                  <w:r>
                    <w:t>Work in a team</w:t>
                  </w:r>
                </w:p>
              </w:tc>
            </w:tr>
          </w:tbl>
          <w:p w14:paraId="2EA85C8C" w14:textId="77777777" w:rsidR="001C0FE9" w:rsidRPr="001C0FE9" w:rsidRDefault="001C0FE9" w:rsidP="001C0FE9"/>
          <w:p w14:paraId="0BD55DEC" w14:textId="3329E02B" w:rsidR="001C0FE9" w:rsidRDefault="00713176" w:rsidP="00713176">
            <w:pPr>
              <w:pStyle w:val="SITextHeading2"/>
            </w:pPr>
            <w:r>
              <w:t>Elective Units</w:t>
            </w:r>
          </w:p>
          <w:p w14:paraId="0BEFB165" w14:textId="349F63EB" w:rsidR="00713176" w:rsidRPr="00713176" w:rsidRDefault="00713176" w:rsidP="00713176">
            <w:pPr>
              <w:pStyle w:val="SIText-Bold"/>
              <w:rPr>
                <w:lang w:val="en-GB"/>
              </w:rPr>
            </w:pPr>
            <w:r>
              <w:t>Group A - Frames and Trusses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1"/>
              <w:gridCol w:w="6991"/>
            </w:tblGrid>
            <w:tr w:rsidR="00713176" w:rsidRPr="005C7EA8" w14:paraId="20D86209" w14:textId="77777777" w:rsidTr="00713176">
              <w:tc>
                <w:tcPr>
                  <w:tcW w:w="1761" w:type="dxa"/>
                </w:tcPr>
                <w:p w14:paraId="1A0A1459" w14:textId="57F4D2AB" w:rsidR="00713176" w:rsidRDefault="00713176" w:rsidP="001C0FE9">
                  <w:pPr>
                    <w:pStyle w:val="SIText"/>
                  </w:pPr>
                  <w:r>
                    <w:t>FWPCOT3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0FBB55D4" w14:textId="0FE3B9BA" w:rsidR="00713176" w:rsidRDefault="00713176" w:rsidP="001C0FE9">
                  <w:pPr>
                    <w:pStyle w:val="SIText"/>
                  </w:pPr>
                  <w:r>
                    <w:t>Assemble timber wall frames</w:t>
                  </w:r>
                </w:p>
              </w:tc>
            </w:tr>
            <w:tr w:rsidR="00713176" w:rsidRPr="005C7EA8" w14:paraId="5E4A12C2" w14:textId="77777777" w:rsidTr="00713176">
              <w:tc>
                <w:tcPr>
                  <w:tcW w:w="1761" w:type="dxa"/>
                </w:tcPr>
                <w:p w14:paraId="20167AE9" w14:textId="49FB73A2" w:rsidR="00713176" w:rsidRPr="008D0B4C" w:rsidRDefault="00713176" w:rsidP="008D0B4C">
                  <w:pPr>
                    <w:pStyle w:val="SIText"/>
                  </w:pPr>
                  <w:r w:rsidRPr="008D0B4C">
                    <w:t>FWPCOT3XXX</w:t>
                  </w:r>
                </w:p>
              </w:tc>
              <w:tc>
                <w:tcPr>
                  <w:tcW w:w="6991" w:type="dxa"/>
                </w:tcPr>
                <w:p w14:paraId="1975FBD0" w14:textId="29F7811B" w:rsidR="00713176" w:rsidRPr="008D0B4C" w:rsidRDefault="00713176" w:rsidP="008D0B4C">
                  <w:pPr>
                    <w:pStyle w:val="SIText"/>
                  </w:pPr>
                  <w:r w:rsidRPr="008D0B4C">
                    <w:t>Assemble timber roof trusses</w:t>
                  </w:r>
                </w:p>
              </w:tc>
            </w:tr>
            <w:tr w:rsidR="00713176" w:rsidRPr="005C7EA8" w14:paraId="6B8D916D" w14:textId="77777777" w:rsidTr="00713176">
              <w:tc>
                <w:tcPr>
                  <w:tcW w:w="1761" w:type="dxa"/>
                </w:tcPr>
                <w:p w14:paraId="40919AC8" w14:textId="4E8FF9AC" w:rsidR="00713176" w:rsidRDefault="00713176" w:rsidP="001C0FE9">
                  <w:pPr>
                    <w:pStyle w:val="SIText"/>
                  </w:pPr>
                  <w:r>
                    <w:t>FWPTMM3XXX</w:t>
                  </w:r>
                </w:p>
              </w:tc>
              <w:tc>
                <w:tcPr>
                  <w:tcW w:w="6991" w:type="dxa"/>
                </w:tcPr>
                <w:p w14:paraId="2CEBC266" w14:textId="3785BE1A" w:rsidR="00713176" w:rsidRDefault="00713176" w:rsidP="001C0FE9">
                  <w:pPr>
                    <w:pStyle w:val="SIText"/>
                  </w:pPr>
                  <w:r>
                    <w:t>Assemble timber floor trusses</w:t>
                  </w:r>
                </w:p>
              </w:tc>
            </w:tr>
          </w:tbl>
          <w:p w14:paraId="51C87143" w14:textId="77777777" w:rsidR="00B4293A" w:rsidRDefault="00B4293A" w:rsidP="001C0FE9">
            <w:pPr>
              <w:pStyle w:val="SIText-Bold"/>
            </w:pPr>
          </w:p>
          <w:p w14:paraId="0AB3332B" w14:textId="4B2E7EEF" w:rsidR="001C0FE9" w:rsidRPr="001C0FE9" w:rsidRDefault="001C0FE9" w:rsidP="001C0FE9">
            <w:pPr>
              <w:pStyle w:val="SIText-Bold"/>
            </w:pPr>
            <w:r w:rsidRPr="001C0FE9">
              <w:t>Group B</w:t>
            </w:r>
            <w:r w:rsidR="00B4293A">
              <w:t>: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713176" w:rsidRPr="005C7EA8" w14:paraId="76CBDF00" w14:textId="77777777" w:rsidTr="000A1449">
              <w:tc>
                <w:tcPr>
                  <w:tcW w:w="1718" w:type="dxa"/>
                </w:tcPr>
                <w:p w14:paraId="3E04513A" w14:textId="0A0E22BD" w:rsidR="00713176" w:rsidRPr="008D0B4C" w:rsidRDefault="0005576D" w:rsidP="007B174C">
                  <w:pPr>
                    <w:pStyle w:val="SIText"/>
                  </w:pPr>
                  <w:r w:rsidRPr="008D0B4C">
                    <w:lastRenderedPageBreak/>
                    <w:t>CPCCCM1015</w:t>
                  </w:r>
                </w:p>
              </w:tc>
              <w:tc>
                <w:tcPr>
                  <w:tcW w:w="6991" w:type="dxa"/>
                </w:tcPr>
                <w:p w14:paraId="46AD05FF" w14:textId="101C7ED2" w:rsidR="00713176" w:rsidRPr="008D0B4C" w:rsidRDefault="0005576D" w:rsidP="007B174C">
                  <w:pPr>
                    <w:pStyle w:val="SIText"/>
                  </w:pPr>
                  <w:r w:rsidRPr="008D0B4C">
                    <w:t>Carry out measurements and calculations</w:t>
                  </w:r>
                </w:p>
              </w:tc>
            </w:tr>
            <w:tr w:rsidR="00713176" w:rsidRPr="005C7EA8" w14:paraId="4FB0D246" w14:textId="77777777" w:rsidTr="000A1449">
              <w:tc>
                <w:tcPr>
                  <w:tcW w:w="1718" w:type="dxa"/>
                </w:tcPr>
                <w:p w14:paraId="269C873E" w14:textId="33D29E8D" w:rsidR="00713176" w:rsidRPr="00713176" w:rsidRDefault="00713176" w:rsidP="00713176">
                  <w:pPr>
                    <w:pStyle w:val="SIText"/>
                  </w:pPr>
                  <w:r>
                    <w:t>FWPTMM2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5DFD0B8C" w14:textId="058FD679" w:rsidR="00713176" w:rsidRPr="00713176" w:rsidRDefault="00713176" w:rsidP="00713176">
                  <w:pPr>
                    <w:pStyle w:val="SIText"/>
                  </w:pPr>
                  <w:r>
                    <w:t xml:space="preserve">Cut materials to length </w:t>
                  </w:r>
                  <w:r w:rsidRPr="00713176">
                    <w:t>and angles</w:t>
                  </w:r>
                </w:p>
              </w:tc>
            </w:tr>
            <w:tr w:rsidR="00713176" w:rsidRPr="005C7EA8" w14:paraId="769A6E7E" w14:textId="77777777" w:rsidTr="000A1449">
              <w:tc>
                <w:tcPr>
                  <w:tcW w:w="1718" w:type="dxa"/>
                </w:tcPr>
                <w:p w14:paraId="2BE4423F" w14:textId="6B2EEEC1" w:rsidR="00713176" w:rsidRPr="00713176" w:rsidRDefault="00713176" w:rsidP="00713176">
                  <w:pPr>
                    <w:pStyle w:val="SIText"/>
                  </w:pPr>
                  <w:r>
                    <w:t>F</w:t>
                  </w:r>
                  <w:r w:rsidRPr="00713176">
                    <w:t>WPCOT3</w:t>
                  </w:r>
                  <w:r w:rsidR="00B71C50">
                    <w:t>XXX</w:t>
                  </w:r>
                  <w:r w:rsidRPr="00713176">
                    <w:t xml:space="preserve"> </w:t>
                  </w:r>
                </w:p>
              </w:tc>
              <w:tc>
                <w:tcPr>
                  <w:tcW w:w="6991" w:type="dxa"/>
                </w:tcPr>
                <w:p w14:paraId="6ECE2CD2" w14:textId="4262F4EB" w:rsidR="00713176" w:rsidRPr="00713176" w:rsidRDefault="00713176" w:rsidP="00713176">
                  <w:pPr>
                    <w:pStyle w:val="SIText"/>
                  </w:pPr>
                  <w:r>
                    <w:t>Cut material using CNC sizing machines</w:t>
                  </w:r>
                </w:p>
              </w:tc>
            </w:tr>
            <w:tr w:rsidR="00713176" w:rsidRPr="005C7EA8" w14:paraId="287E477E" w14:textId="77777777" w:rsidTr="000A1449">
              <w:tc>
                <w:tcPr>
                  <w:tcW w:w="1718" w:type="dxa"/>
                </w:tcPr>
                <w:p w14:paraId="2316EDF6" w14:textId="168538F1" w:rsidR="00713176" w:rsidRPr="00713176" w:rsidRDefault="00A40265" w:rsidP="00713176">
                  <w:pPr>
                    <w:pStyle w:val="SIText"/>
                  </w:pPr>
                  <w:r>
                    <w:t>FWPCOT2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41B3C44B" w14:textId="1ED5C454" w:rsidR="00713176" w:rsidRPr="00713176" w:rsidRDefault="00A40265" w:rsidP="00713176">
                  <w:pPr>
                    <w:pStyle w:val="SIText"/>
                  </w:pPr>
                  <w:r>
                    <w:t>Dock material to length</w:t>
                  </w:r>
                </w:p>
              </w:tc>
            </w:tr>
            <w:tr w:rsidR="00A40265" w:rsidRPr="005C7EA8" w14:paraId="4023362A" w14:textId="77777777" w:rsidTr="000A1449">
              <w:tc>
                <w:tcPr>
                  <w:tcW w:w="1718" w:type="dxa"/>
                </w:tcPr>
                <w:p w14:paraId="5BD0A1B9" w14:textId="4C1573FD" w:rsidR="00A40265" w:rsidRPr="008D0B4C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FWPCOT</w:t>
                  </w:r>
                  <w:r w:rsidR="00B71C50" w:rsidRPr="00B71C50">
                    <w:rPr>
                      <w:rStyle w:val="SITemporarytext-green"/>
                      <w:color w:val="auto"/>
                      <w:sz w:val="20"/>
                    </w:rPr>
                    <w:t>2XXX</w:t>
                  </w:r>
                </w:p>
              </w:tc>
              <w:tc>
                <w:tcPr>
                  <w:tcW w:w="6991" w:type="dxa"/>
                </w:tcPr>
                <w:p w14:paraId="6DD9306A" w14:textId="072D5A24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Stack and bind material</w:t>
                  </w:r>
                </w:p>
              </w:tc>
            </w:tr>
            <w:tr w:rsidR="00A40265" w:rsidRPr="005C7EA8" w14:paraId="645DB04D" w14:textId="77777777" w:rsidTr="000A1449">
              <w:tc>
                <w:tcPr>
                  <w:tcW w:w="1718" w:type="dxa"/>
                </w:tcPr>
                <w:p w14:paraId="2799B79A" w14:textId="1012F550" w:rsidR="00A40265" w:rsidRPr="00B71C50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71C50">
                    <w:rPr>
                      <w:rStyle w:val="SITemporarytext-green"/>
                      <w:color w:val="auto"/>
                      <w:sz w:val="20"/>
                    </w:rPr>
                    <w:t>FWPCOT2</w:t>
                  </w:r>
                  <w:r w:rsidR="00B71C50" w:rsidRPr="00B71C50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6991" w:type="dxa"/>
                </w:tcPr>
                <w:p w14:paraId="4F254891" w14:textId="5B419856" w:rsidR="00A40265" w:rsidRPr="00B71C50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71C50">
                    <w:rPr>
                      <w:rStyle w:val="SITemporarytext-green"/>
                      <w:color w:val="auto"/>
                      <w:sz w:val="20"/>
                    </w:rPr>
                    <w:t>Store material</w:t>
                  </w:r>
                </w:p>
              </w:tc>
            </w:tr>
            <w:tr w:rsidR="00A40265" w:rsidRPr="005C7EA8" w14:paraId="07A0C84B" w14:textId="77777777" w:rsidTr="000A1449">
              <w:tc>
                <w:tcPr>
                  <w:tcW w:w="1718" w:type="dxa"/>
                </w:tcPr>
                <w:p w14:paraId="07BCA565" w14:textId="3E3088B0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TLILIC0002</w:t>
                  </w:r>
                </w:p>
              </w:tc>
              <w:tc>
                <w:tcPr>
                  <w:tcW w:w="6991" w:type="dxa"/>
                </w:tcPr>
                <w:p w14:paraId="6B21B81B" w14:textId="66F89E8D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Operate a forklift</w:t>
                  </w:r>
                </w:p>
              </w:tc>
            </w:tr>
            <w:tr w:rsidR="00A40265" w:rsidRPr="005C7EA8" w14:paraId="69E21589" w14:textId="77777777" w:rsidTr="000A1449">
              <w:tc>
                <w:tcPr>
                  <w:tcW w:w="1718" w:type="dxa"/>
                </w:tcPr>
                <w:p w14:paraId="3909B4C1" w14:textId="47FEDD3D" w:rsidR="00A40265" w:rsidRDefault="00A40265" w:rsidP="00A40265">
                  <w:pPr>
                    <w:pStyle w:val="SIText"/>
                  </w:pPr>
                  <w:r>
                    <w:t>MSMPCI102</w:t>
                  </w:r>
                </w:p>
              </w:tc>
              <w:tc>
                <w:tcPr>
                  <w:tcW w:w="6991" w:type="dxa"/>
                </w:tcPr>
                <w:p w14:paraId="446821B6" w14:textId="51B5E412" w:rsidR="00A40265" w:rsidRDefault="00A40265" w:rsidP="00A40265">
                  <w:pPr>
                    <w:pStyle w:val="SIText"/>
                  </w:pPr>
                  <w:r>
                    <w:t>Apply effective work practices</w:t>
                  </w:r>
                </w:p>
              </w:tc>
            </w:tr>
            <w:tr w:rsidR="00A40265" w:rsidRPr="005C7EA8" w14:paraId="212E08B0" w14:textId="77777777" w:rsidTr="000A1449">
              <w:tc>
                <w:tcPr>
                  <w:tcW w:w="1718" w:type="dxa"/>
                </w:tcPr>
                <w:p w14:paraId="713C4C1D" w14:textId="201A709B" w:rsidR="00A40265" w:rsidRDefault="00A40265" w:rsidP="00A40265">
                  <w:pPr>
                    <w:pStyle w:val="SIText"/>
                  </w:pPr>
                  <w:r>
                    <w:t xml:space="preserve">BSBINM201 </w:t>
                  </w:r>
                </w:p>
              </w:tc>
              <w:tc>
                <w:tcPr>
                  <w:tcW w:w="6991" w:type="dxa"/>
                </w:tcPr>
                <w:p w14:paraId="3140E215" w14:textId="5D739FDF" w:rsidR="00A40265" w:rsidRDefault="00A40265" w:rsidP="00A40265">
                  <w:pPr>
                    <w:pStyle w:val="SIText"/>
                  </w:pPr>
                  <w:r>
                    <w:t>Process and maintain workplace information</w:t>
                  </w:r>
                </w:p>
              </w:tc>
            </w:tr>
            <w:tr w:rsidR="00A40265" w:rsidRPr="005C7EA8" w14:paraId="0514938E" w14:textId="77777777" w:rsidTr="000A1449">
              <w:tc>
                <w:tcPr>
                  <w:tcW w:w="1718" w:type="dxa"/>
                </w:tcPr>
                <w:p w14:paraId="1CB566A2" w14:textId="0C82D202" w:rsidR="00A40265" w:rsidRDefault="00A40265" w:rsidP="00A40265">
                  <w:pPr>
                    <w:pStyle w:val="SIText"/>
                  </w:pPr>
                  <w:r>
                    <w:t>FWPCOR3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762F0660" w14:textId="372A2593" w:rsidR="00A40265" w:rsidRDefault="00A40265" w:rsidP="00A40265">
                  <w:pPr>
                    <w:pStyle w:val="SIText"/>
                  </w:pPr>
                  <w:r>
                    <w:t>Conduct quality and product care</w:t>
                  </w:r>
                </w:p>
              </w:tc>
            </w:tr>
            <w:tr w:rsidR="007B174C" w:rsidRPr="005C7EA8" w14:paraId="4E629EE3" w14:textId="77777777" w:rsidTr="000A1449">
              <w:tc>
                <w:tcPr>
                  <w:tcW w:w="1718" w:type="dxa"/>
                </w:tcPr>
                <w:p w14:paraId="04ABB9F6" w14:textId="35011BDF" w:rsidR="007B174C" w:rsidRDefault="007B174C" w:rsidP="00A40265">
                  <w:pPr>
                    <w:pStyle w:val="SIText"/>
                  </w:pPr>
                  <w:r>
                    <w:t>MSMSUP390</w:t>
                  </w:r>
                </w:p>
              </w:tc>
              <w:tc>
                <w:tcPr>
                  <w:tcW w:w="6991" w:type="dxa"/>
                </w:tcPr>
                <w:p w14:paraId="4B09B49C" w14:textId="62DE8AAF" w:rsidR="007B174C" w:rsidRDefault="007B174C" w:rsidP="00A40265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</w:tbl>
          <w:p w14:paraId="0FECF15C" w14:textId="77777777" w:rsidR="001C0FE9" w:rsidRPr="001C0FE9" w:rsidRDefault="001C0FE9" w:rsidP="001C0FE9">
            <w:pPr>
              <w:pStyle w:val="SIText-Bold"/>
            </w:pPr>
          </w:p>
          <w:p w14:paraId="0FF41A76" w14:textId="77777777" w:rsidR="001C0FE9" w:rsidRDefault="001C0FE9" w:rsidP="00856837">
            <w:pPr>
              <w:pStyle w:val="SITextHeading2"/>
            </w:pPr>
          </w:p>
        </w:tc>
      </w:tr>
    </w:tbl>
    <w:p w14:paraId="1B228A4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BBDA96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059E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25DA05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ED612D4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A29C94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01AC1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D8B3F6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20D2F2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6505058" w14:textId="77777777" w:rsidTr="008846E4">
              <w:tc>
                <w:tcPr>
                  <w:tcW w:w="1028" w:type="pct"/>
                </w:tcPr>
                <w:p w14:paraId="359D22F0" w14:textId="5C4B8318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7B174C">
                    <w:t>3</w:t>
                  </w:r>
                  <w:r>
                    <w:t>X</w:t>
                  </w:r>
                  <w:r w:rsidR="001C0FE9">
                    <w:t>X</w:t>
                  </w:r>
                  <w:r w:rsidRPr="0087633E">
                    <w:t>20</w:t>
                  </w:r>
                  <w:r>
                    <w:t xml:space="preserve"> Certificate II</w:t>
                  </w:r>
                  <w:r w:rsidR="007B174C">
                    <w:t>I</w:t>
                  </w:r>
                  <w:r>
                    <w:t xml:space="preserve"> in Timber </w:t>
                  </w:r>
                  <w:r w:rsidR="00A40265">
                    <w:t>Truss or Frame Manufacture</w:t>
                  </w:r>
                </w:p>
              </w:tc>
              <w:tc>
                <w:tcPr>
                  <w:tcW w:w="1105" w:type="pct"/>
                </w:tcPr>
                <w:p w14:paraId="68521572" w14:textId="6E6A6D5E" w:rsidR="000C13F1" w:rsidRPr="00BC49BB" w:rsidRDefault="001C0FE9" w:rsidP="0087633E">
                  <w:pPr>
                    <w:pStyle w:val="SIText"/>
                  </w:pPr>
                  <w:r w:rsidRPr="00247985">
                    <w:t>FWP</w:t>
                  </w:r>
                  <w:r w:rsidR="007B174C">
                    <w:t>30916</w:t>
                  </w:r>
                  <w:r w:rsidRPr="00247985">
                    <w:t xml:space="preserve"> Certificate II</w:t>
                  </w:r>
                  <w:r w:rsidR="007B174C">
                    <w:t>I</w:t>
                  </w:r>
                  <w:r w:rsidRPr="00247985">
                    <w:t xml:space="preserve"> in Timber Truss and Frame Design and Manufacture </w:t>
                  </w:r>
                </w:p>
              </w:tc>
              <w:tc>
                <w:tcPr>
                  <w:tcW w:w="1398" w:type="pct"/>
                </w:tcPr>
                <w:p w14:paraId="300DA276" w14:textId="7ED00ABE" w:rsidR="000C13F1" w:rsidRPr="00BC49BB" w:rsidRDefault="00A40265" w:rsidP="000C13F1">
                  <w:pPr>
                    <w:pStyle w:val="SIText"/>
                  </w:pPr>
                  <w:r>
                    <w:t xml:space="preserve">Titled changed to reflect manufacturing focus. </w:t>
                  </w:r>
                  <w:r w:rsidR="0005576D">
                    <w:t>Number of units, core and elective units changed.</w:t>
                  </w:r>
                </w:p>
              </w:tc>
              <w:tc>
                <w:tcPr>
                  <w:tcW w:w="1469" w:type="pct"/>
                </w:tcPr>
                <w:p w14:paraId="161E5FDD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7226F624" w14:textId="77777777" w:rsidR="000C13F1" w:rsidRPr="000C13F1" w:rsidRDefault="000C13F1" w:rsidP="000C13F1"/>
        </w:tc>
      </w:tr>
      <w:tr w:rsidR="005C7EA8" w:rsidRPr="00963A46" w14:paraId="207F09D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619BF9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4D813DD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44A916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A7A2C" w14:textId="77777777" w:rsidR="00755BAE" w:rsidRDefault="00755BAE" w:rsidP="00BF3F0A">
      <w:r>
        <w:separator/>
      </w:r>
    </w:p>
    <w:p w14:paraId="632DCD43" w14:textId="77777777" w:rsidR="00755BAE" w:rsidRDefault="00755BAE"/>
  </w:endnote>
  <w:endnote w:type="continuationSeparator" w:id="0">
    <w:p w14:paraId="7E6B32C3" w14:textId="77777777" w:rsidR="00755BAE" w:rsidRDefault="00755BAE" w:rsidP="00BF3F0A">
      <w:r>
        <w:continuationSeparator/>
      </w:r>
    </w:p>
    <w:p w14:paraId="71876058" w14:textId="77777777" w:rsidR="00755BAE" w:rsidRDefault="00755B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5536A78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CC627A9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8EC3F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37D6C" w14:textId="77777777" w:rsidR="00755BAE" w:rsidRDefault="00755BAE" w:rsidP="00BF3F0A">
      <w:r>
        <w:separator/>
      </w:r>
    </w:p>
    <w:p w14:paraId="752F7E95" w14:textId="77777777" w:rsidR="00755BAE" w:rsidRDefault="00755BAE"/>
  </w:footnote>
  <w:footnote w:type="continuationSeparator" w:id="0">
    <w:p w14:paraId="4A69389B" w14:textId="77777777" w:rsidR="00755BAE" w:rsidRDefault="00755BAE" w:rsidP="00BF3F0A">
      <w:r>
        <w:continuationSeparator/>
      </w:r>
    </w:p>
    <w:p w14:paraId="41AD7FB4" w14:textId="77777777" w:rsidR="00755BAE" w:rsidRDefault="00755B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58832" w14:textId="0CDD0B3D" w:rsidR="009C2650" w:rsidRDefault="00755BAE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376712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7B174C">
      <w:t>3</w:t>
    </w:r>
    <w:r w:rsidR="00A33478">
      <w:t>X</w:t>
    </w:r>
    <w:r w:rsidR="002950A3">
      <w:t>X</w:t>
    </w:r>
    <w:r w:rsidR="001956B2">
      <w:t>20</w:t>
    </w:r>
    <w:r w:rsidR="00A33478">
      <w:t xml:space="preserve"> Certificate II</w:t>
    </w:r>
    <w:r w:rsidR="007B174C">
      <w:t>I</w:t>
    </w:r>
    <w:r w:rsidR="00A33478">
      <w:t xml:space="preserve"> in Timber </w:t>
    </w:r>
    <w:r w:rsidR="00051E7B">
      <w:t>Truss or Frame Manufacture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gFABkF9eI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51E7B"/>
    <w:rsid w:val="0005576D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0556"/>
    <w:rsid w:val="000E22F5"/>
    <w:rsid w:val="000E2C86"/>
    <w:rsid w:val="000F29F2"/>
    <w:rsid w:val="00101659"/>
    <w:rsid w:val="001078BF"/>
    <w:rsid w:val="00131424"/>
    <w:rsid w:val="00133957"/>
    <w:rsid w:val="001372F6"/>
    <w:rsid w:val="00140954"/>
    <w:rsid w:val="00144385"/>
    <w:rsid w:val="00151293"/>
    <w:rsid w:val="00151D93"/>
    <w:rsid w:val="00156EF3"/>
    <w:rsid w:val="00161239"/>
    <w:rsid w:val="00176E4F"/>
    <w:rsid w:val="0018546B"/>
    <w:rsid w:val="001956B2"/>
    <w:rsid w:val="001A6A3E"/>
    <w:rsid w:val="001A7B6D"/>
    <w:rsid w:val="001B34D5"/>
    <w:rsid w:val="001B513A"/>
    <w:rsid w:val="001C0A75"/>
    <w:rsid w:val="001C0FE9"/>
    <w:rsid w:val="001C7BEC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34444"/>
    <w:rsid w:val="00242293"/>
    <w:rsid w:val="00244EA7"/>
    <w:rsid w:val="002578E5"/>
    <w:rsid w:val="00262FC3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E193E"/>
    <w:rsid w:val="002F1BE6"/>
    <w:rsid w:val="00321C7C"/>
    <w:rsid w:val="00337E82"/>
    <w:rsid w:val="0034421F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271D"/>
    <w:rsid w:val="004D44B1"/>
    <w:rsid w:val="004E0460"/>
    <w:rsid w:val="004E0D8E"/>
    <w:rsid w:val="004E1579"/>
    <w:rsid w:val="004E5FAE"/>
    <w:rsid w:val="004E7094"/>
    <w:rsid w:val="004F5537"/>
    <w:rsid w:val="004F5DC7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C44"/>
    <w:rsid w:val="006969D9"/>
    <w:rsid w:val="006A2B68"/>
    <w:rsid w:val="006B19B1"/>
    <w:rsid w:val="006C2F32"/>
    <w:rsid w:val="006D4448"/>
    <w:rsid w:val="006E06CB"/>
    <w:rsid w:val="006E2C4D"/>
    <w:rsid w:val="006F6037"/>
    <w:rsid w:val="00705EEC"/>
    <w:rsid w:val="00707741"/>
    <w:rsid w:val="00713176"/>
    <w:rsid w:val="00722769"/>
    <w:rsid w:val="00727901"/>
    <w:rsid w:val="0073075B"/>
    <w:rsid w:val="007341FF"/>
    <w:rsid w:val="00735CCA"/>
    <w:rsid w:val="007404E9"/>
    <w:rsid w:val="007444CF"/>
    <w:rsid w:val="00755BAE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A22FD"/>
    <w:rsid w:val="007B174C"/>
    <w:rsid w:val="007D5A78"/>
    <w:rsid w:val="007E0C4E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B60"/>
    <w:rsid w:val="00847DDB"/>
    <w:rsid w:val="00850243"/>
    <w:rsid w:val="008545EB"/>
    <w:rsid w:val="0085492D"/>
    <w:rsid w:val="00856837"/>
    <w:rsid w:val="00865011"/>
    <w:rsid w:val="00867E2C"/>
    <w:rsid w:val="0087633E"/>
    <w:rsid w:val="00883C6C"/>
    <w:rsid w:val="00886790"/>
    <w:rsid w:val="008908DE"/>
    <w:rsid w:val="00894FBB"/>
    <w:rsid w:val="008971D4"/>
    <w:rsid w:val="008A12ED"/>
    <w:rsid w:val="008B2C77"/>
    <w:rsid w:val="008B4AD2"/>
    <w:rsid w:val="008C3BBC"/>
    <w:rsid w:val="008D0B4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0466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3478"/>
    <w:rsid w:val="00A354FC"/>
    <w:rsid w:val="00A40265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293A"/>
    <w:rsid w:val="00B443EE"/>
    <w:rsid w:val="00B44B9F"/>
    <w:rsid w:val="00B560C8"/>
    <w:rsid w:val="00B61150"/>
    <w:rsid w:val="00B65BC7"/>
    <w:rsid w:val="00B71C50"/>
    <w:rsid w:val="00B746B9"/>
    <w:rsid w:val="00B848D4"/>
    <w:rsid w:val="00B865B7"/>
    <w:rsid w:val="00BA1CB1"/>
    <w:rsid w:val="00BA482D"/>
    <w:rsid w:val="00BB23F4"/>
    <w:rsid w:val="00BC5075"/>
    <w:rsid w:val="00BD3B0F"/>
    <w:rsid w:val="00BD53E0"/>
    <w:rsid w:val="00BF1D4C"/>
    <w:rsid w:val="00BF3F0A"/>
    <w:rsid w:val="00BF4B20"/>
    <w:rsid w:val="00C143C3"/>
    <w:rsid w:val="00C1739B"/>
    <w:rsid w:val="00C26067"/>
    <w:rsid w:val="00C30A29"/>
    <w:rsid w:val="00C317DC"/>
    <w:rsid w:val="00C343CF"/>
    <w:rsid w:val="00C578E9"/>
    <w:rsid w:val="00C57952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E048B1"/>
    <w:rsid w:val="00E20F46"/>
    <w:rsid w:val="00E238E6"/>
    <w:rsid w:val="00E246B1"/>
    <w:rsid w:val="00E35064"/>
    <w:rsid w:val="00E438C3"/>
    <w:rsid w:val="00E44DBF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21614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77B4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F0E09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50A3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0521546fe4a2705dcbee051bbde6a87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3c51428-ca54-4e85-9263-de372585ed41" targetNamespace="http://schemas.microsoft.com/office/2006/metadata/properties" ma:root="true" ma:fieldsID="6accbf3d33a78e6e0fbf5b8878acb9db" ns1:_="" ns2:_="" ns3:_="">
    <xsd:import namespace="http://schemas.microsoft.com/sharepoint/v3"/>
    <xsd:import namespace="1e2bdb2b-981f-4d38-b0f7-a8d047f128d0"/>
    <xsd:import namespace="b3c51428-ca54-4e85-9263-de372585ed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51428-ca54-4e85-9263-de372585e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1A4F723-E450-462B-86E3-7403F3AB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3c51428-ca54-4e85-9263-de372585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1B5A7-8DAE-4B9E-BDE0-6D67B70E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Georgiana Daian</cp:lastModifiedBy>
  <cp:revision>10</cp:revision>
  <cp:lastPrinted>2016-05-27T05:21:00Z</cp:lastPrinted>
  <dcterms:created xsi:type="dcterms:W3CDTF">2020-01-23T04:10:00Z</dcterms:created>
  <dcterms:modified xsi:type="dcterms:W3CDTF">2020-02-05T23:07:00Z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