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B9CE8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A1283A2" w14:textId="77777777" w:rsidTr="00F279E6">
        <w:tc>
          <w:tcPr>
            <w:tcW w:w="1396" w:type="pct"/>
            <w:shd w:val="clear" w:color="auto" w:fill="auto"/>
          </w:tcPr>
          <w:p w14:paraId="3C2F5D87" w14:textId="77777777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ssxxxxx</w:t>
            </w:r>
            <w:r w:rsidR="00F2038E">
              <w:t>1</w:t>
            </w:r>
          </w:p>
        </w:tc>
        <w:tc>
          <w:tcPr>
            <w:tcW w:w="3604" w:type="pct"/>
            <w:shd w:val="clear" w:color="auto" w:fill="auto"/>
          </w:tcPr>
          <w:p w14:paraId="0023D798" w14:textId="77777777" w:rsidR="00A301E0" w:rsidRPr="00536741" w:rsidRDefault="004C134F" w:rsidP="00536741">
            <w:pPr>
              <w:pStyle w:val="SISStitle"/>
            </w:pPr>
            <w:r>
              <w:t>Cutting Timber to Length and Angle Skill Set</w:t>
            </w:r>
          </w:p>
        </w:tc>
      </w:tr>
    </w:tbl>
    <w:p w14:paraId="3350DE82" w14:textId="77777777" w:rsidR="00A301E0" w:rsidRPr="00536741" w:rsidRDefault="00A301E0" w:rsidP="00A301E0"/>
    <w:p w14:paraId="4074DE7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E867E40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F77BF9E" w14:textId="77777777" w:rsidTr="002A1BEA">
        <w:tc>
          <w:tcPr>
            <w:tcW w:w="1396" w:type="pct"/>
            <w:shd w:val="clear" w:color="auto" w:fill="auto"/>
          </w:tcPr>
          <w:p w14:paraId="68A637FC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BBEBD7A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8BD1B59" w14:textId="77777777" w:rsidTr="002A1BEA">
        <w:tc>
          <w:tcPr>
            <w:tcW w:w="1396" w:type="pct"/>
            <w:shd w:val="clear" w:color="auto" w:fill="auto"/>
          </w:tcPr>
          <w:p w14:paraId="5FFF097B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561BA1E7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7D1EFC2C" w14:textId="77777777" w:rsidR="00536741" w:rsidRDefault="00536741" w:rsidP="00536741">
            <w:pPr>
              <w:pStyle w:val="SIText"/>
            </w:pPr>
          </w:p>
        </w:tc>
      </w:tr>
    </w:tbl>
    <w:p w14:paraId="79CEE671" w14:textId="77777777" w:rsidR="00536741" w:rsidRDefault="00536741" w:rsidP="00536741">
      <w:pPr>
        <w:rPr>
          <w:lang w:eastAsia="en-US"/>
        </w:rPr>
      </w:pPr>
    </w:p>
    <w:p w14:paraId="116B7756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D78419C" w14:textId="77777777" w:rsidTr="000D7BE6">
        <w:tc>
          <w:tcPr>
            <w:tcW w:w="5000" w:type="pct"/>
            <w:shd w:val="clear" w:color="auto" w:fill="auto"/>
          </w:tcPr>
          <w:p w14:paraId="62CDE28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F77348D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cut timber to length and to required angles for use in the fabrication of timber wall frames and/or floor or roof trusses. It includes applying knowledge and skills to work and handle materials safely in a manufacturing environment. </w:t>
            </w:r>
          </w:p>
          <w:p w14:paraId="6B27B5D9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6887E22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7A0093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874C778" w14:textId="0228E1D9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FWP</w:t>
            </w:r>
            <w:r w:rsidR="00BC2E11">
              <w:t>3XX20</w:t>
            </w:r>
            <w:r w:rsidR="000B52AA">
              <w:t xml:space="preserve"> Certificate II</w:t>
            </w:r>
            <w:r w:rsidR="00BC2E11">
              <w:t>I</w:t>
            </w:r>
            <w:r w:rsidR="000B52AA">
              <w:t xml:space="preserve"> in Timber </w:t>
            </w:r>
            <w:r w:rsidR="00BC2E11">
              <w:t xml:space="preserve">Truss or Frame Manufacture </w:t>
            </w:r>
            <w:r w:rsidR="000B52AA">
              <w:t>from the FWP Forest and Wood Products Training Package.</w:t>
            </w:r>
          </w:p>
          <w:p w14:paraId="531505AF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F93322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FFC4C0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CFEBD6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63B41B96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43665FE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CF86BF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151F1F8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3FBC5C69" w14:textId="77777777" w:rsidR="000B52AA" w:rsidRDefault="000B52AA" w:rsidP="00536741">
            <w:pPr>
              <w:pStyle w:val="SIBulletList1"/>
            </w:pPr>
            <w:r>
              <w:t>TLID1001 Shift materials safely using manual handling methods</w:t>
            </w:r>
          </w:p>
          <w:p w14:paraId="3831ED28" w14:textId="3F5C02DB" w:rsidR="000B52AA" w:rsidRDefault="000B52AA" w:rsidP="00536741">
            <w:pPr>
              <w:pStyle w:val="SIBulletList1"/>
            </w:pPr>
            <w:r>
              <w:t>FWPCOT</w:t>
            </w:r>
            <w:r w:rsidR="00F36483">
              <w:t>3XXX</w:t>
            </w:r>
            <w:r>
              <w:t xml:space="preserve"> Assess timber for manufacturing potential</w:t>
            </w:r>
          </w:p>
          <w:p w14:paraId="6E63E1A2" w14:textId="6D9AF190" w:rsidR="000B52AA" w:rsidRDefault="000B52AA" w:rsidP="00536741">
            <w:pPr>
              <w:pStyle w:val="SIBulletList1"/>
            </w:pPr>
            <w:r>
              <w:t>FWPTMM2</w:t>
            </w:r>
            <w:r w:rsidR="00F36483">
              <w:t>XXX</w:t>
            </w:r>
            <w:r>
              <w:t xml:space="preserve"> Cut material to length and angles</w:t>
            </w:r>
          </w:p>
          <w:p w14:paraId="08D3F658" w14:textId="12D236AA" w:rsidR="000B52AA" w:rsidRPr="00536741" w:rsidRDefault="000B52AA" w:rsidP="00536741">
            <w:pPr>
              <w:pStyle w:val="SIBulletList1"/>
            </w:pPr>
            <w:r>
              <w:t>FWPCOT3</w:t>
            </w:r>
            <w:r w:rsidR="00F36483">
              <w:t>XXX</w:t>
            </w:r>
            <w:bookmarkStart w:id="0" w:name="_GoBack"/>
            <w:bookmarkEnd w:id="0"/>
            <w:r>
              <w:t xml:space="preserve"> Cut material using CNC sizing machines</w:t>
            </w:r>
          </w:p>
          <w:p w14:paraId="469E566D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1343715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978EAC4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ED34B9A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entry level fabricators working in the timber frame and truss manufacturing industry.</w:t>
            </w:r>
          </w:p>
          <w:p w14:paraId="4B082A16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4584B25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D6037A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F42DC3B" w14:textId="77777777" w:rsidR="00DB557A" w:rsidRPr="000B52AA" w:rsidRDefault="00DB557A" w:rsidP="000B52A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and the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cutting timber for the fabrication of timber frames and trusses.</w:t>
            </w:r>
          </w:p>
          <w:p w14:paraId="13077484" w14:textId="77777777" w:rsidR="00890663" w:rsidRDefault="00890663" w:rsidP="00536741">
            <w:pPr>
              <w:pStyle w:val="SIText"/>
            </w:pPr>
          </w:p>
          <w:p w14:paraId="200D9E75" w14:textId="77777777" w:rsidR="00DB557A" w:rsidRPr="00536741" w:rsidRDefault="00DB557A" w:rsidP="000B52AA">
            <w:pPr>
              <w:pStyle w:val="SIText"/>
            </w:pPr>
          </w:p>
        </w:tc>
      </w:tr>
    </w:tbl>
    <w:p w14:paraId="0EB98FA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3F39A" w14:textId="77777777" w:rsidR="00E616FA" w:rsidRDefault="00E616FA" w:rsidP="00BF3F0A">
      <w:r>
        <w:separator/>
      </w:r>
    </w:p>
    <w:p w14:paraId="62B52ECA" w14:textId="77777777" w:rsidR="00E616FA" w:rsidRDefault="00E616FA"/>
  </w:endnote>
  <w:endnote w:type="continuationSeparator" w:id="0">
    <w:p w14:paraId="77094C6F" w14:textId="77777777" w:rsidR="00E616FA" w:rsidRDefault="00E616FA" w:rsidP="00BF3F0A">
      <w:r>
        <w:continuationSeparator/>
      </w:r>
    </w:p>
    <w:p w14:paraId="3AC63B4E" w14:textId="77777777" w:rsidR="00E616FA" w:rsidRDefault="00E61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13DA8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4B3DA4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2C93F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ACC90" w14:textId="77777777" w:rsidR="00E616FA" w:rsidRDefault="00E616FA" w:rsidP="00BF3F0A">
      <w:r>
        <w:separator/>
      </w:r>
    </w:p>
    <w:p w14:paraId="10A6868F" w14:textId="77777777" w:rsidR="00E616FA" w:rsidRDefault="00E616FA"/>
  </w:footnote>
  <w:footnote w:type="continuationSeparator" w:id="0">
    <w:p w14:paraId="057AF5BF" w14:textId="77777777" w:rsidR="00E616FA" w:rsidRDefault="00E616FA" w:rsidP="00BF3F0A">
      <w:r>
        <w:continuationSeparator/>
      </w:r>
    </w:p>
    <w:p w14:paraId="59325CA1" w14:textId="77777777" w:rsidR="00E616FA" w:rsidRDefault="00E61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3E00" w14:textId="77777777" w:rsidR="009C2650" w:rsidRDefault="00916CD7">
    <w:r>
      <w:t>[</w:t>
    </w:r>
    <w:r w:rsidR="00786A15">
      <w:t>FWPSSXXXXX</w:t>
    </w:r>
    <w:r w:rsidR="00F2038E">
      <w:t>1</w:t>
    </w:r>
    <w:r w:rsidR="00786A15">
      <w:t xml:space="preserve"> Cutting Timber to Length and Angle Skill Set</w:t>
    </w:r>
    <w: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C7A96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E11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048"/>
    <w:rsid w:val="00DC1D69"/>
    <w:rsid w:val="00DC5A3A"/>
    <w:rsid w:val="00E238E6"/>
    <w:rsid w:val="00E35064"/>
    <w:rsid w:val="00E438C3"/>
    <w:rsid w:val="00E501F0"/>
    <w:rsid w:val="00E616F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36483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AA134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eethorne/Dropbox/MTS%20Assist/Skills%20Impact%20PM/SI%20Guides%20and%20Templates/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1363ED706C8438C46DF6A4819836B" ma:contentTypeVersion="" ma:contentTypeDescription="Create a new document." ma:contentTypeScope="" ma:versionID="53e86896c3c4d6e8c14966d397cdd787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4da4a753-558e-42e5-b7ad-c99fd3551541" targetNamespace="http://schemas.microsoft.com/office/2006/metadata/properties" ma:root="true" ma:fieldsID="80e48be0eafae1bd9afc19a60c31ce5c" ns1:_="" ns2:_="" ns3:_="">
    <xsd:import namespace="http://schemas.microsoft.com/sharepoint/v3"/>
    <xsd:import namespace="1e2bdb2b-981f-4d38-b0f7-a8d047f128d0"/>
    <xsd:import namespace="4da4a753-558e-42e5-b7ad-c99fd3551541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4a753-558e-42e5-b7ad-c99fd3551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59167-2326-4211-BF37-B0894700E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4da4a753-558e-42e5-b7ad-c99fd3551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9DA75247-1037-1745-958D-6E3725A0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Maree Thorne</cp:lastModifiedBy>
  <cp:revision>5</cp:revision>
  <cp:lastPrinted>2016-05-27T05:21:00Z</cp:lastPrinted>
  <dcterms:created xsi:type="dcterms:W3CDTF">2020-01-23T04:12:00Z</dcterms:created>
  <dcterms:modified xsi:type="dcterms:W3CDTF">2020-02-06T02:30:00Z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0x0101008121363ED706C8438C46DF6A4819836B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