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67777" w14:textId="77777777" w:rsidR="000E25E6" w:rsidRDefault="000E25E6" w:rsidP="00FD557D">
      <w:pPr>
        <w:pStyle w:val="SIHeading2"/>
      </w:pPr>
    </w:p>
    <w:p w14:paraId="4A61C72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E0DF77" w14:textId="77777777" w:rsidTr="00146EEC">
        <w:tc>
          <w:tcPr>
            <w:tcW w:w="2689" w:type="dxa"/>
          </w:tcPr>
          <w:p w14:paraId="242202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C5DD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25BC06" w14:textId="77777777" w:rsidTr="00146EEC">
        <w:tc>
          <w:tcPr>
            <w:tcW w:w="2689" w:type="dxa"/>
          </w:tcPr>
          <w:p w14:paraId="29E99B71" w14:textId="4FCBBA6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1FD1545" w14:textId="67FE83C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42477F">
              <w:t xml:space="preserve">AMP Australian Meat Processing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2477F">
              <w:t>5.0.</w:t>
            </w:r>
          </w:p>
        </w:tc>
      </w:tr>
    </w:tbl>
    <w:p w14:paraId="73AB28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A459C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845F2F7" w14:textId="71F88EB3" w:rsidR="00F1480E" w:rsidRPr="006E67A5" w:rsidRDefault="00022B12" w:rsidP="006E67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E67A5">
              <w:rPr>
                <w:rStyle w:val="SITemporaryText-red"/>
                <w:color w:val="auto"/>
                <w:sz w:val="20"/>
              </w:rPr>
              <w:t>AMPX</w:t>
            </w:r>
            <w:r w:rsidR="004C53AB" w:rsidRPr="006E67A5">
              <w:rPr>
                <w:rStyle w:val="SITemporaryText-red"/>
                <w:color w:val="auto"/>
                <w:sz w:val="20"/>
              </w:rPr>
              <w:t>317</w:t>
            </w:r>
          </w:p>
        </w:tc>
        <w:tc>
          <w:tcPr>
            <w:tcW w:w="3604" w:type="pct"/>
            <w:shd w:val="clear" w:color="auto" w:fill="auto"/>
          </w:tcPr>
          <w:p w14:paraId="7E869238" w14:textId="3A1B178C" w:rsidR="00F1480E" w:rsidRPr="000754EC" w:rsidRDefault="0042477F" w:rsidP="000754EC">
            <w:pPr>
              <w:pStyle w:val="SIUnittitle"/>
            </w:pPr>
            <w:r>
              <w:t xml:space="preserve">Monitor product flow in an automated process </w:t>
            </w:r>
          </w:p>
        </w:tc>
      </w:tr>
      <w:tr w:rsidR="00F1480E" w:rsidRPr="00963A46" w14:paraId="40D19A68" w14:textId="77777777" w:rsidTr="00CA2922">
        <w:tc>
          <w:tcPr>
            <w:tcW w:w="1396" w:type="pct"/>
            <w:shd w:val="clear" w:color="auto" w:fill="auto"/>
          </w:tcPr>
          <w:p w14:paraId="3B15868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D5E0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1ECFF2" w14:textId="2AC07FDF" w:rsidR="00F1480E" w:rsidRPr="00777BBC" w:rsidRDefault="00F1480E" w:rsidP="00777BB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2477F">
              <w:t xml:space="preserve">ensure the smooth flow </w:t>
            </w:r>
            <w:r w:rsidR="00022B12">
              <w:t xml:space="preserve">and quality </w:t>
            </w:r>
            <w:r w:rsidR="0042477F">
              <w:t xml:space="preserve">of product in an automated </w:t>
            </w:r>
            <w:r w:rsidR="004F3A23">
              <w:t>food processing</w:t>
            </w:r>
            <w:r w:rsidR="004F3A23" w:rsidRPr="00777BBC">
              <w:t xml:space="preserve"> </w:t>
            </w:r>
            <w:r w:rsidR="0042477F" w:rsidRPr="00777BBC">
              <w:t xml:space="preserve">process. </w:t>
            </w:r>
            <w:r w:rsidR="00272C16" w:rsidRPr="00777BBC">
              <w:t xml:space="preserve">- </w:t>
            </w:r>
            <w:r w:rsidR="00272C16" w:rsidRPr="00777BBC">
              <w:rPr>
                <w:rStyle w:val="SITemporaryText-blue"/>
                <w:color w:val="auto"/>
                <w:sz w:val="20"/>
              </w:rPr>
              <w:t>primarily targeted for individuals in a leading hand or supervisory role.</w:t>
            </w:r>
          </w:p>
          <w:p w14:paraId="5C1C7A30" w14:textId="77777777" w:rsidR="00916CD7" w:rsidRPr="00777BBC" w:rsidRDefault="00916CD7" w:rsidP="00777BBC">
            <w:pPr>
              <w:pStyle w:val="SIText"/>
            </w:pPr>
          </w:p>
          <w:p w14:paraId="4B886644" w14:textId="2321F453" w:rsidR="00F1480E" w:rsidRDefault="00F1480E" w:rsidP="00777BBC">
            <w:pPr>
              <w:pStyle w:val="SIText"/>
            </w:pPr>
            <w:r w:rsidRPr="00777BBC">
              <w:t xml:space="preserve">The unit applies to individuals </w:t>
            </w:r>
            <w:r w:rsidR="00272C16" w:rsidRPr="00777BBC">
              <w:t xml:space="preserve">such as supervisors </w:t>
            </w:r>
            <w:r w:rsidRPr="00777BBC">
              <w:t>wh</w:t>
            </w:r>
            <w:r w:rsidR="0042477F" w:rsidRPr="00777BBC">
              <w:t xml:space="preserve">o have responsibility for ensuring that </w:t>
            </w:r>
            <w:r w:rsidR="00E350DC" w:rsidRPr="00777BBC">
              <w:t xml:space="preserve">food </w:t>
            </w:r>
            <w:r w:rsidR="0042477F" w:rsidRPr="00777BBC">
              <w:t xml:space="preserve">product meets </w:t>
            </w:r>
            <w:r w:rsidR="00272C16" w:rsidRPr="00777BBC">
              <w:rPr>
                <w:rStyle w:val="SITemporaryText-blue"/>
                <w:color w:val="auto"/>
                <w:sz w:val="20"/>
              </w:rPr>
              <w:t xml:space="preserve">company and customer </w:t>
            </w:r>
            <w:r w:rsidR="0042477F" w:rsidRPr="00777BBC">
              <w:t>specifications</w:t>
            </w:r>
            <w:r w:rsidR="00272C16" w:rsidRPr="00777BBC">
              <w:t xml:space="preserve">. </w:t>
            </w:r>
            <w:r w:rsidR="00272C16" w:rsidRPr="00777BBC">
              <w:rPr>
                <w:rStyle w:val="SITemporaryText-blue"/>
                <w:color w:val="auto"/>
                <w:sz w:val="20"/>
              </w:rPr>
              <w:t>Potential issues can be identified so</w:t>
            </w:r>
            <w:r w:rsidR="00272C16" w:rsidRPr="00777BBC">
              <w:t xml:space="preserve"> </w:t>
            </w:r>
            <w:r w:rsidR="0042477F" w:rsidRPr="00777BBC">
              <w:t>the</w:t>
            </w:r>
            <w:r w:rsidR="0042477F">
              <w:t>re are no stoppages or back-ups, personnel are redeployed where necessary and that the overall automated system and process are operating effectively. It involves</w:t>
            </w:r>
            <w:r w:rsidR="00022B12">
              <w:t xml:space="preserve"> programming and adjusting machinery settings as necessary and having a sound holistic understanding of the process </w:t>
            </w:r>
            <w:r w:rsidR="004F3A23">
              <w:t xml:space="preserve">and product specifications </w:t>
            </w:r>
            <w:r w:rsidR="00022B12">
              <w:t xml:space="preserve">for which they have responsibility. </w:t>
            </w:r>
          </w:p>
          <w:p w14:paraId="7AA82DF1" w14:textId="20F76F43" w:rsidR="004F3A23" w:rsidRDefault="004F3A23" w:rsidP="000754EC">
            <w:pPr>
              <w:pStyle w:val="SIText"/>
            </w:pPr>
          </w:p>
          <w:p w14:paraId="4F743455" w14:textId="21F7C75D" w:rsidR="004F3A23" w:rsidRPr="000754EC" w:rsidRDefault="004F3A23" w:rsidP="000754EC">
            <w:pPr>
              <w:pStyle w:val="SIText"/>
            </w:pPr>
            <w:r>
              <w:t xml:space="preserve">This unit has been designed primarily for poultry processing but can be </w:t>
            </w:r>
            <w:r w:rsidR="00E350DC">
              <w:t>adapted</w:t>
            </w:r>
            <w:r>
              <w:t xml:space="preserve"> for use in other areas of food processing. </w:t>
            </w:r>
          </w:p>
          <w:p w14:paraId="4AC82EF2" w14:textId="77777777" w:rsidR="00616845" w:rsidRPr="000754EC" w:rsidRDefault="00616845" w:rsidP="000754EC">
            <w:pPr>
              <w:pStyle w:val="SIText"/>
            </w:pPr>
          </w:p>
          <w:p w14:paraId="37F4FAF1" w14:textId="77777777" w:rsidR="00A3639E" w:rsidRPr="00022B12" w:rsidRDefault="00BB1755" w:rsidP="00022B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2B12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022B12">
              <w:rPr>
                <w:rStyle w:val="SITemporaryText-red"/>
                <w:color w:val="auto"/>
                <w:sz w:val="20"/>
              </w:rPr>
              <w:t>according to</w:t>
            </w:r>
            <w:r w:rsidRPr="00022B12">
              <w:rPr>
                <w:rStyle w:val="SITemporaryText-red"/>
                <w:color w:val="auto"/>
                <w:sz w:val="20"/>
              </w:rPr>
              <w:t xml:space="preserve"> </w:t>
            </w:r>
            <w:r w:rsidR="00D2035A" w:rsidRPr="00022B12">
              <w:rPr>
                <w:rStyle w:val="SITemporaryText-red"/>
                <w:color w:val="auto"/>
                <w:sz w:val="20"/>
              </w:rPr>
              <w:t>state/t</w:t>
            </w:r>
            <w:r w:rsidRPr="00022B12">
              <w:rPr>
                <w:rStyle w:val="SITemporaryText-red"/>
                <w:color w:val="auto"/>
                <w:sz w:val="20"/>
              </w:rPr>
              <w:t xml:space="preserve">erritory health and safety regulations, legislation and standards that apply to the workplace. </w:t>
            </w:r>
          </w:p>
          <w:p w14:paraId="1C6AE165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B55AAD8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C76B385" w14:textId="77777777" w:rsidR="00373436" w:rsidRPr="000754EC" w:rsidRDefault="00373436" w:rsidP="00022B12">
            <w:pPr>
              <w:pStyle w:val="SIText"/>
            </w:pPr>
          </w:p>
        </w:tc>
      </w:tr>
      <w:tr w:rsidR="00F1480E" w:rsidRPr="00963A46" w14:paraId="1038F8A3" w14:textId="77777777" w:rsidTr="00CA2922">
        <w:tc>
          <w:tcPr>
            <w:tcW w:w="1396" w:type="pct"/>
            <w:shd w:val="clear" w:color="auto" w:fill="auto"/>
          </w:tcPr>
          <w:p w14:paraId="441D5E4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5B58841" w14:textId="309D087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F58568F" w14:textId="77777777" w:rsidTr="00CA2922">
        <w:tc>
          <w:tcPr>
            <w:tcW w:w="1396" w:type="pct"/>
            <w:shd w:val="clear" w:color="auto" w:fill="auto"/>
          </w:tcPr>
          <w:p w14:paraId="74A742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B21EE7" w14:textId="0EE2027C" w:rsidR="00F1480E" w:rsidRPr="000754EC" w:rsidRDefault="00022B12" w:rsidP="000754EC">
            <w:pPr>
              <w:pStyle w:val="SIText"/>
            </w:pPr>
            <w:r>
              <w:t xml:space="preserve">All meat processing sectors </w:t>
            </w:r>
          </w:p>
        </w:tc>
      </w:tr>
    </w:tbl>
    <w:p w14:paraId="7AFDB9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B0D86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C4AE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744CB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3DFB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6A0CD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7B0A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</w:t>
            </w:r>
            <w:bookmarkStart w:id="0" w:name="_GoBack"/>
            <w:bookmarkEnd w:id="0"/>
            <w:r w:rsidRPr="008908DE">
              <w:rPr>
                <w:rStyle w:val="SIText-Italic"/>
              </w:rPr>
              <w:t xml:space="preserve">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9CAC9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D7E95E" w14:textId="1F40F04E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B9559A">
              <w:t>Prepare for production</w:t>
            </w:r>
          </w:p>
        </w:tc>
        <w:tc>
          <w:tcPr>
            <w:tcW w:w="3604" w:type="pct"/>
            <w:shd w:val="clear" w:color="auto" w:fill="auto"/>
          </w:tcPr>
          <w:p w14:paraId="0373FE14" w14:textId="544DA76C" w:rsidR="00B9559A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B9559A">
              <w:t xml:space="preserve">Ensure staffing is adequate for production process </w:t>
            </w:r>
          </w:p>
          <w:p w14:paraId="64ACA0CD" w14:textId="421CBAE4" w:rsidR="00F1480E" w:rsidRDefault="00F1480E" w:rsidP="008322BE">
            <w:pPr>
              <w:pStyle w:val="SIText"/>
            </w:pPr>
            <w:r w:rsidRPr="008908DE">
              <w:t xml:space="preserve">1.2 </w:t>
            </w:r>
            <w:r w:rsidR="00B9559A">
              <w:t>Allocate staff to identified positions</w:t>
            </w:r>
          </w:p>
          <w:p w14:paraId="69D82FE8" w14:textId="633AA2CE" w:rsidR="00B9559A" w:rsidRDefault="00F1480E" w:rsidP="00B9559A">
            <w:pPr>
              <w:pStyle w:val="SIText"/>
            </w:pPr>
            <w:r w:rsidRPr="008908DE">
              <w:t xml:space="preserve">1.3 </w:t>
            </w:r>
            <w:r w:rsidR="00B9559A">
              <w:t>E</w:t>
            </w:r>
            <w:r w:rsidR="00B9559A" w:rsidRPr="00B9559A">
              <w:t>nsure support is available for inexperienced staff or those in training</w:t>
            </w:r>
          </w:p>
          <w:p w14:paraId="5B849AD7" w14:textId="732A9A68" w:rsidR="00B9559A" w:rsidRDefault="00B9559A" w:rsidP="00B9559A">
            <w:pPr>
              <w:pStyle w:val="SIText"/>
            </w:pPr>
            <w:r>
              <w:t xml:space="preserve">1.4 Brief staff on the specific requirements of the production run </w:t>
            </w:r>
          </w:p>
          <w:p w14:paraId="44728CB4" w14:textId="1F01BF84" w:rsidR="00B9559A" w:rsidRDefault="00B9559A" w:rsidP="00B9559A">
            <w:pPr>
              <w:pStyle w:val="SIText"/>
            </w:pPr>
            <w:r>
              <w:t xml:space="preserve">1.5 Confirm availability of required products </w:t>
            </w:r>
            <w:r w:rsidR="00E350DC">
              <w:t>and supplies</w:t>
            </w:r>
          </w:p>
          <w:p w14:paraId="690919E2" w14:textId="05DFAB14" w:rsidR="00B9559A" w:rsidRDefault="00B9559A" w:rsidP="00B9559A">
            <w:pPr>
              <w:pStyle w:val="SIText"/>
            </w:pPr>
            <w:r>
              <w:t xml:space="preserve">1.6 Check functionality of all machinery, including status of recorded maintenance requests </w:t>
            </w:r>
          </w:p>
          <w:p w14:paraId="70B2C3CE" w14:textId="6374B2FE" w:rsidR="00B9559A" w:rsidRDefault="00B9559A" w:rsidP="00B9559A">
            <w:pPr>
              <w:pStyle w:val="SIText"/>
            </w:pPr>
            <w:r>
              <w:t>1.7 Check machinery settings for the production run</w:t>
            </w:r>
          </w:p>
          <w:p w14:paraId="2DF7E2F6" w14:textId="57A2F12D" w:rsidR="00AB46DE" w:rsidRPr="00AB46DE" w:rsidRDefault="00DA66FF" w:rsidP="00DA66FF">
            <w:pPr>
              <w:pStyle w:val="SIText"/>
            </w:pPr>
            <w:r>
              <w:t xml:space="preserve">1.8 </w:t>
            </w:r>
            <w:r w:rsidR="009A75BA">
              <w:t xml:space="preserve">Ensure pre-operational </w:t>
            </w:r>
            <w:r>
              <w:t>hygiene</w:t>
            </w:r>
            <w:r w:rsidR="009A75BA">
              <w:t xml:space="preserve"> </w:t>
            </w:r>
            <w:r>
              <w:t>and safety checks</w:t>
            </w:r>
            <w:r w:rsidR="009A75BA">
              <w:t xml:space="preserve"> have been </w:t>
            </w:r>
            <w:r>
              <w:t>completed</w:t>
            </w:r>
            <w:r w:rsidR="00C8540B">
              <w:t xml:space="preserve"> and recorded</w:t>
            </w:r>
            <w:r>
              <w:t>.</w:t>
            </w:r>
          </w:p>
        </w:tc>
      </w:tr>
      <w:tr w:rsidR="00F1480E" w:rsidRPr="00963A46" w14:paraId="0ED66C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A93CDD" w14:textId="518BCCC1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C8540B">
              <w:t>Supervise</w:t>
            </w:r>
            <w:r w:rsidR="00DA66FF">
              <w:t xml:space="preserve"> production process </w:t>
            </w:r>
          </w:p>
        </w:tc>
        <w:tc>
          <w:tcPr>
            <w:tcW w:w="3604" w:type="pct"/>
            <w:shd w:val="clear" w:color="auto" w:fill="auto"/>
          </w:tcPr>
          <w:p w14:paraId="5E90936B" w14:textId="5EA64664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DA66FF">
              <w:t>Monitor consistency of product flow and make machinery or staffing adjustments as necessary</w:t>
            </w:r>
          </w:p>
          <w:p w14:paraId="6B74655B" w14:textId="15BEBE1A" w:rsidR="00F1480E" w:rsidRDefault="00F1480E" w:rsidP="000754EC">
            <w:pPr>
              <w:pStyle w:val="SIText"/>
            </w:pPr>
            <w:r w:rsidRPr="008908DE">
              <w:t xml:space="preserve">2.2 </w:t>
            </w:r>
            <w:r w:rsidR="00DA66FF">
              <w:t xml:space="preserve">Monitor machinery </w:t>
            </w:r>
            <w:r w:rsidR="00C8540B">
              <w:t xml:space="preserve">performance </w:t>
            </w:r>
            <w:r w:rsidR="00DA66FF">
              <w:t>to identify early warning signs of malfunction and take appropriate action</w:t>
            </w:r>
          </w:p>
          <w:p w14:paraId="67A1B299" w14:textId="518FB10E" w:rsidR="00DA66FF" w:rsidRDefault="00DA66FF" w:rsidP="000754EC">
            <w:pPr>
              <w:pStyle w:val="SIText"/>
            </w:pPr>
            <w:r>
              <w:t xml:space="preserve">2.3 Regularly check product against specifications, </w:t>
            </w:r>
            <w:proofErr w:type="gramStart"/>
            <w:r>
              <w:t>making adjustments</w:t>
            </w:r>
            <w:proofErr w:type="gramEnd"/>
            <w:r>
              <w:t xml:space="preserve"> where necessary </w:t>
            </w:r>
          </w:p>
          <w:p w14:paraId="6B99AF7B" w14:textId="11153545" w:rsidR="00DA66FF" w:rsidRDefault="00DA66FF" w:rsidP="000754EC">
            <w:pPr>
              <w:pStyle w:val="SIText"/>
            </w:pPr>
            <w:r>
              <w:t>2.4 Monitor product hygiene taking immediate corrective action where necessary</w:t>
            </w:r>
          </w:p>
          <w:p w14:paraId="75A94518" w14:textId="16E6083F" w:rsidR="00DA66FF" w:rsidRDefault="00DA66FF" w:rsidP="000754EC">
            <w:pPr>
              <w:pStyle w:val="SIText"/>
            </w:pPr>
            <w:r>
              <w:t>2.5 Monitor staff performance</w:t>
            </w:r>
            <w:r w:rsidR="00C8540B">
              <w:t xml:space="preserve">, taking corrective action where necessary </w:t>
            </w:r>
            <w:r>
              <w:t xml:space="preserve"> </w:t>
            </w:r>
          </w:p>
          <w:p w14:paraId="6B614D11" w14:textId="3FF0A55C" w:rsidR="00F1480E" w:rsidRPr="000754EC" w:rsidRDefault="00DA66FF" w:rsidP="000754EC">
            <w:pPr>
              <w:pStyle w:val="SIText"/>
            </w:pPr>
            <w:r>
              <w:t>2.</w:t>
            </w:r>
            <w:r w:rsidR="00C8540B">
              <w:t>6</w:t>
            </w:r>
            <w:r>
              <w:t xml:space="preserve"> Monitor waste disposal processes</w:t>
            </w:r>
            <w:r w:rsidR="00C8540B">
              <w:t>.</w:t>
            </w:r>
            <w:r>
              <w:t xml:space="preserve"> </w:t>
            </w:r>
          </w:p>
        </w:tc>
      </w:tr>
      <w:tr w:rsidR="00F1480E" w:rsidRPr="00963A46" w14:paraId="0ED8BE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D56EC" w14:textId="3A179052" w:rsidR="00F1480E" w:rsidRPr="000754EC" w:rsidRDefault="00F1480E" w:rsidP="000754EC">
            <w:pPr>
              <w:pStyle w:val="SIText"/>
            </w:pPr>
            <w:r w:rsidRPr="008908DE">
              <w:lastRenderedPageBreak/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C8540B">
              <w:t xml:space="preserve">Complete production cycle </w:t>
            </w:r>
          </w:p>
        </w:tc>
        <w:tc>
          <w:tcPr>
            <w:tcW w:w="3604" w:type="pct"/>
            <w:shd w:val="clear" w:color="auto" w:fill="auto"/>
          </w:tcPr>
          <w:p w14:paraId="2D6D8C56" w14:textId="1954B91B" w:rsidR="00C8540B" w:rsidRDefault="00F1480E" w:rsidP="000754EC">
            <w:pPr>
              <w:pStyle w:val="SIText"/>
            </w:pPr>
            <w:r w:rsidRPr="008908DE">
              <w:t xml:space="preserve">3.1 </w:t>
            </w:r>
            <w:r w:rsidR="00C8540B">
              <w:t>Assess compliance of final product with product specifications</w:t>
            </w:r>
          </w:p>
          <w:p w14:paraId="41CC6F34" w14:textId="3CE88986" w:rsidR="00F1480E" w:rsidRDefault="00C8540B" w:rsidP="000754EC">
            <w:pPr>
              <w:pStyle w:val="SIText"/>
            </w:pPr>
            <w:r>
              <w:t>3.2 Carry out required shut-down or handover processes as appropriate</w:t>
            </w:r>
          </w:p>
          <w:p w14:paraId="21F3E107" w14:textId="59465AB5" w:rsidR="00C8540B" w:rsidRPr="000754EC" w:rsidRDefault="00C8540B" w:rsidP="000754EC">
            <w:pPr>
              <w:pStyle w:val="SIText"/>
            </w:pPr>
            <w:r>
              <w:t>3.3 Debrief staff</w:t>
            </w:r>
            <w:r w:rsidRPr="00C8540B">
              <w:t xml:space="preserve"> </w:t>
            </w:r>
          </w:p>
          <w:p w14:paraId="5AD30511" w14:textId="7B12C1EB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C8540B">
              <w:t>4</w:t>
            </w:r>
            <w:r w:rsidRPr="008908DE">
              <w:t xml:space="preserve"> </w:t>
            </w:r>
            <w:r w:rsidR="00C8540B">
              <w:t>Record mainten</w:t>
            </w:r>
            <w:r w:rsidR="00C8540B" w:rsidRPr="00C8540B">
              <w:t>ance requirements as necessary</w:t>
            </w:r>
          </w:p>
          <w:p w14:paraId="6C763B95" w14:textId="08D14B14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C8540B">
              <w:t>5</w:t>
            </w:r>
            <w:r w:rsidRPr="008908DE">
              <w:t xml:space="preserve"> </w:t>
            </w:r>
            <w:r w:rsidR="00C8540B">
              <w:t xml:space="preserve">Complete </w:t>
            </w:r>
            <w:r w:rsidR="00C8540B" w:rsidRPr="00C8540B">
              <w:t>required production records</w:t>
            </w:r>
            <w:r w:rsidR="004F3A23">
              <w:t>.</w:t>
            </w:r>
            <w:r w:rsidR="00C8540B" w:rsidRPr="00C8540B">
              <w:t xml:space="preserve">  </w:t>
            </w:r>
          </w:p>
        </w:tc>
      </w:tr>
    </w:tbl>
    <w:p w14:paraId="2C06EE6C" w14:textId="77777777" w:rsidR="005F771F" w:rsidRDefault="005F771F" w:rsidP="005F771F">
      <w:pPr>
        <w:pStyle w:val="SIText"/>
      </w:pPr>
    </w:p>
    <w:p w14:paraId="20F56AEB" w14:textId="77777777" w:rsidR="005F771F" w:rsidRPr="000754EC" w:rsidRDefault="005F771F" w:rsidP="000754EC">
      <w:r>
        <w:br w:type="page"/>
      </w:r>
    </w:p>
    <w:p w14:paraId="0213905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BF7AF5" w14:textId="77777777" w:rsidTr="00CA2922">
        <w:trPr>
          <w:tblHeader/>
        </w:trPr>
        <w:tc>
          <w:tcPr>
            <w:tcW w:w="5000" w:type="pct"/>
            <w:gridSpan w:val="2"/>
          </w:tcPr>
          <w:p w14:paraId="439615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B848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81C5ACA" w14:textId="77777777" w:rsidTr="00CA2922">
        <w:trPr>
          <w:tblHeader/>
        </w:trPr>
        <w:tc>
          <w:tcPr>
            <w:tcW w:w="1396" w:type="pct"/>
          </w:tcPr>
          <w:p w14:paraId="4BDCB8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90D3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6C94254" w14:textId="77777777" w:rsidTr="00CA2922">
        <w:tc>
          <w:tcPr>
            <w:tcW w:w="1396" w:type="pct"/>
          </w:tcPr>
          <w:p w14:paraId="22D3D652" w14:textId="0B7C0FB9" w:rsidR="00F1480E" w:rsidRPr="001010DB" w:rsidRDefault="004C53AB" w:rsidP="004C53AB">
            <w:pPr>
              <w:pStyle w:val="SIText"/>
              <w:rPr>
                <w:rStyle w:val="SITemporaryText-red"/>
              </w:rPr>
            </w:pPr>
            <w:r w:rsidRPr="004C53AB">
              <w:rPr>
                <w:rStyle w:val="SITemporaryText-red"/>
                <w:color w:val="auto"/>
                <w:sz w:val="20"/>
              </w:rPr>
              <w:t>Numeracy</w:t>
            </w:r>
            <w:r>
              <w:rPr>
                <w:rStyle w:val="SITemporaryText-red"/>
              </w:rPr>
              <w:t xml:space="preserve"> </w:t>
            </w:r>
          </w:p>
        </w:tc>
        <w:tc>
          <w:tcPr>
            <w:tcW w:w="3604" w:type="pct"/>
          </w:tcPr>
          <w:p w14:paraId="7E052780" w14:textId="20B14206" w:rsidR="00F1480E" w:rsidRPr="004C53AB" w:rsidRDefault="004C53AB" w:rsidP="004C53A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C53AB">
              <w:rPr>
                <w:rStyle w:val="SITemporaryText-red"/>
                <w:rFonts w:eastAsia="Calibri"/>
                <w:color w:val="auto"/>
                <w:sz w:val="20"/>
              </w:rPr>
              <w:t xml:space="preserve">Estimate quantities, times and speed in order to maintain a consistent process </w:t>
            </w:r>
          </w:p>
        </w:tc>
      </w:tr>
    </w:tbl>
    <w:p w14:paraId="0E4FF5F2" w14:textId="77777777" w:rsidR="00916CD7" w:rsidRDefault="00916CD7" w:rsidP="005F771F">
      <w:pPr>
        <w:pStyle w:val="SIText"/>
      </w:pPr>
    </w:p>
    <w:p w14:paraId="6F9E42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248C21" w14:textId="77777777" w:rsidTr="00F33FF2">
        <w:tc>
          <w:tcPr>
            <w:tcW w:w="5000" w:type="pct"/>
            <w:gridSpan w:val="4"/>
          </w:tcPr>
          <w:p w14:paraId="2575FA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53A65B2" w14:textId="77777777" w:rsidTr="00F33FF2">
        <w:tc>
          <w:tcPr>
            <w:tcW w:w="1028" w:type="pct"/>
          </w:tcPr>
          <w:p w14:paraId="2720A42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A4668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A1191A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0EC8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1010DB" w14:paraId="69081547" w14:textId="77777777" w:rsidTr="00F33FF2">
        <w:tc>
          <w:tcPr>
            <w:tcW w:w="1028" w:type="pct"/>
          </w:tcPr>
          <w:p w14:paraId="1C5C35DB" w14:textId="68A6CA66" w:rsidR="00041E59" w:rsidRPr="004C53AB" w:rsidRDefault="004C53AB" w:rsidP="004C53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53AB">
              <w:rPr>
                <w:rStyle w:val="SITemporaryText-red"/>
                <w:color w:val="auto"/>
                <w:sz w:val="20"/>
              </w:rPr>
              <w:t xml:space="preserve">AMPX317 Monitor product flow in an automated process </w:t>
            </w:r>
          </w:p>
        </w:tc>
        <w:tc>
          <w:tcPr>
            <w:tcW w:w="1105" w:type="pct"/>
          </w:tcPr>
          <w:p w14:paraId="188AE462" w14:textId="02CF8118" w:rsidR="00041E59" w:rsidRPr="004C53AB" w:rsidRDefault="004C53AB" w:rsidP="004C53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53AB">
              <w:rPr>
                <w:rStyle w:val="SITemporaryText-red"/>
                <w:color w:val="auto"/>
                <w:sz w:val="20"/>
              </w:rPr>
              <w:t xml:space="preserve">Not applicable </w:t>
            </w:r>
          </w:p>
        </w:tc>
        <w:tc>
          <w:tcPr>
            <w:tcW w:w="1251" w:type="pct"/>
          </w:tcPr>
          <w:p w14:paraId="23684491" w14:textId="3ADF0042" w:rsidR="00041E59" w:rsidRPr="004C53AB" w:rsidRDefault="004C53AB" w:rsidP="004C53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53AB">
              <w:rPr>
                <w:rStyle w:val="SITemporaryText-red"/>
                <w:color w:val="auto"/>
                <w:sz w:val="20"/>
              </w:rPr>
              <w:t xml:space="preserve">New unit </w:t>
            </w:r>
          </w:p>
        </w:tc>
        <w:tc>
          <w:tcPr>
            <w:tcW w:w="1616" w:type="pct"/>
          </w:tcPr>
          <w:p w14:paraId="070F1793" w14:textId="3ED0C24A" w:rsidR="00916CD7" w:rsidRPr="004C53AB" w:rsidRDefault="00916CD7" w:rsidP="004C53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53AB">
              <w:rPr>
                <w:rStyle w:val="SITemporaryText-red"/>
                <w:color w:val="auto"/>
                <w:sz w:val="20"/>
              </w:rPr>
              <w:t>No equivalent unit</w:t>
            </w:r>
          </w:p>
        </w:tc>
      </w:tr>
    </w:tbl>
    <w:p w14:paraId="76252B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EBC4F2" w14:textId="77777777" w:rsidTr="00CA2922">
        <w:tc>
          <w:tcPr>
            <w:tcW w:w="1396" w:type="pct"/>
            <w:shd w:val="clear" w:color="auto" w:fill="auto"/>
          </w:tcPr>
          <w:p w14:paraId="0B00886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7DEF7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057D74F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-red"/>
              </w:rPr>
              <w:t xml:space="preserve">See </w:t>
            </w:r>
            <w:r w:rsidRPr="00E40225">
              <w:rPr>
                <w:rStyle w:val="SITemporaryText-red"/>
                <w:i/>
              </w:rPr>
              <w:t>Guidelines for developing training package products</w:t>
            </w:r>
            <w:r w:rsidRPr="000754EC">
              <w:rPr>
                <w:rStyle w:val="SITemporaryText-red"/>
              </w:rPr>
              <w:t xml:space="preserve"> </w:t>
            </w:r>
            <w:r w:rsidR="00F1480E" w:rsidRPr="000754EC">
              <w:rPr>
                <w:rStyle w:val="SITemporaryText-red"/>
              </w:rPr>
              <w:t xml:space="preserve">for </w:t>
            </w:r>
            <w:r w:rsidR="00E40225">
              <w:rPr>
                <w:rStyle w:val="SITemporaryText-red"/>
              </w:rPr>
              <w:t xml:space="preserve">directions on how to find the right hyperlink </w:t>
            </w:r>
          </w:p>
        </w:tc>
      </w:tr>
    </w:tbl>
    <w:p w14:paraId="53EF4A2F" w14:textId="77777777" w:rsidR="00F1480E" w:rsidRDefault="00F1480E" w:rsidP="005F771F">
      <w:pPr>
        <w:pStyle w:val="SIText"/>
      </w:pPr>
    </w:p>
    <w:p w14:paraId="1DFDD7D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C5BC0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E4E737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AFF7E5" w14:textId="0D6A4AB3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4F3A23">
              <w:t xml:space="preserve"> </w:t>
            </w:r>
            <w:r w:rsidR="004F3A23" w:rsidRPr="004F3A23">
              <w:t>AMPX3</w:t>
            </w:r>
            <w:r w:rsidR="004C53AB">
              <w:t xml:space="preserve">17 </w:t>
            </w:r>
            <w:r w:rsidR="004F3A23" w:rsidRPr="004F3A23">
              <w:t>Monitor product flow in an automated process</w:t>
            </w:r>
          </w:p>
        </w:tc>
      </w:tr>
      <w:tr w:rsidR="00556C4C" w:rsidRPr="00A55106" w14:paraId="06B4047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C9FB2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6FED5E" w14:textId="77777777" w:rsidTr="00113678">
        <w:tc>
          <w:tcPr>
            <w:tcW w:w="5000" w:type="pct"/>
            <w:gridSpan w:val="2"/>
            <w:shd w:val="clear" w:color="auto" w:fill="auto"/>
          </w:tcPr>
          <w:p w14:paraId="431D380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ECE7F82" w14:textId="77777777" w:rsidR="007B575D" w:rsidRDefault="007B575D" w:rsidP="000754EC">
            <w:pPr>
              <w:pStyle w:val="SIText"/>
            </w:pPr>
          </w:p>
          <w:p w14:paraId="09CE9234" w14:textId="594114B4" w:rsidR="007A300D" w:rsidRPr="000754EC" w:rsidRDefault="004F3A23" w:rsidP="000754EC">
            <w:pPr>
              <w:pStyle w:val="SIText"/>
            </w:pPr>
            <w:r w:rsidRPr="000754EC">
              <w:t>There must be evidence that the</w:t>
            </w:r>
            <w:r>
              <w:t xml:space="preserve"> individual has</w:t>
            </w:r>
            <w:r w:rsidR="007A300D" w:rsidRPr="000754EC">
              <w:t>:</w:t>
            </w:r>
          </w:p>
          <w:p w14:paraId="0B8A64A7" w14:textId="55762FF5" w:rsidR="004C53AB" w:rsidRDefault="004C53AB" w:rsidP="000754EC">
            <w:pPr>
              <w:pStyle w:val="SIBulletList1"/>
              <w:rPr>
                <w:rFonts w:eastAsia="Calibri"/>
              </w:rPr>
            </w:pPr>
            <w:r>
              <w:t>satisfactorily completed the production requirements of at least three production runs or shifts</w:t>
            </w:r>
          </w:p>
          <w:p w14:paraId="54CB9AF3" w14:textId="41C05BB1" w:rsidR="006E42FE" w:rsidRPr="000754EC" w:rsidRDefault="00422B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="004F3A23">
              <w:rPr>
                <w:rFonts w:eastAsia="Calibri"/>
              </w:rPr>
              <w:t xml:space="preserve">aintained control of the whole process for which they </w:t>
            </w:r>
            <w:r>
              <w:rPr>
                <w:rFonts w:eastAsia="Calibri"/>
              </w:rPr>
              <w:t>had</w:t>
            </w:r>
            <w:r w:rsidR="004F3A2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responsibility</w:t>
            </w:r>
          </w:p>
          <w:p w14:paraId="22042FC0" w14:textId="60861A1B" w:rsidR="006E42FE" w:rsidRDefault="00422B9F" w:rsidP="000754EC">
            <w:pPr>
              <w:pStyle w:val="SIBulletList1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made adjustments</w:t>
            </w:r>
            <w:proofErr w:type="gramEnd"/>
            <w:r>
              <w:rPr>
                <w:rFonts w:eastAsia="Calibri"/>
              </w:rPr>
              <w:t xml:space="preserve"> where necessary to meet the requirements of parts of the production sequence for which they do not have direct responsibility </w:t>
            </w:r>
          </w:p>
          <w:p w14:paraId="32C7D430" w14:textId="07980BAA" w:rsidR="00422B9F" w:rsidRPr="000754EC" w:rsidRDefault="00422B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provided advice and support to staff in training</w:t>
            </w:r>
          </w:p>
          <w:p w14:paraId="3FE52530" w14:textId="77777777" w:rsidR="00422B9F" w:rsidRPr="00422B9F" w:rsidRDefault="00422B9F" w:rsidP="000754EC">
            <w:pPr>
              <w:pStyle w:val="SIBulletList1"/>
            </w:pPr>
            <w:r>
              <w:rPr>
                <w:rFonts w:eastAsia="Calibri"/>
              </w:rPr>
              <w:t>consistently ensured product meets required specifications</w:t>
            </w:r>
          </w:p>
          <w:p w14:paraId="06E30CD5" w14:textId="1F2B9F63" w:rsidR="00556C4C" w:rsidRPr="000754EC" w:rsidRDefault="00422B9F" w:rsidP="000754EC">
            <w:pPr>
              <w:pStyle w:val="SIBulletList1"/>
            </w:pPr>
            <w:r>
              <w:rPr>
                <w:rFonts w:eastAsia="Calibri"/>
              </w:rPr>
              <w:t xml:space="preserve">been proactive in taking preventative action where required.  </w:t>
            </w:r>
          </w:p>
        </w:tc>
      </w:tr>
    </w:tbl>
    <w:p w14:paraId="13F20C8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30D5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D6BD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CDB1408" w14:textId="77777777" w:rsidTr="00CA2922">
        <w:tc>
          <w:tcPr>
            <w:tcW w:w="5000" w:type="pct"/>
            <w:shd w:val="clear" w:color="auto" w:fill="auto"/>
          </w:tcPr>
          <w:p w14:paraId="3076CA1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29EE430" w14:textId="77777777" w:rsidR="007B575D" w:rsidRDefault="007B5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regulatory and customer requirements applicable to the production process</w:t>
            </w:r>
          </w:p>
          <w:p w14:paraId="7A0149D2" w14:textId="15C0501E" w:rsidR="007B575D" w:rsidRDefault="007B5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applicable work instructions and Standard Operating Procedures  </w:t>
            </w:r>
          </w:p>
          <w:p w14:paraId="5832FA97" w14:textId="148CD62D" w:rsidR="006E42FE" w:rsidRPr="000754EC" w:rsidRDefault="00422B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sources of contamination and </w:t>
            </w:r>
            <w:r w:rsidR="007B575D">
              <w:rPr>
                <w:rFonts w:eastAsia="Calibri"/>
              </w:rPr>
              <w:t xml:space="preserve">suitable </w:t>
            </w:r>
            <w:r>
              <w:rPr>
                <w:rFonts w:eastAsia="Calibri"/>
              </w:rPr>
              <w:t xml:space="preserve">preventative and corrective actions </w:t>
            </w:r>
          </w:p>
          <w:p w14:paraId="36C45BD5" w14:textId="689B17ED" w:rsidR="006E42FE" w:rsidRDefault="00422B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machinery requirements, settings and capabilities, including manufacturer's recommendations </w:t>
            </w:r>
          </w:p>
          <w:p w14:paraId="20F1C993" w14:textId="3CBC0807" w:rsidR="007B575D" w:rsidRPr="000754EC" w:rsidRDefault="007B5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warning signs of machinery malfunction </w:t>
            </w:r>
          </w:p>
          <w:p w14:paraId="6B61CD7C" w14:textId="55D17707" w:rsidR="00F1480E" w:rsidRDefault="00422B9F" w:rsidP="000754EC">
            <w:pPr>
              <w:pStyle w:val="SIBulletList1"/>
            </w:pPr>
            <w:r>
              <w:t>waste disposal requirements</w:t>
            </w:r>
          </w:p>
          <w:p w14:paraId="78F1BC8B" w14:textId="0DCE55B6" w:rsidR="00422B9F" w:rsidRPr="000754EC" w:rsidRDefault="00422B9F" w:rsidP="000754EC">
            <w:pPr>
              <w:pStyle w:val="SIBulletList1"/>
            </w:pPr>
            <w:r>
              <w:t xml:space="preserve">options for </w:t>
            </w:r>
            <w:proofErr w:type="gramStart"/>
            <w:r>
              <w:t>making adjustments to</w:t>
            </w:r>
            <w:proofErr w:type="gramEnd"/>
            <w:r>
              <w:t xml:space="preserve"> ensure consistent product flow</w:t>
            </w:r>
            <w:r w:rsidR="007B575D">
              <w:t>.</w:t>
            </w:r>
            <w:r>
              <w:t xml:space="preserve"> </w:t>
            </w:r>
          </w:p>
        </w:tc>
      </w:tr>
    </w:tbl>
    <w:p w14:paraId="2B9C7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B878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1C38B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A9F986" w14:textId="77777777" w:rsidTr="00CA2922">
        <w:tc>
          <w:tcPr>
            <w:tcW w:w="5000" w:type="pct"/>
            <w:shd w:val="clear" w:color="auto" w:fill="auto"/>
          </w:tcPr>
          <w:p w14:paraId="75F2E2C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F842CCE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CB7B44E" w14:textId="7C5E420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E8CDA2B" w14:textId="56CB735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7B575D">
              <w:t xml:space="preserve">an operating food processing </w:t>
            </w:r>
            <w:r w:rsidR="00E350DC">
              <w:t>enterprise</w:t>
            </w:r>
          </w:p>
          <w:p w14:paraId="0C9A888E" w14:textId="0BAA430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F963CEB" w14:textId="16612C52" w:rsidR="00F83D7C" w:rsidRPr="00E609CE" w:rsidRDefault="007B575D" w:rsidP="00E609C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</w:t>
            </w:r>
            <w:r w:rsidR="00E350DC">
              <w:rPr>
                <w:rFonts w:eastAsia="Calibri"/>
              </w:rPr>
              <w:t xml:space="preserve"> supplies</w:t>
            </w:r>
            <w:r>
              <w:rPr>
                <w:rFonts w:eastAsia="Calibri"/>
              </w:rPr>
              <w:t xml:space="preserve">, staff and machinery necessary to complete a full production run or shift </w:t>
            </w:r>
          </w:p>
          <w:p w14:paraId="61ABB8A5" w14:textId="2FBC6D3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3D77167" w14:textId="3EDF29C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documents such as policies, procedures, processes</w:t>
            </w:r>
            <w:r w:rsidR="00E350DC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forms</w:t>
            </w:r>
            <w:r w:rsidR="00E350DC">
              <w:rPr>
                <w:rFonts w:eastAsia="Calibri"/>
              </w:rPr>
              <w:t xml:space="preserve"> </w:t>
            </w:r>
          </w:p>
          <w:p w14:paraId="4B263FA1" w14:textId="1A22227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manufacturer’s operating instructions for specific machinery</w:t>
            </w:r>
          </w:p>
          <w:p w14:paraId="1563DAB5" w14:textId="2CD73EC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specific safety data sheets</w:t>
            </w:r>
            <w:r w:rsidR="00E350DC">
              <w:rPr>
                <w:rFonts w:eastAsia="Calibri"/>
              </w:rPr>
              <w:t xml:space="preserve"> as appropriate</w:t>
            </w:r>
          </w:p>
          <w:p w14:paraId="32CA15B7" w14:textId="4CA0B64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E350DC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job specifications</w:t>
            </w:r>
          </w:p>
          <w:p w14:paraId="0DAFDDA8" w14:textId="7A8D2E22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specific legislation</w:t>
            </w:r>
            <w:r w:rsidR="00E350DC">
              <w:rPr>
                <w:rFonts w:eastAsia="Calibri"/>
              </w:rPr>
              <w:t xml:space="preserve"> or regulations as appropriate</w:t>
            </w:r>
          </w:p>
          <w:p w14:paraId="2ED73725" w14:textId="16F8368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5E76660B" w14:textId="5984C32F" w:rsidR="00366805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member(s)</w:t>
            </w:r>
          </w:p>
          <w:p w14:paraId="0D957203" w14:textId="5540B4F2" w:rsidR="00E350DC" w:rsidRDefault="00E350DC" w:rsidP="000754EC">
            <w:pPr>
              <w:pStyle w:val="SIBulletList2"/>
            </w:pPr>
            <w:r>
              <w:t xml:space="preserve">supervisors from other production areas </w:t>
            </w:r>
          </w:p>
          <w:p w14:paraId="2E6A7DB5" w14:textId="77777777" w:rsidR="00E350DC" w:rsidRPr="000754EC" w:rsidRDefault="00E350DC" w:rsidP="00E350D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5D10CF6" w14:textId="4120E0BC" w:rsidR="0021210E" w:rsidRDefault="00E350DC" w:rsidP="000754EC">
            <w:pPr>
              <w:pStyle w:val="SIText"/>
            </w:pPr>
            <w:r>
              <w:t xml:space="preserve">A minimum of three different forms of assessment must be used. </w:t>
            </w:r>
          </w:p>
          <w:p w14:paraId="16FEEA8C" w14:textId="77777777" w:rsidR="00E350DC" w:rsidRDefault="00E350DC" w:rsidP="000754EC">
            <w:pPr>
              <w:pStyle w:val="SIText"/>
            </w:pPr>
          </w:p>
          <w:p w14:paraId="6FEB3E96" w14:textId="255A5F18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747EF09" w14:textId="4C78B3A2" w:rsidR="00F1480E" w:rsidRPr="000754EC" w:rsidRDefault="00F1480E" w:rsidP="00E350DC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CD64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758E68" w14:textId="77777777" w:rsidTr="004679E3">
        <w:tc>
          <w:tcPr>
            <w:tcW w:w="990" w:type="pct"/>
            <w:shd w:val="clear" w:color="auto" w:fill="auto"/>
          </w:tcPr>
          <w:p w14:paraId="738487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44982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8E1982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-red"/>
              </w:rPr>
              <w:t xml:space="preserve">See </w:t>
            </w:r>
            <w:r w:rsidR="00E40225" w:rsidRPr="00E40225">
              <w:rPr>
                <w:rStyle w:val="SITemporaryText-red"/>
                <w:i/>
              </w:rPr>
              <w:t>Guidelines for developing training package products</w:t>
            </w:r>
            <w:r w:rsidR="00E40225" w:rsidRPr="000754EC">
              <w:rPr>
                <w:rStyle w:val="SITemporaryText-red"/>
              </w:rPr>
              <w:t xml:space="preserve"> for </w:t>
            </w:r>
            <w:r w:rsidR="00E40225">
              <w:rPr>
                <w:rStyle w:val="SITemporaryText-red"/>
              </w:rPr>
              <w:t>directions on how to find the right hyperlink</w:t>
            </w:r>
          </w:p>
        </w:tc>
      </w:tr>
    </w:tbl>
    <w:p w14:paraId="6EE5011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7ADFD" w14:textId="77777777" w:rsidR="00D0682C" w:rsidRDefault="00D0682C" w:rsidP="00BF3F0A">
      <w:r>
        <w:separator/>
      </w:r>
    </w:p>
    <w:p w14:paraId="4B7AB6AD" w14:textId="77777777" w:rsidR="00D0682C" w:rsidRDefault="00D0682C"/>
  </w:endnote>
  <w:endnote w:type="continuationSeparator" w:id="0">
    <w:p w14:paraId="5D415DAA" w14:textId="77777777" w:rsidR="00D0682C" w:rsidRDefault="00D0682C" w:rsidP="00BF3F0A">
      <w:r>
        <w:continuationSeparator/>
      </w:r>
    </w:p>
    <w:p w14:paraId="2FB31B66" w14:textId="77777777" w:rsidR="00D0682C" w:rsidRDefault="00D068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7410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AA96A0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05611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AD444" w14:textId="77777777" w:rsidR="00D0682C" w:rsidRDefault="00D0682C" w:rsidP="00BF3F0A">
      <w:r>
        <w:separator/>
      </w:r>
    </w:p>
    <w:p w14:paraId="1DBE0E18" w14:textId="77777777" w:rsidR="00D0682C" w:rsidRDefault="00D0682C"/>
  </w:footnote>
  <w:footnote w:type="continuationSeparator" w:id="0">
    <w:p w14:paraId="7BD91BAA" w14:textId="77777777" w:rsidR="00D0682C" w:rsidRDefault="00D0682C" w:rsidP="00BF3F0A">
      <w:r>
        <w:continuationSeparator/>
      </w:r>
    </w:p>
    <w:p w14:paraId="53073B19" w14:textId="77777777" w:rsidR="00D0682C" w:rsidRDefault="00D068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EDA6F" w14:textId="3F48862B" w:rsidR="009C2650" w:rsidRPr="000754EC" w:rsidRDefault="004C53AB" w:rsidP="00146EEC">
    <w:pPr>
      <w:pStyle w:val="SIText"/>
    </w:pPr>
    <w:r>
      <w:t xml:space="preserve">AMPX317 </w:t>
    </w:r>
    <w:r w:rsidR="0042477F">
      <w:t xml:space="preserve">Monitor product flow in an automated process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7F"/>
    <w:rsid w:val="000014B9"/>
    <w:rsid w:val="00005A15"/>
    <w:rsid w:val="0001108F"/>
    <w:rsid w:val="000115E2"/>
    <w:rsid w:val="000126D0"/>
    <w:rsid w:val="0001296A"/>
    <w:rsid w:val="00016803"/>
    <w:rsid w:val="00022B12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0DB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C1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B9F"/>
    <w:rsid w:val="0042477F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3A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A23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67A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BBC"/>
    <w:rsid w:val="00781D77"/>
    <w:rsid w:val="00783549"/>
    <w:rsid w:val="007860B7"/>
    <w:rsid w:val="00786DC8"/>
    <w:rsid w:val="007A300D"/>
    <w:rsid w:val="007B575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AB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5BA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59A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40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82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FF"/>
    <w:rsid w:val="00DC1D69"/>
    <w:rsid w:val="00DC5A3A"/>
    <w:rsid w:val="00DD0726"/>
    <w:rsid w:val="00E238E6"/>
    <w:rsid w:val="00E34CD8"/>
    <w:rsid w:val="00E35064"/>
    <w:rsid w:val="00E350DC"/>
    <w:rsid w:val="00E3681D"/>
    <w:rsid w:val="00E40225"/>
    <w:rsid w:val="00E501F0"/>
    <w:rsid w:val="00E609CE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A6B44"/>
  <w15:docId w15:val="{E1D6C8D4-5451-4B57-A70B-6FA16B76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6049F620-4F42-4108-856C-E04575237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07706-408B-4FA0-87BB-77B24A63D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</TotalTime>
  <Pages>4</Pages>
  <Words>949</Words>
  <Characters>5413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Skills Impact Unit of Competency Template</vt:lpstr>
      <vt:lpstr>    </vt:lpstr>
      <vt:lpstr>    Modification history</vt:lpstr>
    </vt:vector>
  </TitlesOfParts>
  <Company>AgriFood Skills Australia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4</cp:revision>
  <cp:lastPrinted>2019-09-02T01:03:00Z</cp:lastPrinted>
  <dcterms:created xsi:type="dcterms:W3CDTF">2019-09-20T04:20:00Z</dcterms:created>
  <dcterms:modified xsi:type="dcterms:W3CDTF">2019-10-03T02:35:00Z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