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6502F92" w:rsidR="00A301E0" w:rsidRPr="00536741" w:rsidRDefault="00F70259" w:rsidP="00536741">
            <w:pPr>
              <w:pStyle w:val="SISSCODE"/>
            </w:pPr>
            <w:r w:rsidRPr="005B1F2D">
              <w:t>ACMSS</w:t>
            </w:r>
            <w:r w:rsidR="00194621">
              <w:t>XXX</w:t>
            </w:r>
            <w:r w:rsidR="00646186">
              <w:t>2</w:t>
            </w:r>
            <w:r w:rsidR="00AD6377">
              <w:rPr>
                <w:rStyle w:val="SITemporaryText-blue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61E6A7E0" w14:textId="6BD5C759" w:rsidR="00A301E0" w:rsidRPr="00536741" w:rsidRDefault="00AD6377" w:rsidP="00536741">
            <w:pPr>
              <w:pStyle w:val="SISStitle"/>
            </w:pPr>
            <w:r>
              <w:t>Large Whale Disentanglement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44811CC6" w:rsidR="004C7A9E" w:rsidRDefault="005B1F2D" w:rsidP="000D0912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is designed to prepare individuals with the skills and knowledge to </w:t>
            </w:r>
            <w:r w:rsidR="004C7A9E" w:rsidRPr="000D0912">
              <w:t xml:space="preserve">participate in a response team crew </w:t>
            </w:r>
            <w:r w:rsidR="000D0912" w:rsidRPr="000D0912">
              <w:t xml:space="preserve">aboard a vessel </w:t>
            </w:r>
            <w:r w:rsidR="004C7A9E" w:rsidRPr="000D0912">
              <w:t>to safely assess a scene and release a large whale from</w:t>
            </w:r>
            <w:r w:rsidR="004C7A9E" w:rsidRPr="004C7A9E">
              <w:t xml:space="preserve"> ent</w:t>
            </w:r>
            <w:bookmarkStart w:id="1" w:name="_GoBack"/>
            <w:bookmarkEnd w:id="1"/>
            <w:r w:rsidR="004C7A9E" w:rsidRPr="004C7A9E">
              <w:t>anglement.</w:t>
            </w:r>
            <w:r w:rsidR="004C7A9E">
              <w:t xml:space="preserve"> It includes skills to navigate </w:t>
            </w:r>
            <w:r w:rsidR="000D0912">
              <w:t>in marine environments and personal sea-safety skills.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429BB16B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AD6377" w:rsidRPr="000D0912">
              <w:rPr>
                <w:rStyle w:val="SITemporaryText-blue"/>
              </w:rPr>
              <w:t>(to be confirmed</w:t>
            </w:r>
            <w:r w:rsidR="00703364" w:rsidRPr="000D0912">
              <w:rPr>
                <w:rStyle w:val="SITemporaryText-blue"/>
              </w:rPr>
              <w:t>)</w:t>
            </w:r>
            <w:r w:rsidRPr="000D0912">
              <w:rPr>
                <w:rStyle w:val="SITemporaryText-blue"/>
              </w:rPr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52CCD6A7" w14:textId="77777777" w:rsidR="009460F6" w:rsidRPr="009460F6" w:rsidRDefault="009460F6" w:rsidP="009460F6">
            <w:pPr>
              <w:pStyle w:val="SIText"/>
            </w:pPr>
            <w:r w:rsidRPr="009460F6">
              <w:t>Most government jurisdictions have requirements that allow only appropriately authorised agencies to undertake response operations. Users are advised to check with the relevant authority.</w:t>
            </w:r>
          </w:p>
          <w:p w14:paraId="1753A7F4" w14:textId="77777777" w:rsidR="009460F6" w:rsidRPr="009460F6" w:rsidRDefault="009460F6" w:rsidP="009460F6">
            <w:pPr>
              <w:pStyle w:val="SIText"/>
            </w:pPr>
          </w:p>
          <w:p w14:paraId="7F5EF99A" w14:textId="77777777" w:rsidR="009460F6" w:rsidRPr="009460F6" w:rsidRDefault="009460F6" w:rsidP="009460F6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  <w:p w14:paraId="2D5F34B6" w14:textId="69F237BA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</w:t>
            </w:r>
            <w:commentRangeStart w:id="2"/>
            <w:r w:rsidR="00A772D9" w:rsidRPr="00536741">
              <w:t>Requirements</w:t>
            </w:r>
            <w:commentRangeEnd w:id="2"/>
            <w:r w:rsidR="001A4C85">
              <w:rPr>
                <w:b w:val="0"/>
                <w:sz w:val="22"/>
                <w:szCs w:val="22"/>
                <w:lang w:eastAsia="en-AU"/>
              </w:rPr>
              <w:commentReference w:id="2"/>
            </w:r>
          </w:p>
          <w:p w14:paraId="6E49EA84" w14:textId="7AA76125" w:rsidR="00703364" w:rsidRPr="00703364" w:rsidRDefault="00703364" w:rsidP="00703364">
            <w:pPr>
              <w:pStyle w:val="SIBulletList1"/>
            </w:pPr>
            <w:r w:rsidRPr="00703364">
              <w:t xml:space="preserve">ACMAIMXX1 </w:t>
            </w:r>
            <w:r w:rsidR="00451BF9">
              <w:t>Participate in l</w:t>
            </w:r>
            <w:r w:rsidRPr="00703364">
              <w:t>arge whale disentanglement</w:t>
            </w:r>
            <w:r w:rsidR="00451BF9">
              <w:t xml:space="preserve"> operation</w:t>
            </w:r>
            <w:r w:rsidRPr="00703364">
              <w:t xml:space="preserve">s </w:t>
            </w:r>
            <w:r w:rsidRPr="000D0912">
              <w:rPr>
                <w:rStyle w:val="SITemporaryText-blue"/>
              </w:rPr>
              <w:t>(new unit)</w:t>
            </w:r>
          </w:p>
          <w:p w14:paraId="24B6C0F1" w14:textId="77777777" w:rsidR="00703364" w:rsidRPr="00703364" w:rsidRDefault="00F85D18" w:rsidP="00703364">
            <w:pPr>
              <w:pStyle w:val="SIBulletList1"/>
            </w:pPr>
            <w:hyperlink r:id="rId14" w:tooltip="View details for unit of competency code PUAOPE009" w:history="1">
              <w:r w:rsidR="00703364" w:rsidRPr="00703364">
                <w:t xml:space="preserve">PUAOPE009 </w:t>
              </w:r>
            </w:hyperlink>
            <w:r w:rsidR="00703364" w:rsidRPr="00703364">
              <w:t>Navigate in an aquatic environment</w:t>
            </w:r>
          </w:p>
          <w:p w14:paraId="1214A21D" w14:textId="6A605D1A" w:rsidR="00703364" w:rsidRPr="00703364" w:rsidRDefault="00703364" w:rsidP="00703364">
            <w:pPr>
              <w:pStyle w:val="SIBulletList1"/>
            </w:pPr>
            <w:r w:rsidRPr="00703364">
              <w:t>PUASAR012 Apply surf awareness and self-rescue skills</w:t>
            </w:r>
          </w:p>
          <w:p w14:paraId="53F50D5D" w14:textId="032B8CD1" w:rsidR="001F28F9" w:rsidRPr="00536741" w:rsidRDefault="001F28F9" w:rsidP="000D091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60572E85" w:rsidR="0016138C" w:rsidRPr="00536741" w:rsidRDefault="005B1F2D" w:rsidP="00536741">
            <w:pPr>
              <w:pStyle w:val="SIText"/>
            </w:pPr>
            <w:r w:rsidRPr="005B1F2D">
              <w:t>This skill set is for individuals who work</w:t>
            </w:r>
            <w:r w:rsidR="00A7232F">
              <w:t xml:space="preserve"> with approved agencies to undertake large whale disentanglements.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DE2AF4F" w:rsidR="00DB557A" w:rsidRPr="00536741" w:rsidRDefault="005B1F2D" w:rsidP="005B1F2D">
            <w:pPr>
              <w:pStyle w:val="SIText"/>
            </w:pPr>
            <w:r w:rsidRPr="005B1F2D">
              <w:t xml:space="preserve">These competencies meet the requirements </w:t>
            </w:r>
            <w:r w:rsidR="00C91783">
              <w:t xml:space="preserve">for </w:t>
            </w:r>
            <w:r w:rsidR="00C91783" w:rsidRPr="00C91783">
              <w:t>individuals who work with approved agencies to undertake large whale disentanglements.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Sue Hamilton" w:date="2019-10-28T13:15:00Z" w:initials="SH">
    <w:p w14:paraId="5529DB93" w14:textId="55ADB1D8" w:rsidR="001A4C85" w:rsidRDefault="001A4C85">
      <w:r>
        <w:annotationRef/>
      </w:r>
      <w:r>
        <w:t xml:space="preserve">Should we add a unit about </w:t>
      </w:r>
      <w:r w:rsidR="00F215E8">
        <w:t xml:space="preserve">vessels eg </w:t>
      </w:r>
      <w:r w:rsidR="00F215E8" w:rsidRPr="00F215E8">
        <w:t>MARK007 - Handle a vessel up to 12 metres</w:t>
      </w:r>
      <w:r w:rsidR="00F215E8">
        <w:t>?</w:t>
      </w:r>
      <w:r w:rsidR="000D0912">
        <w:t xml:space="preserve"> Or is this a separate/licensed area?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29DB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29DB93" w16cid:durableId="216168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3E2A6" w14:textId="77777777" w:rsidR="00F85D18" w:rsidRDefault="00F85D18" w:rsidP="00BF3F0A">
      <w:r>
        <w:separator/>
      </w:r>
    </w:p>
    <w:p w14:paraId="45FAD8F0" w14:textId="77777777" w:rsidR="00F85D18" w:rsidRDefault="00F85D18"/>
  </w:endnote>
  <w:endnote w:type="continuationSeparator" w:id="0">
    <w:p w14:paraId="0899E7EE" w14:textId="77777777" w:rsidR="00F85D18" w:rsidRDefault="00F85D18" w:rsidP="00BF3F0A">
      <w:r>
        <w:continuationSeparator/>
      </w:r>
    </w:p>
    <w:p w14:paraId="1363554E" w14:textId="77777777" w:rsidR="00F85D18" w:rsidRDefault="00F85D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4C592" w14:textId="77777777" w:rsidR="00F85D18" w:rsidRDefault="00F85D18" w:rsidP="00BF3F0A">
      <w:r>
        <w:separator/>
      </w:r>
    </w:p>
    <w:p w14:paraId="421C32C7" w14:textId="77777777" w:rsidR="00F85D18" w:rsidRDefault="00F85D18"/>
  </w:footnote>
  <w:footnote w:type="continuationSeparator" w:id="0">
    <w:p w14:paraId="55CBAC29" w14:textId="77777777" w:rsidR="00F85D18" w:rsidRDefault="00F85D18" w:rsidP="00BF3F0A">
      <w:r>
        <w:continuationSeparator/>
      </w:r>
    </w:p>
    <w:p w14:paraId="01988B12" w14:textId="77777777" w:rsidR="00F85D18" w:rsidRDefault="00F85D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0D3DC018" w:rsidR="009C2650" w:rsidRPr="005B1F2D" w:rsidRDefault="00194621" w:rsidP="005B1F2D">
    <w:r w:rsidRPr="005B1F2D">
      <w:t>ACMSS</w:t>
    </w:r>
    <w:r>
      <w:t>XXX</w:t>
    </w:r>
    <w:r w:rsidR="00646186">
      <w:t>2</w:t>
    </w:r>
    <w:r>
      <w:t>1</w:t>
    </w:r>
    <w:r w:rsidRPr="005B1F2D">
      <w:t xml:space="preserve"> </w:t>
    </w:r>
    <w:r w:rsidR="00AD6377" w:rsidRPr="00AD6377">
      <w:t xml:space="preserve">Large Whale Disentanglement </w:t>
    </w:r>
    <w:r w:rsidR="005B1F2D"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0F7ED5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4621"/>
    <w:rsid w:val="001A4C8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1BF9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6186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32F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616F"/>
    <w:rsid w:val="00F56827"/>
    <w:rsid w:val="00F65EF0"/>
    <w:rsid w:val="00F70259"/>
    <w:rsid w:val="00F71651"/>
    <w:rsid w:val="00F76CC6"/>
    <w:rsid w:val="00F85D1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PUAOPE00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066336C-2B6A-4EDA-9D46-992E7640E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16</cp:revision>
  <cp:lastPrinted>2016-05-27T05:21:00Z</cp:lastPrinted>
  <dcterms:created xsi:type="dcterms:W3CDTF">2019-08-28T05:03:00Z</dcterms:created>
  <dcterms:modified xsi:type="dcterms:W3CDTF">2019-11-05T22:22:00Z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