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DB81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18DD9D0" w14:textId="77777777" w:rsidTr="00F279E6">
        <w:tc>
          <w:tcPr>
            <w:tcW w:w="1396" w:type="pct"/>
            <w:shd w:val="clear" w:color="auto" w:fill="auto"/>
          </w:tcPr>
          <w:p w14:paraId="4A71D754" w14:textId="524975E9" w:rsidR="00A301E0" w:rsidRPr="00536741" w:rsidRDefault="00A301E0" w:rsidP="00536741">
            <w:pPr>
              <w:pStyle w:val="SISSCODE"/>
            </w:pPr>
            <w:r w:rsidRPr="00536741">
              <w:t>s</w:t>
            </w:r>
            <w:r w:rsidR="008C24C2">
              <w:t>F</w:t>
            </w:r>
            <w:r w:rsidR="00993204">
              <w:t>I</w:t>
            </w:r>
            <w:r w:rsidR="008C24C2">
              <w:t>SS</w:t>
            </w:r>
            <w:r w:rsidRPr="00536741">
              <w:t>xxx</w:t>
            </w:r>
            <w:r w:rsidR="00993204">
              <w:t>1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0C5E87D6" w14:textId="77777777" w:rsidR="00A301E0" w:rsidRPr="00536741" w:rsidRDefault="007764A4" w:rsidP="00536741">
            <w:pPr>
              <w:pStyle w:val="SISStitle"/>
            </w:pPr>
            <w:r>
              <w:t>Fisheries and Aquaculture Induction</w:t>
            </w:r>
            <w:r w:rsidR="008F04D1">
              <w:t xml:space="preserve"> Technology Skill Set </w:t>
            </w:r>
          </w:p>
        </w:tc>
      </w:tr>
    </w:tbl>
    <w:p w14:paraId="59E9B576" w14:textId="77777777" w:rsidR="00A301E0" w:rsidRPr="00536741" w:rsidRDefault="00A301E0" w:rsidP="00A301E0"/>
    <w:p w14:paraId="75E352D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CEE26A6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51F17D" w14:textId="77777777" w:rsidTr="002A1BEA">
        <w:tc>
          <w:tcPr>
            <w:tcW w:w="1396" w:type="pct"/>
            <w:shd w:val="clear" w:color="auto" w:fill="auto"/>
          </w:tcPr>
          <w:p w14:paraId="474D83A6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3C04CE0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02D1D2E4" w14:textId="77777777" w:rsidTr="002A1BEA">
        <w:tc>
          <w:tcPr>
            <w:tcW w:w="1396" w:type="pct"/>
            <w:shd w:val="clear" w:color="auto" w:fill="auto"/>
          </w:tcPr>
          <w:p w14:paraId="79AA002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9D4DDC5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20438F">
              <w:t xml:space="preserve">SFI Seafood </w:t>
            </w:r>
            <w:r w:rsidRPr="00536741">
              <w:t xml:space="preserve">Training Package Version </w:t>
            </w:r>
            <w:r w:rsidR="0020438F">
              <w:t>2.0</w:t>
            </w:r>
            <w:r w:rsidRPr="00536741">
              <w:t xml:space="preserve"> </w:t>
            </w:r>
          </w:p>
          <w:p w14:paraId="464C93E0" w14:textId="77777777" w:rsidR="00536741" w:rsidRDefault="00536741" w:rsidP="00536741">
            <w:pPr>
              <w:pStyle w:val="SIText"/>
            </w:pPr>
          </w:p>
        </w:tc>
      </w:tr>
    </w:tbl>
    <w:p w14:paraId="4694387D" w14:textId="77777777" w:rsidR="00536741" w:rsidRDefault="00536741" w:rsidP="00536741">
      <w:pPr>
        <w:rPr>
          <w:lang w:eastAsia="en-US"/>
        </w:rPr>
      </w:pPr>
    </w:p>
    <w:p w14:paraId="3F47EE1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FEF2F42" w14:textId="77777777" w:rsidTr="000D7BE6">
        <w:tc>
          <w:tcPr>
            <w:tcW w:w="5000" w:type="pct"/>
            <w:shd w:val="clear" w:color="auto" w:fill="auto"/>
          </w:tcPr>
          <w:p w14:paraId="45853781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22AF1938" w14:textId="77777777" w:rsidR="00A644BD" w:rsidRPr="00890663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56009D" w:rsidRPr="00536741">
              <w:t xml:space="preserve"> </w:t>
            </w:r>
            <w:r w:rsidR="008F04D1">
              <w:t xml:space="preserve">is designed to prepare individuals with skills and knowledge requirements to </w:t>
            </w:r>
            <w:r w:rsidR="007764A4">
              <w:t>commence using fisheries or aquaculture technology.</w:t>
            </w:r>
          </w:p>
          <w:p w14:paraId="32674C84" w14:textId="77777777" w:rsidR="00A772D9" w:rsidRPr="00536741" w:rsidRDefault="00A772D9" w:rsidP="008F04D1">
            <w:pPr>
              <w:pStyle w:val="SIText"/>
            </w:pPr>
          </w:p>
        </w:tc>
      </w:tr>
      <w:tr w:rsidR="00A301E0" w:rsidRPr="00963A46" w14:paraId="357F38D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5F4BF8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963B179" w14:textId="77777777" w:rsidR="00890663" w:rsidRPr="00536741" w:rsidRDefault="00890663" w:rsidP="003A078D">
            <w:pPr>
              <w:pStyle w:val="SIText"/>
            </w:pPr>
            <w:r>
              <w:t>These units of competency</w:t>
            </w:r>
            <w:r w:rsidR="003A078D">
              <w:t xml:space="preserve"> build on skills and knowledge attained in SFI</w:t>
            </w:r>
            <w:r w:rsidR="00E85429">
              <w:t>2</w:t>
            </w:r>
            <w:r w:rsidR="003A078D">
              <w:t>0119 Certificate II in Aquaculture.</w:t>
            </w:r>
          </w:p>
          <w:p w14:paraId="709C413A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7FA8EBE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CB48A29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652542F9" w14:textId="77777777" w:rsidR="00890663" w:rsidRDefault="009F4562" w:rsidP="00536741">
            <w:pPr>
              <w:pStyle w:val="SIText"/>
            </w:pPr>
            <w:r w:rsidRPr="009F4562">
              <w:t xml:space="preserve">No licensing, legislative or certification requirements apply to this skill set at the time of publication. </w:t>
            </w:r>
          </w:p>
          <w:p w14:paraId="618742DD" w14:textId="77777777" w:rsidR="009F4562" w:rsidRDefault="009F4562" w:rsidP="00536741">
            <w:pPr>
              <w:pStyle w:val="SIText"/>
            </w:pPr>
          </w:p>
          <w:p w14:paraId="1D1D1485" w14:textId="77777777" w:rsidR="00A301E0" w:rsidRPr="00A301E0" w:rsidRDefault="00A301E0" w:rsidP="003A078D">
            <w:pPr>
              <w:pStyle w:val="SIText"/>
            </w:pPr>
          </w:p>
        </w:tc>
      </w:tr>
      <w:tr w:rsidR="00A772D9" w:rsidRPr="00963A46" w14:paraId="4DAFC98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E7023D1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F1AC34B" w14:textId="77777777" w:rsidR="00DB557A" w:rsidRPr="00536741" w:rsidRDefault="003A078D" w:rsidP="00536741">
            <w:pPr>
              <w:pStyle w:val="SIBulletList1"/>
            </w:pPr>
            <w:r>
              <w:t>SFIAQU</w:t>
            </w:r>
            <w:r w:rsidR="007764A4">
              <w:t>2</w:t>
            </w:r>
            <w:r>
              <w:t xml:space="preserve">X1 </w:t>
            </w:r>
            <w:r w:rsidR="007764A4">
              <w:t>Prepare to use technology in fisheries or aquaculture</w:t>
            </w:r>
          </w:p>
          <w:p w14:paraId="40C30131" w14:textId="77777777" w:rsidR="00DB557A" w:rsidRPr="00536741" w:rsidRDefault="003A078D" w:rsidP="00536741">
            <w:pPr>
              <w:pStyle w:val="SIBulletList1"/>
            </w:pPr>
            <w:r>
              <w:t>SFIAQU</w:t>
            </w:r>
            <w:r w:rsidR="007764A4">
              <w:t>203</w:t>
            </w:r>
            <w:r>
              <w:t xml:space="preserve"> Ma</w:t>
            </w:r>
            <w:r w:rsidR="007764A4">
              <w:t>nipulate stock culture environment</w:t>
            </w:r>
          </w:p>
          <w:p w14:paraId="141192D7" w14:textId="77777777" w:rsidR="00DB557A" w:rsidRPr="00536741" w:rsidRDefault="003A078D" w:rsidP="00536741">
            <w:pPr>
              <w:pStyle w:val="SIBulletList1"/>
            </w:pPr>
            <w:r>
              <w:t>SFI</w:t>
            </w:r>
            <w:r w:rsidR="007764A4">
              <w:t>WHS201</w:t>
            </w:r>
            <w:r>
              <w:t xml:space="preserve"> M</w:t>
            </w:r>
            <w:r w:rsidR="007764A4">
              <w:t>eet workplace health and safety requirements</w:t>
            </w:r>
            <w:r>
              <w:t xml:space="preserve"> </w:t>
            </w:r>
          </w:p>
          <w:p w14:paraId="013AF403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054288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BD2B028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CBCE6B8" w14:textId="77777777" w:rsidR="001D2756" w:rsidRDefault="006A1D6C" w:rsidP="00536741">
            <w:pPr>
              <w:pStyle w:val="SIText"/>
            </w:pPr>
            <w:r>
              <w:t>This skill set is for</w:t>
            </w:r>
            <w:r w:rsidR="003A078D">
              <w:t xml:space="preserve"> </w:t>
            </w:r>
            <w:r w:rsidR="007764A4">
              <w:t xml:space="preserve">new </w:t>
            </w:r>
            <w:r w:rsidR="003A078D">
              <w:t xml:space="preserve">workers </w:t>
            </w:r>
            <w:r w:rsidR="007764A4">
              <w:t>in fisheries or aquaculture.</w:t>
            </w:r>
            <w:r w:rsidR="003A078D">
              <w:t xml:space="preserve"> </w:t>
            </w:r>
          </w:p>
          <w:p w14:paraId="45EBE1CE" w14:textId="77777777" w:rsidR="0016138C" w:rsidRPr="00536741" w:rsidRDefault="0016138C" w:rsidP="003A078D">
            <w:pPr>
              <w:pStyle w:val="SIText"/>
            </w:pPr>
          </w:p>
        </w:tc>
      </w:tr>
      <w:tr w:rsidR="00DB557A" w:rsidRPr="00963A46" w14:paraId="523EC81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46F3F93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1AE6D5B4" w14:textId="77777777" w:rsidR="00DB557A" w:rsidRPr="00536741" w:rsidRDefault="003A078D" w:rsidP="00536741">
            <w:pPr>
              <w:pStyle w:val="SIText"/>
              <w:rPr>
                <w:rStyle w:val="SITemporarytext-red"/>
              </w:rPr>
            </w:pPr>
            <w:r>
              <w:t xml:space="preserve">These competencies from the </w:t>
            </w:r>
            <w:r w:rsidR="0020438F">
              <w:t xml:space="preserve">SFI Seafood Training Package meet the industry </w:t>
            </w:r>
            <w:r w:rsidR="00E85429">
              <w:t xml:space="preserve">introductory </w:t>
            </w:r>
            <w:r w:rsidR="0020438F">
              <w:t>requirements</w:t>
            </w:r>
            <w:r w:rsidR="00E85429">
              <w:t>.</w:t>
            </w:r>
          </w:p>
          <w:p w14:paraId="24A11210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4D8E800E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F3D6F" w14:textId="77777777" w:rsidR="008C24C2" w:rsidRDefault="008C24C2" w:rsidP="00BF3F0A">
      <w:r>
        <w:separator/>
      </w:r>
    </w:p>
    <w:p w14:paraId="3EC4CEF9" w14:textId="77777777" w:rsidR="008C24C2" w:rsidRDefault="008C24C2"/>
  </w:endnote>
  <w:endnote w:type="continuationSeparator" w:id="0">
    <w:p w14:paraId="35FDEBB6" w14:textId="77777777" w:rsidR="008C24C2" w:rsidRDefault="008C24C2" w:rsidP="00BF3F0A">
      <w:r>
        <w:continuationSeparator/>
      </w:r>
    </w:p>
    <w:p w14:paraId="69488074" w14:textId="77777777" w:rsidR="008C24C2" w:rsidRDefault="008C24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530487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858C3E4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705FC05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51EF7" w14:textId="77777777" w:rsidR="008C24C2" w:rsidRDefault="008C24C2" w:rsidP="00BF3F0A">
      <w:r>
        <w:separator/>
      </w:r>
    </w:p>
    <w:p w14:paraId="1131DB2D" w14:textId="77777777" w:rsidR="008C24C2" w:rsidRDefault="008C24C2"/>
  </w:footnote>
  <w:footnote w:type="continuationSeparator" w:id="0">
    <w:p w14:paraId="07E1EFD0" w14:textId="77777777" w:rsidR="008C24C2" w:rsidRDefault="008C24C2" w:rsidP="00BF3F0A">
      <w:r>
        <w:continuationSeparator/>
      </w:r>
    </w:p>
    <w:p w14:paraId="01B9A11C" w14:textId="77777777" w:rsidR="008C24C2" w:rsidRDefault="008C24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95B1A" w14:textId="79BF3DCA" w:rsidR="009C2650" w:rsidRDefault="008C24C2">
    <w:r>
      <w:t>SFISSXXX</w:t>
    </w:r>
    <w:r w:rsidR="00993204">
      <w:t>1</w:t>
    </w:r>
    <w:r>
      <w:t xml:space="preserve"> Fisheries and Aquaculture Induction Technology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4C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438F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148B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078D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456C5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764A4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24C2"/>
    <w:rsid w:val="008E39BE"/>
    <w:rsid w:val="008E62EC"/>
    <w:rsid w:val="008E7B69"/>
    <w:rsid w:val="008F04D1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3204"/>
    <w:rsid w:val="009A5900"/>
    <w:rsid w:val="009C2650"/>
    <w:rsid w:val="009D15E2"/>
    <w:rsid w:val="009D15FE"/>
    <w:rsid w:val="009D5D2C"/>
    <w:rsid w:val="009E3B41"/>
    <w:rsid w:val="009F0DCC"/>
    <w:rsid w:val="009F11CA"/>
    <w:rsid w:val="009F4562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85429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C04EEA"/>
  <w15:docId w15:val="{43E337F4-012E-40D0-BB38-A55DFB62A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falk\AppData\Local\Microsoft\Windows\INetCache\Content.Outlook\EGNBGGHP\Fisheries%20or%20Aquaculture%20Induction%20Skill%20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5E790B053E945A5702264DF3561EE" ma:contentTypeVersion="" ma:contentTypeDescription="Create a new document." ma:contentTypeScope="" ma:versionID="2edbdbca5778d02689ef3d05926ff02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C201C-79BF-4E69-AE73-3A41DDC50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d50bbff7-d6dd-47d2-864a-cfdc2c3db0f4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9E2109-E82F-4E32-BDCF-12BA945F4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Fisheries or Aquaculture Induction Skill Set</Template>
  <TotalTime>3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Susie Falk</dc:creator>
  <cp:lastModifiedBy>Susie Falk</cp:lastModifiedBy>
  <cp:revision>2</cp:revision>
  <cp:lastPrinted>2016-05-27T05:21:00Z</cp:lastPrinted>
  <dcterms:created xsi:type="dcterms:W3CDTF">2019-10-28T02:46:00Z</dcterms:created>
  <dcterms:modified xsi:type="dcterms:W3CDTF">2019-11-01T04:24:00Z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0x01010051E5E790B053E945A5702264DF3561EE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