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63E037B" w14:textId="77777777" w:rsidTr="00F279E6">
        <w:tc>
          <w:tcPr>
            <w:tcW w:w="1396" w:type="pct"/>
            <w:shd w:val="clear" w:color="auto" w:fill="auto"/>
          </w:tcPr>
          <w:p w14:paraId="1F25C69C" w14:textId="4C921955" w:rsidR="00A301E0" w:rsidRPr="00536741" w:rsidRDefault="000010E8" w:rsidP="00536741">
            <w:pPr>
              <w:pStyle w:val="SISSCODE"/>
            </w:pPr>
            <w:r>
              <w:t>AHC</w:t>
            </w:r>
            <w:r w:rsidR="00A301E0" w:rsidRPr="00536741">
              <w:t>ssxxxxxx</w:t>
            </w:r>
          </w:p>
        </w:tc>
        <w:tc>
          <w:tcPr>
            <w:tcW w:w="3604" w:type="pct"/>
            <w:shd w:val="clear" w:color="auto" w:fill="auto"/>
          </w:tcPr>
          <w:p w14:paraId="07411136" w14:textId="1B2CB290" w:rsidR="00A301E0" w:rsidRPr="00536741" w:rsidRDefault="000010E8" w:rsidP="00536741">
            <w:pPr>
              <w:pStyle w:val="SISStitle"/>
            </w:pPr>
            <w:r>
              <w:t>Basic Biosecurity Skill Set</w:t>
            </w:r>
          </w:p>
        </w:tc>
      </w:tr>
    </w:tbl>
    <w:p w14:paraId="74186EBB" w14:textId="77777777" w:rsidR="00A301E0" w:rsidRPr="00536741" w:rsidRDefault="00A301E0" w:rsidP="00A301E0"/>
    <w:p w14:paraId="685CEF1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D8A2A46" w14:textId="77777777" w:rsidTr="002A1BEA">
        <w:tc>
          <w:tcPr>
            <w:tcW w:w="1396" w:type="pct"/>
            <w:shd w:val="clear" w:color="auto" w:fill="auto"/>
          </w:tcPr>
          <w:p w14:paraId="46404240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A3A66E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1FA57E" w14:textId="77777777" w:rsidTr="002A1BEA">
        <w:tc>
          <w:tcPr>
            <w:tcW w:w="1396" w:type="pct"/>
            <w:shd w:val="clear" w:color="auto" w:fill="auto"/>
          </w:tcPr>
          <w:p w14:paraId="5884730E" w14:textId="388173CC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010E8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4CF604B6" w14:textId="7C2F947E" w:rsidR="00536741" w:rsidRPr="000010E8" w:rsidRDefault="000010E8" w:rsidP="000010E8">
            <w:pPr>
              <w:pStyle w:val="SIText"/>
            </w:pPr>
            <w:r w:rsidRPr="000010E8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5.0.</w:t>
            </w:r>
          </w:p>
        </w:tc>
      </w:tr>
    </w:tbl>
    <w:p w14:paraId="350363A7" w14:textId="77777777" w:rsidR="00536741" w:rsidRPr="005367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43AD91C" w14:textId="77777777" w:rsidTr="000D7BE6">
        <w:tc>
          <w:tcPr>
            <w:tcW w:w="5000" w:type="pct"/>
            <w:shd w:val="clear" w:color="auto" w:fill="auto"/>
          </w:tcPr>
          <w:p w14:paraId="5E12D6E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3CB68F0" w14:textId="6F7553D1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0010E8">
              <w:t xml:space="preserve"> provides the basic knowledge and skills required to support biosecurity activity and compliance on a property, farm or land management situation.  </w:t>
            </w:r>
          </w:p>
          <w:p w14:paraId="2EA4D2E1" w14:textId="77777777" w:rsidR="00A772D9" w:rsidRPr="00536741" w:rsidRDefault="00A772D9" w:rsidP="000010E8">
            <w:pPr>
              <w:pStyle w:val="SIText"/>
            </w:pPr>
          </w:p>
        </w:tc>
      </w:tr>
      <w:tr w:rsidR="00A301E0" w:rsidRPr="00963A46" w14:paraId="021C248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0A7C9B5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FF209FC" w14:textId="053BC6FC" w:rsidR="00890663" w:rsidRPr="00670394" w:rsidRDefault="000010E8" w:rsidP="00670394">
            <w:pPr>
              <w:pStyle w:val="SIText"/>
            </w:pPr>
            <w:r w:rsidRPr="00670394">
              <w:t xml:space="preserve">These units of competency provide pathways into </w:t>
            </w:r>
            <w:r w:rsidR="00670394" w:rsidRPr="00670394">
              <w:t xml:space="preserve">a range of </w:t>
            </w:r>
            <w:r w:rsidRPr="00670394">
              <w:t xml:space="preserve">Certificate II and Certificate III qualifications in </w:t>
            </w:r>
            <w:r w:rsidR="00670394" w:rsidRPr="00670394">
              <w:t>the</w:t>
            </w:r>
            <w:r w:rsidR="00670394" w:rsidRPr="00670394">
              <w:rPr>
                <w:rStyle w:val="SITemporarytext-red"/>
                <w:color w:val="auto"/>
                <w:sz w:val="20"/>
                <w:szCs w:val="22"/>
              </w:rPr>
              <w:t xml:space="preserve"> AHC Agriculture, Horticulture and Conservation and Land Management Training Package</w:t>
            </w:r>
            <w:r w:rsidR="00670394" w:rsidRPr="00670394">
              <w:t xml:space="preserve"> </w:t>
            </w:r>
            <w:r w:rsidRPr="00670394">
              <w:t>.</w:t>
            </w:r>
          </w:p>
          <w:p w14:paraId="1958E37E" w14:textId="614D647F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FEADDF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B21B0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FE7851F" w14:textId="711549C1" w:rsidR="00A301E0" w:rsidRPr="00A301E0" w:rsidRDefault="00372E43" w:rsidP="00670394">
            <w:pPr>
              <w:pStyle w:val="SIText"/>
            </w:pPr>
            <w:r w:rsidRPr="00372E43">
              <w:t xml:space="preserve">No licensing, legislative or certification requirements apply to this skill set at the time of publication. </w:t>
            </w:r>
          </w:p>
        </w:tc>
      </w:tr>
      <w:tr w:rsidR="00A772D9" w:rsidRPr="00963A46" w14:paraId="74C494A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0537F29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B9C2527" w14:textId="77777777" w:rsidR="00670394" w:rsidRDefault="00141567" w:rsidP="00670394">
            <w:pPr>
              <w:pStyle w:val="SIBulletList1"/>
            </w:pPr>
            <w:r w:rsidRPr="00141567">
              <w:t>AHCBIO201 Inspect and clean machinery for plant, animal and soil material</w:t>
            </w:r>
          </w:p>
          <w:p w14:paraId="11D00176" w14:textId="77777777" w:rsidR="00670394" w:rsidRDefault="00141567" w:rsidP="00670394">
            <w:pPr>
              <w:pStyle w:val="SIBulletList1"/>
            </w:pPr>
            <w:r w:rsidRPr="00670394">
              <w:t>AHCBIO202 Follow site quarantine procedures</w:t>
            </w:r>
          </w:p>
          <w:p w14:paraId="4DD7DA90" w14:textId="73949B1B" w:rsidR="00670394" w:rsidRDefault="00141567" w:rsidP="00670394">
            <w:pPr>
              <w:pStyle w:val="SIBulletList1"/>
            </w:pPr>
            <w:r w:rsidRPr="00670394">
              <w:t>AHCBIO302 Identify and report unusual disease or pest signs</w:t>
            </w:r>
          </w:p>
          <w:p w14:paraId="60BAAE7B" w14:textId="065B1130" w:rsidR="001F28F9" w:rsidRPr="00536741" w:rsidRDefault="00141567" w:rsidP="00670394">
            <w:pPr>
              <w:pStyle w:val="SIBulletList1"/>
            </w:pPr>
            <w:r w:rsidRPr="00670394">
              <w:t>AHCBIO305</w:t>
            </w:r>
            <w:r w:rsidRPr="00141567">
              <w:t xml:space="preserve"> Apply biosecurity measures</w:t>
            </w:r>
          </w:p>
        </w:tc>
      </w:tr>
      <w:tr w:rsidR="005C7EA8" w:rsidRPr="00963A46" w14:paraId="7FD6D98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486A634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8FB6824" w14:textId="4AD96939" w:rsidR="0016138C" w:rsidRPr="00536741" w:rsidRDefault="006A1D6C" w:rsidP="00670394">
            <w:pPr>
              <w:pStyle w:val="SIText"/>
            </w:pPr>
            <w:r>
              <w:t>This skill set is for</w:t>
            </w:r>
            <w:r w:rsidR="00670394">
              <w:t xml:space="preserve"> individuals new employees or existing workers who work in a horticulture, agriculture or conservation and land management environment where biosecurity is an important part of the job role for the prevention of diseases and pests.</w:t>
            </w:r>
            <w:r w:rsidR="00670394" w:rsidRPr="00536741">
              <w:t xml:space="preserve"> </w:t>
            </w:r>
          </w:p>
        </w:tc>
      </w:tr>
      <w:tr w:rsidR="00DB557A" w:rsidRPr="00963A46" w14:paraId="2E57F5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63456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B4DAFA4" w14:textId="0EA91499" w:rsidR="00DB557A" w:rsidRPr="00536741" w:rsidRDefault="00DB557A" w:rsidP="001163ED">
            <w:pPr>
              <w:pStyle w:val="SIText"/>
            </w:pPr>
            <w:r w:rsidRPr="001163ED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670394" w:rsidRPr="001163ED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 Version 5.0</w:t>
            </w:r>
            <w:r w:rsidRPr="001163ED">
              <w:rPr>
                <w:rStyle w:val="SITemporarytext-red"/>
                <w:color w:val="auto"/>
                <w:sz w:val="20"/>
                <w:szCs w:val="22"/>
              </w:rPr>
              <w:t xml:space="preserve">Training Package meet the </w:t>
            </w:r>
            <w:r w:rsidR="001163ED" w:rsidRPr="001163ED">
              <w:rPr>
                <w:rStyle w:val="SITemporarytext-red"/>
                <w:color w:val="auto"/>
                <w:sz w:val="20"/>
                <w:szCs w:val="22"/>
              </w:rPr>
              <w:t>basic requirements for complying with biosecurity p</w:t>
            </w:r>
            <w:r w:rsidR="00670394" w:rsidRPr="001163ED">
              <w:rPr>
                <w:rStyle w:val="SITemporarytext-red"/>
                <w:color w:val="auto"/>
                <w:sz w:val="20"/>
                <w:szCs w:val="22"/>
              </w:rPr>
              <w:t xml:space="preserve">rocedures </w:t>
            </w:r>
            <w:r w:rsidR="001163ED" w:rsidRPr="001163ED">
              <w:rPr>
                <w:rStyle w:val="SITemporarytext-red"/>
                <w:color w:val="auto"/>
                <w:sz w:val="20"/>
                <w:szCs w:val="22"/>
              </w:rPr>
              <w:t>in the workplace.</w:t>
            </w:r>
          </w:p>
        </w:tc>
      </w:tr>
    </w:tbl>
    <w:p w14:paraId="7F712D6C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7F6DE" w14:textId="77777777" w:rsidR="0024121A" w:rsidRDefault="0024121A" w:rsidP="00BF3F0A">
      <w:r>
        <w:separator/>
      </w:r>
    </w:p>
    <w:p w14:paraId="24768987" w14:textId="77777777" w:rsidR="0024121A" w:rsidRDefault="0024121A"/>
  </w:endnote>
  <w:endnote w:type="continuationSeparator" w:id="0">
    <w:p w14:paraId="36E66CDE" w14:textId="77777777" w:rsidR="0024121A" w:rsidRDefault="0024121A" w:rsidP="00BF3F0A">
      <w:r>
        <w:continuationSeparator/>
      </w:r>
    </w:p>
    <w:p w14:paraId="40EB3F37" w14:textId="77777777" w:rsidR="0024121A" w:rsidRDefault="00241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060FA" w14:textId="77777777" w:rsidR="001163ED" w:rsidRDefault="001163ED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C747D7E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1163ED">
          <w:rPr>
            <w:noProof/>
          </w:rPr>
          <w:t>1</w:t>
        </w:r>
        <w:r w:rsidRPr="00536741">
          <w:fldChar w:fldCharType="end"/>
        </w:r>
      </w:p>
      <w:p w14:paraId="2BFF181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44C624D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4B461" w14:textId="77777777" w:rsidR="001163ED" w:rsidRDefault="001163ED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B1643" w14:textId="77777777" w:rsidR="0024121A" w:rsidRDefault="0024121A" w:rsidP="00BF3F0A">
      <w:r>
        <w:separator/>
      </w:r>
    </w:p>
    <w:p w14:paraId="0BC1C855" w14:textId="77777777" w:rsidR="0024121A" w:rsidRDefault="0024121A"/>
  </w:footnote>
  <w:footnote w:type="continuationSeparator" w:id="0">
    <w:p w14:paraId="3E7864B6" w14:textId="77777777" w:rsidR="0024121A" w:rsidRDefault="0024121A" w:rsidP="00BF3F0A">
      <w:r>
        <w:continuationSeparator/>
      </w:r>
    </w:p>
    <w:p w14:paraId="2BBC808C" w14:textId="77777777" w:rsidR="0024121A" w:rsidRDefault="002412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FAA7B" w14:textId="77777777" w:rsidR="001163ED" w:rsidRDefault="001163ED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1D033" w14:textId="383C2F9D" w:rsidR="009C2650" w:rsidRPr="001163ED" w:rsidRDefault="001163ED" w:rsidP="001163ED">
    <w:r w:rsidRPr="001163ED">
      <w:t>AHCSSXXXXXX</w:t>
    </w:r>
    <w:r>
      <w:t xml:space="preserve"> </w:t>
    </w:r>
    <w:r w:rsidRPr="001163ED">
      <w:t>Basic Biosecurity Skill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1FBED" w14:textId="77777777" w:rsidR="001163ED" w:rsidRDefault="001163E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67"/>
    <w:rsid w:val="000010E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63ED"/>
    <w:rsid w:val="00133957"/>
    <w:rsid w:val="001372F6"/>
    <w:rsid w:val="00141567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121A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039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B561BC"/>
  <w15:docId w15:val="{B4A6E321-FC6C-4510-AEAF-79589164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56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4b69c1a786b8b526f92750046f852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f976f347744e8bf811ca156e6f3ba931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74348-1455-4724-B087-5A9DC08A1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7CAC2-075A-4561-9455-3EF095CE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Ron Barrow</cp:lastModifiedBy>
  <cp:revision>2</cp:revision>
  <cp:lastPrinted>2016-05-27T05:21:00Z</cp:lastPrinted>
  <dcterms:created xsi:type="dcterms:W3CDTF">2019-11-01T09:24:00Z</dcterms:created>
  <dcterms:modified xsi:type="dcterms:W3CDTF">2019-11-04T04:44:00Z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