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18E7500E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F2EFA">
              <w:t>5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4A7B8D25" w:rsidR="00F1480E" w:rsidRPr="000754EC" w:rsidRDefault="004C537B" w:rsidP="000754EC">
            <w:pPr>
              <w:pStyle w:val="SIUNITCODE"/>
            </w:pPr>
            <w:r>
              <w:t>AHC</w:t>
            </w:r>
            <w:r w:rsidR="005F2EFA">
              <w:t>MDC</w:t>
            </w:r>
            <w:r>
              <w:t>2</w:t>
            </w:r>
            <w:r w:rsidR="0004287E">
              <w:t>01</w:t>
            </w:r>
          </w:p>
        </w:tc>
        <w:tc>
          <w:tcPr>
            <w:tcW w:w="3604" w:type="pct"/>
            <w:shd w:val="clear" w:color="auto" w:fill="auto"/>
          </w:tcPr>
          <w:p w14:paraId="5FEFAFD0" w14:textId="3551FFA6" w:rsidR="00F1480E" w:rsidRPr="000754EC" w:rsidRDefault="00C808C7" w:rsidP="009A53CB">
            <w:pPr>
              <w:pStyle w:val="SIUnittitle"/>
            </w:pPr>
            <w:r>
              <w:t>Apply</w:t>
            </w:r>
            <w:r w:rsidR="00BD6CBC">
              <w:t xml:space="preserve"> </w:t>
            </w:r>
            <w:r w:rsidR="0089769F">
              <w:t xml:space="preserve">security </w:t>
            </w:r>
            <w:r w:rsidR="00C44D4E">
              <w:t>regulatory</w:t>
            </w:r>
            <w:r w:rsidR="00BD6CBC">
              <w:t xml:space="preserve"> requirements </w:t>
            </w:r>
            <w:r w:rsidR="00B8093E">
              <w:t>to work in</w:t>
            </w:r>
            <w:r w:rsidR="0089769F">
              <w:t xml:space="preserve"> </w:t>
            </w:r>
            <w:r>
              <w:t>the medicinal cannabis industry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3" w14:textId="3A89F28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FEFAFD4" w14:textId="29D534F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7532AF">
              <w:t xml:space="preserve">apply security and safety requirements </w:t>
            </w:r>
            <w:r w:rsidR="007F01CF">
              <w:t xml:space="preserve">in </w:t>
            </w:r>
            <w:r w:rsidR="007532AF">
              <w:t xml:space="preserve">the </w:t>
            </w:r>
            <w:r w:rsidR="007F01CF" w:rsidRPr="007F01CF">
              <w:t>medicinal cannabis</w:t>
            </w:r>
            <w:r w:rsidR="0070174A">
              <w:t xml:space="preserve"> industry. It requires the ability to identify and comply with </w:t>
            </w:r>
            <w:r w:rsidR="006F5E50">
              <w:t xml:space="preserve">workplace and </w:t>
            </w:r>
            <w:r w:rsidR="00C44D4E">
              <w:t>regulatory</w:t>
            </w:r>
            <w:r w:rsidR="006F5E50">
              <w:t xml:space="preserve"> </w:t>
            </w:r>
            <w:r w:rsidR="0070174A">
              <w:t xml:space="preserve">employment obligations, apply security and safety procedures and respond to security incidents or emergencies </w:t>
            </w:r>
            <w:r w:rsidR="003213E6">
              <w:t>on</w:t>
            </w:r>
            <w:r w:rsidR="0070174A">
              <w:t xml:space="preserve"> </w:t>
            </w:r>
            <w:r w:rsidR="003213E6">
              <w:t>a</w:t>
            </w:r>
            <w:r w:rsidR="00CF5249">
              <w:t xml:space="preserve"> medicinal cannabis </w:t>
            </w:r>
            <w:r w:rsidR="003213E6">
              <w:t>site</w:t>
            </w:r>
            <w:r w:rsidR="00CF5249">
              <w:t>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14C25567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CF5249">
              <w:t>are employed to perform a range of routine tasks</w:t>
            </w:r>
            <w:r w:rsidR="00D36E2C">
              <w:t xml:space="preserve"> </w:t>
            </w:r>
            <w:r w:rsidR="003213E6">
              <w:t>on</w:t>
            </w:r>
            <w:r w:rsidR="003E0B00">
              <w:t xml:space="preserve"> </w:t>
            </w:r>
            <w:r w:rsidR="006F5E50">
              <w:t xml:space="preserve">a </w:t>
            </w:r>
            <w:r w:rsidR="00D36E2C">
              <w:t xml:space="preserve">medicinal </w:t>
            </w:r>
            <w:r w:rsidR="00712D54">
              <w:t>cannabis</w:t>
            </w:r>
            <w:r w:rsidR="00D36E2C">
              <w:t xml:space="preserve"> cultivation and production </w:t>
            </w:r>
            <w:r w:rsidR="003213E6">
              <w:t>site</w:t>
            </w:r>
            <w:r w:rsidR="00D36E2C">
              <w:t xml:space="preserve"> </w:t>
            </w:r>
            <w:r w:rsidR="004345E7">
              <w:t xml:space="preserve">under </w:t>
            </w:r>
            <w:r w:rsidR="003E0B00">
              <w:t>the direction of a supervisor</w:t>
            </w:r>
            <w:r w:rsidR="004345E7">
              <w:t>.</w:t>
            </w:r>
          </w:p>
          <w:p w14:paraId="7E52FD72" w14:textId="50D204FC" w:rsidR="00C74701" w:rsidRDefault="00C74701" w:rsidP="000754EC">
            <w:pPr>
              <w:pStyle w:val="SIText"/>
            </w:pPr>
          </w:p>
          <w:p w14:paraId="55C345EC" w14:textId="5C55ADF5" w:rsidR="00C74701" w:rsidRPr="00C74701" w:rsidRDefault="00C74701" w:rsidP="00C74701">
            <w:pPr>
              <w:pStyle w:val="SIText"/>
            </w:pPr>
            <w:r w:rsidRPr="00C74701">
              <w:t xml:space="preserve">All work is carried out to comply with workplace procedures, according to </w:t>
            </w:r>
            <w:r>
              <w:t>f</w:t>
            </w:r>
            <w:r w:rsidRPr="00C74701">
              <w:t>ederal and state/territory medicinal cannabis</w:t>
            </w:r>
            <w:r w:rsidR="007532AF">
              <w:t xml:space="preserve"> and </w:t>
            </w:r>
            <w:r w:rsidRPr="00C74701">
              <w:t>health and safety</w:t>
            </w:r>
            <w:r w:rsidR="009D129A">
              <w:t xml:space="preserve"> </w:t>
            </w:r>
            <w:r w:rsidRPr="00C74701">
              <w:t>legislation and standards that apply to the workplace.</w:t>
            </w:r>
          </w:p>
          <w:p w14:paraId="3F5E4221" w14:textId="77777777" w:rsidR="00C74701" w:rsidRPr="00C74701" w:rsidRDefault="00C74701" w:rsidP="00C74701">
            <w:pPr>
              <w:pStyle w:val="SIText"/>
            </w:pPr>
          </w:p>
          <w:p w14:paraId="5FEFAFD8" w14:textId="150AD5B3" w:rsidR="00373436" w:rsidRPr="003213E6" w:rsidRDefault="00C74701" w:rsidP="003213E6">
            <w:pPr>
              <w:pStyle w:val="SIText"/>
            </w:pPr>
            <w:r w:rsidRPr="00C74701">
              <w:t>No occupational licensing, legislative or certification requirements apply to this qualification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3805C052" w:rsidR="00F1480E" w:rsidRPr="000754EC" w:rsidRDefault="00654BDC" w:rsidP="000754EC">
            <w:pPr>
              <w:pStyle w:val="SIText"/>
            </w:pPr>
            <w:r>
              <w:t xml:space="preserve">Medicinal </w:t>
            </w:r>
            <w:r w:rsidR="00712D54">
              <w:t>Cannabis</w:t>
            </w:r>
            <w:r w:rsidR="00684CDA" w:rsidRPr="00684CDA">
              <w:t xml:space="preserve"> (</w:t>
            </w:r>
            <w:r>
              <w:t>MDC</w:t>
            </w:r>
            <w:r w:rsidR="00684CDA" w:rsidRPr="00684CDA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658CBB43" w:rsidR="00F1480E" w:rsidRPr="000754EC" w:rsidRDefault="00671965">
            <w:pPr>
              <w:pStyle w:val="SIText"/>
            </w:pPr>
            <w:r>
              <w:t xml:space="preserve">1. </w:t>
            </w:r>
            <w:r w:rsidR="00CB3DF8">
              <w:t xml:space="preserve">Comply with </w:t>
            </w:r>
            <w:r w:rsidR="00E50635">
              <w:t xml:space="preserve">employment </w:t>
            </w:r>
            <w:r w:rsidR="00496D5A">
              <w:t>obligations</w:t>
            </w:r>
          </w:p>
        </w:tc>
        <w:tc>
          <w:tcPr>
            <w:tcW w:w="3604" w:type="pct"/>
            <w:shd w:val="clear" w:color="auto" w:fill="auto"/>
          </w:tcPr>
          <w:p w14:paraId="1451F8DD" w14:textId="2500C3A5" w:rsidR="00CB3DF8" w:rsidRDefault="00396791" w:rsidP="005653E5">
            <w:pPr>
              <w:pStyle w:val="SIText"/>
            </w:pPr>
            <w:r>
              <w:t>1.</w:t>
            </w:r>
            <w:r w:rsidR="002A1B85">
              <w:t>1</w:t>
            </w:r>
            <w:r>
              <w:t xml:space="preserve"> Identify workplace </w:t>
            </w:r>
            <w:r w:rsidR="00AB6563">
              <w:t xml:space="preserve">policies and </w:t>
            </w:r>
            <w:r>
              <w:t xml:space="preserve">procedures </w:t>
            </w:r>
            <w:r w:rsidR="00064FCF">
              <w:t xml:space="preserve">and </w:t>
            </w:r>
            <w:r w:rsidR="00C44D4E">
              <w:t xml:space="preserve">regulatory </w:t>
            </w:r>
            <w:r w:rsidR="00064FCF">
              <w:t xml:space="preserve">requirements </w:t>
            </w:r>
            <w:r>
              <w:t xml:space="preserve">in relation to </w:t>
            </w:r>
            <w:r w:rsidR="00FA1C40">
              <w:t xml:space="preserve">own work responsibilities in </w:t>
            </w:r>
            <w:r w:rsidR="00A15BDA">
              <w:t xml:space="preserve">medicinal cannabis </w:t>
            </w:r>
            <w:r w:rsidR="00C44D4E">
              <w:t>production</w:t>
            </w:r>
            <w:r>
              <w:t xml:space="preserve"> </w:t>
            </w:r>
            <w:r w:rsidR="00A15BDA">
              <w:t>processes</w:t>
            </w:r>
          </w:p>
          <w:p w14:paraId="2FE994E4" w14:textId="7AFAA01F" w:rsidR="002A1B85" w:rsidRDefault="002A1B85" w:rsidP="002A1B85">
            <w:pPr>
              <w:pStyle w:val="SIText"/>
            </w:pPr>
            <w:r w:rsidRPr="002A1B85">
              <w:t>1.</w:t>
            </w:r>
            <w:r>
              <w:t>2</w:t>
            </w:r>
            <w:r w:rsidRPr="002A1B85">
              <w:t xml:space="preserve"> Identify employee obligations and risks around diversion </w:t>
            </w:r>
            <w:r w:rsidR="00E50635">
              <w:t>of cannabis</w:t>
            </w:r>
          </w:p>
          <w:p w14:paraId="5FEFAFEB" w14:textId="3FDA6A80" w:rsidR="00396791" w:rsidRPr="000754EC" w:rsidRDefault="002A1B85" w:rsidP="005653E5">
            <w:pPr>
              <w:pStyle w:val="SIText"/>
            </w:pPr>
            <w:r>
              <w:t>1.</w:t>
            </w:r>
            <w:r w:rsidR="002C6423">
              <w:t>3</w:t>
            </w:r>
            <w:r>
              <w:t xml:space="preserve"> Maintain suitability </w:t>
            </w:r>
            <w:r w:rsidR="001E10F4">
              <w:t>for</w:t>
            </w:r>
            <w:r>
              <w:t xml:space="preserve"> employment</w:t>
            </w:r>
            <w:r w:rsidR="00E50635">
              <w:t xml:space="preserve"> according to workplace and regulatory requirements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1462532D" w:rsidR="00F1480E" w:rsidRPr="000754EC" w:rsidRDefault="00CD1B5D" w:rsidP="00DC6E94">
            <w:pPr>
              <w:pStyle w:val="SIText"/>
            </w:pPr>
            <w:r>
              <w:t xml:space="preserve">2. </w:t>
            </w:r>
            <w:r w:rsidR="0081500B">
              <w:t>Comply with</w:t>
            </w:r>
            <w:r w:rsidRPr="0084094D">
              <w:t xml:space="preserve"> </w:t>
            </w:r>
            <w:r w:rsidR="008778E3">
              <w:t xml:space="preserve">security </w:t>
            </w:r>
            <w:r w:rsidR="00ED537D">
              <w:t xml:space="preserve">and safety </w:t>
            </w:r>
            <w:r w:rsidRPr="0084094D">
              <w:t xml:space="preserve">procedures </w:t>
            </w:r>
          </w:p>
        </w:tc>
        <w:tc>
          <w:tcPr>
            <w:tcW w:w="3604" w:type="pct"/>
            <w:shd w:val="clear" w:color="auto" w:fill="auto"/>
          </w:tcPr>
          <w:p w14:paraId="65BFEC80" w14:textId="6C6778E0" w:rsidR="00C9231F" w:rsidRDefault="008778E3" w:rsidP="00CD1B5D">
            <w:r>
              <w:t xml:space="preserve">2.1 </w:t>
            </w:r>
            <w:r w:rsidR="00A81A84">
              <w:t xml:space="preserve">Apply security procedures </w:t>
            </w:r>
            <w:r w:rsidR="0049027C">
              <w:t xml:space="preserve">across all </w:t>
            </w:r>
            <w:r w:rsidR="00712D54">
              <w:t>access</w:t>
            </w:r>
            <w:r w:rsidR="0049027C">
              <w:t xml:space="preserve"> controls</w:t>
            </w:r>
            <w:r w:rsidR="0081500B">
              <w:t xml:space="preserve"> </w:t>
            </w:r>
            <w:r w:rsidR="001E10F4">
              <w:t xml:space="preserve">in relation to your work responsibilities </w:t>
            </w:r>
            <w:r w:rsidR="0081500B">
              <w:t>according to</w:t>
            </w:r>
            <w:r w:rsidR="00671965" w:rsidRPr="00940016">
              <w:t xml:space="preserve"> workplace procedures and regulat</w:t>
            </w:r>
            <w:r w:rsidR="0081500B">
              <w:t>ory requirements</w:t>
            </w:r>
          </w:p>
          <w:p w14:paraId="2F2FC129" w14:textId="589513C6" w:rsidR="00A81A84" w:rsidRDefault="00A81A84" w:rsidP="00CD1B5D">
            <w:r>
              <w:t xml:space="preserve">2.2 </w:t>
            </w:r>
            <w:r w:rsidR="00036848">
              <w:t xml:space="preserve">Comply with </w:t>
            </w:r>
            <w:r w:rsidR="0074704F">
              <w:t>inspections and container restrictions</w:t>
            </w:r>
          </w:p>
          <w:p w14:paraId="20C0BB9A" w14:textId="0DE8CED7" w:rsidR="00877587" w:rsidRDefault="00877587" w:rsidP="00CD1B5D">
            <w:r>
              <w:t>2.</w:t>
            </w:r>
            <w:r w:rsidR="00712D54">
              <w:t>3</w:t>
            </w:r>
            <w:r>
              <w:t xml:space="preserve"> </w:t>
            </w:r>
            <w:r w:rsidR="00036848">
              <w:t>Complete and maintain the sign in/sign out register according to</w:t>
            </w:r>
            <w:r w:rsidRPr="00940016">
              <w:t xml:space="preserve"> workplace procedures and regulatory requirements</w:t>
            </w:r>
          </w:p>
          <w:p w14:paraId="5FEFAFF2" w14:textId="2A5D0B99" w:rsidR="0049027C" w:rsidRPr="000754EC" w:rsidRDefault="0049027C" w:rsidP="005A7272">
            <w:r>
              <w:t>2.</w:t>
            </w:r>
            <w:r w:rsidR="00712D54">
              <w:t>4</w:t>
            </w:r>
            <w:r>
              <w:t xml:space="preserve"> Maintain confidentiality of </w:t>
            </w:r>
            <w:r w:rsidR="00712D54">
              <w:t>cannabis</w:t>
            </w:r>
            <w:r>
              <w:t xml:space="preserve"> </w:t>
            </w:r>
            <w:r w:rsidR="003213E6">
              <w:t>site</w:t>
            </w:r>
            <w:r w:rsidR="004F147C">
              <w:t xml:space="preserve"> </w:t>
            </w:r>
            <w:r w:rsidR="00496D5A">
              <w:t xml:space="preserve">and operations </w:t>
            </w:r>
            <w:r w:rsidR="004F147C">
              <w:t xml:space="preserve">according to workplace policy and </w:t>
            </w:r>
            <w:r w:rsidR="004F147C" w:rsidRPr="004F147C">
              <w:t>regulatory requirements</w:t>
            </w:r>
          </w:p>
        </w:tc>
      </w:tr>
      <w:tr w:rsidR="003E0B00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12984B24" w:rsidR="003E0B00" w:rsidRPr="003E0B00" w:rsidRDefault="003E0B00" w:rsidP="003E0B00">
            <w:pPr>
              <w:pStyle w:val="SIText"/>
            </w:pPr>
            <w:r>
              <w:t xml:space="preserve">3. </w:t>
            </w:r>
            <w:r w:rsidRPr="003E0B00">
              <w:t>Respond to security incidents or emergencies</w:t>
            </w:r>
          </w:p>
        </w:tc>
        <w:tc>
          <w:tcPr>
            <w:tcW w:w="3604" w:type="pct"/>
            <w:shd w:val="clear" w:color="auto" w:fill="auto"/>
          </w:tcPr>
          <w:p w14:paraId="15CF88AF" w14:textId="7C9328BE" w:rsidR="00712D54" w:rsidRPr="00712D54" w:rsidRDefault="00712D54" w:rsidP="00712D54">
            <w:r>
              <w:t>3.1</w:t>
            </w:r>
            <w:r w:rsidRPr="00712D54">
              <w:t xml:space="preserve"> Report breaches of unauthorised access and intruder suspects according to workplace </w:t>
            </w:r>
            <w:r w:rsidR="008C4144">
              <w:t xml:space="preserve">reporting </w:t>
            </w:r>
            <w:r w:rsidRPr="00712D54">
              <w:t>procedures</w:t>
            </w:r>
          </w:p>
          <w:p w14:paraId="1D4ED5B7" w14:textId="37917659" w:rsidR="006835A9" w:rsidRPr="006835A9" w:rsidRDefault="00712D54" w:rsidP="006835A9">
            <w:r>
              <w:t xml:space="preserve">3.2 </w:t>
            </w:r>
            <w:r w:rsidR="00616FB1">
              <w:t>Respond to</w:t>
            </w:r>
            <w:r w:rsidR="003E0B00" w:rsidRPr="00940016">
              <w:t xml:space="preserve"> incidents or emergencies </w:t>
            </w:r>
            <w:r>
              <w:t xml:space="preserve">according </w:t>
            </w:r>
            <w:r w:rsidR="00B8093E">
              <w:t xml:space="preserve">to </w:t>
            </w:r>
            <w:r w:rsidR="00616FB1">
              <w:t>t</w:t>
            </w:r>
            <w:r w:rsidR="006835A9" w:rsidRPr="006835A9">
              <w:t xml:space="preserve">raining and drills </w:t>
            </w:r>
            <w:r w:rsidR="00616FB1">
              <w:t>used in</w:t>
            </w:r>
            <w:r w:rsidR="006835A9" w:rsidRPr="006835A9">
              <w:t xml:space="preserve"> preparation for intrusion</w:t>
            </w:r>
            <w:r w:rsidR="00616FB1">
              <w:t xml:space="preserve"> or emergencies</w:t>
            </w:r>
          </w:p>
          <w:p w14:paraId="452E08BA" w14:textId="15771ADC" w:rsidR="003E0B00" w:rsidRDefault="00F00CDB" w:rsidP="006835A9">
            <w:pPr>
              <w:pStyle w:val="SIText"/>
            </w:pPr>
            <w:r>
              <w:t>3.3 Contact a</w:t>
            </w:r>
            <w:r w:rsidR="003E0B00" w:rsidRPr="00940016">
              <w:t xml:space="preserve">ppropriate </w:t>
            </w:r>
            <w:r w:rsidR="003E0B00" w:rsidRPr="003E0B00">
              <w:t>police</w:t>
            </w:r>
            <w:r>
              <w:t xml:space="preserve">, </w:t>
            </w:r>
            <w:r w:rsidR="003E0B00" w:rsidRPr="003E0B00">
              <w:t>security</w:t>
            </w:r>
            <w:r>
              <w:t xml:space="preserve"> and/or </w:t>
            </w:r>
            <w:r w:rsidR="003E0B00" w:rsidRPr="003E0B00">
              <w:t xml:space="preserve">emergency services </w:t>
            </w:r>
            <w:r>
              <w:t>according to supervisor instructions and workplace procedures</w:t>
            </w:r>
          </w:p>
          <w:p w14:paraId="524DDF92" w14:textId="77777777" w:rsidR="003E0B00" w:rsidRDefault="00F00CDB" w:rsidP="003E0B00">
            <w:pPr>
              <w:pStyle w:val="SIText"/>
            </w:pPr>
            <w:r>
              <w:t xml:space="preserve">3.4 Support </w:t>
            </w:r>
            <w:r w:rsidRPr="00F00CDB">
              <w:t xml:space="preserve">police, security and/or </w:t>
            </w:r>
            <w:r w:rsidR="003E0B00" w:rsidRPr="00940016">
              <w:t>emergency services as requested</w:t>
            </w:r>
          </w:p>
          <w:p w14:paraId="65660747" w14:textId="6DD65C70" w:rsidR="00060E8C" w:rsidRPr="003E0B00" w:rsidRDefault="00060E8C" w:rsidP="003E0B00">
            <w:pPr>
              <w:pStyle w:val="SIText"/>
            </w:pPr>
            <w:r>
              <w:t xml:space="preserve">3.5 </w:t>
            </w:r>
            <w:r w:rsidR="00CC14ED">
              <w:t xml:space="preserve">Complete incident </w:t>
            </w:r>
            <w:r w:rsidR="00B96BE6">
              <w:t xml:space="preserve">reporting requirements </w:t>
            </w:r>
            <w:r w:rsidR="00CC14ED">
              <w:t>according to workplace procedures</w:t>
            </w:r>
            <w:r>
              <w:t xml:space="preserve"> </w:t>
            </w:r>
          </w:p>
        </w:tc>
      </w:tr>
      <w:tr w:rsidR="00B96BE6" w:rsidRPr="00963A46" w14:paraId="2E6F9A2C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04D82048" w14:textId="4993A244" w:rsidR="00B96BE6" w:rsidRDefault="00B96BE6" w:rsidP="003E0B00">
            <w:pPr>
              <w:pStyle w:val="SIText"/>
            </w:pPr>
            <w:r>
              <w:t xml:space="preserve">4. </w:t>
            </w:r>
            <w:r w:rsidR="00A15BDA">
              <w:t>Comply with</w:t>
            </w:r>
            <w:r>
              <w:t xml:space="preserve"> </w:t>
            </w:r>
            <w:r w:rsidRPr="004F38D1">
              <w:t xml:space="preserve">cannabis </w:t>
            </w:r>
            <w:r>
              <w:t>d</w:t>
            </w:r>
            <w:r w:rsidRPr="004819AE">
              <w:t xml:space="preserve">isposal and destruction </w:t>
            </w:r>
            <w:r w:rsidR="008F6139">
              <w:t xml:space="preserve">regulatory </w:t>
            </w:r>
            <w:r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2D4E2E02" w14:textId="1CA9270B" w:rsidR="00B96BE6" w:rsidRPr="00B96BE6" w:rsidRDefault="00B96BE6" w:rsidP="00B96BE6">
            <w:r>
              <w:t xml:space="preserve">4.1 Dispose or destroy </w:t>
            </w:r>
            <w:r w:rsidRPr="00B96BE6">
              <w:t>cannabis that is not to be manufactured into a medicinal product according to workplace procedures and regulatory requirements</w:t>
            </w:r>
          </w:p>
          <w:p w14:paraId="2B47D107" w14:textId="498C271C" w:rsidR="00B96BE6" w:rsidRPr="00B96BE6" w:rsidRDefault="00B96BE6" w:rsidP="00B96BE6">
            <w:r>
              <w:t>4.2 Clean</w:t>
            </w:r>
            <w:r w:rsidRPr="00B96BE6">
              <w:t xml:space="preserve"> </w:t>
            </w:r>
            <w:r w:rsidR="004B23E0">
              <w:t xml:space="preserve">and sanitise </w:t>
            </w:r>
            <w:r w:rsidRPr="00B96BE6">
              <w:t>equipment</w:t>
            </w:r>
            <w:r w:rsidR="004B23E0">
              <w:t xml:space="preserve"> that has been in contact with cannabis</w:t>
            </w:r>
            <w:r w:rsidR="00015017">
              <w:t xml:space="preserve"> </w:t>
            </w:r>
            <w:r w:rsidRPr="00B96BE6">
              <w:t>to ensure residual cannabis is removed and prevent the risk of diversion</w:t>
            </w:r>
          </w:p>
          <w:p w14:paraId="725B2A38" w14:textId="7D2ACC43" w:rsidR="00B96BE6" w:rsidRDefault="00B96BE6" w:rsidP="00B96BE6">
            <w:r>
              <w:t>4.3 Report and record completion of disposal and destruction activities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E23A0D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9D129A">
              <w:rPr>
                <w:rFonts w:eastAsia="Calibri"/>
              </w:rPr>
              <w:t xml:space="preserve">employment obligations, </w:t>
            </w:r>
            <w:r w:rsidRPr="009154C7">
              <w:rPr>
                <w:rFonts w:eastAsia="Calibri"/>
              </w:rPr>
              <w:t xml:space="preserve">workplace </w:t>
            </w:r>
            <w:r w:rsidR="005951B8">
              <w:rPr>
                <w:rFonts w:eastAsia="Calibri"/>
              </w:rPr>
              <w:t>procedures and regulatory requirements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67DA8146" w:rsidR="00F1480E" w:rsidRPr="000754EC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</w:t>
            </w:r>
            <w:r w:rsidR="00AB14CC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industry terminology to prepare </w:t>
            </w:r>
            <w:r w:rsidR="007A3C95">
              <w:rPr>
                <w:rFonts w:eastAsia="Calibri"/>
              </w:rPr>
              <w:t>simple records and reports</w:t>
            </w:r>
            <w:r w:rsidR="00A51937">
              <w:rPr>
                <w:rFonts w:eastAsia="Calibri"/>
              </w:rPr>
              <w:t xml:space="preserve"> in required format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22ED8548" w:rsidR="009154C7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</w:t>
            </w:r>
            <w:r w:rsidR="00A51937">
              <w:rPr>
                <w:rFonts w:eastAsia="Calibri"/>
              </w:rPr>
              <w:t xml:space="preserve">and </w:t>
            </w:r>
            <w:r w:rsidR="009D129A">
              <w:rPr>
                <w:rFonts w:eastAsia="Calibri"/>
              </w:rPr>
              <w:t>industry</w:t>
            </w:r>
            <w:r w:rsidR="002720A7">
              <w:rPr>
                <w:rFonts w:eastAsia="Calibri"/>
              </w:rPr>
              <w:t xml:space="preserve"> </w:t>
            </w:r>
            <w:r w:rsidR="00A51937">
              <w:rPr>
                <w:rFonts w:eastAsia="Calibri"/>
              </w:rPr>
              <w:t xml:space="preserve">terminology </w:t>
            </w:r>
            <w:r>
              <w:rPr>
                <w:rFonts w:eastAsia="Calibri"/>
              </w:rPr>
              <w:t xml:space="preserve">to </w:t>
            </w:r>
            <w:r w:rsidR="00E552D1">
              <w:rPr>
                <w:rFonts w:eastAsia="Calibri"/>
              </w:rPr>
              <w:t xml:space="preserve">report </w:t>
            </w:r>
            <w:r w:rsidR="005951B8">
              <w:rPr>
                <w:rFonts w:eastAsia="Calibri"/>
              </w:rPr>
              <w:t>security breaches</w:t>
            </w:r>
            <w:r w:rsidR="00AB14CC">
              <w:rPr>
                <w:rFonts w:eastAsia="Calibri"/>
              </w:rPr>
              <w:t>, incidents or emergencies</w:t>
            </w:r>
            <w:r w:rsidR="00A94FA1">
              <w:rPr>
                <w:rFonts w:eastAsia="Calibri"/>
              </w:rPr>
              <w:t xml:space="preserve"> and completion of activities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04FE29B6" w:rsidR="004C537B" w:rsidRPr="000754EC" w:rsidRDefault="004C537B" w:rsidP="000754EC">
            <w:pPr>
              <w:pStyle w:val="SIText"/>
            </w:pPr>
            <w:r>
              <w:t>AHC</w:t>
            </w:r>
            <w:r w:rsidR="00AB14CC">
              <w:t>MDC</w:t>
            </w:r>
            <w:r>
              <w:t>2</w:t>
            </w:r>
            <w:r w:rsidR="0004287E">
              <w:t>01</w:t>
            </w:r>
            <w:r>
              <w:t xml:space="preserve"> </w:t>
            </w:r>
            <w:r w:rsidR="0021536B" w:rsidRPr="0021536B">
              <w:t xml:space="preserve">Apply </w:t>
            </w:r>
            <w:r w:rsidR="00B8093E">
              <w:t xml:space="preserve">security </w:t>
            </w:r>
            <w:r w:rsidR="00A15BDA">
              <w:t xml:space="preserve">regulatory </w:t>
            </w:r>
            <w:r w:rsidR="0021536B" w:rsidRPr="0021536B">
              <w:t>requirements to work in the medicinal cannabis industry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E00258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2EB77F0B" w:rsidR="00015017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</w:t>
            </w:r>
            <w:r w:rsidR="00C74701">
              <w:t>MDC</w:t>
            </w:r>
            <w:r w:rsidR="00102FC7">
              <w:t>2</w:t>
            </w:r>
            <w:r w:rsidR="0004287E">
              <w:t>01</w:t>
            </w:r>
            <w:r w:rsidR="004C537B">
              <w:t xml:space="preserve"> </w:t>
            </w:r>
            <w:r w:rsidR="00654BDC">
              <w:t>Comply with</w:t>
            </w:r>
            <w:r w:rsidR="00015017">
              <w:t xml:space="preserve"> </w:t>
            </w:r>
            <w:r w:rsidR="00B8093E">
              <w:t xml:space="preserve">security </w:t>
            </w:r>
            <w:r w:rsidR="00015017">
              <w:t>regulatory</w:t>
            </w:r>
            <w:r w:rsidR="00015017" w:rsidRPr="0021536B">
              <w:t xml:space="preserve"> requirements to work in the medicinal cannabis industry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93A0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5C423BC4" w:rsidR="007A300D" w:rsidRDefault="007A300D" w:rsidP="000754EC">
            <w:pPr>
              <w:pStyle w:val="SIText"/>
            </w:pPr>
            <w:r w:rsidRPr="000754EC">
              <w:t>There must be evidence that the individual</w:t>
            </w:r>
            <w:r w:rsidR="00654BDC">
              <w:t xml:space="preserve"> has</w:t>
            </w:r>
            <w:r w:rsidR="00015017">
              <w:t xml:space="preserve"> complied with regulatory requirements</w:t>
            </w:r>
            <w:r w:rsidR="002553B6">
              <w:t xml:space="preserve"> as an employee in the medicinal cannabis industry including</w:t>
            </w:r>
            <w:r w:rsidRPr="000754EC">
              <w:t>:</w:t>
            </w:r>
          </w:p>
          <w:p w14:paraId="1ABE5653" w14:textId="0EF07519" w:rsidR="00DB6171" w:rsidRDefault="008E3280" w:rsidP="004A6BE7">
            <w:pPr>
              <w:pStyle w:val="SIBulletList1"/>
            </w:pPr>
            <w:r>
              <w:t xml:space="preserve">identified </w:t>
            </w:r>
            <w:r w:rsidR="00FA1C40">
              <w:t xml:space="preserve">and confirmed </w:t>
            </w:r>
            <w:r w:rsidR="00DB6171">
              <w:t xml:space="preserve">obligations as </w:t>
            </w:r>
            <w:r w:rsidR="002C6423">
              <w:t xml:space="preserve">an </w:t>
            </w:r>
            <w:r w:rsidR="00DB6171">
              <w:t xml:space="preserve">employee </w:t>
            </w:r>
            <w:r w:rsidR="008D4F00">
              <w:t>of the</w:t>
            </w:r>
            <w:r w:rsidR="00DB6171">
              <w:t xml:space="preserve"> medicinal cannabis </w:t>
            </w:r>
            <w:r w:rsidR="008D4F00">
              <w:t>organisation</w:t>
            </w:r>
          </w:p>
          <w:p w14:paraId="2B313C8E" w14:textId="139211FA" w:rsidR="008E3280" w:rsidRDefault="00DB6171" w:rsidP="004A6BE7">
            <w:pPr>
              <w:pStyle w:val="SIBulletList1"/>
            </w:pPr>
            <w:r>
              <w:t xml:space="preserve">identified </w:t>
            </w:r>
            <w:r w:rsidR="008E3280">
              <w:t>ris</w:t>
            </w:r>
            <w:r w:rsidR="00994B15">
              <w:t xml:space="preserve">ks </w:t>
            </w:r>
            <w:r w:rsidR="002C6423">
              <w:t>and implications of diversion</w:t>
            </w:r>
          </w:p>
          <w:p w14:paraId="6BC77ADE" w14:textId="6085AAF3" w:rsidR="00994B15" w:rsidRDefault="009111AB" w:rsidP="004A6BE7">
            <w:pPr>
              <w:pStyle w:val="SIBulletList1"/>
            </w:pPr>
            <w:r>
              <w:t xml:space="preserve">entered and exited at least two </w:t>
            </w:r>
            <w:r w:rsidR="003213E6">
              <w:t>site</w:t>
            </w:r>
            <w:r w:rsidR="008D4F00">
              <w:t xml:space="preserve"> </w:t>
            </w:r>
            <w:r>
              <w:t xml:space="preserve">access points </w:t>
            </w:r>
            <w:r w:rsidR="008D4F00">
              <w:t>safely and securely</w:t>
            </w:r>
          </w:p>
          <w:p w14:paraId="33DFFA98" w14:textId="129EBD97" w:rsidR="00994B15" w:rsidRDefault="00A447C0" w:rsidP="004A6BE7">
            <w:pPr>
              <w:pStyle w:val="SIBulletList1"/>
            </w:pPr>
            <w:r>
              <w:t>responded to at least two different simulated incidents or emergencies</w:t>
            </w:r>
          </w:p>
          <w:p w14:paraId="6EDC10A9" w14:textId="6A259631" w:rsidR="008F6139" w:rsidRDefault="00015017" w:rsidP="004A6BE7">
            <w:pPr>
              <w:pStyle w:val="SIBulletList1"/>
            </w:pPr>
            <w:r>
              <w:t xml:space="preserve">applied </w:t>
            </w:r>
            <w:r w:rsidR="00A94FA1">
              <w:t xml:space="preserve">safe </w:t>
            </w:r>
            <w:r>
              <w:t>disposal or destruction procedures</w:t>
            </w:r>
            <w:r w:rsidR="00ED1D84">
              <w:t xml:space="preserve"> for cannabis not being manufactured on at least two occasion</w:t>
            </w:r>
            <w:r w:rsidR="00144548">
              <w:t>s</w:t>
            </w:r>
          </w:p>
          <w:p w14:paraId="5FEFB032" w14:textId="4426C5A0" w:rsidR="00A447C0" w:rsidRPr="000754EC" w:rsidRDefault="00A447C0" w:rsidP="004A6BE7">
            <w:pPr>
              <w:pStyle w:val="SIBulletList1"/>
            </w:pPr>
            <w:r>
              <w:t xml:space="preserve">completed accurate </w:t>
            </w:r>
            <w:r w:rsidR="00DB6171">
              <w:t xml:space="preserve">records and </w:t>
            </w:r>
            <w:r w:rsidR="000A1FDD">
              <w:t>reports</w:t>
            </w:r>
            <w:r w:rsidR="008D4F00">
              <w:t xml:space="preserve"> to workplace requirements</w:t>
            </w:r>
            <w:r w:rsidR="000A1FDD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3E079A9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FD2F1D" w14:textId="5E625DBE" w:rsidR="002720A7" w:rsidRDefault="002720A7" w:rsidP="00000A0E">
            <w:pPr>
              <w:pStyle w:val="SIBulletList1"/>
            </w:pPr>
            <w:r w:rsidRPr="002720A7">
              <w:t xml:space="preserve">relevant commonwealth government </w:t>
            </w:r>
            <w:r>
              <w:t xml:space="preserve">and local </w:t>
            </w:r>
            <w:r w:rsidRPr="002720A7">
              <w:t>authorities with the responsibility for regulating the production of medicinal cannabis and their purposes</w:t>
            </w:r>
          </w:p>
          <w:p w14:paraId="332F9EDF" w14:textId="448A378D" w:rsidR="00FA3A0F" w:rsidRDefault="008C4144" w:rsidP="00000A0E">
            <w:pPr>
              <w:pStyle w:val="SIBulletList1"/>
            </w:pPr>
            <w:r>
              <w:t>regulations</w:t>
            </w:r>
            <w:r w:rsidR="003967FF">
              <w:t xml:space="preserve"> and compliance</w:t>
            </w:r>
            <w:r>
              <w:t xml:space="preserve"> </w:t>
            </w:r>
            <w:r w:rsidR="00144548">
              <w:t xml:space="preserve">with </w:t>
            </w:r>
            <w:r w:rsidR="00A5396F">
              <w:t>security</w:t>
            </w:r>
            <w:r w:rsidR="003729D9">
              <w:t xml:space="preserve"> </w:t>
            </w:r>
            <w:r w:rsidR="00D77308">
              <w:t>of medicinal cannabis</w:t>
            </w:r>
            <w:r w:rsidR="00000A0E">
              <w:t>, including</w:t>
            </w:r>
            <w:r w:rsidR="00FA3A0F">
              <w:t>:</w:t>
            </w:r>
          </w:p>
          <w:p w14:paraId="4148B463" w14:textId="5F57BC32" w:rsidR="00000A0E" w:rsidRDefault="00000A0E" w:rsidP="00FA3A0F">
            <w:pPr>
              <w:pStyle w:val="SIBulletList2"/>
            </w:pPr>
            <w:r>
              <w:t>persons suitable for employment or engag</w:t>
            </w:r>
            <w:r w:rsidR="00845F2B">
              <w:t>ement</w:t>
            </w:r>
            <w:r>
              <w:t xml:space="preserve"> in a cannabis operation</w:t>
            </w:r>
            <w:r w:rsidR="005B04B1">
              <w:t xml:space="preserve"> (Fit and Proper Person)</w:t>
            </w:r>
          </w:p>
          <w:p w14:paraId="08CB554A" w14:textId="43D50100" w:rsidR="003967FF" w:rsidRDefault="003967FF" w:rsidP="00FA3A0F">
            <w:pPr>
              <w:pStyle w:val="SIBulletList2"/>
            </w:pPr>
            <w:r>
              <w:t>physical security of cannabis</w:t>
            </w:r>
          </w:p>
          <w:p w14:paraId="5D943A6F" w14:textId="7AAD2ABD" w:rsidR="003967FF" w:rsidRDefault="003967FF" w:rsidP="00FA3A0F">
            <w:pPr>
              <w:pStyle w:val="SIBulletList2"/>
            </w:pPr>
            <w:r>
              <w:t>reporting and dealing with loss or theft of cannabis</w:t>
            </w:r>
          </w:p>
          <w:p w14:paraId="77229BA3" w14:textId="2DC7A0AB" w:rsidR="003967FF" w:rsidRDefault="00144548" w:rsidP="00FA3A0F">
            <w:pPr>
              <w:pStyle w:val="SIBulletList2"/>
            </w:pPr>
            <w:r>
              <w:t xml:space="preserve">safe </w:t>
            </w:r>
            <w:r w:rsidR="003967FF">
              <w:t>disposal or destruction of cannabis</w:t>
            </w:r>
          </w:p>
          <w:p w14:paraId="00154A1E" w14:textId="7C836BAF" w:rsidR="004E53F5" w:rsidRDefault="004E53F5" w:rsidP="00890BA1">
            <w:pPr>
              <w:pStyle w:val="SIBulletList1"/>
            </w:pPr>
            <w:r>
              <w:t>risk of diversion to illicit use</w:t>
            </w:r>
          </w:p>
          <w:p w14:paraId="3F789873" w14:textId="77777777" w:rsidR="00845F2B" w:rsidRDefault="00845F2B" w:rsidP="00890BA1">
            <w:pPr>
              <w:pStyle w:val="SIBulletList1"/>
            </w:pPr>
            <w:r>
              <w:t>employee responsibilities</w:t>
            </w:r>
            <w:r w:rsidRPr="00845F2B">
              <w:t xml:space="preserve"> in maintaining personal safety including cyber security</w:t>
            </w:r>
          </w:p>
          <w:p w14:paraId="5A2FFA54" w14:textId="107D3FAF" w:rsidR="00F1480E" w:rsidRDefault="00D77308" w:rsidP="00890BA1">
            <w:pPr>
              <w:pStyle w:val="SIBulletList1"/>
            </w:pPr>
            <w:r w:rsidRPr="00D77308">
              <w:t>security</w:t>
            </w:r>
            <w:r w:rsidR="003967FF">
              <w:t xml:space="preserve"> </w:t>
            </w:r>
            <w:r w:rsidRPr="00D77308">
              <w:t xml:space="preserve">systems and procedures </w:t>
            </w:r>
            <w:r w:rsidR="004E53F5">
              <w:t xml:space="preserve">and </w:t>
            </w:r>
            <w:r w:rsidR="004E53F5" w:rsidRPr="00890BA1">
              <w:t xml:space="preserve">implications of divergence from </w:t>
            </w:r>
            <w:r w:rsidR="004E53F5">
              <w:t>procedures</w:t>
            </w:r>
          </w:p>
          <w:p w14:paraId="7925250A" w14:textId="14BB8830" w:rsidR="003729D9" w:rsidRDefault="00426E61" w:rsidP="00426E61">
            <w:pPr>
              <w:pStyle w:val="SIBulletList1"/>
            </w:pPr>
            <w:r>
              <w:t>procedures for reporting and responding to security incidents or emergencies</w:t>
            </w:r>
          </w:p>
          <w:p w14:paraId="5FEFB040" w14:textId="6D6E57E7" w:rsidR="00890BA1" w:rsidRPr="000754EC" w:rsidRDefault="003729D9" w:rsidP="00426E61">
            <w:pPr>
              <w:pStyle w:val="SIBulletList1"/>
            </w:pPr>
            <w:r>
              <w:t>procedures for safe and secure disposal or destruction of cannabis</w:t>
            </w:r>
            <w:r w:rsidR="00426E61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5878A28F" w:rsidR="004E6741" w:rsidRPr="000754EC" w:rsidRDefault="00445452" w:rsidP="000754EC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E00258">
              <w:t>on</w:t>
            </w:r>
            <w:bookmarkStart w:id="0" w:name="_GoBack"/>
            <w:bookmarkEnd w:id="0"/>
            <w:r>
              <w:t xml:space="preserve"> </w:t>
            </w:r>
            <w:r w:rsidR="00FE4FFB">
              <w:t xml:space="preserve">a </w:t>
            </w:r>
            <w:r w:rsidR="003E0B00">
              <w:t xml:space="preserve">medicinal </w:t>
            </w:r>
            <w:r w:rsidR="00EB5629">
              <w:t>cannabis</w:t>
            </w:r>
            <w:r w:rsidR="003E0B00">
              <w:t xml:space="preserve"> </w:t>
            </w:r>
            <w:r w:rsidR="00BD1A32">
              <w:t xml:space="preserve">production </w:t>
            </w:r>
            <w:r w:rsidR="003213E6">
              <w:t>site</w:t>
            </w:r>
            <w:r w:rsidR="00FE4FFB">
              <w:t xml:space="preserve">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A" w14:textId="7E34E095" w:rsidR="00F83D7C" w:rsidRPr="004B23E0" w:rsidRDefault="00146B0B" w:rsidP="000754EC">
            <w:pPr>
              <w:pStyle w:val="SIBulletList2"/>
              <w:rPr>
                <w:rFonts w:eastAsia="Calibri"/>
              </w:rPr>
            </w:pPr>
            <w:r>
              <w:t>sign in/sign out register</w:t>
            </w:r>
          </w:p>
          <w:p w14:paraId="4D98A69E" w14:textId="53AA6387" w:rsidR="004B23E0" w:rsidRPr="004B23E0" w:rsidRDefault="00845F2B" w:rsidP="000754EC">
            <w:pPr>
              <w:pStyle w:val="SIBulletList2"/>
              <w:rPr>
                <w:rFonts w:eastAsia="Calibri"/>
              </w:rPr>
            </w:pPr>
            <w:r>
              <w:t xml:space="preserve">plant waste </w:t>
            </w:r>
            <w:r w:rsidR="004B23E0">
              <w:t>for disposal or destruction</w:t>
            </w:r>
          </w:p>
          <w:p w14:paraId="517AA9EB" w14:textId="2E690A89" w:rsidR="004B23E0" w:rsidRPr="000754EC" w:rsidRDefault="004B23E0" w:rsidP="000754EC">
            <w:pPr>
              <w:pStyle w:val="SIBulletList2"/>
              <w:rPr>
                <w:rFonts w:eastAsia="Calibri"/>
              </w:rPr>
            </w:pPr>
            <w:r>
              <w:t>equipment to be cleaned</w:t>
            </w:r>
          </w:p>
          <w:p w14:paraId="491894CA" w14:textId="7B936822" w:rsidR="00146B0B" w:rsidRDefault="00F83D7C" w:rsidP="00146B0B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10EDBFB" w14:textId="6031EFB3" w:rsidR="00B35646" w:rsidRPr="00146B0B" w:rsidRDefault="00B35646" w:rsidP="00B356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employment obligations</w:t>
            </w:r>
          </w:p>
          <w:p w14:paraId="5FEFB052" w14:textId="12E7FFE1" w:rsidR="0021210E" w:rsidRPr="00146B0B" w:rsidRDefault="002D6306" w:rsidP="00146B0B">
            <w:pPr>
              <w:pStyle w:val="SIBulletList2"/>
              <w:rPr>
                <w:rFonts w:eastAsia="Calibri"/>
              </w:rPr>
            </w:pPr>
            <w:r w:rsidRPr="00146B0B">
              <w:rPr>
                <w:rFonts w:eastAsia="Calibri"/>
              </w:rPr>
              <w:t xml:space="preserve">workplace </w:t>
            </w:r>
            <w:r w:rsidR="00EB5629" w:rsidRPr="00146B0B">
              <w:rPr>
                <w:rFonts w:eastAsia="Calibri"/>
              </w:rPr>
              <w:t>procedure</w:t>
            </w:r>
            <w:r w:rsidR="00890BA1" w:rsidRPr="00146B0B">
              <w:rPr>
                <w:rFonts w:eastAsia="Calibri"/>
              </w:rPr>
              <w:t>s</w:t>
            </w:r>
            <w:r w:rsidR="00EB5629" w:rsidRPr="00146B0B">
              <w:rPr>
                <w:rFonts w:eastAsia="Calibri"/>
              </w:rPr>
              <w:t xml:space="preserve"> relating to </w:t>
            </w:r>
            <w:r w:rsidR="00AF0C3F">
              <w:rPr>
                <w:rFonts w:eastAsia="Calibri"/>
              </w:rPr>
              <w:t xml:space="preserve">the security </w:t>
            </w:r>
            <w:r w:rsidR="00445452">
              <w:rPr>
                <w:rFonts w:eastAsia="Calibri"/>
              </w:rPr>
              <w:t>of medicinal cannabis</w:t>
            </w:r>
            <w:r w:rsidR="00A5396F">
              <w:rPr>
                <w:rFonts w:eastAsia="Calibri"/>
              </w:rPr>
              <w:t>,</w:t>
            </w:r>
            <w:r w:rsidR="00445452">
              <w:rPr>
                <w:rFonts w:eastAsia="Calibri"/>
              </w:rPr>
              <w:t xml:space="preserve"> </w:t>
            </w:r>
            <w:r w:rsidR="00AF0C3F">
              <w:rPr>
                <w:rFonts w:eastAsia="Calibri"/>
              </w:rPr>
              <w:t>responding to security incidents or emergencie</w:t>
            </w:r>
            <w:r w:rsidR="00A5396F">
              <w:rPr>
                <w:rFonts w:eastAsia="Calibri"/>
              </w:rPr>
              <w:t>s and safe and secure disposal or destruction of cannabis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E00258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653FF" w14:textId="77777777" w:rsidR="00677DEB" w:rsidRDefault="00677DEB" w:rsidP="00BF3F0A">
      <w:r>
        <w:separator/>
      </w:r>
    </w:p>
    <w:p w14:paraId="6F814077" w14:textId="77777777" w:rsidR="00677DEB" w:rsidRDefault="00677DEB"/>
  </w:endnote>
  <w:endnote w:type="continuationSeparator" w:id="0">
    <w:p w14:paraId="3F48B07D" w14:textId="77777777" w:rsidR="00677DEB" w:rsidRDefault="00677DEB" w:rsidP="00BF3F0A">
      <w:r>
        <w:continuationSeparator/>
      </w:r>
    </w:p>
    <w:p w14:paraId="62A78313" w14:textId="77777777" w:rsidR="00677DEB" w:rsidRDefault="00677D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FB171" w14:textId="77777777" w:rsidR="00677DEB" w:rsidRDefault="00677DEB" w:rsidP="00BF3F0A">
      <w:r>
        <w:separator/>
      </w:r>
    </w:p>
    <w:p w14:paraId="4A07295F" w14:textId="77777777" w:rsidR="00677DEB" w:rsidRDefault="00677DEB"/>
  </w:footnote>
  <w:footnote w:type="continuationSeparator" w:id="0">
    <w:p w14:paraId="79307C54" w14:textId="77777777" w:rsidR="00677DEB" w:rsidRDefault="00677DEB" w:rsidP="00BF3F0A">
      <w:r>
        <w:continuationSeparator/>
      </w:r>
    </w:p>
    <w:p w14:paraId="541EA7AA" w14:textId="77777777" w:rsidR="00677DEB" w:rsidRDefault="00677D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03A2B271" w:rsidR="009C2650" w:rsidRPr="000754EC" w:rsidRDefault="004C537B" w:rsidP="00146EEC">
    <w:pPr>
      <w:pStyle w:val="SIText"/>
    </w:pPr>
    <w:r>
      <w:t>AHC</w:t>
    </w:r>
    <w:r w:rsidR="005F2EFA">
      <w:t>MDC</w:t>
    </w:r>
    <w:r>
      <w:t>2</w:t>
    </w:r>
    <w:r w:rsidR="0004287E">
      <w:t>01</w:t>
    </w:r>
    <w:r>
      <w:t xml:space="preserve"> </w:t>
    </w:r>
    <w:r w:rsidR="0021536B" w:rsidRPr="0021536B">
      <w:t xml:space="preserve">Apply </w:t>
    </w:r>
    <w:r w:rsidR="0089769F">
      <w:t xml:space="preserve">security </w:t>
    </w:r>
    <w:r w:rsidR="00C44D4E">
      <w:t>regulatory</w:t>
    </w:r>
    <w:r w:rsidR="0021536B" w:rsidRPr="0021536B">
      <w:t xml:space="preserve"> requirements </w:t>
    </w:r>
    <w:r w:rsidR="00B8093E">
      <w:t>to work in</w:t>
    </w:r>
    <w:r w:rsidR="0089769F">
      <w:t xml:space="preserve"> the</w:t>
    </w:r>
    <w:r w:rsidR="0021536B" w:rsidRPr="0021536B">
      <w:t xml:space="preserve"> medicinal cannabis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2807ED"/>
    <w:multiLevelType w:val="hybridMultilevel"/>
    <w:tmpl w:val="85EC43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0769"/>
    <w:rsid w:val="00000A0E"/>
    <w:rsid w:val="000014B9"/>
    <w:rsid w:val="00003ACE"/>
    <w:rsid w:val="00005A15"/>
    <w:rsid w:val="0001108F"/>
    <w:rsid w:val="000115E2"/>
    <w:rsid w:val="000126D0"/>
    <w:rsid w:val="0001296A"/>
    <w:rsid w:val="00015017"/>
    <w:rsid w:val="00016803"/>
    <w:rsid w:val="00023992"/>
    <w:rsid w:val="000275AE"/>
    <w:rsid w:val="00036848"/>
    <w:rsid w:val="00041E59"/>
    <w:rsid w:val="0004287E"/>
    <w:rsid w:val="00052741"/>
    <w:rsid w:val="00060E8C"/>
    <w:rsid w:val="00064BFE"/>
    <w:rsid w:val="00064FCF"/>
    <w:rsid w:val="00070B3E"/>
    <w:rsid w:val="00071F95"/>
    <w:rsid w:val="000737BB"/>
    <w:rsid w:val="00074E47"/>
    <w:rsid w:val="000754EC"/>
    <w:rsid w:val="0009093B"/>
    <w:rsid w:val="000A1FDD"/>
    <w:rsid w:val="000A3925"/>
    <w:rsid w:val="000A5441"/>
    <w:rsid w:val="000C149A"/>
    <w:rsid w:val="000C224E"/>
    <w:rsid w:val="000E25E6"/>
    <w:rsid w:val="000E2C86"/>
    <w:rsid w:val="000F29F2"/>
    <w:rsid w:val="000F5206"/>
    <w:rsid w:val="00101659"/>
    <w:rsid w:val="00102FC7"/>
    <w:rsid w:val="00105AEA"/>
    <w:rsid w:val="001078BF"/>
    <w:rsid w:val="00133957"/>
    <w:rsid w:val="001372F6"/>
    <w:rsid w:val="00144385"/>
    <w:rsid w:val="00144548"/>
    <w:rsid w:val="00146B0B"/>
    <w:rsid w:val="00146EEC"/>
    <w:rsid w:val="00151D55"/>
    <w:rsid w:val="00151D93"/>
    <w:rsid w:val="00156EF3"/>
    <w:rsid w:val="00176997"/>
    <w:rsid w:val="00176E4F"/>
    <w:rsid w:val="0018546B"/>
    <w:rsid w:val="001976EF"/>
    <w:rsid w:val="001A6A3E"/>
    <w:rsid w:val="001A719F"/>
    <w:rsid w:val="001A7B6D"/>
    <w:rsid w:val="001B2A45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0F4"/>
    <w:rsid w:val="001E16BC"/>
    <w:rsid w:val="001E16DF"/>
    <w:rsid w:val="001F2BA5"/>
    <w:rsid w:val="001F308D"/>
    <w:rsid w:val="00201A7C"/>
    <w:rsid w:val="0021210E"/>
    <w:rsid w:val="0021414D"/>
    <w:rsid w:val="0021536B"/>
    <w:rsid w:val="00215C42"/>
    <w:rsid w:val="00223124"/>
    <w:rsid w:val="00233143"/>
    <w:rsid w:val="00233275"/>
    <w:rsid w:val="00234444"/>
    <w:rsid w:val="00242293"/>
    <w:rsid w:val="00244EA7"/>
    <w:rsid w:val="002553B6"/>
    <w:rsid w:val="00262FC3"/>
    <w:rsid w:val="0026394F"/>
    <w:rsid w:val="00266D2F"/>
    <w:rsid w:val="00267AF6"/>
    <w:rsid w:val="002720A7"/>
    <w:rsid w:val="00276DB8"/>
    <w:rsid w:val="00282664"/>
    <w:rsid w:val="00285FB8"/>
    <w:rsid w:val="002942A4"/>
    <w:rsid w:val="0029550E"/>
    <w:rsid w:val="002970C3"/>
    <w:rsid w:val="002A1B85"/>
    <w:rsid w:val="002A31D5"/>
    <w:rsid w:val="002A4CD3"/>
    <w:rsid w:val="002A6CC4"/>
    <w:rsid w:val="002A7DEC"/>
    <w:rsid w:val="002C55E9"/>
    <w:rsid w:val="002C6423"/>
    <w:rsid w:val="002D0596"/>
    <w:rsid w:val="002D0C8B"/>
    <w:rsid w:val="002D189A"/>
    <w:rsid w:val="002D330A"/>
    <w:rsid w:val="002D39D6"/>
    <w:rsid w:val="002D6306"/>
    <w:rsid w:val="002E170C"/>
    <w:rsid w:val="002E193E"/>
    <w:rsid w:val="00303941"/>
    <w:rsid w:val="00305EFF"/>
    <w:rsid w:val="00310A6A"/>
    <w:rsid w:val="003144E6"/>
    <w:rsid w:val="003213E6"/>
    <w:rsid w:val="00337E82"/>
    <w:rsid w:val="00346FDC"/>
    <w:rsid w:val="00350BB1"/>
    <w:rsid w:val="00352C83"/>
    <w:rsid w:val="00352DB8"/>
    <w:rsid w:val="0035664A"/>
    <w:rsid w:val="00366805"/>
    <w:rsid w:val="0037067D"/>
    <w:rsid w:val="003729D9"/>
    <w:rsid w:val="00373436"/>
    <w:rsid w:val="0038735B"/>
    <w:rsid w:val="003916D1"/>
    <w:rsid w:val="00396791"/>
    <w:rsid w:val="003967FF"/>
    <w:rsid w:val="003972F4"/>
    <w:rsid w:val="003A21F0"/>
    <w:rsid w:val="003A277F"/>
    <w:rsid w:val="003A58BA"/>
    <w:rsid w:val="003A5AE7"/>
    <w:rsid w:val="003A7221"/>
    <w:rsid w:val="003B3493"/>
    <w:rsid w:val="003C13AE"/>
    <w:rsid w:val="003D296F"/>
    <w:rsid w:val="003D2E73"/>
    <w:rsid w:val="003E0B00"/>
    <w:rsid w:val="003E72B6"/>
    <w:rsid w:val="003E7BBE"/>
    <w:rsid w:val="004111AA"/>
    <w:rsid w:val="004127E3"/>
    <w:rsid w:val="00426E61"/>
    <w:rsid w:val="0043212E"/>
    <w:rsid w:val="00434366"/>
    <w:rsid w:val="004345E7"/>
    <w:rsid w:val="00434ECE"/>
    <w:rsid w:val="00444423"/>
    <w:rsid w:val="00445452"/>
    <w:rsid w:val="00452F3E"/>
    <w:rsid w:val="004640AE"/>
    <w:rsid w:val="004679E3"/>
    <w:rsid w:val="0047209A"/>
    <w:rsid w:val="00475172"/>
    <w:rsid w:val="004758B0"/>
    <w:rsid w:val="004819AE"/>
    <w:rsid w:val="004832D2"/>
    <w:rsid w:val="00485559"/>
    <w:rsid w:val="0049027C"/>
    <w:rsid w:val="00496D5A"/>
    <w:rsid w:val="004A142B"/>
    <w:rsid w:val="004A3860"/>
    <w:rsid w:val="004A44E8"/>
    <w:rsid w:val="004A581D"/>
    <w:rsid w:val="004A6BE7"/>
    <w:rsid w:val="004A7706"/>
    <w:rsid w:val="004A77E3"/>
    <w:rsid w:val="004B23E0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3F5"/>
    <w:rsid w:val="004E5FAE"/>
    <w:rsid w:val="004E6245"/>
    <w:rsid w:val="004E6741"/>
    <w:rsid w:val="004E7094"/>
    <w:rsid w:val="004F147C"/>
    <w:rsid w:val="004F38D1"/>
    <w:rsid w:val="004F5DC7"/>
    <w:rsid w:val="004F78DA"/>
    <w:rsid w:val="0050413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3E5"/>
    <w:rsid w:val="005708EB"/>
    <w:rsid w:val="00575BC6"/>
    <w:rsid w:val="00583902"/>
    <w:rsid w:val="00583904"/>
    <w:rsid w:val="00584424"/>
    <w:rsid w:val="005951B8"/>
    <w:rsid w:val="005A1D70"/>
    <w:rsid w:val="005A3AA5"/>
    <w:rsid w:val="005A6C9C"/>
    <w:rsid w:val="005A7272"/>
    <w:rsid w:val="005A74DC"/>
    <w:rsid w:val="005B04B1"/>
    <w:rsid w:val="005B5146"/>
    <w:rsid w:val="005D1AFD"/>
    <w:rsid w:val="005D2774"/>
    <w:rsid w:val="005E51E6"/>
    <w:rsid w:val="005F027A"/>
    <w:rsid w:val="005F2EFA"/>
    <w:rsid w:val="005F33CC"/>
    <w:rsid w:val="005F771F"/>
    <w:rsid w:val="006061D5"/>
    <w:rsid w:val="00611A87"/>
    <w:rsid w:val="006121D4"/>
    <w:rsid w:val="00613B49"/>
    <w:rsid w:val="00616845"/>
    <w:rsid w:val="00616FB1"/>
    <w:rsid w:val="00620E8E"/>
    <w:rsid w:val="00633CFE"/>
    <w:rsid w:val="00634FCA"/>
    <w:rsid w:val="00643D1B"/>
    <w:rsid w:val="006452B8"/>
    <w:rsid w:val="00652E62"/>
    <w:rsid w:val="00654BDC"/>
    <w:rsid w:val="006578C2"/>
    <w:rsid w:val="00671965"/>
    <w:rsid w:val="00677DEB"/>
    <w:rsid w:val="00681824"/>
    <w:rsid w:val="006835A9"/>
    <w:rsid w:val="00684CDA"/>
    <w:rsid w:val="00686A49"/>
    <w:rsid w:val="00687B62"/>
    <w:rsid w:val="00690C44"/>
    <w:rsid w:val="006969D9"/>
    <w:rsid w:val="006A2B68"/>
    <w:rsid w:val="006B3B99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6F5E50"/>
    <w:rsid w:val="0070174A"/>
    <w:rsid w:val="00705EEC"/>
    <w:rsid w:val="0070619C"/>
    <w:rsid w:val="00707741"/>
    <w:rsid w:val="00712D54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840"/>
    <w:rsid w:val="007444CF"/>
    <w:rsid w:val="00746B0B"/>
    <w:rsid w:val="0074704F"/>
    <w:rsid w:val="00752C75"/>
    <w:rsid w:val="007532AF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C95"/>
    <w:rsid w:val="007A666E"/>
    <w:rsid w:val="007D5A78"/>
    <w:rsid w:val="007D6E83"/>
    <w:rsid w:val="007E2CCA"/>
    <w:rsid w:val="007E3BD1"/>
    <w:rsid w:val="007F01CF"/>
    <w:rsid w:val="007F1563"/>
    <w:rsid w:val="007F1EB2"/>
    <w:rsid w:val="007F44DB"/>
    <w:rsid w:val="007F5A8B"/>
    <w:rsid w:val="00801BAA"/>
    <w:rsid w:val="0081500B"/>
    <w:rsid w:val="00817D51"/>
    <w:rsid w:val="00823530"/>
    <w:rsid w:val="00823FF4"/>
    <w:rsid w:val="00830267"/>
    <w:rsid w:val="008306E7"/>
    <w:rsid w:val="008322BE"/>
    <w:rsid w:val="00834BC8"/>
    <w:rsid w:val="00837FD6"/>
    <w:rsid w:val="00845F2B"/>
    <w:rsid w:val="00847B60"/>
    <w:rsid w:val="00850243"/>
    <w:rsid w:val="00851BE5"/>
    <w:rsid w:val="008545EB"/>
    <w:rsid w:val="00865011"/>
    <w:rsid w:val="00877587"/>
    <w:rsid w:val="008778E3"/>
    <w:rsid w:val="00886790"/>
    <w:rsid w:val="008908DE"/>
    <w:rsid w:val="00890BA1"/>
    <w:rsid w:val="0089769F"/>
    <w:rsid w:val="008A12ED"/>
    <w:rsid w:val="008A39D3"/>
    <w:rsid w:val="008B2C77"/>
    <w:rsid w:val="008B4AD2"/>
    <w:rsid w:val="008B7138"/>
    <w:rsid w:val="008C4144"/>
    <w:rsid w:val="008D4F00"/>
    <w:rsid w:val="008E260C"/>
    <w:rsid w:val="008E3280"/>
    <w:rsid w:val="008E39BE"/>
    <w:rsid w:val="008E62EC"/>
    <w:rsid w:val="008F32F6"/>
    <w:rsid w:val="008F6139"/>
    <w:rsid w:val="009111AB"/>
    <w:rsid w:val="009154C7"/>
    <w:rsid w:val="00916CD7"/>
    <w:rsid w:val="00920927"/>
    <w:rsid w:val="00920B5C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94B15"/>
    <w:rsid w:val="00997BFC"/>
    <w:rsid w:val="009A53CB"/>
    <w:rsid w:val="009A5900"/>
    <w:rsid w:val="009A6E6C"/>
    <w:rsid w:val="009A6F3F"/>
    <w:rsid w:val="009B331A"/>
    <w:rsid w:val="009C2650"/>
    <w:rsid w:val="009D129A"/>
    <w:rsid w:val="009D15E2"/>
    <w:rsid w:val="009D15FE"/>
    <w:rsid w:val="009D5D2C"/>
    <w:rsid w:val="009E5E20"/>
    <w:rsid w:val="009F0DCC"/>
    <w:rsid w:val="009F11CA"/>
    <w:rsid w:val="00A0695B"/>
    <w:rsid w:val="00A13052"/>
    <w:rsid w:val="00A15BDA"/>
    <w:rsid w:val="00A165C7"/>
    <w:rsid w:val="00A216A8"/>
    <w:rsid w:val="00A223A6"/>
    <w:rsid w:val="00A3639E"/>
    <w:rsid w:val="00A447C0"/>
    <w:rsid w:val="00A5092E"/>
    <w:rsid w:val="00A51937"/>
    <w:rsid w:val="00A5396F"/>
    <w:rsid w:val="00A554D6"/>
    <w:rsid w:val="00A56E14"/>
    <w:rsid w:val="00A6476B"/>
    <w:rsid w:val="00A76C6C"/>
    <w:rsid w:val="00A81A84"/>
    <w:rsid w:val="00A861F7"/>
    <w:rsid w:val="00A87356"/>
    <w:rsid w:val="00A90D56"/>
    <w:rsid w:val="00A92DD1"/>
    <w:rsid w:val="00A94FA1"/>
    <w:rsid w:val="00AA4E0D"/>
    <w:rsid w:val="00AA5338"/>
    <w:rsid w:val="00AA5787"/>
    <w:rsid w:val="00AB14CC"/>
    <w:rsid w:val="00AB1B8E"/>
    <w:rsid w:val="00AB6563"/>
    <w:rsid w:val="00AC0696"/>
    <w:rsid w:val="00AC4C98"/>
    <w:rsid w:val="00AC5F6B"/>
    <w:rsid w:val="00AD3896"/>
    <w:rsid w:val="00AD5B47"/>
    <w:rsid w:val="00AE1ED9"/>
    <w:rsid w:val="00AE32CB"/>
    <w:rsid w:val="00AF0C3F"/>
    <w:rsid w:val="00AF1BD0"/>
    <w:rsid w:val="00AF3957"/>
    <w:rsid w:val="00B0712C"/>
    <w:rsid w:val="00B12013"/>
    <w:rsid w:val="00B22C67"/>
    <w:rsid w:val="00B332AE"/>
    <w:rsid w:val="00B3508F"/>
    <w:rsid w:val="00B35646"/>
    <w:rsid w:val="00B443EE"/>
    <w:rsid w:val="00B560C8"/>
    <w:rsid w:val="00B61150"/>
    <w:rsid w:val="00B63301"/>
    <w:rsid w:val="00B642CE"/>
    <w:rsid w:val="00B65BC7"/>
    <w:rsid w:val="00B746B9"/>
    <w:rsid w:val="00B8093E"/>
    <w:rsid w:val="00B848D4"/>
    <w:rsid w:val="00B865B7"/>
    <w:rsid w:val="00B96BE6"/>
    <w:rsid w:val="00BA1CB1"/>
    <w:rsid w:val="00BA4178"/>
    <w:rsid w:val="00BA482D"/>
    <w:rsid w:val="00BB1755"/>
    <w:rsid w:val="00BB23F4"/>
    <w:rsid w:val="00BC102C"/>
    <w:rsid w:val="00BC5075"/>
    <w:rsid w:val="00BC5419"/>
    <w:rsid w:val="00BD1A32"/>
    <w:rsid w:val="00BD3B0F"/>
    <w:rsid w:val="00BD6CBC"/>
    <w:rsid w:val="00BF1D4C"/>
    <w:rsid w:val="00BF3F0A"/>
    <w:rsid w:val="00C143C3"/>
    <w:rsid w:val="00C1739B"/>
    <w:rsid w:val="00C21ADE"/>
    <w:rsid w:val="00C26067"/>
    <w:rsid w:val="00C30A29"/>
    <w:rsid w:val="00C317DC"/>
    <w:rsid w:val="00C44D4E"/>
    <w:rsid w:val="00C460EC"/>
    <w:rsid w:val="00C578E9"/>
    <w:rsid w:val="00C70626"/>
    <w:rsid w:val="00C72860"/>
    <w:rsid w:val="00C73582"/>
    <w:rsid w:val="00C73B90"/>
    <w:rsid w:val="00C742EC"/>
    <w:rsid w:val="00C74701"/>
    <w:rsid w:val="00C80445"/>
    <w:rsid w:val="00C808C7"/>
    <w:rsid w:val="00C86F74"/>
    <w:rsid w:val="00C9231F"/>
    <w:rsid w:val="00C96AF3"/>
    <w:rsid w:val="00C97CCC"/>
    <w:rsid w:val="00CA0274"/>
    <w:rsid w:val="00CA32E5"/>
    <w:rsid w:val="00CB3DF8"/>
    <w:rsid w:val="00CB746F"/>
    <w:rsid w:val="00CC14ED"/>
    <w:rsid w:val="00CC451E"/>
    <w:rsid w:val="00CD1B5D"/>
    <w:rsid w:val="00CD4E9D"/>
    <w:rsid w:val="00CD4F4D"/>
    <w:rsid w:val="00CE29E8"/>
    <w:rsid w:val="00CE6D63"/>
    <w:rsid w:val="00CE7D19"/>
    <w:rsid w:val="00CF0CF5"/>
    <w:rsid w:val="00CF2B3E"/>
    <w:rsid w:val="00CF5249"/>
    <w:rsid w:val="00D0201F"/>
    <w:rsid w:val="00D03347"/>
    <w:rsid w:val="00D03685"/>
    <w:rsid w:val="00D07D4E"/>
    <w:rsid w:val="00D115AA"/>
    <w:rsid w:val="00D145BE"/>
    <w:rsid w:val="00D2035A"/>
    <w:rsid w:val="00D20C57"/>
    <w:rsid w:val="00D25D16"/>
    <w:rsid w:val="00D32124"/>
    <w:rsid w:val="00D36E2C"/>
    <w:rsid w:val="00D54C76"/>
    <w:rsid w:val="00D71E43"/>
    <w:rsid w:val="00D727F3"/>
    <w:rsid w:val="00D73695"/>
    <w:rsid w:val="00D77308"/>
    <w:rsid w:val="00D810DE"/>
    <w:rsid w:val="00D87D32"/>
    <w:rsid w:val="00D91188"/>
    <w:rsid w:val="00D92C83"/>
    <w:rsid w:val="00DA0A81"/>
    <w:rsid w:val="00DA3C10"/>
    <w:rsid w:val="00DA53B5"/>
    <w:rsid w:val="00DB6171"/>
    <w:rsid w:val="00DC1D69"/>
    <w:rsid w:val="00DC5A3A"/>
    <w:rsid w:val="00DC6E94"/>
    <w:rsid w:val="00DD0726"/>
    <w:rsid w:val="00DE555D"/>
    <w:rsid w:val="00E00258"/>
    <w:rsid w:val="00E109F7"/>
    <w:rsid w:val="00E134B7"/>
    <w:rsid w:val="00E238E6"/>
    <w:rsid w:val="00E26740"/>
    <w:rsid w:val="00E35064"/>
    <w:rsid w:val="00E3681D"/>
    <w:rsid w:val="00E40225"/>
    <w:rsid w:val="00E501F0"/>
    <w:rsid w:val="00E50635"/>
    <w:rsid w:val="00E552D1"/>
    <w:rsid w:val="00E6166D"/>
    <w:rsid w:val="00E76B8F"/>
    <w:rsid w:val="00E91BFF"/>
    <w:rsid w:val="00E92933"/>
    <w:rsid w:val="00E94FAD"/>
    <w:rsid w:val="00EB0AA4"/>
    <w:rsid w:val="00EB5629"/>
    <w:rsid w:val="00EB5C88"/>
    <w:rsid w:val="00EC0469"/>
    <w:rsid w:val="00ED1D84"/>
    <w:rsid w:val="00ED537D"/>
    <w:rsid w:val="00ED64E3"/>
    <w:rsid w:val="00EE6BC2"/>
    <w:rsid w:val="00EF01F8"/>
    <w:rsid w:val="00EF09C8"/>
    <w:rsid w:val="00EF40EF"/>
    <w:rsid w:val="00EF47FE"/>
    <w:rsid w:val="00F00CDB"/>
    <w:rsid w:val="00F069BD"/>
    <w:rsid w:val="00F07B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C40"/>
    <w:rsid w:val="00FA3A0F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D1B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B5D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07BD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2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2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9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1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CD6FE66-B244-40FA-86E7-A6F23DF27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410690-008D-7049-8A8B-E49DC00F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C:\Users\Peter\Desktop\PEM Consultant\Projects\2019\Skills Impact\AHC Horticultural Tech Project 19-08\Protected Horticulture\AHCXXX2XX Perform manual pollination of crops.dotx</Template>
  <TotalTime>1</TotalTime>
  <Pages>3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Lina Robinson</cp:lastModifiedBy>
  <cp:revision>3</cp:revision>
  <cp:lastPrinted>2016-05-27T05:21:00Z</cp:lastPrinted>
  <dcterms:created xsi:type="dcterms:W3CDTF">2019-09-27T22:49:00Z</dcterms:created>
  <dcterms:modified xsi:type="dcterms:W3CDTF">2019-09-27T23:02:00Z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656">
    <vt:lpwstr>963</vt:lpwstr>
  </property>
  <property fmtid="{D5CDD505-2E9C-101B-9397-08002B2CF9AE}" pid="20" name="AuthorIds_UIVersion_1536">
    <vt:lpwstr>115</vt:lpwstr>
  </property>
</Properties>
</file>