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C8742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D73A56B" w14:textId="77777777" w:rsidTr="00F279E6">
        <w:tc>
          <w:tcPr>
            <w:tcW w:w="1396" w:type="pct"/>
            <w:shd w:val="clear" w:color="auto" w:fill="auto"/>
          </w:tcPr>
          <w:p w14:paraId="66FDBF99" w14:textId="77777777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ssxxxxxx</w:t>
            </w:r>
          </w:p>
        </w:tc>
        <w:tc>
          <w:tcPr>
            <w:tcW w:w="3604" w:type="pct"/>
            <w:shd w:val="clear" w:color="auto" w:fill="auto"/>
          </w:tcPr>
          <w:p w14:paraId="2FAC3B82" w14:textId="77777777" w:rsidR="00A301E0" w:rsidRPr="00536741" w:rsidRDefault="00592ACE" w:rsidP="00536741">
            <w:pPr>
              <w:pStyle w:val="SISStitle"/>
            </w:pPr>
            <w:r>
              <w:t xml:space="preserve">Induction to </w:t>
            </w:r>
            <w:r w:rsidR="00F34A5C">
              <w:t>W</w:t>
            </w:r>
            <w:r>
              <w:t>or</w:t>
            </w:r>
            <w:r w:rsidR="00EA12E5">
              <w:t>k</w:t>
            </w:r>
            <w:r>
              <w:t xml:space="preserve"> in </w:t>
            </w:r>
            <w:r w:rsidR="00EA12E5">
              <w:t xml:space="preserve">the </w:t>
            </w:r>
            <w:r w:rsidR="00F34A5C">
              <w:t>M</w:t>
            </w:r>
            <w:r>
              <w:t xml:space="preserve">edicinal </w:t>
            </w:r>
            <w:r w:rsidR="00F34A5C">
              <w:t>C</w:t>
            </w:r>
            <w:r>
              <w:t xml:space="preserve">annabis </w:t>
            </w:r>
            <w:r w:rsidR="00F34A5C">
              <w:t>I</w:t>
            </w:r>
            <w:r>
              <w:t>ndustry</w:t>
            </w:r>
            <w:r w:rsidR="00F34A5C">
              <w:t xml:space="preserve"> Skill Set</w:t>
            </w:r>
          </w:p>
        </w:tc>
      </w:tr>
    </w:tbl>
    <w:p w14:paraId="589DE6BE" w14:textId="77777777" w:rsidR="00A301E0" w:rsidRPr="00536741" w:rsidRDefault="00A301E0" w:rsidP="00A301E0"/>
    <w:p w14:paraId="3CA9DE0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BB714DF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6BDD61A" w14:textId="77777777" w:rsidTr="002A1BEA">
        <w:tc>
          <w:tcPr>
            <w:tcW w:w="1396" w:type="pct"/>
            <w:shd w:val="clear" w:color="auto" w:fill="auto"/>
          </w:tcPr>
          <w:p w14:paraId="19A88B8D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1FE603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5DB69159" w14:textId="77777777" w:rsidTr="002A1BEA">
        <w:tc>
          <w:tcPr>
            <w:tcW w:w="1396" w:type="pct"/>
            <w:shd w:val="clear" w:color="auto" w:fill="auto"/>
          </w:tcPr>
          <w:p w14:paraId="7BCB7F3B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8DCE7D4" w14:textId="77777777" w:rsidR="00536741" w:rsidRPr="00EA12E5" w:rsidRDefault="00B97E92" w:rsidP="00EA12E5">
            <w:pPr>
              <w:pStyle w:val="SIText"/>
            </w:pPr>
            <w:r w:rsidRPr="00EA12E5">
              <w:t>This version released with AHC Agriculture, Horticulture and Conservation and Land Management Training Package Version 5.0.</w:t>
            </w:r>
          </w:p>
        </w:tc>
      </w:tr>
    </w:tbl>
    <w:p w14:paraId="3FF2DB4C" w14:textId="77777777" w:rsidR="00536741" w:rsidRDefault="00536741" w:rsidP="00536741">
      <w:pPr>
        <w:rPr>
          <w:lang w:eastAsia="en-US"/>
        </w:rPr>
      </w:pPr>
    </w:p>
    <w:p w14:paraId="62D3D5E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98D5DF3" w14:textId="77777777" w:rsidTr="000D7BE6">
        <w:tc>
          <w:tcPr>
            <w:tcW w:w="5000" w:type="pct"/>
            <w:shd w:val="clear" w:color="auto" w:fill="auto"/>
          </w:tcPr>
          <w:p w14:paraId="73C15927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B861864" w14:textId="77777777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apply regulatory and quality requirements </w:t>
            </w:r>
            <w:r w:rsidR="00BD24D4">
              <w:t>to work in</w:t>
            </w:r>
            <w:r w:rsidR="00A17E13">
              <w:t xml:space="preserve"> </w:t>
            </w:r>
            <w:r w:rsidR="00BD24D4">
              <w:t xml:space="preserve">the </w:t>
            </w:r>
            <w:r w:rsidR="00A17E13">
              <w:t>medicinal cannabis industry</w:t>
            </w:r>
          </w:p>
          <w:p w14:paraId="42628B78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10D9BE2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F5A0793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BE15324" w14:textId="4430AD0E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886947">
              <w:t>AHC2XX20 Certificate II in Medicinal Cannabis Cultivation and Production and AHC3XX20 Certificate III in Medicinal Cannabis Cultivation and Production.</w:t>
            </w:r>
          </w:p>
          <w:p w14:paraId="6E3F6384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6769F886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C61D50A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368A72" w14:textId="77777777" w:rsidR="00A301E0" w:rsidRPr="00A301E0" w:rsidRDefault="00890663" w:rsidP="00AB0D78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</w:tc>
      </w:tr>
      <w:tr w:rsidR="00A772D9" w:rsidRPr="00963A46" w14:paraId="1027EC0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77026F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49395FD" w14:textId="77777777" w:rsidR="00DB557A" w:rsidRPr="00536741" w:rsidRDefault="00C01E5C" w:rsidP="00536741">
            <w:pPr>
              <w:pStyle w:val="SIBulletList1"/>
            </w:pPr>
            <w:r>
              <w:t>AHCMDC201 Apply security regulatory requirements to work in the medicinal cannabis industry</w:t>
            </w:r>
          </w:p>
          <w:p w14:paraId="3CEDF6F5" w14:textId="77777777" w:rsidR="001F28F9" w:rsidRPr="00536741" w:rsidRDefault="00C01E5C" w:rsidP="00C01E5C">
            <w:pPr>
              <w:pStyle w:val="SIBulletList1"/>
            </w:pPr>
            <w:r>
              <w:t>AHCMDC301 Apply regulatory and quality requirements to the production of medicinal cannabis</w:t>
            </w:r>
          </w:p>
        </w:tc>
      </w:tr>
      <w:tr w:rsidR="005C7EA8" w:rsidRPr="00963A46" w14:paraId="5841BE1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956B0E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D38D4A0" w14:textId="5F62BC50" w:rsidR="0016138C" w:rsidRPr="00536741" w:rsidRDefault="006A1D6C" w:rsidP="00AB0D78">
            <w:pPr>
              <w:pStyle w:val="SIText"/>
            </w:pPr>
            <w:r>
              <w:t>This skill set is for</w:t>
            </w:r>
            <w:r w:rsidR="00AB0D78">
              <w:t xml:space="preserve"> </w:t>
            </w:r>
            <w:r w:rsidR="00DE1610">
              <w:t xml:space="preserve">individuals entering </w:t>
            </w:r>
            <w:r w:rsidR="00AB0D78">
              <w:t>the medicinal cannabis industry</w:t>
            </w:r>
            <w:r w:rsidR="002E03D9">
              <w:t>, including those with or without previous experience in agriculture or horticulture</w:t>
            </w:r>
            <w:r w:rsidR="00AB0D78">
              <w:t>.</w:t>
            </w:r>
          </w:p>
        </w:tc>
      </w:tr>
      <w:tr w:rsidR="00DB557A" w:rsidRPr="00963A46" w14:paraId="22EC557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D273D04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155CC488" w14:textId="7998AF5E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4C5D43">
              <w:t>for induction to</w:t>
            </w:r>
            <w:bookmarkStart w:id="0" w:name="_GoBack"/>
            <w:bookmarkEnd w:id="0"/>
            <w:r w:rsidR="00886947" w:rsidRPr="00886947">
              <w:t xml:space="preserve"> work in the medicinal cannabis industry.</w:t>
            </w:r>
          </w:p>
        </w:tc>
      </w:tr>
    </w:tbl>
    <w:p w14:paraId="5F97C20C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664FC" w14:textId="77777777" w:rsidR="00FC2E05" w:rsidRDefault="00FC2E05" w:rsidP="00BF3F0A">
      <w:r>
        <w:separator/>
      </w:r>
    </w:p>
    <w:p w14:paraId="700CD403" w14:textId="77777777" w:rsidR="00FC2E05" w:rsidRDefault="00FC2E05"/>
  </w:endnote>
  <w:endnote w:type="continuationSeparator" w:id="0">
    <w:p w14:paraId="0A3F059E" w14:textId="77777777" w:rsidR="00FC2E05" w:rsidRDefault="00FC2E05" w:rsidP="00BF3F0A">
      <w:r>
        <w:continuationSeparator/>
      </w:r>
    </w:p>
    <w:p w14:paraId="2EC73ACB" w14:textId="77777777" w:rsidR="00FC2E05" w:rsidRDefault="00FC2E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D3713D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5012468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7DE629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6AC65" w14:textId="77777777" w:rsidR="00FC2E05" w:rsidRDefault="00FC2E05" w:rsidP="00BF3F0A">
      <w:r>
        <w:separator/>
      </w:r>
    </w:p>
    <w:p w14:paraId="49B07BAD" w14:textId="77777777" w:rsidR="00FC2E05" w:rsidRDefault="00FC2E05"/>
  </w:footnote>
  <w:footnote w:type="continuationSeparator" w:id="0">
    <w:p w14:paraId="2764F711" w14:textId="77777777" w:rsidR="00FC2E05" w:rsidRDefault="00FC2E05" w:rsidP="00BF3F0A">
      <w:r>
        <w:continuationSeparator/>
      </w:r>
    </w:p>
    <w:p w14:paraId="6766FEC5" w14:textId="77777777" w:rsidR="00FC2E05" w:rsidRDefault="00FC2E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F8A4A" w14:textId="430300C6" w:rsidR="009C2650" w:rsidRPr="00EA12E5" w:rsidRDefault="00EA12E5" w:rsidP="00EA12E5">
    <w:r>
      <w:t xml:space="preserve">AHCSSXXXXXX Induction to </w:t>
    </w:r>
    <w:r w:rsidR="00BC09F6">
      <w:t>W</w:t>
    </w:r>
    <w:r>
      <w:t xml:space="preserve">ork in the </w:t>
    </w:r>
    <w:r w:rsidR="00BC09F6">
      <w:t>M</w:t>
    </w:r>
    <w:r>
      <w:t xml:space="preserve">edicinal </w:t>
    </w:r>
    <w:r w:rsidR="00BC09F6">
      <w:t>C</w:t>
    </w:r>
    <w:r>
      <w:t xml:space="preserve">annabis </w:t>
    </w:r>
    <w:r w:rsidR="00BC09F6">
      <w:t>I</w:t>
    </w:r>
    <w:r>
      <w:t>ndustry</w:t>
    </w:r>
    <w:r w:rsidR="00BC09F6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58A5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03D9"/>
    <w:rsid w:val="002E193E"/>
    <w:rsid w:val="002F08F3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088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5D43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5DC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09F6"/>
    <w:rsid w:val="00BC5075"/>
    <w:rsid w:val="00BD24D4"/>
    <w:rsid w:val="00BD3B0F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E2B70"/>
    <w:rsid w:val="00EF01F8"/>
    <w:rsid w:val="00EF40EF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C2E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3FBAC7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narobinson/Desktop/Medicinal%20crops/new%20SI%20templates/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690fd16224bf5ab75c133f2dfefce1a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ED304-C4FE-40E8-9FE1-F23E221006C2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385D59B6-24EB-9046-AA6B-14331C25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32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Lina Robinson</cp:lastModifiedBy>
  <cp:revision>5</cp:revision>
  <cp:lastPrinted>2016-05-27T05:21:00Z</cp:lastPrinted>
  <dcterms:created xsi:type="dcterms:W3CDTF">2019-09-16T02:28:00Z</dcterms:created>
  <dcterms:modified xsi:type="dcterms:W3CDTF">2019-09-16T03:40:00Z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