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6CFE" w14:textId="77777777" w:rsidR="005C0620" w:rsidRPr="00CA2922" w:rsidRDefault="005C0620"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0620" w14:paraId="28D9A75E" w14:textId="77777777" w:rsidTr="00441B2B">
        <w:tc>
          <w:tcPr>
            <w:tcW w:w="2689" w:type="dxa"/>
          </w:tcPr>
          <w:p w14:paraId="0F931110" w14:textId="77777777" w:rsidR="005C0620" w:rsidRPr="000754EC" w:rsidRDefault="005C0620" w:rsidP="000754EC">
            <w:pPr>
              <w:pStyle w:val="SIText-Bold"/>
            </w:pPr>
            <w:r w:rsidRPr="00A326C2">
              <w:t>Release</w:t>
            </w:r>
          </w:p>
        </w:tc>
        <w:tc>
          <w:tcPr>
            <w:tcW w:w="7139" w:type="dxa"/>
          </w:tcPr>
          <w:p w14:paraId="18023C8D" w14:textId="77777777" w:rsidR="005C0620" w:rsidRPr="000754EC" w:rsidRDefault="005C0620" w:rsidP="000754EC">
            <w:pPr>
              <w:pStyle w:val="SIText-Bold"/>
            </w:pPr>
            <w:r w:rsidRPr="00A326C2">
              <w:t>Comments</w:t>
            </w:r>
          </w:p>
        </w:tc>
      </w:tr>
      <w:tr w:rsidR="005C0620" w14:paraId="250A1925" w14:textId="77777777" w:rsidTr="00441B2B">
        <w:tc>
          <w:tcPr>
            <w:tcW w:w="2689" w:type="dxa"/>
          </w:tcPr>
          <w:p w14:paraId="40F69930" w14:textId="77777777" w:rsidR="005C0620" w:rsidRPr="000754EC" w:rsidRDefault="005C0620" w:rsidP="000754EC">
            <w:pPr>
              <w:pStyle w:val="SIText"/>
            </w:pPr>
            <w:r w:rsidRPr="00CC451E">
              <w:t>Release</w:t>
            </w:r>
            <w:r>
              <w:t xml:space="preserve"> 1</w:t>
            </w:r>
          </w:p>
        </w:tc>
        <w:tc>
          <w:tcPr>
            <w:tcW w:w="7139" w:type="dxa"/>
          </w:tcPr>
          <w:p w14:paraId="4F5FB0AF" w14:textId="303BA4DC" w:rsidR="005C0620" w:rsidRPr="000754EC" w:rsidRDefault="005C0620" w:rsidP="008E39B1">
            <w:pPr>
              <w:pStyle w:val="SIText"/>
            </w:pPr>
            <w:r w:rsidRPr="00CC451E">
              <w:t xml:space="preserve">This version released with </w:t>
            </w:r>
            <w:r>
              <w:t>SFI Seafood Industry</w:t>
            </w:r>
            <w:r w:rsidRPr="000754EC">
              <w:t xml:space="preserve"> Training Package Version </w:t>
            </w:r>
            <w:r w:rsidR="00D075D8">
              <w:t>2</w:t>
            </w:r>
            <w:bookmarkStart w:id="0" w:name="_GoBack"/>
            <w:bookmarkEnd w:id="0"/>
            <w:r w:rsidRPr="000754EC">
              <w:t>.0.</w:t>
            </w:r>
          </w:p>
        </w:tc>
      </w:tr>
    </w:tbl>
    <w:p w14:paraId="0F7365A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7954B73E" w14:textId="77777777" w:rsidTr="00C00AD3">
        <w:trPr>
          <w:tblHeader/>
        </w:trPr>
        <w:tc>
          <w:tcPr>
            <w:tcW w:w="1396" w:type="pct"/>
          </w:tcPr>
          <w:p w14:paraId="59107164" w14:textId="31F1ACF0" w:rsidR="005C0620" w:rsidRPr="000754EC" w:rsidRDefault="005C0620" w:rsidP="00356A3D">
            <w:pPr>
              <w:pStyle w:val="SIUNITCODE"/>
            </w:pPr>
            <w:bookmarkStart w:id="1" w:name="_Hlk29560694"/>
            <w:r>
              <w:t>SFI</w:t>
            </w:r>
            <w:r w:rsidR="004D4466">
              <w:t>CRO</w:t>
            </w:r>
            <w:r w:rsidR="006C4D8E">
              <w:t>3</w:t>
            </w:r>
            <w:r>
              <w:t>X</w:t>
            </w:r>
            <w:r w:rsidR="006C4D8E">
              <w:t>4</w:t>
            </w:r>
          </w:p>
        </w:tc>
        <w:tc>
          <w:tcPr>
            <w:tcW w:w="3604" w:type="pct"/>
          </w:tcPr>
          <w:p w14:paraId="66DAF778" w14:textId="30D3E9CD" w:rsidR="005C0620" w:rsidRPr="000754EC" w:rsidRDefault="00093FA9" w:rsidP="000754EC">
            <w:pPr>
              <w:pStyle w:val="SIUnittitle"/>
            </w:pPr>
            <w:r>
              <w:t>Care for</w:t>
            </w:r>
            <w:r w:rsidR="006C4D8E" w:rsidRPr="006C4D8E">
              <w:t xml:space="preserve"> crocodiles over 1.</w:t>
            </w:r>
            <w:r>
              <w:t>2</w:t>
            </w:r>
            <w:r w:rsidR="006C4D8E" w:rsidRPr="006C4D8E">
              <w:t xml:space="preserve"> metres</w:t>
            </w:r>
            <w:r>
              <w:t xml:space="preserve"> in a controlled environment</w:t>
            </w:r>
          </w:p>
        </w:tc>
      </w:tr>
      <w:bookmarkEnd w:id="1"/>
      <w:tr w:rsidR="005C0620" w:rsidRPr="00963A46" w14:paraId="5239FE8B" w14:textId="77777777" w:rsidTr="00C00AD3">
        <w:tc>
          <w:tcPr>
            <w:tcW w:w="1396" w:type="pct"/>
          </w:tcPr>
          <w:p w14:paraId="4206C101" w14:textId="77777777" w:rsidR="005C0620" w:rsidRPr="002A586A" w:rsidRDefault="005C0620" w:rsidP="002A586A">
            <w:pPr>
              <w:pStyle w:val="SIHeading2"/>
            </w:pPr>
            <w:r w:rsidRPr="00FD557D">
              <w:t>Application</w:t>
            </w:r>
          </w:p>
          <w:p w14:paraId="18272A64" w14:textId="77777777" w:rsidR="005C0620" w:rsidRPr="00923720" w:rsidRDefault="005C0620" w:rsidP="002A586A">
            <w:pPr>
              <w:pStyle w:val="SIHeading2"/>
            </w:pPr>
          </w:p>
        </w:tc>
        <w:tc>
          <w:tcPr>
            <w:tcW w:w="3604" w:type="pct"/>
          </w:tcPr>
          <w:p w14:paraId="31920ECD" w14:textId="7544FAFB" w:rsidR="005C0620" w:rsidRDefault="005C0620" w:rsidP="002A586A">
            <w:pPr>
              <w:pStyle w:val="SIText"/>
            </w:pPr>
            <w:r w:rsidRPr="002A586A">
              <w:t xml:space="preserve">This unit of competency describes the skills and knowledge required to </w:t>
            </w:r>
            <w:r w:rsidR="007A34C9">
              <w:t xml:space="preserve">care for </w:t>
            </w:r>
            <w:r>
              <w:t>crocodile</w:t>
            </w:r>
            <w:r w:rsidR="007A34C9">
              <w:t xml:space="preserve">s over 1.2 metres in a controlled environment. </w:t>
            </w:r>
          </w:p>
          <w:p w14:paraId="4B4EAB75" w14:textId="77777777" w:rsidR="005C0620" w:rsidRPr="002A586A" w:rsidRDefault="005C0620" w:rsidP="002A586A">
            <w:pPr>
              <w:pStyle w:val="SIText"/>
            </w:pPr>
            <w:r>
              <w:t xml:space="preserve"> </w:t>
            </w:r>
          </w:p>
          <w:p w14:paraId="2414914E" w14:textId="111BCFFE" w:rsidR="005C0620" w:rsidRDefault="005C0620" w:rsidP="002A586A">
            <w:pPr>
              <w:pStyle w:val="SIText"/>
            </w:pPr>
            <w:r w:rsidRPr="002A586A">
              <w:t xml:space="preserve">The unit applies to individuals who </w:t>
            </w:r>
            <w:r w:rsidR="007A34C9">
              <w:t xml:space="preserve">are caring for crocodiles </w:t>
            </w:r>
            <w:r w:rsidR="00EF05F4">
              <w:t>o</w:t>
            </w:r>
            <w:r w:rsidR="007A34C9">
              <w:t>n farm</w:t>
            </w:r>
            <w:r w:rsidR="00546D3C">
              <w:t>s</w:t>
            </w:r>
            <w:r w:rsidR="007A34C9">
              <w:t xml:space="preserve">, </w:t>
            </w:r>
            <w:r w:rsidR="00546D3C">
              <w:t xml:space="preserve">wildlife parks or </w:t>
            </w:r>
            <w:r w:rsidR="007A34C9">
              <w:t>research</w:t>
            </w:r>
            <w:r w:rsidR="00F10EF5">
              <w:t xml:space="preserve"> </w:t>
            </w:r>
            <w:r w:rsidR="00546D3C">
              <w:t>facilities</w:t>
            </w:r>
            <w:r w:rsidR="007A34C9">
              <w:t xml:space="preserve"> </w:t>
            </w:r>
            <w:r w:rsidR="00BB30D2">
              <w:t xml:space="preserve">under </w:t>
            </w:r>
            <w:r w:rsidR="004A54F9">
              <w:t xml:space="preserve">minimal </w:t>
            </w:r>
            <w:r w:rsidR="00BB30D2">
              <w:t>supervision</w:t>
            </w:r>
            <w:r>
              <w:t xml:space="preserve">. While this unit relates mostly to saltwater crocodiles, it also </w:t>
            </w:r>
            <w:r w:rsidR="006D2C51">
              <w:t xml:space="preserve">may </w:t>
            </w:r>
            <w:r>
              <w:t>entail</w:t>
            </w:r>
            <w:r w:rsidR="00F10EF5">
              <w:t xml:space="preserve"> caring for </w:t>
            </w:r>
            <w:r>
              <w:t xml:space="preserve">with other crocodile species. </w:t>
            </w:r>
          </w:p>
          <w:p w14:paraId="44172318" w14:textId="77777777" w:rsidR="005C0620" w:rsidRDefault="005C0620" w:rsidP="002A586A">
            <w:pPr>
              <w:pStyle w:val="SIText"/>
            </w:pPr>
          </w:p>
          <w:p w14:paraId="46AA2DAE" w14:textId="77777777" w:rsidR="005C0620" w:rsidRDefault="005C062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09A73D83" w14:textId="77777777" w:rsidR="005C0620" w:rsidRDefault="005C0620" w:rsidP="002A586A">
            <w:pPr>
              <w:pStyle w:val="SIText"/>
            </w:pPr>
          </w:p>
          <w:p w14:paraId="6FEF8123" w14:textId="77777777" w:rsidR="005C0620" w:rsidRPr="002A586A" w:rsidRDefault="005C0620" w:rsidP="002A586A">
            <w:pPr>
              <w:pStyle w:val="SIText"/>
            </w:pPr>
            <w:r>
              <w:t xml:space="preserve">No licensing, legislative or certification requirements apply to this unit at the time of publication. </w:t>
            </w:r>
          </w:p>
        </w:tc>
      </w:tr>
      <w:tr w:rsidR="005C0620" w:rsidRPr="00963A46" w14:paraId="3F3BF999" w14:textId="77777777" w:rsidTr="00C00AD3">
        <w:tc>
          <w:tcPr>
            <w:tcW w:w="1396" w:type="pct"/>
          </w:tcPr>
          <w:p w14:paraId="15E70AD1" w14:textId="77777777" w:rsidR="005C0620" w:rsidRPr="002A586A" w:rsidRDefault="005C0620" w:rsidP="002A586A">
            <w:pPr>
              <w:pStyle w:val="SIHeading2"/>
            </w:pPr>
            <w:r>
              <w:t xml:space="preserve">Use </w:t>
            </w:r>
            <w:r w:rsidRPr="00923720">
              <w:t>Prerequisite Unit</w:t>
            </w:r>
          </w:p>
        </w:tc>
        <w:tc>
          <w:tcPr>
            <w:tcW w:w="3604" w:type="pct"/>
          </w:tcPr>
          <w:p w14:paraId="5B96B21D" w14:textId="77777777" w:rsidR="005C0620" w:rsidRPr="002A586A" w:rsidRDefault="005C0620" w:rsidP="002A586A">
            <w:pPr>
              <w:pStyle w:val="SIText"/>
            </w:pPr>
            <w:r w:rsidRPr="008908DE">
              <w:t>Ni</w:t>
            </w:r>
            <w:r w:rsidRPr="002A586A">
              <w:t xml:space="preserve">l </w:t>
            </w:r>
          </w:p>
        </w:tc>
      </w:tr>
      <w:tr w:rsidR="005C0620" w:rsidRPr="00963A46" w14:paraId="7FE5B8A0" w14:textId="77777777" w:rsidTr="00C00AD3">
        <w:tc>
          <w:tcPr>
            <w:tcW w:w="1396" w:type="pct"/>
          </w:tcPr>
          <w:p w14:paraId="7AE32E1B" w14:textId="77777777" w:rsidR="005C0620" w:rsidRPr="002A586A" w:rsidRDefault="005C0620" w:rsidP="002A586A">
            <w:pPr>
              <w:pStyle w:val="SIHeading2"/>
            </w:pPr>
            <w:r w:rsidRPr="00923720">
              <w:t>Unit Sector</w:t>
            </w:r>
          </w:p>
        </w:tc>
        <w:tc>
          <w:tcPr>
            <w:tcW w:w="3604" w:type="pct"/>
          </w:tcPr>
          <w:p w14:paraId="786CC59B" w14:textId="77777777" w:rsidR="005C0620" w:rsidRPr="002A586A" w:rsidRDefault="005C0620" w:rsidP="002A586A">
            <w:pPr>
              <w:pStyle w:val="SIText"/>
            </w:pPr>
            <w:r>
              <w:t>Crocodiles</w:t>
            </w:r>
          </w:p>
        </w:tc>
      </w:tr>
    </w:tbl>
    <w:p w14:paraId="2AE8D2EE" w14:textId="3565AA71" w:rsidR="005C0620" w:rsidRDefault="005C0620" w:rsidP="005F771F">
      <w:pPr>
        <w:pStyle w:val="SIText"/>
      </w:pPr>
    </w:p>
    <w:p w14:paraId="2360A5CA" w14:textId="77777777" w:rsidR="006D2C51" w:rsidRDefault="006D2C5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64EFE2C0" w14:textId="77777777" w:rsidTr="00C00AD3">
        <w:trPr>
          <w:cantSplit/>
          <w:tblHeader/>
        </w:trPr>
        <w:tc>
          <w:tcPr>
            <w:tcW w:w="1396" w:type="pct"/>
            <w:tcBorders>
              <w:bottom w:val="single" w:sz="4" w:space="0" w:color="C0C0C0"/>
            </w:tcBorders>
          </w:tcPr>
          <w:p w14:paraId="40F0B13A" w14:textId="77777777" w:rsidR="005C0620" w:rsidRPr="000754EC" w:rsidRDefault="005C0620" w:rsidP="000754EC">
            <w:pPr>
              <w:pStyle w:val="SIHeading2"/>
            </w:pPr>
            <w:r w:rsidRPr="00923720">
              <w:t>E</w:t>
            </w:r>
            <w:r w:rsidRPr="000754EC">
              <w:t>lements</w:t>
            </w:r>
          </w:p>
        </w:tc>
        <w:tc>
          <w:tcPr>
            <w:tcW w:w="3604" w:type="pct"/>
            <w:tcBorders>
              <w:bottom w:val="single" w:sz="4" w:space="0" w:color="C0C0C0"/>
            </w:tcBorders>
          </w:tcPr>
          <w:p w14:paraId="6CCBE3D2" w14:textId="77777777" w:rsidR="005C0620" w:rsidRPr="000754EC" w:rsidRDefault="005C0620" w:rsidP="00195B88">
            <w:pPr>
              <w:pStyle w:val="SIHeading2"/>
            </w:pPr>
            <w:r w:rsidRPr="00923720">
              <w:t xml:space="preserve">Performance </w:t>
            </w:r>
            <w:r>
              <w:t>Criteria</w:t>
            </w:r>
          </w:p>
        </w:tc>
      </w:tr>
      <w:tr w:rsidR="005C0620" w:rsidRPr="00963A46" w14:paraId="4C6A807B" w14:textId="77777777" w:rsidTr="00C00AD3">
        <w:trPr>
          <w:cantSplit/>
          <w:tblHeader/>
        </w:trPr>
        <w:tc>
          <w:tcPr>
            <w:tcW w:w="1396" w:type="pct"/>
            <w:tcBorders>
              <w:top w:val="single" w:sz="4" w:space="0" w:color="C0C0C0"/>
            </w:tcBorders>
          </w:tcPr>
          <w:p w14:paraId="61DADC81" w14:textId="77777777" w:rsidR="005C0620" w:rsidRPr="000754EC" w:rsidRDefault="005C062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44A2B43" w14:textId="77777777" w:rsidR="005C0620" w:rsidRPr="000754EC" w:rsidRDefault="005C062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0620" w:rsidRPr="00963A46" w14:paraId="62DB5AE9" w14:textId="77777777" w:rsidTr="005149CF">
        <w:trPr>
          <w:cantSplit/>
          <w:trHeight w:val="814"/>
        </w:trPr>
        <w:tc>
          <w:tcPr>
            <w:tcW w:w="1396" w:type="pct"/>
          </w:tcPr>
          <w:p w14:paraId="2CCFD20A" w14:textId="36A1D270" w:rsidR="005C0620" w:rsidRPr="002A586A" w:rsidRDefault="005C0620" w:rsidP="002A586A">
            <w:pPr>
              <w:pStyle w:val="SIText"/>
            </w:pPr>
            <w:r w:rsidRPr="002A586A">
              <w:t>1</w:t>
            </w:r>
            <w:r>
              <w:t xml:space="preserve">. Prepare for </w:t>
            </w:r>
            <w:r w:rsidR="007A34C9">
              <w:t>care of crocodiles over 1.2 metres in a controlled environment</w:t>
            </w:r>
          </w:p>
        </w:tc>
        <w:tc>
          <w:tcPr>
            <w:tcW w:w="3604" w:type="pct"/>
          </w:tcPr>
          <w:p w14:paraId="5AEC7433" w14:textId="6C38D929" w:rsidR="005C0620" w:rsidRDefault="005C0620" w:rsidP="00306825">
            <w:r w:rsidRPr="002A586A">
              <w:t>1.</w:t>
            </w:r>
            <w:r w:rsidR="004A54F9">
              <w:t>1</w:t>
            </w:r>
            <w:r>
              <w:t xml:space="preserve"> Gather required equipment, including personal protective equipment (PPE) to prepare for work with crocodiles</w:t>
            </w:r>
            <w:r w:rsidR="00F10EF5">
              <w:t xml:space="preserve"> in a controlled environment</w:t>
            </w:r>
          </w:p>
          <w:p w14:paraId="3C329FF8" w14:textId="1F804592" w:rsidR="005C0620" w:rsidRDefault="005C0620" w:rsidP="005149CF">
            <w:r>
              <w:t>1.</w:t>
            </w:r>
            <w:r w:rsidR="004A54F9">
              <w:t>2</w:t>
            </w:r>
            <w:r>
              <w:t xml:space="preserve"> Determine appropriate crocodile protection legislation or regulation  </w:t>
            </w:r>
          </w:p>
          <w:p w14:paraId="7D2FC5F5" w14:textId="564AA38E" w:rsidR="005C0620" w:rsidRDefault="005C0620" w:rsidP="005149CF">
            <w:r>
              <w:t>1.</w:t>
            </w:r>
            <w:r w:rsidR="004A54F9">
              <w:t>3</w:t>
            </w:r>
            <w:r>
              <w:t xml:space="preserve"> Identify and observe crocodile</w:t>
            </w:r>
            <w:r w:rsidR="00546D3C">
              <w:t xml:space="preserve"> </w:t>
            </w:r>
            <w:r w:rsidR="00FC714C">
              <w:t>facility</w:t>
            </w:r>
            <w:r w:rsidR="00546D3C">
              <w:t xml:space="preserve"> </w:t>
            </w:r>
            <w:r w:rsidR="00234673">
              <w:t>policies and procedures</w:t>
            </w:r>
          </w:p>
          <w:p w14:paraId="1761F646" w14:textId="77511B57" w:rsidR="004A54F9" w:rsidRDefault="004A54F9" w:rsidP="005149CF">
            <w:r>
              <w:t>1.4 Ensure fences are robust enough to prevent crocodiles a</w:t>
            </w:r>
            <w:r w:rsidR="00FC714C">
              <w:t>pproaching</w:t>
            </w:r>
            <w:r>
              <w:t xml:space="preserve"> those in adjacent pens</w:t>
            </w:r>
          </w:p>
          <w:p w14:paraId="1BA6A381" w14:textId="6AEF7D73" w:rsidR="005C0620" w:rsidRPr="002A586A" w:rsidRDefault="005C0620" w:rsidP="004A54F9">
            <w:r>
              <w:t>1.</w:t>
            </w:r>
            <w:r w:rsidR="002E2873">
              <w:t>5</w:t>
            </w:r>
            <w:r>
              <w:t xml:space="preserve"> Determine biosecurity issues associated with working with crocodiles in captivity</w:t>
            </w:r>
          </w:p>
        </w:tc>
      </w:tr>
      <w:tr w:rsidR="00DE7EEC" w:rsidRPr="00963A46" w14:paraId="38B04898" w14:textId="77777777" w:rsidTr="005149CF">
        <w:trPr>
          <w:cantSplit/>
          <w:trHeight w:val="814"/>
        </w:trPr>
        <w:tc>
          <w:tcPr>
            <w:tcW w:w="1396" w:type="pct"/>
          </w:tcPr>
          <w:p w14:paraId="5652A5B1" w14:textId="14C5E3F4" w:rsidR="00DE7EEC" w:rsidRPr="002A586A" w:rsidRDefault="00DE7EEC" w:rsidP="002A586A">
            <w:pPr>
              <w:pStyle w:val="SIText"/>
            </w:pPr>
            <w:r>
              <w:t xml:space="preserve">2. </w:t>
            </w:r>
            <w:r w:rsidR="00A709CE">
              <w:t xml:space="preserve">Address crocodile care principles for </w:t>
            </w:r>
            <w:r w:rsidR="001E7CF8" w:rsidRPr="001E7CF8">
              <w:t>crocodiles</w:t>
            </w:r>
            <w:r w:rsidR="001E7CF8">
              <w:t xml:space="preserve"> over 1.2 metres </w:t>
            </w:r>
          </w:p>
        </w:tc>
        <w:tc>
          <w:tcPr>
            <w:tcW w:w="3604" w:type="pct"/>
          </w:tcPr>
          <w:p w14:paraId="1F13F1AF" w14:textId="6EFC9AD1" w:rsidR="00DE7EEC" w:rsidRDefault="00DE7EEC" w:rsidP="00DE7EEC">
            <w:r>
              <w:t>2</w:t>
            </w:r>
            <w:r w:rsidRPr="00DE7EEC">
              <w:t xml:space="preserve">.1 Care for </w:t>
            </w:r>
            <w:r w:rsidR="00DE6C69">
              <w:t xml:space="preserve">adult </w:t>
            </w:r>
            <w:r w:rsidRPr="00DE7EEC">
              <w:t xml:space="preserve">crocodiles that </w:t>
            </w:r>
            <w:r>
              <w:t xml:space="preserve">are </w:t>
            </w:r>
            <w:r w:rsidRPr="00DE7EEC">
              <w:t>over 1.</w:t>
            </w:r>
            <w:r w:rsidR="001E7CF8">
              <w:t>2</w:t>
            </w:r>
            <w:r w:rsidRPr="00DE7EEC">
              <w:t xml:space="preserve"> metres in  pens within a controlled environment to ensure successful survival rate</w:t>
            </w:r>
          </w:p>
          <w:p w14:paraId="4CF7FCE9" w14:textId="2DEE34CE" w:rsidR="00BB30D2" w:rsidRPr="00BB30D2" w:rsidRDefault="00BB30D2" w:rsidP="00BB30D2">
            <w:r>
              <w:t xml:space="preserve">2.2 </w:t>
            </w:r>
            <w:r w:rsidRPr="00BB30D2">
              <w:t>Treat crocodiles humanely, ensuring their body condition is healthy and consider their welfare at all times</w:t>
            </w:r>
          </w:p>
          <w:p w14:paraId="60AE4684" w14:textId="4BEF75CC" w:rsidR="00BB30D2" w:rsidRPr="00BB30D2" w:rsidRDefault="00BB30D2" w:rsidP="00BB30D2">
            <w:r>
              <w:t xml:space="preserve">2.3 Ensure </w:t>
            </w:r>
            <w:r w:rsidRPr="00BB30D2">
              <w:t>crocodile pens are not crowded and that all farming activity is conducted in a manner that prevents crocodile skin damage</w:t>
            </w:r>
          </w:p>
          <w:p w14:paraId="2EB98D9A" w14:textId="5C3A4852" w:rsidR="00DE7EEC" w:rsidRPr="00DE7EEC" w:rsidRDefault="00BB30D2" w:rsidP="00BB30D2">
            <w:r>
              <w:t>2.4.</w:t>
            </w:r>
            <w:r w:rsidR="004A54F9">
              <w:t xml:space="preserve"> </w:t>
            </w:r>
            <w:r w:rsidR="0008639A" w:rsidRPr="0008639A">
              <w:t xml:space="preserve">Reduce aggressive interactions between individual crocodiles through regular grading and separation on the basis of size or dominance and/or with modifications to pen design that reduce interactions  </w:t>
            </w:r>
            <w:r>
              <w:t xml:space="preserve">  </w:t>
            </w:r>
          </w:p>
          <w:p w14:paraId="15BD9F85" w14:textId="77777777" w:rsidR="00DC393F" w:rsidRDefault="00CA1C3A" w:rsidP="00DE7EEC">
            <w:r>
              <w:t xml:space="preserve">2.5 Discuss crocodile breeding procedures with relevant personnel to determine if the controlled environment includes breeding activity  </w:t>
            </w:r>
          </w:p>
          <w:p w14:paraId="75846044" w14:textId="34C305B6" w:rsidR="00CA1C3A" w:rsidRDefault="00DC393F" w:rsidP="00DE7EEC">
            <w:r>
              <w:t>2.6 Monitor crocodiles' health to prevent crocodile diseases</w:t>
            </w:r>
            <w:r w:rsidR="00CA1C3A">
              <w:t xml:space="preserve"> </w:t>
            </w:r>
          </w:p>
          <w:p w14:paraId="3BAB60E0" w14:textId="1042D7C6" w:rsidR="00DE7EEC" w:rsidRDefault="00DE7EEC" w:rsidP="00DE7EEC">
            <w:r>
              <w:t>2.</w:t>
            </w:r>
            <w:r w:rsidR="00DC393F">
              <w:t>7</w:t>
            </w:r>
            <w:r>
              <w:t xml:space="preserve"> </w:t>
            </w:r>
            <w:r w:rsidRPr="00DE7EEC">
              <w:t xml:space="preserve">Monitor and document </w:t>
            </w:r>
            <w:r w:rsidR="004A54F9">
              <w:t xml:space="preserve">crocodile </w:t>
            </w:r>
            <w:r w:rsidRPr="00DE7EEC">
              <w:t>behaviour and environmental parameters</w:t>
            </w:r>
          </w:p>
        </w:tc>
      </w:tr>
      <w:tr w:rsidR="005C0620" w:rsidRPr="00963A46" w14:paraId="51649D84" w14:textId="77777777" w:rsidTr="00C00AD3">
        <w:trPr>
          <w:cantSplit/>
        </w:trPr>
        <w:tc>
          <w:tcPr>
            <w:tcW w:w="1396" w:type="pct"/>
          </w:tcPr>
          <w:p w14:paraId="143B8EB0" w14:textId="1E4ED04E" w:rsidR="005C0620" w:rsidRDefault="00DE7EEC" w:rsidP="002A586A">
            <w:pPr>
              <w:pStyle w:val="SIText"/>
            </w:pPr>
            <w:r>
              <w:lastRenderedPageBreak/>
              <w:t>3</w:t>
            </w:r>
            <w:r w:rsidR="005C0620">
              <w:t xml:space="preserve">. Feed crocodiles </w:t>
            </w:r>
            <w:r w:rsidR="00FD5E85" w:rsidRPr="00FD5E85">
              <w:t xml:space="preserve">over </w:t>
            </w:r>
            <w:r w:rsidR="004A54F9">
              <w:t>1</w:t>
            </w:r>
            <w:r w:rsidR="00FD5E85" w:rsidRPr="00FD5E85">
              <w:t>.</w:t>
            </w:r>
            <w:r w:rsidR="001E7CF8">
              <w:t>2</w:t>
            </w:r>
            <w:r w:rsidR="00FD5E85" w:rsidRPr="00FD5E85">
              <w:t xml:space="preserve"> metres </w:t>
            </w:r>
          </w:p>
        </w:tc>
        <w:tc>
          <w:tcPr>
            <w:tcW w:w="3604" w:type="pct"/>
          </w:tcPr>
          <w:p w14:paraId="4BDDBAF2" w14:textId="3053313D" w:rsidR="005C0620" w:rsidRDefault="00DE7EEC" w:rsidP="00306825">
            <w:r>
              <w:t>3</w:t>
            </w:r>
            <w:r w:rsidR="005C0620">
              <w:t xml:space="preserve">.1 </w:t>
            </w:r>
            <w:r w:rsidR="00D25952">
              <w:t xml:space="preserve">Identify the nutritional needs of crocodiles </w:t>
            </w:r>
            <w:r w:rsidRPr="00DE7EEC">
              <w:t xml:space="preserve">over </w:t>
            </w:r>
            <w:r w:rsidR="004A54F9">
              <w:t>1</w:t>
            </w:r>
            <w:r w:rsidRPr="00DE7EEC">
              <w:t>.</w:t>
            </w:r>
            <w:r w:rsidR="001E7CF8">
              <w:t>2</w:t>
            </w:r>
            <w:r w:rsidRPr="00DE7EEC">
              <w:t xml:space="preserve"> metres</w:t>
            </w:r>
            <w:r w:rsidR="001E7CF8">
              <w:t xml:space="preserve"> that are in a controlled environment</w:t>
            </w:r>
            <w:r w:rsidRPr="00DE7EEC">
              <w:t xml:space="preserve"> </w:t>
            </w:r>
          </w:p>
          <w:p w14:paraId="69C2D25A" w14:textId="1C96AAA0" w:rsidR="00D25952" w:rsidRDefault="00DE7EEC" w:rsidP="00306825">
            <w:r>
              <w:t>3</w:t>
            </w:r>
            <w:r w:rsidR="00D25952">
              <w:t>.2 Prepare food and food supplements in line with crocodile feeding plans</w:t>
            </w:r>
          </w:p>
          <w:p w14:paraId="3BE8C106" w14:textId="0A60CE8C" w:rsidR="00D25952" w:rsidRDefault="00D25952" w:rsidP="00306825">
            <w:r>
              <w:t>food temperature requirements for preparation and storage in accordance with food safety requirements</w:t>
            </w:r>
          </w:p>
          <w:p w14:paraId="2F5B92C6" w14:textId="5F05FDCF" w:rsidR="00D25952" w:rsidRDefault="00BB30D2" w:rsidP="00306825">
            <w:r>
              <w:t>3.3</w:t>
            </w:r>
            <w:r w:rsidR="00D25952">
              <w:t xml:space="preserve"> Provide food to </w:t>
            </w:r>
            <w:r w:rsidR="00676A3D">
              <w:t>crocodiles</w:t>
            </w:r>
            <w:r>
              <w:t xml:space="preserve"> that are </w:t>
            </w:r>
            <w:r w:rsidRPr="00BB30D2">
              <w:t xml:space="preserve">over </w:t>
            </w:r>
            <w:r w:rsidR="0008639A">
              <w:t>1</w:t>
            </w:r>
            <w:r w:rsidRPr="00BB30D2">
              <w:t>.</w:t>
            </w:r>
            <w:r w:rsidR="00FC714C">
              <w:t>2</w:t>
            </w:r>
            <w:r w:rsidRPr="00BB30D2">
              <w:t xml:space="preserve"> metres </w:t>
            </w:r>
            <w:r w:rsidR="0008639A">
              <w:t xml:space="preserve">one to </w:t>
            </w:r>
            <w:r w:rsidR="00DE7EEC">
              <w:t>two times a week</w:t>
            </w:r>
            <w:r w:rsidR="00D25952">
              <w:t xml:space="preserve"> following standard operating procedures (SOPs) and in accordance with crocodile safety procedures and workplace practices</w:t>
            </w:r>
          </w:p>
          <w:p w14:paraId="790EBB93" w14:textId="3EECA5C9" w:rsidR="005C0620" w:rsidRDefault="00BB30D2" w:rsidP="00D25952">
            <w:r>
              <w:t>3.4</w:t>
            </w:r>
            <w:r w:rsidR="00D25952">
              <w:t xml:space="preserve"> Observe variations to individual crocodile eating and </w:t>
            </w:r>
            <w:r w:rsidR="001E7CF8">
              <w:t xml:space="preserve">thermoregulation </w:t>
            </w:r>
            <w:r w:rsidR="00D25952">
              <w:t>patterns</w:t>
            </w:r>
            <w:r w:rsidR="001E7CF8">
              <w:t>, l</w:t>
            </w:r>
            <w:r w:rsidR="001E7CF8" w:rsidRPr="001E7CF8">
              <w:t>ooking for signs of dehydrated crocodiles</w:t>
            </w:r>
          </w:p>
          <w:p w14:paraId="1459BAEC" w14:textId="53A9D083" w:rsidR="00D25952" w:rsidRDefault="00BB30D2" w:rsidP="00D25952">
            <w:r>
              <w:t>3.5</w:t>
            </w:r>
            <w:r w:rsidR="00D25952">
              <w:t xml:space="preserve"> Record feeding process, food and food supplement stock levels and any individual feeding abnormalities</w:t>
            </w:r>
          </w:p>
        </w:tc>
      </w:tr>
      <w:tr w:rsidR="005C0620" w:rsidRPr="00963A46" w14:paraId="1F80CC3F" w14:textId="77777777" w:rsidTr="00C00AD3">
        <w:trPr>
          <w:cantSplit/>
        </w:trPr>
        <w:tc>
          <w:tcPr>
            <w:tcW w:w="1396" w:type="pct"/>
          </w:tcPr>
          <w:p w14:paraId="1BFBAA1F" w14:textId="3EFE342E" w:rsidR="005C0620" w:rsidRDefault="00BB30D2" w:rsidP="002A586A">
            <w:pPr>
              <w:pStyle w:val="SIText"/>
            </w:pPr>
            <w:r>
              <w:t>4</w:t>
            </w:r>
            <w:r w:rsidR="005C0620">
              <w:t>. Clean pens</w:t>
            </w:r>
            <w:r w:rsidR="00FD5E85">
              <w:t xml:space="preserve"> </w:t>
            </w:r>
            <w:r w:rsidR="001E7CF8">
              <w:t>o</w:t>
            </w:r>
            <w:r w:rsidR="00FD5E85">
              <w:t xml:space="preserve">f crocodiles </w:t>
            </w:r>
            <w:r w:rsidR="00FD5E85" w:rsidRPr="00FD5E85">
              <w:t>over 1.</w:t>
            </w:r>
            <w:r w:rsidR="001E7CF8">
              <w:t>2</w:t>
            </w:r>
            <w:r w:rsidR="00FD5E85" w:rsidRPr="00FD5E85">
              <w:t xml:space="preserve"> metres</w:t>
            </w:r>
          </w:p>
        </w:tc>
        <w:tc>
          <w:tcPr>
            <w:tcW w:w="3604" w:type="pct"/>
          </w:tcPr>
          <w:p w14:paraId="11C48930" w14:textId="08E8A17D" w:rsidR="009B242A" w:rsidRDefault="00BB30D2" w:rsidP="00306825">
            <w:r>
              <w:t>4</w:t>
            </w:r>
            <w:r w:rsidR="005C0620">
              <w:t>.1</w:t>
            </w:r>
            <w:r w:rsidR="009B242A">
              <w:t xml:space="preserve"> Remove any excess food and record leftover amount in accordance with workplace procedures</w:t>
            </w:r>
          </w:p>
          <w:p w14:paraId="03C98077" w14:textId="2D91CCEB" w:rsidR="009B242A" w:rsidRDefault="00BB30D2" w:rsidP="00306825">
            <w:r>
              <w:t>4</w:t>
            </w:r>
            <w:r w:rsidR="009B242A">
              <w:t xml:space="preserve">.2 Remove and </w:t>
            </w:r>
            <w:r w:rsidR="0014503A">
              <w:t xml:space="preserve">dispose of </w:t>
            </w:r>
            <w:r w:rsidR="000211A4">
              <w:t xml:space="preserve">dead crocodiles </w:t>
            </w:r>
            <w:r w:rsidR="006727A1">
              <w:t xml:space="preserve">and isolate sick or injured crocodiles </w:t>
            </w:r>
            <w:r w:rsidR="000211A4">
              <w:t xml:space="preserve">in accordance with workplace processes </w:t>
            </w:r>
            <w:r w:rsidR="00234673">
              <w:t>and WHS standards</w:t>
            </w:r>
          </w:p>
          <w:p w14:paraId="241F6A8F" w14:textId="23902C02" w:rsidR="009B242A" w:rsidRDefault="00BB30D2" w:rsidP="00306825">
            <w:r>
              <w:t>4</w:t>
            </w:r>
            <w:r w:rsidR="009B242A">
              <w:t xml:space="preserve">.3 Secure drain gate and drop drains to pens about to be cleaned </w:t>
            </w:r>
          </w:p>
          <w:p w14:paraId="4B856431" w14:textId="0B4A1887" w:rsidR="009B242A" w:rsidRDefault="00BB30D2" w:rsidP="00306825">
            <w:r>
              <w:t>4</w:t>
            </w:r>
            <w:r w:rsidR="00DC393F">
              <w:t>.</w:t>
            </w:r>
            <w:r w:rsidR="009B242A">
              <w:t>4 Hose pens thoro</w:t>
            </w:r>
            <w:r w:rsidR="0014503A">
              <w:t xml:space="preserve">ughly </w:t>
            </w:r>
            <w:r w:rsidR="009B242A">
              <w:t>in accordance with workplace procedures</w:t>
            </w:r>
          </w:p>
          <w:p w14:paraId="14F6E965" w14:textId="6BCC4699" w:rsidR="0014503A" w:rsidRDefault="00BB30D2" w:rsidP="00306825">
            <w:r>
              <w:t>4</w:t>
            </w:r>
            <w:r w:rsidR="0014503A">
              <w:t xml:space="preserve">.5 Scrub pens with a broom and appropriate disinfectant agent, allowing enough time for </w:t>
            </w:r>
            <w:r w:rsidR="00EF05F4">
              <w:t>the disinfectant</w:t>
            </w:r>
            <w:r w:rsidR="0014503A">
              <w:t xml:space="preserve"> to take effect</w:t>
            </w:r>
          </w:p>
          <w:p w14:paraId="64AE4D49" w14:textId="386D2E33" w:rsidR="0014503A" w:rsidRDefault="00BB30D2" w:rsidP="00306825">
            <w:r>
              <w:t>4</w:t>
            </w:r>
            <w:r w:rsidR="0014503A">
              <w:t xml:space="preserve">.6 Hose away all traces of disinfectant and clean the drain and grate of meat and other debris </w:t>
            </w:r>
          </w:p>
          <w:p w14:paraId="5207D998" w14:textId="42EB3EE9" w:rsidR="0014503A" w:rsidRDefault="00BB30D2" w:rsidP="00306825">
            <w:r>
              <w:t>4</w:t>
            </w:r>
            <w:r w:rsidR="0014503A">
              <w:t>.7 Replace drain</w:t>
            </w:r>
            <w:r w:rsidR="00EF05F4">
              <w:t xml:space="preserve"> grate</w:t>
            </w:r>
            <w:r w:rsidR="0014503A">
              <w:t xml:space="preserve"> and fill water </w:t>
            </w:r>
          </w:p>
          <w:p w14:paraId="28ED0949" w14:textId="3BEBCCD8" w:rsidR="0014503A" w:rsidRDefault="00BB30D2" w:rsidP="00306825">
            <w:r>
              <w:t>4</w:t>
            </w:r>
            <w:r w:rsidR="0014503A">
              <w:t>.8 Ensure water is turned off after pen is full and monitor the water temperature to ensure it is between 30 -</w:t>
            </w:r>
            <w:r w:rsidR="004A54F9">
              <w:t xml:space="preserve"> </w:t>
            </w:r>
            <w:r w:rsidR="0014503A">
              <w:t>3</w:t>
            </w:r>
            <w:r w:rsidR="004A54F9">
              <w:t>4</w:t>
            </w:r>
            <w:r w:rsidR="0014503A">
              <w:t xml:space="preserve"> degrees</w:t>
            </w:r>
          </w:p>
          <w:p w14:paraId="20BA2096" w14:textId="7BA5CBB7" w:rsidR="0014503A" w:rsidRDefault="00BB30D2" w:rsidP="00755A4C">
            <w:r>
              <w:t>4</w:t>
            </w:r>
            <w:r w:rsidR="009B242A">
              <w:t>.</w:t>
            </w:r>
            <w:r w:rsidR="0014503A">
              <w:t>9</w:t>
            </w:r>
            <w:r w:rsidR="009B242A">
              <w:t xml:space="preserve"> Use re-cycled water as required </w:t>
            </w:r>
          </w:p>
        </w:tc>
      </w:tr>
      <w:tr w:rsidR="00B262BB" w:rsidRPr="00963A46" w14:paraId="212CA405" w14:textId="77777777" w:rsidTr="005149CF">
        <w:trPr>
          <w:cantSplit/>
        </w:trPr>
        <w:tc>
          <w:tcPr>
            <w:tcW w:w="1396" w:type="pct"/>
          </w:tcPr>
          <w:p w14:paraId="3C49E693" w14:textId="4485F768" w:rsidR="00B262BB" w:rsidRDefault="00B262BB" w:rsidP="00223C73">
            <w:pPr>
              <w:pStyle w:val="SIText"/>
            </w:pPr>
            <w:r>
              <w:t xml:space="preserve">5. Secure crocodile </w:t>
            </w:r>
            <w:r w:rsidR="00234673">
              <w:t xml:space="preserve">facility </w:t>
            </w:r>
            <w:r>
              <w:t xml:space="preserve">entry and exits </w:t>
            </w:r>
          </w:p>
        </w:tc>
        <w:tc>
          <w:tcPr>
            <w:tcW w:w="3604" w:type="pct"/>
          </w:tcPr>
          <w:p w14:paraId="5C9D1FEF" w14:textId="132A7FF9" w:rsidR="00B262BB" w:rsidRDefault="00B262BB" w:rsidP="00223C73">
            <w:r>
              <w:t xml:space="preserve">5.1 Ensure all crocodile </w:t>
            </w:r>
            <w:r w:rsidR="00EF05F4">
              <w:t xml:space="preserve">facility </w:t>
            </w:r>
            <w:r>
              <w:t>entry and exit is through one point for all employees and visitors</w:t>
            </w:r>
          </w:p>
          <w:p w14:paraId="4D16E824" w14:textId="14059C2C" w:rsidR="00B262BB" w:rsidRDefault="00B262BB" w:rsidP="00223C73">
            <w:r>
              <w:t xml:space="preserve">5.2 Instruct drivers of vehicles and delivery trucks to drive through wash down bays in accordance with biosecurity guidelines </w:t>
            </w:r>
          </w:p>
          <w:p w14:paraId="7A1F632D" w14:textId="69C68852" w:rsidR="00B262BB" w:rsidRDefault="00B262BB" w:rsidP="00223C73">
            <w:r>
              <w:t xml:space="preserve">5.3 Lock </w:t>
            </w:r>
            <w:r w:rsidR="00546D3C">
              <w:t xml:space="preserve">crocodile </w:t>
            </w:r>
            <w:r w:rsidR="004E2169">
              <w:t>facility</w:t>
            </w:r>
            <w:r w:rsidR="00546D3C">
              <w:t xml:space="preserve"> </w:t>
            </w:r>
            <w:r>
              <w:t xml:space="preserve">gates to restrict access and clearly display a </w:t>
            </w:r>
            <w:r w:rsidR="002305D5">
              <w:t>'</w:t>
            </w:r>
            <w:r>
              <w:t>no entry unless authorised</w:t>
            </w:r>
            <w:r w:rsidR="00BB30D2">
              <w:t>'</w:t>
            </w:r>
            <w:r>
              <w:t xml:space="preserve"> sign </w:t>
            </w:r>
          </w:p>
        </w:tc>
      </w:tr>
      <w:tr w:rsidR="006D2C51" w:rsidRPr="00963A46" w14:paraId="5A4E1116" w14:textId="77777777" w:rsidTr="009975F0">
        <w:trPr>
          <w:cantSplit/>
        </w:trPr>
        <w:tc>
          <w:tcPr>
            <w:tcW w:w="1396" w:type="pct"/>
          </w:tcPr>
          <w:p w14:paraId="0CF51FF6" w14:textId="528FF1E7" w:rsidR="006D2C51" w:rsidRPr="006D2C51" w:rsidRDefault="00BB30D2" w:rsidP="006D2C51">
            <w:pPr>
              <w:pStyle w:val="SIText"/>
            </w:pPr>
            <w:r>
              <w:t>6</w:t>
            </w:r>
            <w:r w:rsidR="006D2C51" w:rsidRPr="006D2C51">
              <w:t xml:space="preserve">. Conduct crocodile stock administrative activity  </w:t>
            </w:r>
          </w:p>
        </w:tc>
        <w:tc>
          <w:tcPr>
            <w:tcW w:w="3604" w:type="pct"/>
          </w:tcPr>
          <w:p w14:paraId="32D7E082" w14:textId="6F5C48A0" w:rsidR="006D2C51" w:rsidRPr="006D2C51" w:rsidRDefault="00BB30D2" w:rsidP="006D2C51">
            <w:r>
              <w:t>6</w:t>
            </w:r>
            <w:r w:rsidR="006D2C51" w:rsidRPr="006D2C51">
              <w:t>.1 Check cleaning of work area and disposal of waste materials is completed according to workplace procedures, biosecurity and environmental requirements</w:t>
            </w:r>
          </w:p>
          <w:p w14:paraId="1ECCA149" w14:textId="3DD63B8A" w:rsidR="006D2C51" w:rsidRPr="006D2C51" w:rsidRDefault="00BB30D2" w:rsidP="006D2C51">
            <w:r>
              <w:t>6</w:t>
            </w:r>
            <w:r w:rsidR="006D2C51" w:rsidRPr="006D2C51">
              <w:t>.2 Check condition and storage of tools and equipment, and forward repair requirements to supervisor</w:t>
            </w:r>
          </w:p>
          <w:p w14:paraId="2B5440FE" w14:textId="29C93BAD" w:rsidR="006D2C51" w:rsidRPr="006D2C51" w:rsidRDefault="00BB30D2" w:rsidP="006D2C51">
            <w:r>
              <w:t>6</w:t>
            </w:r>
            <w:r w:rsidR="006D2C51" w:rsidRPr="006D2C51">
              <w:t xml:space="preserve">.3 Record relevant data and observations and report any abnormal records to supervisor </w:t>
            </w:r>
          </w:p>
        </w:tc>
      </w:tr>
    </w:tbl>
    <w:p w14:paraId="5EB4E81E" w14:textId="77777777" w:rsidR="005C0620" w:rsidRDefault="005C0620" w:rsidP="005F771F">
      <w:pPr>
        <w:pStyle w:val="SIText"/>
      </w:pPr>
    </w:p>
    <w:p w14:paraId="5D39A7B4" w14:textId="77777777" w:rsidR="005C0620" w:rsidRPr="00DD0726" w:rsidRDefault="005C062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0620" w:rsidRPr="00336FCA" w:rsidDel="00423CB2" w14:paraId="38612A26" w14:textId="77777777" w:rsidTr="00C00AD3">
        <w:trPr>
          <w:tblHeader/>
        </w:trPr>
        <w:tc>
          <w:tcPr>
            <w:tcW w:w="5000" w:type="pct"/>
            <w:gridSpan w:val="2"/>
          </w:tcPr>
          <w:p w14:paraId="07E3984F" w14:textId="77777777" w:rsidR="005C0620" w:rsidRPr="000754EC" w:rsidRDefault="005C0620" w:rsidP="000754EC">
            <w:pPr>
              <w:pStyle w:val="SIHeading2"/>
            </w:pPr>
            <w:r w:rsidRPr="00041E59">
              <w:t>F</w:t>
            </w:r>
            <w:r w:rsidRPr="000754EC">
              <w:t>oundation Skills</w:t>
            </w:r>
          </w:p>
          <w:p w14:paraId="4156C21A" w14:textId="77777777" w:rsidR="005C0620" w:rsidRPr="000754EC" w:rsidRDefault="005C062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0620" w:rsidRPr="00336FCA" w:rsidDel="00423CB2" w14:paraId="6DC81911" w14:textId="77777777" w:rsidTr="00C00AD3">
        <w:trPr>
          <w:tblHeader/>
        </w:trPr>
        <w:tc>
          <w:tcPr>
            <w:tcW w:w="1396" w:type="pct"/>
          </w:tcPr>
          <w:p w14:paraId="029AD152" w14:textId="77777777" w:rsidR="005C0620" w:rsidRPr="000754EC" w:rsidDel="00423CB2" w:rsidRDefault="005C0620" w:rsidP="000754EC">
            <w:pPr>
              <w:pStyle w:val="SIText-Bold"/>
            </w:pPr>
            <w:r>
              <w:t>S</w:t>
            </w:r>
            <w:r w:rsidRPr="000754EC">
              <w:t>kill</w:t>
            </w:r>
          </w:p>
        </w:tc>
        <w:tc>
          <w:tcPr>
            <w:tcW w:w="3604" w:type="pct"/>
          </w:tcPr>
          <w:p w14:paraId="085CDE48" w14:textId="77777777" w:rsidR="005C0620" w:rsidRPr="000754EC" w:rsidDel="00423CB2" w:rsidRDefault="005C0620" w:rsidP="000754EC">
            <w:pPr>
              <w:pStyle w:val="SIText-Bold"/>
            </w:pPr>
            <w:r w:rsidRPr="000754EC">
              <w:t>Description</w:t>
            </w:r>
          </w:p>
        </w:tc>
      </w:tr>
      <w:tr w:rsidR="00000DF1" w:rsidRPr="00336FCA" w:rsidDel="00423CB2" w14:paraId="090B54AD" w14:textId="77777777" w:rsidTr="009975F0">
        <w:tc>
          <w:tcPr>
            <w:tcW w:w="1396" w:type="pct"/>
          </w:tcPr>
          <w:p w14:paraId="16A0C54F" w14:textId="77777777" w:rsidR="00000DF1" w:rsidRPr="002A586A" w:rsidRDefault="00000DF1" w:rsidP="009975F0">
            <w:pPr>
              <w:pStyle w:val="SIText"/>
            </w:pPr>
            <w:r w:rsidRPr="008F611B">
              <w:t>Oral communication</w:t>
            </w:r>
          </w:p>
        </w:tc>
        <w:tc>
          <w:tcPr>
            <w:tcW w:w="3604" w:type="pct"/>
          </w:tcPr>
          <w:p w14:paraId="30BE212C" w14:textId="77777777" w:rsidR="00000DF1" w:rsidRDefault="00000DF1" w:rsidP="009975F0">
            <w:pPr>
              <w:pStyle w:val="SIBulletList1"/>
            </w:pPr>
            <w:r w:rsidRPr="008F611B">
              <w:t xml:space="preserve">Communicate in a culturally sensitive manner  </w:t>
            </w:r>
          </w:p>
        </w:tc>
      </w:tr>
      <w:tr w:rsidR="00000DF1" w:rsidRPr="00336FCA" w:rsidDel="00423CB2" w14:paraId="217337AF" w14:textId="77777777" w:rsidTr="009975F0">
        <w:tc>
          <w:tcPr>
            <w:tcW w:w="1396" w:type="pct"/>
          </w:tcPr>
          <w:p w14:paraId="445154F2" w14:textId="77777777" w:rsidR="00000DF1" w:rsidRPr="00000DF1" w:rsidRDefault="00000DF1" w:rsidP="00000DF1">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F34A38C" w14:textId="77777777" w:rsidR="00000DF1" w:rsidRPr="00000DF1" w:rsidRDefault="00000DF1" w:rsidP="00000DF1">
            <w:pPr>
              <w:pStyle w:val="SIBulletList1"/>
            </w:pPr>
            <w:r>
              <w:t>I</w:t>
            </w:r>
            <w:r w:rsidRPr="00000DF1">
              <w:t xml:space="preserve">nterpret technical information relating to crocodile species  </w:t>
            </w:r>
          </w:p>
        </w:tc>
      </w:tr>
      <w:tr w:rsidR="002E2873" w:rsidRPr="00336FCA" w:rsidDel="00423CB2" w14:paraId="2156F7AD" w14:textId="77777777" w:rsidTr="009975F0">
        <w:tc>
          <w:tcPr>
            <w:tcW w:w="1396" w:type="pct"/>
          </w:tcPr>
          <w:p w14:paraId="2A5D857B" w14:textId="28A7CBFA" w:rsidR="002E2873" w:rsidRPr="002A586A" w:rsidRDefault="002E2873" w:rsidP="00000DF1">
            <w:pPr>
              <w:pStyle w:val="SIText"/>
            </w:pPr>
            <w:r>
              <w:t>Writing</w:t>
            </w:r>
          </w:p>
        </w:tc>
        <w:tc>
          <w:tcPr>
            <w:tcW w:w="3604" w:type="pct"/>
          </w:tcPr>
          <w:p w14:paraId="60D6891D" w14:textId="01572121" w:rsidR="002E2873" w:rsidRDefault="002E2873" w:rsidP="00000DF1">
            <w:pPr>
              <w:pStyle w:val="SIBulletList1"/>
            </w:pPr>
            <w:r>
              <w:t>Record data with technical detail relating to crocodile farming</w:t>
            </w:r>
          </w:p>
        </w:tc>
      </w:tr>
    </w:tbl>
    <w:p w14:paraId="6D060539" w14:textId="77777777" w:rsidR="005C0620" w:rsidRDefault="005C0620" w:rsidP="005F771F">
      <w:pPr>
        <w:pStyle w:val="SIText"/>
      </w:pPr>
    </w:p>
    <w:p w14:paraId="1B033DD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0620" w14:paraId="69E39D66" w14:textId="77777777" w:rsidTr="00F33FF2">
        <w:tc>
          <w:tcPr>
            <w:tcW w:w="5000" w:type="pct"/>
            <w:gridSpan w:val="4"/>
          </w:tcPr>
          <w:p w14:paraId="66691F53" w14:textId="77777777" w:rsidR="005C0620" w:rsidRPr="000754EC" w:rsidRDefault="005C0620" w:rsidP="000754EC">
            <w:pPr>
              <w:pStyle w:val="SIHeading2"/>
            </w:pPr>
            <w:r w:rsidRPr="00923720">
              <w:t>U</w:t>
            </w:r>
            <w:r w:rsidRPr="000754EC">
              <w:t>nit Mapping Information</w:t>
            </w:r>
          </w:p>
        </w:tc>
      </w:tr>
      <w:tr w:rsidR="005C0620" w14:paraId="42B22089" w14:textId="77777777" w:rsidTr="00F33FF2">
        <w:tc>
          <w:tcPr>
            <w:tcW w:w="1028" w:type="pct"/>
          </w:tcPr>
          <w:p w14:paraId="5C1A419F" w14:textId="77777777" w:rsidR="005C0620" w:rsidRPr="000754EC" w:rsidRDefault="005C0620" w:rsidP="000754EC">
            <w:pPr>
              <w:pStyle w:val="SIText-Bold"/>
            </w:pPr>
            <w:r w:rsidRPr="00923720">
              <w:t>Code and title current version</w:t>
            </w:r>
          </w:p>
        </w:tc>
        <w:tc>
          <w:tcPr>
            <w:tcW w:w="1105" w:type="pct"/>
          </w:tcPr>
          <w:p w14:paraId="76545C5B" w14:textId="77777777" w:rsidR="005C0620" w:rsidRPr="000754EC" w:rsidRDefault="005C0620" w:rsidP="000754EC">
            <w:pPr>
              <w:pStyle w:val="SIText-Bold"/>
            </w:pPr>
            <w:r w:rsidRPr="00923720">
              <w:t>Code and title previous version</w:t>
            </w:r>
          </w:p>
        </w:tc>
        <w:tc>
          <w:tcPr>
            <w:tcW w:w="1251" w:type="pct"/>
          </w:tcPr>
          <w:p w14:paraId="1D6808F8" w14:textId="77777777" w:rsidR="005C0620" w:rsidRPr="000754EC" w:rsidRDefault="005C0620" w:rsidP="000754EC">
            <w:pPr>
              <w:pStyle w:val="SIText-Bold"/>
            </w:pPr>
            <w:r w:rsidRPr="00923720">
              <w:t>Comments</w:t>
            </w:r>
          </w:p>
        </w:tc>
        <w:tc>
          <w:tcPr>
            <w:tcW w:w="1616" w:type="pct"/>
          </w:tcPr>
          <w:p w14:paraId="3B2CD9F3" w14:textId="77777777" w:rsidR="005C0620" w:rsidRPr="000754EC" w:rsidRDefault="005C0620" w:rsidP="000754EC">
            <w:pPr>
              <w:pStyle w:val="SIText-Bold"/>
            </w:pPr>
            <w:r w:rsidRPr="00923720">
              <w:t>Equivalence status</w:t>
            </w:r>
          </w:p>
        </w:tc>
      </w:tr>
      <w:tr w:rsidR="005C0620" w14:paraId="713C2B77" w14:textId="77777777" w:rsidTr="00F33FF2">
        <w:tc>
          <w:tcPr>
            <w:tcW w:w="1028" w:type="pct"/>
          </w:tcPr>
          <w:p w14:paraId="4696F8C4" w14:textId="7AB4B1DF" w:rsidR="005C0620" w:rsidRPr="002A586A" w:rsidRDefault="005C0620" w:rsidP="002A586A">
            <w:pPr>
              <w:pStyle w:val="SIText"/>
            </w:pPr>
            <w:r>
              <w:t>SFI</w:t>
            </w:r>
            <w:r w:rsidR="004D4466">
              <w:t>CRO</w:t>
            </w:r>
            <w:r w:rsidR="006C4D8E">
              <w:t>3</w:t>
            </w:r>
            <w:r>
              <w:t>X</w:t>
            </w:r>
            <w:r w:rsidR="006C4D8E">
              <w:t>4</w:t>
            </w:r>
            <w:r>
              <w:t xml:space="preserve"> </w:t>
            </w:r>
            <w:r w:rsidR="00093FA9">
              <w:t>C</w:t>
            </w:r>
            <w:r w:rsidR="00093FA9" w:rsidRPr="00093FA9">
              <w:t xml:space="preserve">are for crocodiles over </w:t>
            </w:r>
            <w:r w:rsidR="00093FA9" w:rsidRPr="00093FA9">
              <w:lastRenderedPageBreak/>
              <w:t xml:space="preserve">1.2 metres in a controlled environment   </w:t>
            </w:r>
            <w:r>
              <w:t xml:space="preserve"> </w:t>
            </w:r>
          </w:p>
        </w:tc>
        <w:tc>
          <w:tcPr>
            <w:tcW w:w="1105" w:type="pct"/>
          </w:tcPr>
          <w:p w14:paraId="28D25E9B" w14:textId="77777777" w:rsidR="005C0620" w:rsidRDefault="005C0620" w:rsidP="002A586A">
            <w:pPr>
              <w:pStyle w:val="SIText"/>
            </w:pPr>
          </w:p>
          <w:p w14:paraId="29842D43" w14:textId="77777777" w:rsidR="005C0620" w:rsidRPr="006B3BD4" w:rsidRDefault="005C0620" w:rsidP="006B3BD4">
            <w:pPr>
              <w:ind w:firstLine="720"/>
              <w:rPr>
                <w:lang w:eastAsia="en-US"/>
              </w:rPr>
            </w:pPr>
            <w:r>
              <w:t>N/A</w:t>
            </w:r>
          </w:p>
        </w:tc>
        <w:tc>
          <w:tcPr>
            <w:tcW w:w="1251" w:type="pct"/>
          </w:tcPr>
          <w:p w14:paraId="4EC92BB8" w14:textId="77777777" w:rsidR="005C0620" w:rsidRPr="002A586A" w:rsidRDefault="005C0620" w:rsidP="002A586A">
            <w:pPr>
              <w:pStyle w:val="SIText"/>
            </w:pPr>
          </w:p>
        </w:tc>
        <w:tc>
          <w:tcPr>
            <w:tcW w:w="1616" w:type="pct"/>
          </w:tcPr>
          <w:p w14:paraId="169F1D85" w14:textId="77777777" w:rsidR="005C0620" w:rsidRPr="002A586A" w:rsidRDefault="005C0620" w:rsidP="002A586A">
            <w:pPr>
              <w:pStyle w:val="SIText"/>
            </w:pPr>
            <w:r>
              <w:t>New unit</w:t>
            </w:r>
          </w:p>
        </w:tc>
      </w:tr>
    </w:tbl>
    <w:p w14:paraId="2C5C5E41"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A55106" w14:paraId="1161111E" w14:textId="77777777" w:rsidTr="00C00AD3">
        <w:tc>
          <w:tcPr>
            <w:tcW w:w="1396" w:type="pct"/>
          </w:tcPr>
          <w:p w14:paraId="6E98BE59" w14:textId="77777777" w:rsidR="005C0620" w:rsidRPr="000754EC" w:rsidRDefault="005C0620" w:rsidP="000754EC">
            <w:pPr>
              <w:pStyle w:val="SIHeading2"/>
            </w:pPr>
            <w:r w:rsidRPr="00CC451E">
              <w:t>L</w:t>
            </w:r>
            <w:r w:rsidRPr="000754EC">
              <w:t>inks</w:t>
            </w:r>
          </w:p>
        </w:tc>
        <w:tc>
          <w:tcPr>
            <w:tcW w:w="3604" w:type="pct"/>
          </w:tcPr>
          <w:p w14:paraId="74CB5B42" w14:textId="77777777" w:rsidR="005C0620" w:rsidRPr="000754EC" w:rsidRDefault="005C0620" w:rsidP="000754EC">
            <w:pPr>
              <w:pStyle w:val="SIText"/>
            </w:pPr>
            <w:r>
              <w:t xml:space="preserve">Companion Volumes, including Implementation Guides, are available at VETNet: </w:t>
            </w:r>
          </w:p>
          <w:p w14:paraId="3878E7CA" w14:textId="77777777" w:rsidR="005C0620" w:rsidRPr="000754EC" w:rsidRDefault="005C0620" w:rsidP="00E40225">
            <w:pPr>
              <w:pStyle w:val="SIText"/>
            </w:pPr>
            <w:r w:rsidRPr="008E39B1">
              <w:t>https://vetnet.ed</w:t>
            </w:r>
            <w:r>
              <w:t>es</w:t>
            </w:r>
            <w:r w:rsidRPr="008E39B1">
              <w:t>u</w:t>
            </w:r>
            <w:r>
              <w:t>s</w:t>
            </w:r>
            <w:r w:rsidRPr="008E39B1">
              <w:t>cation.gov.au/Pages/TrainingDocs.aspx?q=e31d8c6b-1608-4d77-9f71-9ee749456273</w:t>
            </w:r>
          </w:p>
        </w:tc>
      </w:tr>
    </w:tbl>
    <w:p w14:paraId="53DA727B" w14:textId="77777777" w:rsidR="005C0620" w:rsidRDefault="005C0620" w:rsidP="005F771F">
      <w:pPr>
        <w:pStyle w:val="SIText"/>
      </w:pPr>
    </w:p>
    <w:p w14:paraId="7E66B691" w14:textId="77777777" w:rsidR="005C0620" w:rsidRDefault="005C062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0620" w:rsidRPr="00E91BFF" w14:paraId="2832532B" w14:textId="77777777" w:rsidTr="00C00AD3">
        <w:trPr>
          <w:tblHeader/>
        </w:trPr>
        <w:tc>
          <w:tcPr>
            <w:tcW w:w="1478" w:type="pct"/>
          </w:tcPr>
          <w:p w14:paraId="4576C95E" w14:textId="77777777" w:rsidR="005C0620" w:rsidRPr="000754EC" w:rsidRDefault="005C0620" w:rsidP="000754EC">
            <w:pPr>
              <w:pStyle w:val="SIUnittitle"/>
            </w:pPr>
            <w:r w:rsidRPr="002C55E9">
              <w:lastRenderedPageBreak/>
              <w:t>T</w:t>
            </w:r>
            <w:r w:rsidRPr="000754EC">
              <w:t>ITLE</w:t>
            </w:r>
          </w:p>
        </w:tc>
        <w:tc>
          <w:tcPr>
            <w:tcW w:w="3522" w:type="pct"/>
          </w:tcPr>
          <w:p w14:paraId="7917FC2D" w14:textId="2451320A" w:rsidR="005C0620" w:rsidRPr="000754EC" w:rsidRDefault="005C0620" w:rsidP="00774201">
            <w:pPr>
              <w:pStyle w:val="SIUnittitle"/>
            </w:pPr>
            <w:r w:rsidRPr="00F56827">
              <w:t xml:space="preserve">Assessment requirements for </w:t>
            </w:r>
            <w:r>
              <w:t>SFI</w:t>
            </w:r>
            <w:r w:rsidR="004D4466">
              <w:t>CRO</w:t>
            </w:r>
            <w:r w:rsidR="006C4D8E">
              <w:t>3</w:t>
            </w:r>
            <w:r>
              <w:t>X</w:t>
            </w:r>
            <w:r w:rsidR="006C4D8E">
              <w:t>4</w:t>
            </w:r>
            <w:r>
              <w:t xml:space="preserve"> </w:t>
            </w:r>
            <w:r w:rsidR="00093FA9">
              <w:t>C</w:t>
            </w:r>
            <w:r w:rsidR="00093FA9" w:rsidRPr="00093FA9">
              <w:t xml:space="preserve">are for crocodiles over 1.2 metres in a controlled environment   </w:t>
            </w:r>
          </w:p>
        </w:tc>
      </w:tr>
      <w:tr w:rsidR="005C0620" w:rsidRPr="00A55106" w14:paraId="70357FBF" w14:textId="77777777" w:rsidTr="00C00AD3">
        <w:trPr>
          <w:tblHeader/>
        </w:trPr>
        <w:tc>
          <w:tcPr>
            <w:tcW w:w="5000" w:type="pct"/>
            <w:gridSpan w:val="2"/>
          </w:tcPr>
          <w:p w14:paraId="2DAD662C" w14:textId="77777777" w:rsidR="005C0620" w:rsidRPr="000754EC" w:rsidRDefault="005C0620" w:rsidP="000754EC">
            <w:pPr>
              <w:pStyle w:val="SIHeading2"/>
            </w:pPr>
            <w:r>
              <w:t>Performance E</w:t>
            </w:r>
            <w:r w:rsidRPr="000754EC">
              <w:t>vidence</w:t>
            </w:r>
          </w:p>
        </w:tc>
      </w:tr>
      <w:tr w:rsidR="005C0620" w:rsidRPr="00067E1C" w14:paraId="2AB56718" w14:textId="77777777" w:rsidTr="00C00AD3">
        <w:tc>
          <w:tcPr>
            <w:tcW w:w="5000" w:type="pct"/>
            <w:gridSpan w:val="2"/>
          </w:tcPr>
          <w:p w14:paraId="4F72B374" w14:textId="77777777" w:rsidR="005C0620" w:rsidRDefault="005C062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E5B46B9" w14:textId="77777777" w:rsidR="005C0620" w:rsidRDefault="005C0620" w:rsidP="00685642">
            <w:pPr>
              <w:pStyle w:val="SIText"/>
            </w:pPr>
          </w:p>
          <w:p w14:paraId="0EB52264" w14:textId="77777777" w:rsidR="005C0620" w:rsidRDefault="005C0620" w:rsidP="00181824">
            <w:pPr>
              <w:pStyle w:val="SIText"/>
            </w:pPr>
            <w:r>
              <w:t>There must be e</w:t>
            </w:r>
            <w:r w:rsidRPr="002A586A">
              <w:t xml:space="preserve">vidence </w:t>
            </w:r>
            <w:r>
              <w:t>that the individual has:</w:t>
            </w:r>
          </w:p>
          <w:p w14:paraId="55F5217B" w14:textId="468C560D" w:rsidR="005C0620" w:rsidRDefault="00A709CE" w:rsidP="00BB30D2">
            <w:pPr>
              <w:pStyle w:val="SIBulletList1"/>
            </w:pPr>
            <w:r>
              <w:t>conducted all crocodile care activity with</w:t>
            </w:r>
            <w:r w:rsidR="001E7CF8">
              <w:t xml:space="preserve"> </w:t>
            </w:r>
            <w:r>
              <w:t>c</w:t>
            </w:r>
            <w:r w:rsidR="005C0620">
              <w:t>rocodile</w:t>
            </w:r>
            <w:r>
              <w:t xml:space="preserve">s </w:t>
            </w:r>
            <w:r w:rsidR="005C0620">
              <w:t xml:space="preserve">over </w:t>
            </w:r>
            <w:r w:rsidR="006727A1">
              <w:t>1</w:t>
            </w:r>
            <w:r w:rsidR="005C0620">
              <w:t>.</w:t>
            </w:r>
            <w:r>
              <w:t>2</w:t>
            </w:r>
            <w:r w:rsidR="005C0620">
              <w:t xml:space="preserve"> metres </w:t>
            </w:r>
            <w:r>
              <w:t xml:space="preserve">in a controlled environment </w:t>
            </w:r>
            <w:r w:rsidR="00546D3C">
              <w:t>(</w:t>
            </w:r>
            <w:r w:rsidR="00546D3C" w:rsidRPr="00546D3C">
              <w:t>farm</w:t>
            </w:r>
            <w:r w:rsidR="00546D3C">
              <w:t>s</w:t>
            </w:r>
            <w:r w:rsidR="00546D3C" w:rsidRPr="00546D3C">
              <w:t>, wildlife park</w:t>
            </w:r>
            <w:r w:rsidR="00546D3C">
              <w:t>s</w:t>
            </w:r>
            <w:r w:rsidR="00546D3C" w:rsidRPr="00546D3C">
              <w:t xml:space="preserve"> or research facilit</w:t>
            </w:r>
            <w:r w:rsidR="00546D3C">
              <w:t>ies)</w:t>
            </w:r>
            <w:r w:rsidR="00546D3C" w:rsidRPr="00546D3C">
              <w:t xml:space="preserve"> </w:t>
            </w:r>
            <w:r w:rsidR="005C0620">
              <w:t xml:space="preserve">on at least </w:t>
            </w:r>
            <w:r w:rsidR="00BB30D2">
              <w:t>five</w:t>
            </w:r>
            <w:r w:rsidR="005C0620">
              <w:t xml:space="preserve"> occasions </w:t>
            </w:r>
          </w:p>
          <w:p w14:paraId="38124CA4" w14:textId="77777777" w:rsidR="005C0620" w:rsidRPr="00517AA3" w:rsidRDefault="005C0620" w:rsidP="00517AA3">
            <w:pPr>
              <w:pStyle w:val="SIText"/>
            </w:pPr>
          </w:p>
          <w:p w14:paraId="31130B11" w14:textId="77777777" w:rsidR="005C0620" w:rsidRDefault="005C0620" w:rsidP="00517AA3">
            <w:pPr>
              <w:pStyle w:val="SIText"/>
            </w:pPr>
            <w:r>
              <w:t>In doing the above, evidence must also include:</w:t>
            </w:r>
          </w:p>
          <w:p w14:paraId="429C5CB3" w14:textId="77777777" w:rsidR="005C0620" w:rsidRDefault="005C0620" w:rsidP="00181824">
            <w:pPr>
              <w:pStyle w:val="SIBulletList1"/>
            </w:pPr>
            <w:r>
              <w:t>observing crocodile risk and safety standards</w:t>
            </w:r>
          </w:p>
          <w:p w14:paraId="1DD370FB" w14:textId="2BFA1585" w:rsidR="00000DF1" w:rsidRDefault="00000DF1" w:rsidP="00181824">
            <w:pPr>
              <w:pStyle w:val="SIBulletList1"/>
            </w:pPr>
            <w:r>
              <w:t>treating crocodiles humanely</w:t>
            </w:r>
          </w:p>
          <w:p w14:paraId="039D0A7C" w14:textId="5C2BF7EF" w:rsidR="005C0620" w:rsidRDefault="005C0620" w:rsidP="00181824">
            <w:pPr>
              <w:pStyle w:val="SIBulletList1"/>
            </w:pPr>
            <w:r>
              <w:t xml:space="preserve">observing crocodile biosecurity guidelines </w:t>
            </w:r>
          </w:p>
          <w:p w14:paraId="3AA7E727" w14:textId="77777777" w:rsidR="005C0620" w:rsidRDefault="005C0620" w:rsidP="00181824">
            <w:pPr>
              <w:pStyle w:val="SIBulletList1"/>
            </w:pPr>
            <w:r>
              <w:t>observing legislation and regulation associated with crocodiles</w:t>
            </w:r>
          </w:p>
          <w:p w14:paraId="565B8E2C" w14:textId="62711EA1" w:rsidR="005C0620" w:rsidRDefault="005C0620" w:rsidP="00181824">
            <w:pPr>
              <w:pStyle w:val="SIBulletList1"/>
            </w:pPr>
            <w:r>
              <w:t>locating and applying required documentation, policies and procedures</w:t>
            </w:r>
          </w:p>
          <w:p w14:paraId="28B0FC21" w14:textId="2A5B5E69" w:rsidR="00234673" w:rsidRDefault="00234673" w:rsidP="00181824">
            <w:pPr>
              <w:pStyle w:val="SIBulletList1"/>
            </w:pPr>
            <w:r>
              <w:t>securing crocodile facility entry and exits</w:t>
            </w:r>
          </w:p>
          <w:p w14:paraId="116A0102" w14:textId="32459453" w:rsidR="005C0620" w:rsidRPr="002A586A" w:rsidRDefault="005C0620" w:rsidP="00181824">
            <w:pPr>
              <w:pStyle w:val="SIBulletList1"/>
            </w:pPr>
            <w:r>
              <w:t xml:space="preserve">completing accurate workplace records. </w:t>
            </w:r>
          </w:p>
        </w:tc>
      </w:tr>
    </w:tbl>
    <w:p w14:paraId="0C40D47F"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51BE0861" w14:textId="77777777" w:rsidTr="00C00AD3">
        <w:trPr>
          <w:tblHeader/>
        </w:trPr>
        <w:tc>
          <w:tcPr>
            <w:tcW w:w="5000" w:type="pct"/>
          </w:tcPr>
          <w:p w14:paraId="2E24B845" w14:textId="77777777" w:rsidR="005C0620" w:rsidRPr="000754EC" w:rsidRDefault="005C0620" w:rsidP="000754EC">
            <w:pPr>
              <w:pStyle w:val="SIHeading2"/>
            </w:pPr>
            <w:r w:rsidRPr="002C55E9">
              <w:lastRenderedPageBreak/>
              <w:t>K</w:t>
            </w:r>
            <w:r w:rsidRPr="000754EC">
              <w:t>nowledge Evidence</w:t>
            </w:r>
          </w:p>
        </w:tc>
      </w:tr>
      <w:tr w:rsidR="002305D5" w:rsidRPr="00A55106" w14:paraId="20D29F57" w14:textId="77777777" w:rsidTr="00C00AD3">
        <w:trPr>
          <w:tblHeader/>
        </w:trPr>
        <w:tc>
          <w:tcPr>
            <w:tcW w:w="5000" w:type="pct"/>
          </w:tcPr>
          <w:p w14:paraId="39F65E6E" w14:textId="77777777" w:rsidR="002305D5" w:rsidRPr="002305D5" w:rsidRDefault="002305D5" w:rsidP="002305D5">
            <w:pPr>
              <w:pStyle w:val="SIText"/>
            </w:pPr>
            <w:r w:rsidRPr="002A586A">
              <w:t xml:space="preserve">An individual must be able to demonstrate the knowledge required to perform the tasks outlined in the </w:t>
            </w:r>
            <w:r w:rsidRPr="002305D5">
              <w:t>elements, performance criteria and foundation skills of this unit. This includes knowledge of:</w:t>
            </w:r>
          </w:p>
          <w:p w14:paraId="3B917A74" w14:textId="48B30D1A" w:rsidR="002305D5" w:rsidRDefault="002305D5" w:rsidP="00087649">
            <w:pPr>
              <w:pStyle w:val="SIBulletList1"/>
            </w:pPr>
            <w:r>
              <w:t>crocodile food preparation methods</w:t>
            </w:r>
            <w:r w:rsidR="007D5BF8">
              <w:t xml:space="preserve">, storing requirements and </w:t>
            </w:r>
            <w:r w:rsidR="004E2169">
              <w:t>preventing cross-contamination of food</w:t>
            </w:r>
          </w:p>
          <w:p w14:paraId="2174A7CD" w14:textId="3F4AE276" w:rsidR="002305D5" w:rsidRDefault="002305D5" w:rsidP="002305D5">
            <w:pPr>
              <w:pStyle w:val="SIBulletList1"/>
            </w:pPr>
            <w:r>
              <w:t xml:space="preserve">how to deliver food to crocodiles that are over </w:t>
            </w:r>
            <w:r w:rsidR="006727A1">
              <w:t>1</w:t>
            </w:r>
            <w:r>
              <w:t>.</w:t>
            </w:r>
            <w:r w:rsidR="00BB7686">
              <w:t>2</w:t>
            </w:r>
            <w:r>
              <w:t xml:space="preserve"> metres in a safe manner</w:t>
            </w:r>
          </w:p>
          <w:p w14:paraId="6BBAB76B" w14:textId="77777777" w:rsidR="002305D5" w:rsidRDefault="002305D5" w:rsidP="002305D5">
            <w:pPr>
              <w:pStyle w:val="SIBulletList1"/>
            </w:pPr>
            <w:r>
              <w:t>safe and humane crocodile handling techniques and procedures</w:t>
            </w:r>
          </w:p>
          <w:p w14:paraId="751B6979" w14:textId="77777777" w:rsidR="002305D5" w:rsidRDefault="002305D5" w:rsidP="002305D5">
            <w:pPr>
              <w:pStyle w:val="SIBulletList1"/>
            </w:pPr>
            <w:r>
              <w:t>the principles of crocodile welfare and ethics as set out in relevant codes of practice</w:t>
            </w:r>
          </w:p>
          <w:p w14:paraId="25656C40" w14:textId="77777777" w:rsidR="004E2169" w:rsidRPr="004E2169" w:rsidRDefault="004E2169" w:rsidP="004E2169">
            <w:pPr>
              <w:pStyle w:val="SIBulletList1"/>
            </w:pPr>
            <w:r>
              <w:t>over 1.</w:t>
            </w:r>
            <w:r w:rsidRPr="004E2169">
              <w:t>2 metre crocodile care processes, including:</w:t>
            </w:r>
          </w:p>
          <w:p w14:paraId="3EF68D3F" w14:textId="77777777" w:rsidR="004E2169" w:rsidRPr="004E2169" w:rsidRDefault="004E2169" w:rsidP="004E2169">
            <w:pPr>
              <w:pStyle w:val="SIBulletList2"/>
            </w:pPr>
            <w:r>
              <w:t xml:space="preserve">crocodile pens </w:t>
            </w:r>
            <w:r w:rsidRPr="004E2169">
              <w:t>with adequate shade</w:t>
            </w:r>
          </w:p>
          <w:p w14:paraId="139573FE" w14:textId="77777777" w:rsidR="004E2169" w:rsidRPr="004E2169" w:rsidRDefault="004E2169" w:rsidP="004E2169">
            <w:pPr>
              <w:pStyle w:val="SIBulletList2"/>
            </w:pPr>
            <w:r>
              <w:t>maint</w:t>
            </w:r>
            <w:r w:rsidRPr="004E2169">
              <w:t xml:space="preserve">enance of water/land temperatures to maintain crocodile body temperatures of 30-34 degrees Celsius </w:t>
            </w:r>
          </w:p>
          <w:p w14:paraId="678FA366" w14:textId="77777777" w:rsidR="004E2169" w:rsidRPr="004E2169" w:rsidRDefault="004E2169" w:rsidP="004E2169">
            <w:pPr>
              <w:pStyle w:val="SIBulletList2"/>
            </w:pPr>
            <w:r>
              <w:t>nesting materials if reproduction is a goal</w:t>
            </w:r>
          </w:p>
          <w:p w14:paraId="0C7C6EE1" w14:textId="77777777" w:rsidR="004E2169" w:rsidRPr="004E2169" w:rsidRDefault="004E2169" w:rsidP="004E2169">
            <w:pPr>
              <w:pStyle w:val="SIBulletList2"/>
            </w:pPr>
            <w:r>
              <w:t>spreading out food or feeding within separate areas</w:t>
            </w:r>
            <w:r w:rsidRPr="004E2169">
              <w:t xml:space="preserve"> to avoid aggressive competition at feeding time </w:t>
            </w:r>
          </w:p>
          <w:p w14:paraId="1CB653A8" w14:textId="77777777" w:rsidR="004E2169" w:rsidRPr="004E2169" w:rsidRDefault="004E2169" w:rsidP="004E2169">
            <w:pPr>
              <w:pStyle w:val="SIBulletList2"/>
            </w:pPr>
            <w:r>
              <w:t xml:space="preserve">feeding </w:t>
            </w:r>
            <w:r w:rsidRPr="004E2169">
              <w:t>one to two times per week and providing the size of food that is reflective of the size of individual crocodiles</w:t>
            </w:r>
          </w:p>
          <w:p w14:paraId="19B40410" w14:textId="77777777" w:rsidR="004E2169" w:rsidRPr="004E2169" w:rsidRDefault="004E2169" w:rsidP="004E2169">
            <w:pPr>
              <w:pStyle w:val="SIBulletList2"/>
            </w:pPr>
            <w:r>
              <w:t xml:space="preserve">changing or filtering of water </w:t>
            </w:r>
            <w:r w:rsidRPr="004E2169">
              <w:t>regularly</w:t>
            </w:r>
          </w:p>
          <w:p w14:paraId="2A0C9DD9" w14:textId="77777777" w:rsidR="004E2169" w:rsidRPr="004E2169" w:rsidRDefault="004E2169" w:rsidP="004E2169">
            <w:pPr>
              <w:pStyle w:val="SIBulletList2"/>
            </w:pPr>
            <w:r>
              <w:t xml:space="preserve">visual barriers to allow separation and reduce aggression </w:t>
            </w:r>
          </w:p>
          <w:p w14:paraId="411064F9" w14:textId="77777777" w:rsidR="004E2169" w:rsidRPr="004E2169" w:rsidRDefault="004E2169" w:rsidP="004E2169">
            <w:pPr>
              <w:pStyle w:val="SIBulletList2"/>
            </w:pPr>
            <w:r>
              <w:t>internal structures to reduce visual stimuli and aggressive interactions where appropriate</w:t>
            </w:r>
          </w:p>
          <w:p w14:paraId="2CFE87D0" w14:textId="77777777" w:rsidR="004E2169" w:rsidRPr="004E2169" w:rsidRDefault="004E2169" w:rsidP="004E2169">
            <w:pPr>
              <w:pStyle w:val="SIBulletList2"/>
            </w:pPr>
            <w:r>
              <w:t xml:space="preserve">land areas that can be used for basking or to escape aggressive interactions with other crocodiles </w:t>
            </w:r>
          </w:p>
          <w:p w14:paraId="3BAD0ADB" w14:textId="77777777" w:rsidR="004E2169" w:rsidRPr="004E2169" w:rsidRDefault="004E2169" w:rsidP="004E2169">
            <w:pPr>
              <w:pStyle w:val="SIBulletList2"/>
            </w:pPr>
            <w:r>
              <w:t xml:space="preserve">water of sufficient depth (greater than 0.8 metres) to allow crocodiles to fully submerge and lie on the bottom </w:t>
            </w:r>
          </w:p>
          <w:p w14:paraId="16796FAF" w14:textId="531EF38B" w:rsidR="002305D5" w:rsidRDefault="002305D5" w:rsidP="002305D5">
            <w:pPr>
              <w:pStyle w:val="SIBulletList1"/>
            </w:pPr>
            <w:r>
              <w:t>crocodile body condition, including:</w:t>
            </w:r>
          </w:p>
          <w:p w14:paraId="4BBE4FDC" w14:textId="77777777" w:rsidR="002305D5" w:rsidRDefault="002305D5" w:rsidP="002305D5">
            <w:pPr>
              <w:pStyle w:val="SIBulletList2"/>
            </w:pPr>
            <w:r w:rsidRPr="000211A4">
              <w:t xml:space="preserve">visual inspection of the neck, abdomen and base of tail </w:t>
            </w:r>
            <w:r>
              <w:t>to ensure sufficient fat stores</w:t>
            </w:r>
          </w:p>
          <w:p w14:paraId="5F0A891B" w14:textId="77777777" w:rsidR="002305D5" w:rsidRDefault="002305D5" w:rsidP="002305D5">
            <w:pPr>
              <w:pStyle w:val="SIBulletList2"/>
            </w:pPr>
            <w:r>
              <w:t>ratio of body weight to length</w:t>
            </w:r>
          </w:p>
          <w:p w14:paraId="323AB703" w14:textId="13E82A1A" w:rsidR="002305D5" w:rsidRDefault="002305D5" w:rsidP="002305D5">
            <w:pPr>
              <w:pStyle w:val="SIBulletList2"/>
            </w:pPr>
            <w:r>
              <w:t>size of crocodiles in the pens</w:t>
            </w:r>
          </w:p>
          <w:p w14:paraId="118BBEA4" w14:textId="77777777" w:rsidR="002305D5" w:rsidRPr="000211A4" w:rsidRDefault="002305D5" w:rsidP="002305D5">
            <w:pPr>
              <w:pStyle w:val="SIBulletList2"/>
            </w:pPr>
            <w:r>
              <w:t>crocodile social problems resulting in uneven crocodile growth patterns</w:t>
            </w:r>
          </w:p>
          <w:p w14:paraId="76383209" w14:textId="77777777" w:rsidR="00A564D1" w:rsidRDefault="00A564D1" w:rsidP="00A564D1">
            <w:pPr>
              <w:pStyle w:val="SIBulletList1"/>
            </w:pPr>
            <w:r>
              <w:t>types of crocodile</w:t>
            </w:r>
            <w:r w:rsidRPr="00234673">
              <w:t xml:space="preserve"> </w:t>
            </w:r>
            <w:r>
              <w:t xml:space="preserve">facilities or </w:t>
            </w:r>
            <w:r w:rsidRPr="00234673">
              <w:t>controlled environment</w:t>
            </w:r>
            <w:r>
              <w:t>s:</w:t>
            </w:r>
          </w:p>
          <w:p w14:paraId="64E481D2" w14:textId="77777777" w:rsidR="00A564D1" w:rsidRDefault="00A564D1" w:rsidP="00A564D1">
            <w:pPr>
              <w:pStyle w:val="SIBulletList2"/>
            </w:pPr>
            <w:r>
              <w:t>farming</w:t>
            </w:r>
          </w:p>
          <w:p w14:paraId="2D554D8D" w14:textId="77777777" w:rsidR="00A564D1" w:rsidRDefault="00A564D1" w:rsidP="00A564D1">
            <w:pPr>
              <w:pStyle w:val="SIBulletList2"/>
            </w:pPr>
            <w:r>
              <w:t>research facility</w:t>
            </w:r>
            <w:r w:rsidRPr="00234673">
              <w:t xml:space="preserve"> </w:t>
            </w:r>
          </w:p>
          <w:p w14:paraId="391D572C" w14:textId="0DB0C9A0" w:rsidR="002305D5" w:rsidRDefault="00A564D1" w:rsidP="00A564D1">
            <w:pPr>
              <w:pStyle w:val="SIBulletList2"/>
            </w:pPr>
            <w:r>
              <w:t>wildlife park</w:t>
            </w:r>
          </w:p>
          <w:p w14:paraId="35A5F24D" w14:textId="77777777" w:rsidR="002305D5" w:rsidRDefault="002305D5" w:rsidP="002305D5">
            <w:pPr>
              <w:pStyle w:val="SIBulletList1"/>
            </w:pPr>
            <w:r>
              <w:t>reasons for poor crocodile survival rates, including:</w:t>
            </w:r>
          </w:p>
          <w:p w14:paraId="31A13140" w14:textId="77777777" w:rsidR="00A709CE" w:rsidRDefault="00A709CE" w:rsidP="002305D5">
            <w:pPr>
              <w:pStyle w:val="SIBulletList2"/>
            </w:pPr>
            <w:r>
              <w:t>inappropriate husbandry</w:t>
            </w:r>
            <w:r w:rsidRPr="00A709CE">
              <w:t xml:space="preserve"> </w:t>
            </w:r>
          </w:p>
          <w:p w14:paraId="3A4D3A1B" w14:textId="2716D2C9" w:rsidR="002305D5" w:rsidRDefault="002305D5" w:rsidP="002305D5">
            <w:pPr>
              <w:pStyle w:val="SIBulletList2"/>
            </w:pPr>
            <w:r>
              <w:t>incubation conditions</w:t>
            </w:r>
          </w:p>
          <w:p w14:paraId="3FBAF83F" w14:textId="77777777" w:rsidR="002305D5" w:rsidRDefault="002305D5" w:rsidP="002305D5">
            <w:pPr>
              <w:pStyle w:val="SIBulletList2"/>
            </w:pPr>
            <w:r>
              <w:t>disease</w:t>
            </w:r>
          </w:p>
          <w:p w14:paraId="02D26BF2" w14:textId="77777777" w:rsidR="002305D5" w:rsidRDefault="002305D5" w:rsidP="002305D5">
            <w:pPr>
              <w:pStyle w:val="SIBulletList2"/>
            </w:pPr>
            <w:r>
              <w:t>injury</w:t>
            </w:r>
          </w:p>
          <w:p w14:paraId="5D83DB55" w14:textId="0DD4DCAE" w:rsidR="002305D5" w:rsidRDefault="00A709CE" w:rsidP="002305D5">
            <w:pPr>
              <w:pStyle w:val="SIBulletList2"/>
            </w:pPr>
            <w:r>
              <w:t xml:space="preserve">pen maintenance </w:t>
            </w:r>
          </w:p>
          <w:p w14:paraId="26824378" w14:textId="2A103642" w:rsidR="002305D5" w:rsidRDefault="002305D5" w:rsidP="002305D5">
            <w:pPr>
              <w:pStyle w:val="SIBulletList2"/>
            </w:pPr>
            <w:r>
              <w:t>genetics</w:t>
            </w:r>
          </w:p>
          <w:p w14:paraId="4AFE3A19" w14:textId="791BC4B3" w:rsidR="002F0F89" w:rsidRDefault="002F0F89" w:rsidP="002305D5">
            <w:pPr>
              <w:pStyle w:val="SIBulletList2"/>
            </w:pPr>
            <w:r>
              <w:t>social stress</w:t>
            </w:r>
          </w:p>
          <w:p w14:paraId="43575F6A" w14:textId="77777777" w:rsidR="00A564D1" w:rsidRDefault="00A564D1" w:rsidP="002305D5">
            <w:pPr>
              <w:pStyle w:val="SIBulletList1"/>
            </w:pPr>
            <w:r>
              <w:t>crocodile survival rates compared</w:t>
            </w:r>
            <w:r w:rsidRPr="00A564D1">
              <w:t xml:space="preserve"> to the historical records of similar facilities </w:t>
            </w:r>
          </w:p>
          <w:p w14:paraId="6AC9B13B" w14:textId="28DF3174" w:rsidR="002305D5" w:rsidRDefault="002305D5" w:rsidP="005C7D2B">
            <w:pPr>
              <w:pStyle w:val="SIBulletList1"/>
            </w:pPr>
            <w:r>
              <w:t>c</w:t>
            </w:r>
            <w:r w:rsidRPr="002305D5">
              <w:t>rocodile skin quality</w:t>
            </w:r>
            <w:r w:rsidR="00EB48D1">
              <w:t xml:space="preserve"> requirements</w:t>
            </w:r>
            <w:r w:rsidR="00A564D1">
              <w:t xml:space="preserve"> and </w:t>
            </w:r>
            <w:r w:rsidR="004E2169">
              <w:t xml:space="preserve">husbandry </w:t>
            </w:r>
            <w:r>
              <w:t xml:space="preserve">methods that prevent crocodile skin damage: </w:t>
            </w:r>
          </w:p>
          <w:p w14:paraId="377548E8" w14:textId="340EB041" w:rsidR="00EB48D1" w:rsidRDefault="00EB48D1" w:rsidP="00EB48D1">
            <w:pPr>
              <w:pStyle w:val="SIBulletList2"/>
            </w:pPr>
            <w:r>
              <w:t>appropriate nutrition</w:t>
            </w:r>
          </w:p>
          <w:p w14:paraId="328C8D73" w14:textId="1CC52D7D" w:rsidR="00EB48D1" w:rsidRDefault="00EB48D1" w:rsidP="00EB48D1">
            <w:pPr>
              <w:pStyle w:val="SIBulletList2"/>
            </w:pPr>
            <w:r>
              <w:t>pen maintenance</w:t>
            </w:r>
          </w:p>
          <w:p w14:paraId="321068B0" w14:textId="77777777" w:rsidR="002305D5" w:rsidRDefault="00EB48D1" w:rsidP="00EB48D1">
            <w:pPr>
              <w:pStyle w:val="SIBulletList2"/>
            </w:pPr>
            <w:r>
              <w:t>crocodile health monitoring</w:t>
            </w:r>
          </w:p>
          <w:p w14:paraId="2A238AC7" w14:textId="47135193" w:rsidR="00300DE5" w:rsidRPr="00300DE5" w:rsidRDefault="00300DE5" w:rsidP="00300DE5">
            <w:pPr>
              <w:pStyle w:val="SIBulletList1"/>
            </w:pPr>
            <w:r>
              <w:t xml:space="preserve">diseases of crocodiles in </w:t>
            </w:r>
            <w:r w:rsidRPr="00300DE5">
              <w:t>c</w:t>
            </w:r>
            <w:r w:rsidR="00FC714C">
              <w:t>ontrolled environments</w:t>
            </w:r>
            <w:r w:rsidRPr="00300DE5">
              <w:t>, including:</w:t>
            </w:r>
          </w:p>
          <w:p w14:paraId="308FC96A" w14:textId="77777777" w:rsidR="00300DE5" w:rsidRPr="00300DE5" w:rsidRDefault="00300DE5" w:rsidP="00300DE5">
            <w:pPr>
              <w:pStyle w:val="SIBulletList2"/>
            </w:pPr>
            <w:r w:rsidRPr="00853CF4">
              <w:t>metabolic bone disease (MBD)</w:t>
            </w:r>
            <w:r w:rsidRPr="00300DE5">
              <w:t xml:space="preserve"> due to incorrect diet and husbandry</w:t>
            </w:r>
          </w:p>
          <w:p w14:paraId="172EA82C" w14:textId="77777777" w:rsidR="00300DE5" w:rsidRPr="00300DE5" w:rsidRDefault="00300DE5" w:rsidP="00300DE5">
            <w:pPr>
              <w:pStyle w:val="SIBulletList2"/>
            </w:pPr>
            <w:r>
              <w:t>non-specific septicaemia</w:t>
            </w:r>
          </w:p>
          <w:p w14:paraId="5045157D" w14:textId="77777777" w:rsidR="00300DE5" w:rsidRPr="00300DE5" w:rsidRDefault="00300DE5" w:rsidP="00300DE5">
            <w:pPr>
              <w:pStyle w:val="SIBulletList2"/>
            </w:pPr>
            <w:r>
              <w:t>nutritional diseases osteomalacia</w:t>
            </w:r>
          </w:p>
          <w:p w14:paraId="0556464A" w14:textId="7BF7297A" w:rsidR="00300DE5" w:rsidRDefault="00300DE5" w:rsidP="00300DE5">
            <w:pPr>
              <w:pStyle w:val="SIBulletList2"/>
            </w:pPr>
            <w:r>
              <w:t>fat necrosis and gout</w:t>
            </w:r>
          </w:p>
          <w:p w14:paraId="53FF1997" w14:textId="266F7DDC" w:rsidR="004E2169" w:rsidRPr="00300DE5" w:rsidRDefault="004E2169" w:rsidP="00300DE5">
            <w:pPr>
              <w:pStyle w:val="SIBulletList2"/>
            </w:pPr>
            <w:r>
              <w:t>social stress</w:t>
            </w:r>
          </w:p>
          <w:p w14:paraId="0DD3FD9E" w14:textId="77777777" w:rsidR="007D5BF8" w:rsidRPr="007D5BF8" w:rsidRDefault="007D5BF8" w:rsidP="007D5BF8">
            <w:pPr>
              <w:pStyle w:val="SIBulletList1"/>
            </w:pPr>
            <w:bookmarkStart w:id="2" w:name="_Hlk26792020"/>
            <w:r>
              <w:t>crocodile breeding processes in a controlled environment</w:t>
            </w:r>
          </w:p>
          <w:p w14:paraId="18B5447B" w14:textId="77777777" w:rsidR="007D5BF8" w:rsidRPr="007D5BF8" w:rsidRDefault="007D5BF8" w:rsidP="007D5BF8">
            <w:pPr>
              <w:pStyle w:val="SIBulletList1"/>
            </w:pPr>
            <w:r w:rsidRPr="0042286D">
              <w:t>crocodile risk factors</w:t>
            </w:r>
            <w:r w:rsidRPr="007D5BF8">
              <w:t>:</w:t>
            </w:r>
          </w:p>
          <w:p w14:paraId="7D10F15B" w14:textId="77777777" w:rsidR="007D5BF8" w:rsidRPr="007D5BF8" w:rsidRDefault="007D5BF8" w:rsidP="007D5BF8">
            <w:pPr>
              <w:pStyle w:val="SIBulletList2"/>
            </w:pPr>
            <w:r>
              <w:t xml:space="preserve">increased </w:t>
            </w:r>
            <w:r w:rsidRPr="007D5BF8">
              <w:t>risk when handling large crocodiles</w:t>
            </w:r>
          </w:p>
          <w:p w14:paraId="0E0825A0" w14:textId="77777777" w:rsidR="007D5BF8" w:rsidRPr="007D5BF8" w:rsidRDefault="007D5BF8" w:rsidP="007D5BF8">
            <w:pPr>
              <w:pStyle w:val="SIBulletList2"/>
            </w:pPr>
            <w:r>
              <w:t xml:space="preserve">increased risk at night </w:t>
            </w:r>
            <w:r w:rsidRPr="007D5BF8">
              <w:t>because crocodiles are more active at night</w:t>
            </w:r>
          </w:p>
          <w:p w14:paraId="69981E73" w14:textId="77777777" w:rsidR="007D5BF8" w:rsidRPr="007D5BF8" w:rsidRDefault="007D5BF8" w:rsidP="007D5BF8">
            <w:pPr>
              <w:pStyle w:val="SIBulletList2"/>
            </w:pPr>
            <w:r>
              <w:t xml:space="preserve">increased risk during crocodile breeding season </w:t>
            </w:r>
          </w:p>
          <w:p w14:paraId="0BD50BE1" w14:textId="77777777" w:rsidR="007D5BF8" w:rsidRPr="007D5BF8" w:rsidRDefault="007D5BF8" w:rsidP="007D5BF8">
            <w:pPr>
              <w:pStyle w:val="SIBulletList2"/>
            </w:pPr>
            <w:r>
              <w:t>aggressive female crocodile behaviour when they are defending their nests and young hatchlings</w:t>
            </w:r>
          </w:p>
          <w:bookmarkEnd w:id="2"/>
          <w:p w14:paraId="07357203" w14:textId="77777777" w:rsidR="007D5BF8" w:rsidRPr="007D5BF8" w:rsidRDefault="007D5BF8" w:rsidP="007D5BF8">
            <w:pPr>
              <w:pStyle w:val="SIBulletList1"/>
            </w:pPr>
            <w:r>
              <w:t>state and territory legislation or regulation associated with crocodile waterways and crocodile activity</w:t>
            </w:r>
          </w:p>
          <w:p w14:paraId="66E9579A" w14:textId="28638434" w:rsidR="00300DE5" w:rsidRPr="002C55E9" w:rsidRDefault="007D5BF8" w:rsidP="007D5BF8">
            <w:pPr>
              <w:pStyle w:val="SIBulletList1"/>
            </w:pPr>
            <w:r>
              <w:t xml:space="preserve">biosecurity </w:t>
            </w:r>
            <w:r w:rsidRPr="007D5BF8">
              <w:t xml:space="preserve">guidelines for crocodile facilities.  </w:t>
            </w:r>
          </w:p>
        </w:tc>
      </w:tr>
    </w:tbl>
    <w:p w14:paraId="4EF90F4B" w14:textId="031738DB" w:rsidR="005C0620" w:rsidRDefault="005C0620" w:rsidP="005F771F">
      <w:pPr>
        <w:pStyle w:val="SIText"/>
      </w:pPr>
    </w:p>
    <w:p w14:paraId="2CECDA6A" w14:textId="1583D879" w:rsidR="00EB48D1" w:rsidRDefault="00EB48D1" w:rsidP="005F771F">
      <w:pPr>
        <w:pStyle w:val="SIText"/>
      </w:pPr>
    </w:p>
    <w:p w14:paraId="7E145AC4" w14:textId="77777777" w:rsidR="00EB48D1" w:rsidRDefault="00EB48D1" w:rsidP="005F771F">
      <w:pPr>
        <w:pStyle w:val="SIText"/>
      </w:pPr>
    </w:p>
    <w:p w14:paraId="017349A8" w14:textId="77777777" w:rsidR="00EE372D" w:rsidRDefault="00EE372D">
      <w:pPr>
        <w:rPr>
          <w:b/>
        </w:rPr>
      </w:pPr>
    </w:p>
    <w:p w14:paraId="4F5534D9" w14:textId="77777777" w:rsidR="00EE372D" w:rsidRDefault="00EE372D">
      <w:pPr>
        <w:rPr>
          <w:b/>
        </w:rPr>
      </w:pPr>
    </w:p>
    <w:p w14:paraId="6EB6EC90" w14:textId="531B6A3A" w:rsidR="00EB48D1" w:rsidRDefault="00EB48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1836670A" w14:textId="77777777" w:rsidTr="00C00AD3">
        <w:trPr>
          <w:tblHeader/>
        </w:trPr>
        <w:tc>
          <w:tcPr>
            <w:tcW w:w="5000" w:type="pct"/>
          </w:tcPr>
          <w:p w14:paraId="43CC85D0" w14:textId="6DEB15F9" w:rsidR="005C0620" w:rsidRPr="000754EC" w:rsidRDefault="005C0620" w:rsidP="000754EC">
            <w:pPr>
              <w:pStyle w:val="SIHeading2"/>
            </w:pPr>
            <w:bookmarkStart w:id="3" w:name="_Hlk29575716"/>
            <w:r w:rsidRPr="002C55E9">
              <w:t>A</w:t>
            </w:r>
            <w:r w:rsidRPr="000754EC">
              <w:t>ssessment Conditions</w:t>
            </w:r>
          </w:p>
        </w:tc>
      </w:tr>
      <w:tr w:rsidR="005C0620" w:rsidRPr="00A55106" w14:paraId="6CE28D39" w14:textId="77777777" w:rsidTr="00C00AD3">
        <w:trPr>
          <w:tblHeader/>
        </w:trPr>
        <w:tc>
          <w:tcPr>
            <w:tcW w:w="5000" w:type="pct"/>
          </w:tcPr>
          <w:p w14:paraId="7A1BA260" w14:textId="77777777" w:rsidR="005C0620" w:rsidRPr="002A586A" w:rsidRDefault="005C0620" w:rsidP="002A586A">
            <w:pPr>
              <w:pStyle w:val="SIText"/>
            </w:pPr>
            <w:r w:rsidRPr="002A586A">
              <w:t xml:space="preserve">Assessment of </w:t>
            </w:r>
            <w:r>
              <w:t>skills</w:t>
            </w:r>
            <w:r w:rsidRPr="002A586A">
              <w:t xml:space="preserve"> must take place under the following conditions: </w:t>
            </w:r>
          </w:p>
          <w:p w14:paraId="1131427A" w14:textId="77777777" w:rsidR="005C0620" w:rsidRPr="002A586A" w:rsidRDefault="005C0620" w:rsidP="002A586A">
            <w:pPr>
              <w:pStyle w:val="SIBulletList1"/>
            </w:pPr>
            <w:r w:rsidRPr="002A586A">
              <w:t>physical conditions:</w:t>
            </w:r>
          </w:p>
          <w:p w14:paraId="29CFF0B4" w14:textId="77777777" w:rsidR="005C0620" w:rsidRPr="002A586A" w:rsidRDefault="005C0620" w:rsidP="00774201">
            <w:pPr>
              <w:pStyle w:val="SIBulletList2"/>
            </w:pPr>
            <w:r>
              <w:t>skills must be demonstrated in an environment that accurately represents workplace conditions</w:t>
            </w:r>
          </w:p>
          <w:p w14:paraId="2951ED94" w14:textId="77777777" w:rsidR="005C0620" w:rsidRPr="002A586A" w:rsidRDefault="005C0620" w:rsidP="002A586A">
            <w:pPr>
              <w:pStyle w:val="SIBulletList1"/>
            </w:pPr>
            <w:r w:rsidRPr="002A586A">
              <w:t>resources, equipment and materials:</w:t>
            </w:r>
          </w:p>
          <w:p w14:paraId="67FD8487" w14:textId="219F1530" w:rsidR="00FD5E85" w:rsidRDefault="00FD5E85" w:rsidP="00774201">
            <w:pPr>
              <w:pStyle w:val="SIBulletList2"/>
            </w:pPr>
            <w:r>
              <w:t xml:space="preserve">access to crocodiles </w:t>
            </w:r>
            <w:r w:rsidR="00EF05F4">
              <w:t xml:space="preserve">over </w:t>
            </w:r>
            <w:r w:rsidR="001E7CF8">
              <w:t xml:space="preserve">1.2 </w:t>
            </w:r>
            <w:r>
              <w:t xml:space="preserve">metres </w:t>
            </w:r>
            <w:r w:rsidR="001E7CF8">
              <w:t xml:space="preserve">in a controlled environment </w:t>
            </w:r>
          </w:p>
          <w:p w14:paraId="7461EAAA" w14:textId="53E9CD95" w:rsidR="00FD5E85" w:rsidRDefault="00FD5E85" w:rsidP="00774201">
            <w:pPr>
              <w:pStyle w:val="SIBulletList2"/>
            </w:pPr>
            <w:r>
              <w:t xml:space="preserve">access to crocodile </w:t>
            </w:r>
            <w:r w:rsidR="003F1076">
              <w:t>care</w:t>
            </w:r>
            <w:r>
              <w:t xml:space="preserve"> policies and procedures</w:t>
            </w:r>
          </w:p>
          <w:p w14:paraId="4714057B" w14:textId="6A69B56C" w:rsidR="005C0620" w:rsidRDefault="005C0620" w:rsidP="00774201">
            <w:pPr>
              <w:pStyle w:val="SIBulletList2"/>
            </w:pPr>
            <w:r>
              <w:t xml:space="preserve">access to crocodile safety documentation, policies and procedures </w:t>
            </w:r>
          </w:p>
          <w:p w14:paraId="66231ACB" w14:textId="77777777" w:rsidR="005C0620" w:rsidRPr="002A586A" w:rsidRDefault="005C0620" w:rsidP="002A586A"/>
          <w:p w14:paraId="6BC7D927" w14:textId="77777777" w:rsidR="005C0620" w:rsidRPr="002A586A" w:rsidRDefault="005C0620" w:rsidP="002A586A">
            <w:pPr>
              <w:pStyle w:val="SIText"/>
            </w:pPr>
            <w:r w:rsidRPr="002A586A">
              <w:t>Assessors of this unit must satisfy the requirements for assessors in applicable vocational education and training legislation, frameworks and/or standards.</w:t>
            </w:r>
          </w:p>
        </w:tc>
      </w:tr>
    </w:tbl>
    <w:p w14:paraId="4A50BED0"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0620" w:rsidRPr="00A55106" w14:paraId="554A1A08" w14:textId="77777777" w:rsidTr="004679E3">
        <w:tc>
          <w:tcPr>
            <w:tcW w:w="990" w:type="pct"/>
          </w:tcPr>
          <w:p w14:paraId="16B51C30" w14:textId="77777777" w:rsidR="005C0620" w:rsidRPr="000754EC" w:rsidRDefault="005C0620" w:rsidP="000754EC">
            <w:pPr>
              <w:pStyle w:val="SIHeading2"/>
            </w:pPr>
            <w:r w:rsidRPr="002C55E9">
              <w:t>L</w:t>
            </w:r>
            <w:r w:rsidRPr="000754EC">
              <w:t>inks</w:t>
            </w:r>
          </w:p>
        </w:tc>
        <w:tc>
          <w:tcPr>
            <w:tcW w:w="4010" w:type="pct"/>
          </w:tcPr>
          <w:p w14:paraId="3D07231F" w14:textId="77777777" w:rsidR="005C0620" w:rsidRPr="000754EC" w:rsidRDefault="005C0620" w:rsidP="000754EC">
            <w:pPr>
              <w:pStyle w:val="SIText"/>
            </w:pPr>
            <w:r>
              <w:t>Companion Volumes, including Implementation Guides, are available at VETNet:</w:t>
            </w:r>
          </w:p>
          <w:p w14:paraId="55DB3341" w14:textId="77777777" w:rsidR="005C0620" w:rsidRPr="000754EC" w:rsidRDefault="005C0620" w:rsidP="000754EC">
            <w:pPr>
              <w:pStyle w:val="SIText"/>
            </w:pPr>
            <w:r w:rsidRPr="006470B0">
              <w:t>https://vetnet.education.gov.au/Pages/TrainingDocs.aspx?q=e31d8c6b-1608-4d77-9f71-9ee749456273</w:t>
            </w:r>
          </w:p>
        </w:tc>
      </w:tr>
      <w:bookmarkEnd w:id="3"/>
    </w:tbl>
    <w:p w14:paraId="16D58172" w14:textId="42F45113" w:rsidR="005C0620" w:rsidRDefault="005C0620" w:rsidP="005F771F">
      <w:pPr>
        <w:pStyle w:val="SIText"/>
      </w:pPr>
    </w:p>
    <w:sectPr w:rsidR="005C0620"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CFB27" w14:textId="77777777" w:rsidR="006D1C1F" w:rsidRDefault="006D1C1F" w:rsidP="00BF3F0A">
      <w:r>
        <w:separator/>
      </w:r>
    </w:p>
    <w:p w14:paraId="336BC762" w14:textId="77777777" w:rsidR="006D1C1F" w:rsidRDefault="006D1C1F"/>
  </w:endnote>
  <w:endnote w:type="continuationSeparator" w:id="0">
    <w:p w14:paraId="73133AD6" w14:textId="77777777" w:rsidR="006D1C1F" w:rsidRDefault="006D1C1F" w:rsidP="00BF3F0A">
      <w:r>
        <w:continuationSeparator/>
      </w:r>
    </w:p>
    <w:p w14:paraId="43C50B4B" w14:textId="77777777" w:rsidR="006D1C1F" w:rsidRDefault="006D1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801" w14:textId="77777777" w:rsidR="005C0620" w:rsidRPr="000754EC" w:rsidRDefault="005C0620" w:rsidP="005F771F">
    <w:pPr>
      <w:pStyle w:val="SIText"/>
    </w:pPr>
    <w:r>
      <w:t>Skills Impact Unit of Competency</w:t>
    </w:r>
    <w:r>
      <w:tab/>
    </w:r>
    <w:r>
      <w:tab/>
    </w:r>
    <w:r>
      <w:tab/>
    </w:r>
    <w:r>
      <w:tab/>
    </w:r>
    <w:r>
      <w:tab/>
    </w:r>
    <w:r>
      <w:tab/>
    </w:r>
    <w:r>
      <w:tab/>
    </w:r>
    <w:r>
      <w:tab/>
    </w:r>
    <w:r w:rsidR="00F1211E">
      <w:fldChar w:fldCharType="begin"/>
    </w:r>
    <w:r w:rsidR="00F1211E">
      <w:instrText xml:space="preserve"> PAGE   \* MERGEFORMAT </w:instrText>
    </w:r>
    <w:r w:rsidR="00F1211E">
      <w:fldChar w:fldCharType="separate"/>
    </w:r>
    <w:r>
      <w:rPr>
        <w:noProof/>
      </w:rPr>
      <w:t>1</w:t>
    </w:r>
    <w:r w:rsidR="00F1211E">
      <w:rPr>
        <w:noProof/>
      </w:rPr>
      <w:fldChar w:fldCharType="end"/>
    </w:r>
  </w:p>
  <w:p w14:paraId="5B77FE93" w14:textId="77777777" w:rsidR="005C0620" w:rsidRDefault="005C0620" w:rsidP="005F771F">
    <w:pPr>
      <w:pStyle w:val="SIText"/>
    </w:pPr>
    <w:r w:rsidRPr="000754EC">
      <w:t xml:space="preserve">Template modified on </w:t>
    </w:r>
    <w:r>
      <w:t xml:space="preserve">August </w:t>
    </w:r>
    <w:r w:rsidRPr="000754EC">
      <w:t>201</w:t>
    </w:r>
    <w:r>
      <w:t>9</w:t>
    </w:r>
  </w:p>
  <w:p w14:paraId="256E40CB" w14:textId="77777777" w:rsidR="005C0620" w:rsidRDefault="005C0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3C20E4" w14:textId="77777777" w:rsidR="006D1C1F" w:rsidRDefault="006D1C1F" w:rsidP="00BF3F0A">
      <w:r>
        <w:separator/>
      </w:r>
    </w:p>
    <w:p w14:paraId="6DC68366" w14:textId="77777777" w:rsidR="006D1C1F" w:rsidRDefault="006D1C1F"/>
  </w:footnote>
  <w:footnote w:type="continuationSeparator" w:id="0">
    <w:p w14:paraId="1ED36ED5" w14:textId="77777777" w:rsidR="006D1C1F" w:rsidRDefault="006D1C1F" w:rsidP="00BF3F0A">
      <w:r>
        <w:continuationSeparator/>
      </w:r>
    </w:p>
    <w:p w14:paraId="304FB0BB" w14:textId="77777777" w:rsidR="006D1C1F" w:rsidRDefault="006D1C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FB93B" w14:textId="56F740B5" w:rsidR="005C0620" w:rsidRDefault="00D075D8">
    <w:r>
      <w:rPr>
        <w:noProof/>
      </w:rPr>
      <w:pict w14:anchorId="44BD4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0620">
      <w:t>SFI</w:t>
    </w:r>
    <w:r w:rsidR="004D4466">
      <w:t>CRO</w:t>
    </w:r>
    <w:r w:rsidR="006C4D8E">
      <w:t>3</w:t>
    </w:r>
    <w:r w:rsidR="005C0620">
      <w:t>X</w:t>
    </w:r>
    <w:r w:rsidR="006C4D8E">
      <w:t>4</w:t>
    </w:r>
    <w:r w:rsidR="005C0620">
      <w:t xml:space="preserve"> C</w:t>
    </w:r>
    <w:r w:rsidR="00093FA9">
      <w:t xml:space="preserve">are for crocodiles over 1.2 metres in a controlled environment </w:t>
    </w:r>
    <w:r w:rsidR="005C062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19"/>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0DF1"/>
    <w:rsid w:val="000014B9"/>
    <w:rsid w:val="00005959"/>
    <w:rsid w:val="00005A15"/>
    <w:rsid w:val="0001108F"/>
    <w:rsid w:val="000115E2"/>
    <w:rsid w:val="000126D0"/>
    <w:rsid w:val="0001296A"/>
    <w:rsid w:val="00016803"/>
    <w:rsid w:val="000211A4"/>
    <w:rsid w:val="00023992"/>
    <w:rsid w:val="00023AEA"/>
    <w:rsid w:val="00024289"/>
    <w:rsid w:val="000275AE"/>
    <w:rsid w:val="00041E59"/>
    <w:rsid w:val="00062A64"/>
    <w:rsid w:val="00064BFE"/>
    <w:rsid w:val="000677F1"/>
    <w:rsid w:val="00067E1C"/>
    <w:rsid w:val="00070B3E"/>
    <w:rsid w:val="00071F95"/>
    <w:rsid w:val="000737BB"/>
    <w:rsid w:val="00074E47"/>
    <w:rsid w:val="000754EC"/>
    <w:rsid w:val="00086137"/>
    <w:rsid w:val="0008639A"/>
    <w:rsid w:val="00087139"/>
    <w:rsid w:val="00090803"/>
    <w:rsid w:val="0009093B"/>
    <w:rsid w:val="00093FA9"/>
    <w:rsid w:val="000A5441"/>
    <w:rsid w:val="000B11BF"/>
    <w:rsid w:val="000B6184"/>
    <w:rsid w:val="000C149A"/>
    <w:rsid w:val="000C224E"/>
    <w:rsid w:val="000C4C13"/>
    <w:rsid w:val="000C6F59"/>
    <w:rsid w:val="000D2DC5"/>
    <w:rsid w:val="000D6877"/>
    <w:rsid w:val="000E03D4"/>
    <w:rsid w:val="000E25E6"/>
    <w:rsid w:val="000E2C86"/>
    <w:rsid w:val="000E716E"/>
    <w:rsid w:val="000F1CE5"/>
    <w:rsid w:val="000F287A"/>
    <w:rsid w:val="000F29F2"/>
    <w:rsid w:val="00101659"/>
    <w:rsid w:val="00105AEA"/>
    <w:rsid w:val="001078BF"/>
    <w:rsid w:val="001102A5"/>
    <w:rsid w:val="00112D0E"/>
    <w:rsid w:val="001134B1"/>
    <w:rsid w:val="00121E80"/>
    <w:rsid w:val="00126F31"/>
    <w:rsid w:val="00133957"/>
    <w:rsid w:val="001342B8"/>
    <w:rsid w:val="00137052"/>
    <w:rsid w:val="001372F6"/>
    <w:rsid w:val="00144385"/>
    <w:rsid w:val="00144772"/>
    <w:rsid w:val="0014503A"/>
    <w:rsid w:val="00146EEC"/>
    <w:rsid w:val="00151D55"/>
    <w:rsid w:val="00151D93"/>
    <w:rsid w:val="00156EF3"/>
    <w:rsid w:val="001712F4"/>
    <w:rsid w:val="001742E3"/>
    <w:rsid w:val="00176E4F"/>
    <w:rsid w:val="00181824"/>
    <w:rsid w:val="00183247"/>
    <w:rsid w:val="0018546B"/>
    <w:rsid w:val="001904F8"/>
    <w:rsid w:val="00192EC7"/>
    <w:rsid w:val="00195B88"/>
    <w:rsid w:val="00197EF2"/>
    <w:rsid w:val="001A0C7D"/>
    <w:rsid w:val="001A6A3E"/>
    <w:rsid w:val="001A79C1"/>
    <w:rsid w:val="001A7B6D"/>
    <w:rsid w:val="001B34D5"/>
    <w:rsid w:val="001B513A"/>
    <w:rsid w:val="001B53FA"/>
    <w:rsid w:val="001B7FBD"/>
    <w:rsid w:val="001C0A75"/>
    <w:rsid w:val="001C1306"/>
    <w:rsid w:val="001D1495"/>
    <w:rsid w:val="001D30EB"/>
    <w:rsid w:val="001D5C1B"/>
    <w:rsid w:val="001D7F5B"/>
    <w:rsid w:val="001E16BC"/>
    <w:rsid w:val="001E16DF"/>
    <w:rsid w:val="001E7CF8"/>
    <w:rsid w:val="001F2BA5"/>
    <w:rsid w:val="001F308D"/>
    <w:rsid w:val="001F6182"/>
    <w:rsid w:val="00201A7C"/>
    <w:rsid w:val="00210FD7"/>
    <w:rsid w:val="0021210E"/>
    <w:rsid w:val="0021414D"/>
    <w:rsid w:val="00216034"/>
    <w:rsid w:val="00216E38"/>
    <w:rsid w:val="00217E46"/>
    <w:rsid w:val="00223124"/>
    <w:rsid w:val="00223C73"/>
    <w:rsid w:val="002305D5"/>
    <w:rsid w:val="00233143"/>
    <w:rsid w:val="00234444"/>
    <w:rsid w:val="00234673"/>
    <w:rsid w:val="00240A70"/>
    <w:rsid w:val="00240D84"/>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792C"/>
    <w:rsid w:val="002D0C8B"/>
    <w:rsid w:val="002D330A"/>
    <w:rsid w:val="002D42CF"/>
    <w:rsid w:val="002D7849"/>
    <w:rsid w:val="002E06D3"/>
    <w:rsid w:val="002E170C"/>
    <w:rsid w:val="002E193E"/>
    <w:rsid w:val="002E2873"/>
    <w:rsid w:val="002F0F89"/>
    <w:rsid w:val="002F2DA9"/>
    <w:rsid w:val="00300DE5"/>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974F2"/>
    <w:rsid w:val="003A21F0"/>
    <w:rsid w:val="003A277F"/>
    <w:rsid w:val="003A58BA"/>
    <w:rsid w:val="003A5AE7"/>
    <w:rsid w:val="003A7221"/>
    <w:rsid w:val="003B3493"/>
    <w:rsid w:val="003C13AE"/>
    <w:rsid w:val="003C545B"/>
    <w:rsid w:val="003D2E73"/>
    <w:rsid w:val="003E72B6"/>
    <w:rsid w:val="003E7BBE"/>
    <w:rsid w:val="003F1076"/>
    <w:rsid w:val="0040042D"/>
    <w:rsid w:val="00400A7E"/>
    <w:rsid w:val="00407DD7"/>
    <w:rsid w:val="004127E3"/>
    <w:rsid w:val="004168F3"/>
    <w:rsid w:val="0042286D"/>
    <w:rsid w:val="00423CB2"/>
    <w:rsid w:val="00430533"/>
    <w:rsid w:val="0043212E"/>
    <w:rsid w:val="00434366"/>
    <w:rsid w:val="00434ECE"/>
    <w:rsid w:val="00441B2B"/>
    <w:rsid w:val="00442202"/>
    <w:rsid w:val="00444423"/>
    <w:rsid w:val="00450403"/>
    <w:rsid w:val="00452F3E"/>
    <w:rsid w:val="004640AE"/>
    <w:rsid w:val="004679E3"/>
    <w:rsid w:val="00475172"/>
    <w:rsid w:val="004758B0"/>
    <w:rsid w:val="00476E86"/>
    <w:rsid w:val="004832D2"/>
    <w:rsid w:val="00485559"/>
    <w:rsid w:val="00486B84"/>
    <w:rsid w:val="004A142B"/>
    <w:rsid w:val="004A3860"/>
    <w:rsid w:val="004A44E8"/>
    <w:rsid w:val="004A54F9"/>
    <w:rsid w:val="004A581D"/>
    <w:rsid w:val="004A7706"/>
    <w:rsid w:val="004B29B7"/>
    <w:rsid w:val="004B50B6"/>
    <w:rsid w:val="004B67F5"/>
    <w:rsid w:val="004B7A28"/>
    <w:rsid w:val="004C2244"/>
    <w:rsid w:val="004C79A1"/>
    <w:rsid w:val="004D0D5F"/>
    <w:rsid w:val="004D1569"/>
    <w:rsid w:val="004D4466"/>
    <w:rsid w:val="004D44B1"/>
    <w:rsid w:val="004D73E5"/>
    <w:rsid w:val="004E0460"/>
    <w:rsid w:val="004E1579"/>
    <w:rsid w:val="004E2169"/>
    <w:rsid w:val="004E5FAE"/>
    <w:rsid w:val="004E6245"/>
    <w:rsid w:val="004E6741"/>
    <w:rsid w:val="004E7094"/>
    <w:rsid w:val="004F5DC7"/>
    <w:rsid w:val="004F78DA"/>
    <w:rsid w:val="004F7D64"/>
    <w:rsid w:val="00505520"/>
    <w:rsid w:val="0050621A"/>
    <w:rsid w:val="00512B13"/>
    <w:rsid w:val="005149CF"/>
    <w:rsid w:val="00517AA3"/>
    <w:rsid w:val="00520E9A"/>
    <w:rsid w:val="005248C1"/>
    <w:rsid w:val="00526134"/>
    <w:rsid w:val="0052778C"/>
    <w:rsid w:val="005328E2"/>
    <w:rsid w:val="005405B2"/>
    <w:rsid w:val="00540BD0"/>
    <w:rsid w:val="005427C8"/>
    <w:rsid w:val="005446D1"/>
    <w:rsid w:val="00546D3C"/>
    <w:rsid w:val="00556C4C"/>
    <w:rsid w:val="00557369"/>
    <w:rsid w:val="00564ADD"/>
    <w:rsid w:val="00567CDB"/>
    <w:rsid w:val="005708EB"/>
    <w:rsid w:val="00572DCA"/>
    <w:rsid w:val="0057405F"/>
    <w:rsid w:val="00575BC6"/>
    <w:rsid w:val="00583902"/>
    <w:rsid w:val="005920D6"/>
    <w:rsid w:val="00593166"/>
    <w:rsid w:val="00594691"/>
    <w:rsid w:val="0059482E"/>
    <w:rsid w:val="005A1558"/>
    <w:rsid w:val="005A1D70"/>
    <w:rsid w:val="005A3AA5"/>
    <w:rsid w:val="005A6C9C"/>
    <w:rsid w:val="005A6DC9"/>
    <w:rsid w:val="005A74DC"/>
    <w:rsid w:val="005B5146"/>
    <w:rsid w:val="005C0620"/>
    <w:rsid w:val="005D1AFD"/>
    <w:rsid w:val="005D510A"/>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43D1B"/>
    <w:rsid w:val="00643D6E"/>
    <w:rsid w:val="006452B8"/>
    <w:rsid w:val="006470B0"/>
    <w:rsid w:val="0065183F"/>
    <w:rsid w:val="00652E62"/>
    <w:rsid w:val="006727A1"/>
    <w:rsid w:val="00676A3D"/>
    <w:rsid w:val="00685642"/>
    <w:rsid w:val="00686A49"/>
    <w:rsid w:val="0068730A"/>
    <w:rsid w:val="00687B62"/>
    <w:rsid w:val="00690C44"/>
    <w:rsid w:val="0069584F"/>
    <w:rsid w:val="006969D9"/>
    <w:rsid w:val="006A2B68"/>
    <w:rsid w:val="006A3822"/>
    <w:rsid w:val="006B0AD6"/>
    <w:rsid w:val="006B3BD4"/>
    <w:rsid w:val="006C2F32"/>
    <w:rsid w:val="006C4D8E"/>
    <w:rsid w:val="006C79CC"/>
    <w:rsid w:val="006D1C1F"/>
    <w:rsid w:val="006D2C51"/>
    <w:rsid w:val="006D38C3"/>
    <w:rsid w:val="006D4448"/>
    <w:rsid w:val="006D58E4"/>
    <w:rsid w:val="006D6DFD"/>
    <w:rsid w:val="006D74AD"/>
    <w:rsid w:val="006E2C4D"/>
    <w:rsid w:val="006E42FE"/>
    <w:rsid w:val="006E677D"/>
    <w:rsid w:val="006F0D02"/>
    <w:rsid w:val="006F10FE"/>
    <w:rsid w:val="006F2A2A"/>
    <w:rsid w:val="006F3622"/>
    <w:rsid w:val="0070505E"/>
    <w:rsid w:val="00705EEC"/>
    <w:rsid w:val="00707741"/>
    <w:rsid w:val="007134FE"/>
    <w:rsid w:val="00715794"/>
    <w:rsid w:val="00717385"/>
    <w:rsid w:val="007200A6"/>
    <w:rsid w:val="00722769"/>
    <w:rsid w:val="007272A0"/>
    <w:rsid w:val="00727901"/>
    <w:rsid w:val="0073075B"/>
    <w:rsid w:val="0073404B"/>
    <w:rsid w:val="007341FF"/>
    <w:rsid w:val="00735CDC"/>
    <w:rsid w:val="00737DEE"/>
    <w:rsid w:val="007404E9"/>
    <w:rsid w:val="0074325F"/>
    <w:rsid w:val="007444CF"/>
    <w:rsid w:val="00744D65"/>
    <w:rsid w:val="00752C75"/>
    <w:rsid w:val="00753175"/>
    <w:rsid w:val="00755A4C"/>
    <w:rsid w:val="00757005"/>
    <w:rsid w:val="00761DBE"/>
    <w:rsid w:val="0076523B"/>
    <w:rsid w:val="00765E19"/>
    <w:rsid w:val="00771B60"/>
    <w:rsid w:val="00774201"/>
    <w:rsid w:val="00781D77"/>
    <w:rsid w:val="00783549"/>
    <w:rsid w:val="007860B7"/>
    <w:rsid w:val="00786DC8"/>
    <w:rsid w:val="007979E1"/>
    <w:rsid w:val="007A08CA"/>
    <w:rsid w:val="007A0E5F"/>
    <w:rsid w:val="007A300D"/>
    <w:rsid w:val="007A34C9"/>
    <w:rsid w:val="007C5A4A"/>
    <w:rsid w:val="007C77E2"/>
    <w:rsid w:val="007D5A78"/>
    <w:rsid w:val="007D5BF8"/>
    <w:rsid w:val="007E3BD1"/>
    <w:rsid w:val="007E5F4A"/>
    <w:rsid w:val="007F1563"/>
    <w:rsid w:val="007F1EB2"/>
    <w:rsid w:val="007F44DB"/>
    <w:rsid w:val="007F5A8B"/>
    <w:rsid w:val="00817671"/>
    <w:rsid w:val="00817D51"/>
    <w:rsid w:val="00820C88"/>
    <w:rsid w:val="00823530"/>
    <w:rsid w:val="00823FF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80DF5"/>
    <w:rsid w:val="00881E78"/>
    <w:rsid w:val="00884C8F"/>
    <w:rsid w:val="00886790"/>
    <w:rsid w:val="008908DE"/>
    <w:rsid w:val="008A12ED"/>
    <w:rsid w:val="008A39D3"/>
    <w:rsid w:val="008B2C77"/>
    <w:rsid w:val="008B4AD2"/>
    <w:rsid w:val="008B60BF"/>
    <w:rsid w:val="008B7138"/>
    <w:rsid w:val="008B78A9"/>
    <w:rsid w:val="008C1649"/>
    <w:rsid w:val="008D23BD"/>
    <w:rsid w:val="008D6CB9"/>
    <w:rsid w:val="008E260C"/>
    <w:rsid w:val="008E39B1"/>
    <w:rsid w:val="008E39BE"/>
    <w:rsid w:val="008E62EC"/>
    <w:rsid w:val="008F0FC5"/>
    <w:rsid w:val="008F32F6"/>
    <w:rsid w:val="0090461D"/>
    <w:rsid w:val="00907A9A"/>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D9C"/>
    <w:rsid w:val="00960F6C"/>
    <w:rsid w:val="00963A46"/>
    <w:rsid w:val="00970747"/>
    <w:rsid w:val="00976343"/>
    <w:rsid w:val="00983C6A"/>
    <w:rsid w:val="00987AF8"/>
    <w:rsid w:val="00994A5A"/>
    <w:rsid w:val="009A5194"/>
    <w:rsid w:val="009A5900"/>
    <w:rsid w:val="009A6E6C"/>
    <w:rsid w:val="009A6F3F"/>
    <w:rsid w:val="009B242A"/>
    <w:rsid w:val="009B331A"/>
    <w:rsid w:val="009C21A0"/>
    <w:rsid w:val="009C2650"/>
    <w:rsid w:val="009D1223"/>
    <w:rsid w:val="009D15E2"/>
    <w:rsid w:val="009D15FE"/>
    <w:rsid w:val="009D5D2C"/>
    <w:rsid w:val="009D753C"/>
    <w:rsid w:val="009E4E4A"/>
    <w:rsid w:val="009F0DCC"/>
    <w:rsid w:val="009F11CA"/>
    <w:rsid w:val="00A012BE"/>
    <w:rsid w:val="00A0695B"/>
    <w:rsid w:val="00A076CF"/>
    <w:rsid w:val="00A13052"/>
    <w:rsid w:val="00A1313D"/>
    <w:rsid w:val="00A216A8"/>
    <w:rsid w:val="00A223A6"/>
    <w:rsid w:val="00A23F03"/>
    <w:rsid w:val="00A326C2"/>
    <w:rsid w:val="00A3639E"/>
    <w:rsid w:val="00A427E8"/>
    <w:rsid w:val="00A43CED"/>
    <w:rsid w:val="00A47ADE"/>
    <w:rsid w:val="00A5092E"/>
    <w:rsid w:val="00A55106"/>
    <w:rsid w:val="00A554D6"/>
    <w:rsid w:val="00A564D1"/>
    <w:rsid w:val="00A56E14"/>
    <w:rsid w:val="00A60D7E"/>
    <w:rsid w:val="00A62A14"/>
    <w:rsid w:val="00A6476B"/>
    <w:rsid w:val="00A709CE"/>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2780"/>
    <w:rsid w:val="00AE32CB"/>
    <w:rsid w:val="00AF3957"/>
    <w:rsid w:val="00B04E86"/>
    <w:rsid w:val="00B12013"/>
    <w:rsid w:val="00B22C67"/>
    <w:rsid w:val="00B262BB"/>
    <w:rsid w:val="00B33CDE"/>
    <w:rsid w:val="00B3508F"/>
    <w:rsid w:val="00B443EE"/>
    <w:rsid w:val="00B46A88"/>
    <w:rsid w:val="00B560C8"/>
    <w:rsid w:val="00B57696"/>
    <w:rsid w:val="00B61150"/>
    <w:rsid w:val="00B65BC7"/>
    <w:rsid w:val="00B66BFA"/>
    <w:rsid w:val="00B7402D"/>
    <w:rsid w:val="00B746B9"/>
    <w:rsid w:val="00B74DC8"/>
    <w:rsid w:val="00B77968"/>
    <w:rsid w:val="00B848D4"/>
    <w:rsid w:val="00B865B7"/>
    <w:rsid w:val="00B963CD"/>
    <w:rsid w:val="00BA1CB1"/>
    <w:rsid w:val="00BA4178"/>
    <w:rsid w:val="00BA482D"/>
    <w:rsid w:val="00BB1755"/>
    <w:rsid w:val="00BB23F4"/>
    <w:rsid w:val="00BB30D2"/>
    <w:rsid w:val="00BB7686"/>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1C3A"/>
    <w:rsid w:val="00CA2922"/>
    <w:rsid w:val="00CB50DB"/>
    <w:rsid w:val="00CB746F"/>
    <w:rsid w:val="00CC17E2"/>
    <w:rsid w:val="00CC451E"/>
    <w:rsid w:val="00CD421F"/>
    <w:rsid w:val="00CD4E9D"/>
    <w:rsid w:val="00CD4F4D"/>
    <w:rsid w:val="00CE7D19"/>
    <w:rsid w:val="00CF0CF5"/>
    <w:rsid w:val="00CF2B3E"/>
    <w:rsid w:val="00CF49A8"/>
    <w:rsid w:val="00D0201F"/>
    <w:rsid w:val="00D03685"/>
    <w:rsid w:val="00D06BA6"/>
    <w:rsid w:val="00D075D8"/>
    <w:rsid w:val="00D07D4E"/>
    <w:rsid w:val="00D115AA"/>
    <w:rsid w:val="00D1222C"/>
    <w:rsid w:val="00D14033"/>
    <w:rsid w:val="00D145BE"/>
    <w:rsid w:val="00D20C57"/>
    <w:rsid w:val="00D25952"/>
    <w:rsid w:val="00D25D16"/>
    <w:rsid w:val="00D27959"/>
    <w:rsid w:val="00D32124"/>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393F"/>
    <w:rsid w:val="00DC5A3A"/>
    <w:rsid w:val="00DC5CF9"/>
    <w:rsid w:val="00DD0726"/>
    <w:rsid w:val="00DE6C69"/>
    <w:rsid w:val="00DE7EEC"/>
    <w:rsid w:val="00DF79B5"/>
    <w:rsid w:val="00E01175"/>
    <w:rsid w:val="00E0162C"/>
    <w:rsid w:val="00E01A9F"/>
    <w:rsid w:val="00E12641"/>
    <w:rsid w:val="00E238E6"/>
    <w:rsid w:val="00E26825"/>
    <w:rsid w:val="00E35064"/>
    <w:rsid w:val="00E3681D"/>
    <w:rsid w:val="00E40225"/>
    <w:rsid w:val="00E501F0"/>
    <w:rsid w:val="00E53F5A"/>
    <w:rsid w:val="00E557F0"/>
    <w:rsid w:val="00E57B29"/>
    <w:rsid w:val="00E6166D"/>
    <w:rsid w:val="00E71E2E"/>
    <w:rsid w:val="00E7514F"/>
    <w:rsid w:val="00E8205E"/>
    <w:rsid w:val="00E90611"/>
    <w:rsid w:val="00E91BFF"/>
    <w:rsid w:val="00E92933"/>
    <w:rsid w:val="00E94FAD"/>
    <w:rsid w:val="00E967BD"/>
    <w:rsid w:val="00EB0AA4"/>
    <w:rsid w:val="00EB48D1"/>
    <w:rsid w:val="00EB5C88"/>
    <w:rsid w:val="00EC0469"/>
    <w:rsid w:val="00ED6D19"/>
    <w:rsid w:val="00EE345A"/>
    <w:rsid w:val="00EE372D"/>
    <w:rsid w:val="00EF01F8"/>
    <w:rsid w:val="00EF05F4"/>
    <w:rsid w:val="00EF40EF"/>
    <w:rsid w:val="00EF47FE"/>
    <w:rsid w:val="00F02300"/>
    <w:rsid w:val="00F069BD"/>
    <w:rsid w:val="00F10EF5"/>
    <w:rsid w:val="00F1211E"/>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B232E"/>
    <w:rsid w:val="00FC714C"/>
    <w:rsid w:val="00FC7BCF"/>
    <w:rsid w:val="00FD557D"/>
    <w:rsid w:val="00FD5E85"/>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4385D05F"/>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621373">
      <w:marLeft w:val="0"/>
      <w:marRight w:val="0"/>
      <w:marTop w:val="0"/>
      <w:marBottom w:val="0"/>
      <w:divBdr>
        <w:top w:val="none" w:sz="0" w:space="0" w:color="auto"/>
        <w:left w:val="none" w:sz="0" w:space="0" w:color="auto"/>
        <w:bottom w:val="none" w:sz="0" w:space="0" w:color="auto"/>
        <w:right w:val="none" w:sz="0" w:space="0" w:color="auto"/>
      </w:divBdr>
      <w:divsChild>
        <w:div w:id="877621372">
          <w:marLeft w:val="0"/>
          <w:marRight w:val="0"/>
          <w:marTop w:val="0"/>
          <w:marBottom w:val="300"/>
          <w:divBdr>
            <w:top w:val="none" w:sz="0" w:space="0" w:color="auto"/>
            <w:left w:val="none" w:sz="0" w:space="0" w:color="auto"/>
            <w:bottom w:val="none" w:sz="0" w:space="0" w:color="auto"/>
            <w:right w:val="none" w:sz="0" w:space="0" w:color="auto"/>
          </w:divBdr>
          <w:divsChild>
            <w:div w:id="877621383">
              <w:marLeft w:val="0"/>
              <w:marRight w:val="0"/>
              <w:marTop w:val="0"/>
              <w:marBottom w:val="300"/>
              <w:divBdr>
                <w:top w:val="none" w:sz="0" w:space="0" w:color="auto"/>
                <w:left w:val="none" w:sz="0" w:space="0" w:color="auto"/>
                <w:bottom w:val="none" w:sz="0" w:space="0" w:color="auto"/>
                <w:right w:val="none" w:sz="0" w:space="0" w:color="auto"/>
              </w:divBdr>
            </w:div>
          </w:divsChild>
        </w:div>
        <w:div w:id="877621390">
          <w:marLeft w:val="0"/>
          <w:marRight w:val="0"/>
          <w:marTop w:val="0"/>
          <w:marBottom w:val="300"/>
          <w:divBdr>
            <w:top w:val="none" w:sz="0" w:space="0" w:color="auto"/>
            <w:left w:val="none" w:sz="0" w:space="0" w:color="auto"/>
            <w:bottom w:val="none" w:sz="0" w:space="0" w:color="auto"/>
            <w:right w:val="none" w:sz="0" w:space="0" w:color="auto"/>
          </w:divBdr>
          <w:divsChild>
            <w:div w:id="877621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77621374">
      <w:marLeft w:val="0"/>
      <w:marRight w:val="0"/>
      <w:marTop w:val="0"/>
      <w:marBottom w:val="0"/>
      <w:divBdr>
        <w:top w:val="none" w:sz="0" w:space="0" w:color="auto"/>
        <w:left w:val="none" w:sz="0" w:space="0" w:color="auto"/>
        <w:bottom w:val="none" w:sz="0" w:space="0" w:color="auto"/>
        <w:right w:val="none" w:sz="0" w:space="0" w:color="auto"/>
      </w:divBdr>
    </w:div>
    <w:div w:id="877621375">
      <w:marLeft w:val="0"/>
      <w:marRight w:val="0"/>
      <w:marTop w:val="0"/>
      <w:marBottom w:val="0"/>
      <w:divBdr>
        <w:top w:val="none" w:sz="0" w:space="0" w:color="auto"/>
        <w:left w:val="none" w:sz="0" w:space="0" w:color="auto"/>
        <w:bottom w:val="none" w:sz="0" w:space="0" w:color="auto"/>
        <w:right w:val="none" w:sz="0" w:space="0" w:color="auto"/>
      </w:divBdr>
    </w:div>
    <w:div w:id="877621376">
      <w:marLeft w:val="0"/>
      <w:marRight w:val="0"/>
      <w:marTop w:val="0"/>
      <w:marBottom w:val="0"/>
      <w:divBdr>
        <w:top w:val="none" w:sz="0" w:space="0" w:color="auto"/>
        <w:left w:val="none" w:sz="0" w:space="0" w:color="auto"/>
        <w:bottom w:val="none" w:sz="0" w:space="0" w:color="auto"/>
        <w:right w:val="none" w:sz="0" w:space="0" w:color="auto"/>
      </w:divBdr>
    </w:div>
    <w:div w:id="877621377">
      <w:marLeft w:val="0"/>
      <w:marRight w:val="0"/>
      <w:marTop w:val="0"/>
      <w:marBottom w:val="0"/>
      <w:divBdr>
        <w:top w:val="none" w:sz="0" w:space="0" w:color="auto"/>
        <w:left w:val="none" w:sz="0" w:space="0" w:color="auto"/>
        <w:bottom w:val="none" w:sz="0" w:space="0" w:color="auto"/>
        <w:right w:val="none" w:sz="0" w:space="0" w:color="auto"/>
      </w:divBdr>
    </w:div>
    <w:div w:id="877621380">
      <w:marLeft w:val="0"/>
      <w:marRight w:val="0"/>
      <w:marTop w:val="0"/>
      <w:marBottom w:val="0"/>
      <w:divBdr>
        <w:top w:val="none" w:sz="0" w:space="0" w:color="auto"/>
        <w:left w:val="none" w:sz="0" w:space="0" w:color="auto"/>
        <w:bottom w:val="none" w:sz="0" w:space="0" w:color="auto"/>
        <w:right w:val="none" w:sz="0" w:space="0" w:color="auto"/>
      </w:divBdr>
      <w:divsChild>
        <w:div w:id="877621381">
          <w:marLeft w:val="150"/>
          <w:marRight w:val="0"/>
          <w:marTop w:val="0"/>
          <w:marBottom w:val="0"/>
          <w:divBdr>
            <w:top w:val="none" w:sz="0" w:space="0" w:color="auto"/>
            <w:left w:val="none" w:sz="0" w:space="0" w:color="auto"/>
            <w:bottom w:val="none" w:sz="0" w:space="0" w:color="auto"/>
            <w:right w:val="none" w:sz="0" w:space="0" w:color="auto"/>
          </w:divBdr>
        </w:div>
      </w:divsChild>
    </w:div>
    <w:div w:id="877621384">
      <w:marLeft w:val="0"/>
      <w:marRight w:val="0"/>
      <w:marTop w:val="0"/>
      <w:marBottom w:val="0"/>
      <w:divBdr>
        <w:top w:val="none" w:sz="0" w:space="0" w:color="auto"/>
        <w:left w:val="none" w:sz="0" w:space="0" w:color="auto"/>
        <w:bottom w:val="none" w:sz="0" w:space="0" w:color="auto"/>
        <w:right w:val="none" w:sz="0" w:space="0" w:color="auto"/>
      </w:divBdr>
    </w:div>
    <w:div w:id="877621386">
      <w:marLeft w:val="0"/>
      <w:marRight w:val="0"/>
      <w:marTop w:val="0"/>
      <w:marBottom w:val="0"/>
      <w:divBdr>
        <w:top w:val="none" w:sz="0" w:space="0" w:color="auto"/>
        <w:left w:val="none" w:sz="0" w:space="0" w:color="auto"/>
        <w:bottom w:val="none" w:sz="0" w:space="0" w:color="auto"/>
        <w:right w:val="none" w:sz="0" w:space="0" w:color="auto"/>
      </w:divBdr>
    </w:div>
    <w:div w:id="877621389">
      <w:marLeft w:val="0"/>
      <w:marRight w:val="0"/>
      <w:marTop w:val="0"/>
      <w:marBottom w:val="0"/>
      <w:divBdr>
        <w:top w:val="none" w:sz="0" w:space="0" w:color="auto"/>
        <w:left w:val="none" w:sz="0" w:space="0" w:color="auto"/>
        <w:bottom w:val="none" w:sz="0" w:space="0" w:color="auto"/>
        <w:right w:val="none" w:sz="0" w:space="0" w:color="auto"/>
      </w:divBdr>
    </w:div>
    <w:div w:id="877621391">
      <w:marLeft w:val="0"/>
      <w:marRight w:val="0"/>
      <w:marTop w:val="0"/>
      <w:marBottom w:val="0"/>
      <w:divBdr>
        <w:top w:val="none" w:sz="0" w:space="0" w:color="auto"/>
        <w:left w:val="none" w:sz="0" w:space="0" w:color="auto"/>
        <w:bottom w:val="none" w:sz="0" w:space="0" w:color="auto"/>
        <w:right w:val="none" w:sz="0" w:space="0" w:color="auto"/>
      </w:divBdr>
    </w:div>
    <w:div w:id="877621392">
      <w:marLeft w:val="0"/>
      <w:marRight w:val="0"/>
      <w:marTop w:val="0"/>
      <w:marBottom w:val="0"/>
      <w:divBdr>
        <w:top w:val="none" w:sz="0" w:space="0" w:color="auto"/>
        <w:left w:val="none" w:sz="0" w:space="0" w:color="auto"/>
        <w:bottom w:val="none" w:sz="0" w:space="0" w:color="auto"/>
        <w:right w:val="none" w:sz="0" w:space="0" w:color="auto"/>
      </w:divBdr>
      <w:divsChild>
        <w:div w:id="877621385">
          <w:marLeft w:val="0"/>
          <w:marRight w:val="0"/>
          <w:marTop w:val="150"/>
          <w:marBottom w:val="0"/>
          <w:divBdr>
            <w:top w:val="none" w:sz="0" w:space="0" w:color="auto"/>
            <w:left w:val="none" w:sz="0" w:space="0" w:color="auto"/>
            <w:bottom w:val="none" w:sz="0" w:space="0" w:color="auto"/>
            <w:right w:val="none" w:sz="0" w:space="0" w:color="auto"/>
          </w:divBdr>
          <w:divsChild>
            <w:div w:id="877621378">
              <w:marLeft w:val="0"/>
              <w:marRight w:val="0"/>
              <w:marTop w:val="0"/>
              <w:marBottom w:val="0"/>
              <w:divBdr>
                <w:top w:val="none" w:sz="0" w:space="0" w:color="auto"/>
                <w:left w:val="none" w:sz="0" w:space="0" w:color="auto"/>
                <w:bottom w:val="none" w:sz="0" w:space="0" w:color="auto"/>
                <w:right w:val="none" w:sz="0" w:space="0" w:color="auto"/>
              </w:divBdr>
              <w:divsChild>
                <w:div w:id="877621382">
                  <w:marLeft w:val="0"/>
                  <w:marRight w:val="0"/>
                  <w:marTop w:val="0"/>
                  <w:marBottom w:val="0"/>
                  <w:divBdr>
                    <w:top w:val="none" w:sz="0" w:space="0" w:color="auto"/>
                    <w:left w:val="none" w:sz="0" w:space="0" w:color="auto"/>
                    <w:bottom w:val="none" w:sz="0" w:space="0" w:color="auto"/>
                    <w:right w:val="none" w:sz="0" w:space="0" w:color="auto"/>
                  </w:divBdr>
                  <w:divsChild>
                    <w:div w:id="877621388">
                      <w:marLeft w:val="0"/>
                      <w:marRight w:val="0"/>
                      <w:marTop w:val="0"/>
                      <w:marBottom w:val="0"/>
                      <w:divBdr>
                        <w:top w:val="none" w:sz="0" w:space="0" w:color="auto"/>
                        <w:left w:val="none" w:sz="0" w:space="0" w:color="auto"/>
                        <w:bottom w:val="none" w:sz="0" w:space="0" w:color="auto"/>
                        <w:right w:val="none" w:sz="0" w:space="0" w:color="auto"/>
                      </w:divBdr>
                      <w:divsChild>
                        <w:div w:id="87762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8B61C019-90E3-4A8D-9A1D-8C9D48232F3E}">
  <ds:schemaRefs>
    <ds:schemaRef ds:uri="http://schemas.microsoft.com/sharepoint/v3/contenttype/forms"/>
  </ds:schemaRefs>
</ds:datastoreItem>
</file>

<file path=customXml/itemProps2.xml><?xml version="1.0" encoding="utf-8"?>
<ds:datastoreItem xmlns:ds="http://schemas.openxmlformats.org/officeDocument/2006/customXml" ds:itemID="{4F7EE366-7FE8-4B5A-818D-E0B996948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12d7237-84c0-44c8-91a2-e9f8be00a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14404-61F1-4C69-9871-BA99603C267E}">
  <ds:schemaRefs>
    <ds:schemaRef ds:uri="http://schemas.microsoft.com/office/2006/documentManagement/types"/>
    <ds:schemaRef ds:uri="http://schemas.microsoft.com/office/infopath/2007/PartnerControls"/>
    <ds:schemaRef ds:uri="112d7237-84c0-44c8-91a2-e9f8be00a32d"/>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109</TotalTime>
  <Pages>6</Pages>
  <Words>1449</Words>
  <Characters>9036</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Susie Falk</cp:lastModifiedBy>
  <cp:revision>8</cp:revision>
  <cp:lastPrinted>2016-05-27T05:21:00Z</cp:lastPrinted>
  <dcterms:created xsi:type="dcterms:W3CDTF">2020-03-14T04:46:00Z</dcterms:created>
  <dcterms:modified xsi:type="dcterms:W3CDTF">2020-04-01T22:16:00Z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