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0AD1E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AB372C" w14:textId="77777777" w:rsidTr="00F279E6">
        <w:tc>
          <w:tcPr>
            <w:tcW w:w="1396" w:type="pct"/>
            <w:shd w:val="clear" w:color="auto" w:fill="auto"/>
          </w:tcPr>
          <w:p w14:paraId="091E0CCD" w14:textId="534AADB4" w:rsidR="00A301E0" w:rsidRPr="00536741" w:rsidRDefault="00537DEB" w:rsidP="00536741">
            <w:pPr>
              <w:pStyle w:val="SISSCODE"/>
            </w:pPr>
            <w:r>
              <w:t>SFISSXXX15</w:t>
            </w:r>
          </w:p>
        </w:tc>
        <w:tc>
          <w:tcPr>
            <w:tcW w:w="3604" w:type="pct"/>
            <w:shd w:val="clear" w:color="auto" w:fill="auto"/>
          </w:tcPr>
          <w:p w14:paraId="60DDD117" w14:textId="6F956FD6" w:rsidR="00A301E0" w:rsidRPr="00536741" w:rsidRDefault="00D82FB9" w:rsidP="00536741">
            <w:pPr>
              <w:pStyle w:val="SISStitle"/>
            </w:pPr>
            <w:r>
              <w:t xml:space="preserve">Hatchling and Juvenile </w:t>
            </w:r>
            <w:r w:rsidR="006278BA">
              <w:t>Crocodile</w:t>
            </w:r>
            <w:r w:rsidR="00317E81">
              <w:t xml:space="preserve"> </w:t>
            </w:r>
            <w:r w:rsidR="00F0043B">
              <w:t>Care</w:t>
            </w:r>
            <w:r w:rsidR="000A09AD">
              <w:t xml:space="preserve"> </w:t>
            </w:r>
            <w:r w:rsidR="006278BA">
              <w:t>Skill Set</w:t>
            </w:r>
          </w:p>
        </w:tc>
      </w:tr>
    </w:tbl>
    <w:p w14:paraId="1B706855" w14:textId="77777777" w:rsidR="00A301E0" w:rsidRPr="00536741" w:rsidRDefault="00A301E0" w:rsidP="00A301E0"/>
    <w:p w14:paraId="425F341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95DF41A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6CDF9F5" w14:textId="77777777" w:rsidTr="002A1BEA">
        <w:tc>
          <w:tcPr>
            <w:tcW w:w="1396" w:type="pct"/>
            <w:shd w:val="clear" w:color="auto" w:fill="auto"/>
          </w:tcPr>
          <w:p w14:paraId="046A67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11391D3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6E9AF45" w14:textId="77777777" w:rsidTr="002A1BEA">
        <w:tc>
          <w:tcPr>
            <w:tcW w:w="1396" w:type="pct"/>
            <w:shd w:val="clear" w:color="auto" w:fill="auto"/>
          </w:tcPr>
          <w:p w14:paraId="06FB0F97" w14:textId="77777777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[1]</w:t>
            </w:r>
          </w:p>
        </w:tc>
        <w:tc>
          <w:tcPr>
            <w:tcW w:w="3604" w:type="pct"/>
            <w:shd w:val="clear" w:color="auto" w:fill="auto"/>
          </w:tcPr>
          <w:p w14:paraId="0FE7490A" w14:textId="63B0014F" w:rsidR="00536741" w:rsidRDefault="00536741" w:rsidP="00993C2D">
            <w:pPr>
              <w:pStyle w:val="SIText"/>
            </w:pPr>
          </w:p>
        </w:tc>
      </w:tr>
    </w:tbl>
    <w:p w14:paraId="3DF5AB1B" w14:textId="77777777" w:rsidR="00536741" w:rsidRDefault="00536741" w:rsidP="00536741">
      <w:pPr>
        <w:rPr>
          <w:lang w:eastAsia="en-US"/>
        </w:rPr>
      </w:pPr>
    </w:p>
    <w:p w14:paraId="14B1F7C3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54941E4" w14:textId="77777777" w:rsidTr="000D7BE6">
        <w:tc>
          <w:tcPr>
            <w:tcW w:w="5000" w:type="pct"/>
            <w:shd w:val="clear" w:color="auto" w:fill="auto"/>
          </w:tcPr>
          <w:p w14:paraId="0A7ABC39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323131DF" w14:textId="40034596" w:rsidR="004B2DF5" w:rsidRDefault="00DB557A" w:rsidP="00993C2D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993C2D" w:rsidRPr="00993C2D">
              <w:t xml:space="preserve"> is designed to provide individuals with skills and knowledge to </w:t>
            </w:r>
            <w:r w:rsidR="00F0043B">
              <w:t xml:space="preserve">look after </w:t>
            </w:r>
            <w:r w:rsidR="00D82FB9">
              <w:t xml:space="preserve">hatchling and juvenile </w:t>
            </w:r>
            <w:r w:rsidR="00F0043B">
              <w:t>crocodile</w:t>
            </w:r>
            <w:r w:rsidR="00D82FB9">
              <w:t>s</w:t>
            </w:r>
            <w:r w:rsidR="00F0043B">
              <w:t xml:space="preserve"> on a crocodile farm</w:t>
            </w:r>
            <w:r w:rsidR="00740CE3">
              <w:t xml:space="preserve">, </w:t>
            </w:r>
            <w:r w:rsidR="00F0043B">
              <w:t xml:space="preserve">research facility or </w:t>
            </w:r>
            <w:r w:rsidR="00740CE3">
              <w:t xml:space="preserve">wildlife </w:t>
            </w:r>
            <w:r w:rsidR="00F0043B">
              <w:t xml:space="preserve">park. </w:t>
            </w:r>
            <w:r w:rsidR="00993C2D" w:rsidRPr="00993C2D">
              <w:t xml:space="preserve">This version released with SFI Training Package Version </w:t>
            </w:r>
            <w:r w:rsidR="00866F8E">
              <w:t>2</w:t>
            </w:r>
            <w:r w:rsidR="00993C2D" w:rsidRPr="00993C2D">
              <w:t>.0</w:t>
            </w:r>
            <w:bookmarkStart w:id="0" w:name="_GoBack"/>
            <w:bookmarkEnd w:id="0"/>
          </w:p>
          <w:p w14:paraId="1E2654CE" w14:textId="77777777" w:rsidR="004B2DF5" w:rsidRDefault="004B2DF5" w:rsidP="00993C2D">
            <w:pPr>
              <w:pStyle w:val="SIText"/>
            </w:pPr>
          </w:p>
          <w:p w14:paraId="6BB336C6" w14:textId="5BDFEA02" w:rsidR="00A772D9" w:rsidRPr="00536741" w:rsidRDefault="00A772D9" w:rsidP="004B2DF5">
            <w:pPr>
              <w:pStyle w:val="SIText"/>
            </w:pPr>
          </w:p>
        </w:tc>
      </w:tr>
      <w:tr w:rsidR="00A301E0" w:rsidRPr="00963A46" w14:paraId="1BB728C3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76719A52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55D34357" w14:textId="69099491" w:rsidR="00F0043B" w:rsidRPr="00F0043B" w:rsidRDefault="00F0043B" w:rsidP="00F0043B">
            <w:pPr>
              <w:rPr>
                <w:lang w:eastAsia="en-US"/>
              </w:rPr>
            </w:pPr>
            <w:r w:rsidRPr="00F0043B">
              <w:rPr>
                <w:lang w:eastAsia="en-US"/>
              </w:rPr>
              <w:t>These units of competency provide credit towards SFIXXX20 Certificate I</w:t>
            </w:r>
            <w:r w:rsidR="00244E57">
              <w:t>I</w:t>
            </w:r>
            <w:r w:rsidRPr="00F0043B">
              <w:rPr>
                <w:lang w:eastAsia="en-US"/>
              </w:rPr>
              <w:t>I in Crocodile Care.</w:t>
            </w:r>
          </w:p>
          <w:p w14:paraId="2DB534CB" w14:textId="33CFEF0A" w:rsidR="00A301E0" w:rsidRPr="00536741" w:rsidRDefault="00A301E0" w:rsidP="004B2DF5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B89B633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A39296" w14:textId="453F8615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0A3B64DB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2398C94D" w14:textId="77777777" w:rsidR="00890663" w:rsidRDefault="00890663" w:rsidP="00536741">
            <w:pPr>
              <w:pStyle w:val="SIText"/>
            </w:pPr>
          </w:p>
          <w:p w14:paraId="4606BCE7" w14:textId="77777777" w:rsidR="00A301E0" w:rsidRPr="00A301E0" w:rsidRDefault="00A301E0" w:rsidP="004B2DF5">
            <w:pPr>
              <w:pStyle w:val="SIText"/>
            </w:pPr>
          </w:p>
        </w:tc>
      </w:tr>
      <w:tr w:rsidR="00A772D9" w:rsidRPr="00963A46" w14:paraId="6FB9541F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1F728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970C1B3" w14:textId="1DB4CB16" w:rsidR="000A09AD" w:rsidRDefault="008C53B8" w:rsidP="00F0043B">
            <w:pPr>
              <w:pStyle w:val="SIBulletList1"/>
            </w:pPr>
            <w:bookmarkStart w:id="1" w:name="_Hlk35266964"/>
            <w:r w:rsidRPr="008C53B8">
              <w:t>SFICRO</w:t>
            </w:r>
            <w:r w:rsidR="00F0043B">
              <w:t>3</w:t>
            </w:r>
            <w:r w:rsidRPr="008C53B8">
              <w:t>X</w:t>
            </w:r>
            <w:r w:rsidR="000A09AD">
              <w:t>1</w:t>
            </w:r>
            <w:r w:rsidRPr="008C53B8">
              <w:t xml:space="preserve"> </w:t>
            </w:r>
            <w:r w:rsidR="00F0043B">
              <w:t xml:space="preserve">Support crocodile hatchery </w:t>
            </w:r>
            <w:r w:rsidR="00D82FB9">
              <w:t>and juvenile crocodile care</w:t>
            </w:r>
          </w:p>
          <w:p w14:paraId="37B22173" w14:textId="77777777" w:rsidR="00D82FB9" w:rsidRDefault="00EC0002" w:rsidP="00536741">
            <w:pPr>
              <w:pStyle w:val="SIBulletList1"/>
            </w:pPr>
            <w:r>
              <w:t>SFI</w:t>
            </w:r>
            <w:r w:rsidR="00D82FB9">
              <w:t>AQU205 Monitor water quality</w:t>
            </w:r>
          </w:p>
          <w:p w14:paraId="45EF24BF" w14:textId="77777777" w:rsidR="00D82FB9" w:rsidRDefault="00D82FB9" w:rsidP="00536741">
            <w:pPr>
              <w:pStyle w:val="SIBulletList1"/>
            </w:pPr>
            <w:r>
              <w:t xml:space="preserve">SFIAQU207 Monitor stock and environmental conditions </w:t>
            </w:r>
          </w:p>
          <w:p w14:paraId="16C00098" w14:textId="64287651" w:rsidR="00EC0002" w:rsidRDefault="00D82FB9" w:rsidP="00536741">
            <w:pPr>
              <w:pStyle w:val="SIBulletList1"/>
            </w:pPr>
            <w:r>
              <w:t xml:space="preserve">SFIAQU214 Control predators and pests </w:t>
            </w:r>
          </w:p>
          <w:bookmarkEnd w:id="1"/>
          <w:p w14:paraId="573A3969" w14:textId="77777777" w:rsidR="001F28F9" w:rsidRPr="00536741" w:rsidRDefault="001F28F9" w:rsidP="00F0043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4005EA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3DD2771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0EAA8D93" w14:textId="501720B3" w:rsidR="0016138C" w:rsidRPr="00536741" w:rsidRDefault="008E3345" w:rsidP="008E3345">
            <w:pPr>
              <w:pStyle w:val="SIText"/>
            </w:pPr>
            <w:r>
              <w:t xml:space="preserve">This skill set is for individuals who </w:t>
            </w:r>
            <w:r w:rsidR="00F0043B">
              <w:t>are caring for hatchling</w:t>
            </w:r>
            <w:r w:rsidR="001847B4">
              <w:t xml:space="preserve"> and juvenile crocodiles </w:t>
            </w:r>
            <w:r w:rsidR="00F0043B">
              <w:t xml:space="preserve">in a </w:t>
            </w:r>
            <w:r w:rsidR="00282658">
              <w:t>controlled environment</w:t>
            </w:r>
            <w:r w:rsidR="00F0043B">
              <w:t>.</w:t>
            </w:r>
          </w:p>
        </w:tc>
      </w:tr>
      <w:tr w:rsidR="00DB557A" w:rsidRPr="00963A46" w14:paraId="17C7F69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E056072" w14:textId="5DE92A2D" w:rsidR="00DB557A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C72B49" w14:textId="77777777" w:rsidR="004B2DF5" w:rsidRDefault="004B2DF5" w:rsidP="004B2DF5"/>
          <w:p w14:paraId="7B5761AC" w14:textId="33DE46F9" w:rsidR="008E3345" w:rsidRPr="008E3345" w:rsidRDefault="008E3345" w:rsidP="008E3345">
            <w:pPr>
              <w:pStyle w:val="SIText"/>
            </w:pPr>
            <w:r w:rsidRPr="008E3345">
              <w:t xml:space="preserve">These units of competency from SFI Seafood Industry </w:t>
            </w:r>
            <w:r w:rsidR="00C2648A">
              <w:t xml:space="preserve">Training Package </w:t>
            </w:r>
            <w:r w:rsidRPr="008E3345">
              <w:t xml:space="preserve">meet the industry requirements for working with </w:t>
            </w:r>
            <w:r w:rsidR="00AD063D">
              <w:t>hatchling</w:t>
            </w:r>
            <w:r w:rsidR="00D82FB9">
              <w:t xml:space="preserve"> and juvenile crocodile</w:t>
            </w:r>
            <w:r w:rsidR="00AD063D">
              <w:t>s</w:t>
            </w:r>
            <w:r w:rsidRPr="008E3345">
              <w:t>.</w:t>
            </w:r>
          </w:p>
          <w:p w14:paraId="72C8ADFF" w14:textId="77777777" w:rsidR="00DB557A" w:rsidRPr="00536741" w:rsidRDefault="00DB557A" w:rsidP="004B2DF5">
            <w:pPr>
              <w:pStyle w:val="SIText"/>
            </w:pPr>
          </w:p>
        </w:tc>
      </w:tr>
    </w:tbl>
    <w:p w14:paraId="6D4BC882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1A832" w14:textId="77777777" w:rsidR="009D3423" w:rsidRDefault="009D3423" w:rsidP="00BF3F0A">
      <w:r>
        <w:separator/>
      </w:r>
    </w:p>
    <w:p w14:paraId="146E603B" w14:textId="77777777" w:rsidR="009D3423" w:rsidRDefault="009D3423"/>
  </w:endnote>
  <w:endnote w:type="continuationSeparator" w:id="0">
    <w:p w14:paraId="4DF0E855" w14:textId="77777777" w:rsidR="009D3423" w:rsidRDefault="009D3423" w:rsidP="00BF3F0A">
      <w:r>
        <w:continuationSeparator/>
      </w:r>
    </w:p>
    <w:p w14:paraId="2E0DD43B" w14:textId="77777777" w:rsidR="009D3423" w:rsidRDefault="009D3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BD511" w14:textId="77777777" w:rsidR="00537DEB" w:rsidRDefault="00537D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91F19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9EEB7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160199F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85675" w14:textId="77777777" w:rsidR="00537DEB" w:rsidRDefault="00537D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16D14" w14:textId="77777777" w:rsidR="009D3423" w:rsidRDefault="009D3423" w:rsidP="00BF3F0A">
      <w:r>
        <w:separator/>
      </w:r>
    </w:p>
    <w:p w14:paraId="30428CA1" w14:textId="77777777" w:rsidR="009D3423" w:rsidRDefault="009D3423"/>
  </w:footnote>
  <w:footnote w:type="continuationSeparator" w:id="0">
    <w:p w14:paraId="6EC4603C" w14:textId="77777777" w:rsidR="009D3423" w:rsidRDefault="009D3423" w:rsidP="00BF3F0A">
      <w:r>
        <w:continuationSeparator/>
      </w:r>
    </w:p>
    <w:p w14:paraId="7EACDFCB" w14:textId="77777777" w:rsidR="009D3423" w:rsidRDefault="009D34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F8DD3" w14:textId="77777777" w:rsidR="00537DEB" w:rsidRDefault="00537D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8529C" w14:textId="47A8A543" w:rsidR="009C2650" w:rsidRDefault="00537DEB">
    <w:r>
      <w:t>SFI</w:t>
    </w:r>
    <w:r w:rsidR="00866F8E" w:rsidRPr="00866F8E">
      <w:t>S</w:t>
    </w:r>
    <w:r w:rsidR="00866F8E">
      <w:t>SXXX</w:t>
    </w:r>
    <w:r>
      <w:t>15</w:t>
    </w:r>
    <w:r w:rsidR="00866F8E" w:rsidRPr="00866F8E">
      <w:t xml:space="preserve"> </w:t>
    </w:r>
    <w:r w:rsidR="00D82FB9">
      <w:t xml:space="preserve">Hatchling and Juvenile </w:t>
    </w:r>
    <w:r w:rsidR="00EC0002" w:rsidRPr="00EC0002">
      <w:t xml:space="preserve">Crocodile </w:t>
    </w:r>
    <w:r w:rsidR="00F0043B">
      <w:t>Care</w:t>
    </w:r>
    <w:r w:rsidR="00EC0002" w:rsidRPr="00EC0002">
      <w:t xml:space="preserve"> </w:t>
    </w:r>
    <w:r w:rsidR="008E3345" w:rsidRPr="008E3345">
      <w:t>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4D114" w14:textId="77777777" w:rsidR="00537DEB" w:rsidRDefault="00537D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B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09AD"/>
    <w:rsid w:val="000A5441"/>
    <w:rsid w:val="000A60C1"/>
    <w:rsid w:val="000C13F1"/>
    <w:rsid w:val="000D0875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3D1C"/>
    <w:rsid w:val="001847B4"/>
    <w:rsid w:val="0018546B"/>
    <w:rsid w:val="001A6A3E"/>
    <w:rsid w:val="001A7B6D"/>
    <w:rsid w:val="001B34D5"/>
    <w:rsid w:val="001B4975"/>
    <w:rsid w:val="001B513A"/>
    <w:rsid w:val="001C0A75"/>
    <w:rsid w:val="001D17DA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57"/>
    <w:rsid w:val="00244EA7"/>
    <w:rsid w:val="00262FC3"/>
    <w:rsid w:val="00276DB8"/>
    <w:rsid w:val="0028265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17E8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542F"/>
    <w:rsid w:val="003E7BBE"/>
    <w:rsid w:val="004127E3"/>
    <w:rsid w:val="0043212E"/>
    <w:rsid w:val="00434366"/>
    <w:rsid w:val="00444423"/>
    <w:rsid w:val="00452F3E"/>
    <w:rsid w:val="00453E79"/>
    <w:rsid w:val="004608C6"/>
    <w:rsid w:val="004640AE"/>
    <w:rsid w:val="00475172"/>
    <w:rsid w:val="004758B0"/>
    <w:rsid w:val="004832D2"/>
    <w:rsid w:val="00485559"/>
    <w:rsid w:val="004A142B"/>
    <w:rsid w:val="004A44E8"/>
    <w:rsid w:val="004B29B7"/>
    <w:rsid w:val="004B2DF5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37DEB"/>
    <w:rsid w:val="005427C8"/>
    <w:rsid w:val="005446D1"/>
    <w:rsid w:val="0055293D"/>
    <w:rsid w:val="00556C4C"/>
    <w:rsid w:val="00557369"/>
    <w:rsid w:val="0056009D"/>
    <w:rsid w:val="00565D3E"/>
    <w:rsid w:val="005708EB"/>
    <w:rsid w:val="00575BC6"/>
    <w:rsid w:val="00583902"/>
    <w:rsid w:val="005A2483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78BA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0CE3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6F8E"/>
    <w:rsid w:val="00883C6C"/>
    <w:rsid w:val="00886790"/>
    <w:rsid w:val="00890663"/>
    <w:rsid w:val="008908DE"/>
    <w:rsid w:val="00894FBB"/>
    <w:rsid w:val="008A12ED"/>
    <w:rsid w:val="008B2C77"/>
    <w:rsid w:val="008B4AD2"/>
    <w:rsid w:val="008C53B8"/>
    <w:rsid w:val="008E3345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143C"/>
    <w:rsid w:val="0098725E"/>
    <w:rsid w:val="00993C2D"/>
    <w:rsid w:val="009A5900"/>
    <w:rsid w:val="009C2650"/>
    <w:rsid w:val="009D15E2"/>
    <w:rsid w:val="009D15FE"/>
    <w:rsid w:val="009D3423"/>
    <w:rsid w:val="009D5D2C"/>
    <w:rsid w:val="009E3B41"/>
    <w:rsid w:val="009F0DCC"/>
    <w:rsid w:val="009F11CA"/>
    <w:rsid w:val="00A0695B"/>
    <w:rsid w:val="00A07BE2"/>
    <w:rsid w:val="00A13052"/>
    <w:rsid w:val="00A15EBB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4FF1"/>
    <w:rsid w:val="00AC5F6B"/>
    <w:rsid w:val="00AD063D"/>
    <w:rsid w:val="00AD3896"/>
    <w:rsid w:val="00AD5B47"/>
    <w:rsid w:val="00AE1ED9"/>
    <w:rsid w:val="00AE32CB"/>
    <w:rsid w:val="00AF3957"/>
    <w:rsid w:val="00B12013"/>
    <w:rsid w:val="00B16B0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648A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1F45"/>
    <w:rsid w:val="00D54C76"/>
    <w:rsid w:val="00D65221"/>
    <w:rsid w:val="00D727F3"/>
    <w:rsid w:val="00D73695"/>
    <w:rsid w:val="00D810DE"/>
    <w:rsid w:val="00D82FB9"/>
    <w:rsid w:val="00D87D32"/>
    <w:rsid w:val="00D92C83"/>
    <w:rsid w:val="00DA0A81"/>
    <w:rsid w:val="00DA3C10"/>
    <w:rsid w:val="00DA53B5"/>
    <w:rsid w:val="00DB557A"/>
    <w:rsid w:val="00DC1D69"/>
    <w:rsid w:val="00DC5A3A"/>
    <w:rsid w:val="00DE62FF"/>
    <w:rsid w:val="00E10245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002"/>
    <w:rsid w:val="00EC0469"/>
    <w:rsid w:val="00EE78A6"/>
    <w:rsid w:val="00EF01F8"/>
    <w:rsid w:val="00EF40EF"/>
    <w:rsid w:val="00F0043B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2622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7CEF4E"/>
  <w15:docId w15:val="{BE39A71F-E288-47A7-9DFE-BD4137A4E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\AppData\Local\Microsoft\Windows\INetCache\Content.Outlook\M7591XHW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724563E94584E8BBDA274F80C8ABF" ma:contentTypeVersion="" ma:contentTypeDescription="Create a new document." ma:contentTypeScope="" ma:versionID="6680bccebcc319e6cf4a95cf78b8d85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54921e-ee0f-49d3-9073-a54df1d0eb34" targetNamespace="http://schemas.microsoft.com/office/2006/metadata/properties" ma:root="true" ma:fieldsID="a9053671b91f341b0c0ef39c134eb0eb" ns1:_="" ns2:_="" ns3:_="">
    <xsd:import namespace="http://schemas.microsoft.com/sharepoint/v3"/>
    <xsd:import namespace="d50bbff7-d6dd-47d2-864a-cfdc2c3db0f4"/>
    <xsd:import namespace="2d54921e-ee0f-49d3-9073-a54df1d0eb3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921e-ee0f-49d3-9073-a54df1d0e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2d54921e-ee0f-49d3-9073-a54df1d0eb34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2BE164-DA97-41FE-8E1F-93662AC93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54921e-ee0f-49d3-9073-a54df1d0eb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6B2D25-5AFE-4428-BA78-0422B562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Anna Henderson</dc:creator>
  <cp:lastModifiedBy>Susie Falk</cp:lastModifiedBy>
  <cp:revision>4</cp:revision>
  <cp:lastPrinted>2016-05-27T05:21:00Z</cp:lastPrinted>
  <dcterms:created xsi:type="dcterms:W3CDTF">2020-03-24T07:40:00Z</dcterms:created>
  <dcterms:modified xsi:type="dcterms:W3CDTF">2020-04-01T22:03:00Z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0x0101009A6724563E94584E8BBDA274F80C8ABF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