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494A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3BBF76" w14:textId="77777777" w:rsidTr="00146EEC">
        <w:tc>
          <w:tcPr>
            <w:tcW w:w="2689" w:type="dxa"/>
          </w:tcPr>
          <w:p w14:paraId="02085E8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203F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45B46" w14:paraId="00B02367" w14:textId="77777777" w:rsidTr="00146EEC">
        <w:tc>
          <w:tcPr>
            <w:tcW w:w="2689" w:type="dxa"/>
          </w:tcPr>
          <w:p w14:paraId="421BA764" w14:textId="6BFB338B" w:rsidR="00445B46" w:rsidRPr="00A326C2" w:rsidRDefault="00445B46" w:rsidP="00445B46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39F17F5F" w14:textId="69BA9D35" w:rsidR="00445B46" w:rsidRPr="00A326C2" w:rsidRDefault="00445B46" w:rsidP="00445B46">
            <w:pPr>
              <w:pStyle w:val="SIText"/>
            </w:pPr>
            <w:r w:rsidRPr="00FB47B3">
              <w:t xml:space="preserve">This version released with ACM Animal Care and Management Training Package Version </w:t>
            </w:r>
            <w:r>
              <w:t>4</w:t>
            </w:r>
            <w:r w:rsidRPr="00FB47B3">
              <w:t>.0.</w:t>
            </w:r>
          </w:p>
        </w:tc>
      </w:tr>
      <w:tr w:rsidR="00FB47B3" w14:paraId="23EC663A" w14:textId="77777777" w:rsidTr="00146EEC">
        <w:tc>
          <w:tcPr>
            <w:tcW w:w="2689" w:type="dxa"/>
          </w:tcPr>
          <w:p w14:paraId="052D009D" w14:textId="42D078DD" w:rsidR="00FB47B3" w:rsidRPr="00FB47B3" w:rsidRDefault="00FB47B3" w:rsidP="00FB47B3">
            <w:pPr>
              <w:pStyle w:val="SIText"/>
            </w:pPr>
            <w:r w:rsidRPr="00FB47B3">
              <w:t>Release 1</w:t>
            </w:r>
          </w:p>
        </w:tc>
        <w:tc>
          <w:tcPr>
            <w:tcW w:w="6939" w:type="dxa"/>
          </w:tcPr>
          <w:p w14:paraId="2A7D4C7F" w14:textId="316289C0" w:rsidR="00FB47B3" w:rsidRPr="00FB47B3" w:rsidRDefault="00FB47B3" w:rsidP="00FB47B3">
            <w:pPr>
              <w:pStyle w:val="SIText"/>
            </w:pPr>
            <w:r w:rsidRPr="00FB47B3">
              <w:t>This version released with ACM Animal Care and Management Training Package Version 2.0.</w:t>
            </w:r>
          </w:p>
        </w:tc>
      </w:tr>
    </w:tbl>
    <w:p w14:paraId="3F1A7A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2C0DE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D9E8D2" w14:textId="40626539" w:rsidR="00F1480E" w:rsidRPr="000754EC" w:rsidRDefault="00FB47B3" w:rsidP="000754EC">
            <w:pPr>
              <w:pStyle w:val="SIUNITCODE"/>
            </w:pPr>
            <w:r w:rsidRPr="00FB47B3">
              <w:t>ACMVET411</w:t>
            </w:r>
          </w:p>
        </w:tc>
        <w:tc>
          <w:tcPr>
            <w:tcW w:w="3604" w:type="pct"/>
            <w:shd w:val="clear" w:color="auto" w:fill="auto"/>
          </w:tcPr>
          <w:p w14:paraId="43C5B135" w14:textId="3616B271" w:rsidR="00F1480E" w:rsidRPr="000754EC" w:rsidRDefault="00FB47B3" w:rsidP="000754EC">
            <w:pPr>
              <w:pStyle w:val="SIUnittitle"/>
            </w:pPr>
            <w:r w:rsidRPr="00FB47B3">
              <w:t>Prepare, deliver and review animal care education programs</w:t>
            </w:r>
          </w:p>
        </w:tc>
      </w:tr>
      <w:tr w:rsidR="00F1480E" w:rsidRPr="00963A46" w14:paraId="079B38BB" w14:textId="77777777" w:rsidTr="00CA2922">
        <w:tc>
          <w:tcPr>
            <w:tcW w:w="1396" w:type="pct"/>
            <w:shd w:val="clear" w:color="auto" w:fill="auto"/>
          </w:tcPr>
          <w:p w14:paraId="3F1E33F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BCEE9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6D4A9D" w14:textId="77777777" w:rsidR="00FB47B3" w:rsidRPr="00AD4AFD" w:rsidRDefault="00FB47B3" w:rsidP="00AD4AFD">
            <w:pPr>
              <w:pStyle w:val="SIText"/>
            </w:pPr>
            <w:r w:rsidRPr="00AD4AFD">
              <w:t>This unit of competency describes the skills and knowledge required to participate in the preparation and review of animal care education programs and their implementation within the community at large.</w:t>
            </w:r>
          </w:p>
          <w:p w14:paraId="17259F5F" w14:textId="77777777" w:rsidR="00CF7AA1" w:rsidRPr="00AD4AFD" w:rsidRDefault="00CF7AA1" w:rsidP="00AD4AFD">
            <w:pPr>
              <w:pStyle w:val="SIText"/>
            </w:pPr>
          </w:p>
          <w:p w14:paraId="48D4262D" w14:textId="56D568D1" w:rsidR="00FB47B3" w:rsidRPr="00AD4AFD" w:rsidRDefault="00FB47B3" w:rsidP="00AD4AFD">
            <w:pPr>
              <w:pStyle w:val="SIText"/>
            </w:pPr>
            <w:r w:rsidRPr="00AD4AFD">
              <w:t>This unit applies to veterinary nurses who work independently, under the supervision of a registered veterinarian in a veterinary practice. Veterinary nurses who deliver animal care education programs need to hold and apply specialised knowledge of animal anatomy, physiology and animal care methods.</w:t>
            </w:r>
            <w:r w:rsidR="0078570A" w:rsidRPr="00FF2B86">
              <w:t xml:space="preserve"> It </w:t>
            </w:r>
            <w:r w:rsidR="0078570A" w:rsidRPr="00AD4AFD">
              <w:t xml:space="preserve">may also apply to other animal care and management workers that deliver education programs </w:t>
            </w:r>
            <w:r w:rsidR="003B3F57" w:rsidRPr="00AD4AFD">
              <w:t>in a</w:t>
            </w:r>
            <w:r w:rsidR="0078570A" w:rsidRPr="00AD4AFD">
              <w:t xml:space="preserve"> </w:t>
            </w:r>
            <w:r w:rsidR="003B3F57" w:rsidRPr="00AD4AFD">
              <w:t>community</w:t>
            </w:r>
            <w:r w:rsidR="0078570A" w:rsidRPr="00AD4AFD">
              <w:t>.</w:t>
            </w:r>
          </w:p>
          <w:p w14:paraId="49419176" w14:textId="77777777" w:rsidR="0078570A" w:rsidRPr="00AD4AFD" w:rsidRDefault="0078570A" w:rsidP="00AD4AFD">
            <w:pPr>
              <w:pStyle w:val="SIText"/>
            </w:pPr>
          </w:p>
          <w:p w14:paraId="25A5C1F1" w14:textId="77777777" w:rsidR="009B3921" w:rsidRPr="00AD4AFD" w:rsidRDefault="009B3921" w:rsidP="00AD4AFD">
            <w:pPr>
              <w:pStyle w:val="SIText"/>
            </w:pPr>
            <w:r w:rsidRPr="00AD4AFD">
              <w:t>All work must be carried out to comply with workplace procedures according to state/territory health and safety and animal welfare regulations, legislation and standards that apply to the workplace.</w:t>
            </w:r>
          </w:p>
          <w:p w14:paraId="2D175EAD" w14:textId="77777777" w:rsidR="009B3921" w:rsidRPr="00AD4AFD" w:rsidRDefault="009B3921" w:rsidP="00AD4AFD">
            <w:pPr>
              <w:pStyle w:val="SIText"/>
            </w:pPr>
          </w:p>
          <w:p w14:paraId="08DFAA76" w14:textId="1414581E" w:rsidR="00373436" w:rsidRPr="000754EC" w:rsidRDefault="00FB47B3" w:rsidP="00BA6CF4">
            <w:r w:rsidRPr="00AD4AFD">
              <w:rPr>
                <w:lang w:eastAsia="en-US"/>
              </w:rPr>
              <w:t>Legislative and regulatory requirements apply to veterinary nurses but vary according to state/territory jurisdictions. Users must check with the relevant regulatory authority before delivery.</w:t>
            </w:r>
          </w:p>
        </w:tc>
      </w:tr>
      <w:tr w:rsidR="00F1480E" w:rsidRPr="00963A46" w14:paraId="76DF17AD" w14:textId="77777777" w:rsidTr="00CA2922">
        <w:tc>
          <w:tcPr>
            <w:tcW w:w="1396" w:type="pct"/>
            <w:shd w:val="clear" w:color="auto" w:fill="auto"/>
          </w:tcPr>
          <w:p w14:paraId="68DC097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63AC8A" w14:textId="2E3C453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471CAA" w14:textId="77777777" w:rsidTr="00CA2922">
        <w:tc>
          <w:tcPr>
            <w:tcW w:w="1396" w:type="pct"/>
            <w:shd w:val="clear" w:color="auto" w:fill="auto"/>
          </w:tcPr>
          <w:p w14:paraId="679C37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FB49B2" w14:textId="2818BBD3" w:rsidR="00F1480E" w:rsidRPr="000754EC" w:rsidRDefault="00FB47B3" w:rsidP="000754EC">
            <w:pPr>
              <w:pStyle w:val="SIText"/>
            </w:pPr>
            <w:r w:rsidRPr="00FB47B3">
              <w:t>Veterinary Nursing (VET)</w:t>
            </w:r>
          </w:p>
        </w:tc>
      </w:tr>
    </w:tbl>
    <w:p w14:paraId="782367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7C014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568B2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23FBB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73FF4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4910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0427B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47B3" w:rsidRPr="00963A46" w14:paraId="3D1700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152D4B" w14:textId="7A73B257" w:rsidR="00FB47B3" w:rsidRPr="00FB47B3" w:rsidRDefault="00FB47B3" w:rsidP="00FB47B3">
            <w:pPr>
              <w:pStyle w:val="SIText"/>
            </w:pPr>
            <w:r w:rsidRPr="00FB47B3">
              <w:t>1. Communicate with local community groups</w:t>
            </w:r>
          </w:p>
        </w:tc>
        <w:tc>
          <w:tcPr>
            <w:tcW w:w="3604" w:type="pct"/>
            <w:shd w:val="clear" w:color="auto" w:fill="auto"/>
          </w:tcPr>
          <w:p w14:paraId="438DB7EE" w14:textId="77777777" w:rsidR="00FB47B3" w:rsidRPr="00FB47B3" w:rsidRDefault="00FB47B3" w:rsidP="00FB47B3">
            <w:r w:rsidRPr="00FB47B3">
              <w:t>1.1 Identify suitable target groups and group leaders and establish their interest in educational programs</w:t>
            </w:r>
          </w:p>
          <w:p w14:paraId="2ED5F6E9" w14:textId="77777777" w:rsidR="00FB47B3" w:rsidRPr="00FB47B3" w:rsidRDefault="00FB47B3" w:rsidP="00FB47B3">
            <w:r w:rsidRPr="00FB47B3">
              <w:t>1.2 Organise and conduct meetings with principal community groups</w:t>
            </w:r>
          </w:p>
          <w:p w14:paraId="616E0D21" w14:textId="77777777" w:rsidR="00FB47B3" w:rsidRPr="00FB47B3" w:rsidRDefault="00FB47B3" w:rsidP="00FB47B3">
            <w:r w:rsidRPr="00FB47B3">
              <w:t>1.3 Determine and record reciprocal benefits and objectives</w:t>
            </w:r>
          </w:p>
          <w:p w14:paraId="2143B22C" w14:textId="55FA8593" w:rsidR="00FB47B3" w:rsidRPr="00FB47B3" w:rsidRDefault="00FB47B3" w:rsidP="00FB47B3">
            <w:r w:rsidRPr="00FB47B3">
              <w:t>1.4 Develop action plans and schedule meetings</w:t>
            </w:r>
          </w:p>
        </w:tc>
      </w:tr>
      <w:tr w:rsidR="00FB47B3" w:rsidRPr="00963A46" w14:paraId="7FFF0F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82AE24" w14:textId="58837E3B" w:rsidR="00FB47B3" w:rsidRPr="00FB47B3" w:rsidRDefault="00FB47B3" w:rsidP="00FB47B3">
            <w:pPr>
              <w:pStyle w:val="SIText"/>
            </w:pPr>
            <w:r w:rsidRPr="00FB47B3">
              <w:t>2. Prepare animal care education material in consultation with target group</w:t>
            </w:r>
          </w:p>
        </w:tc>
        <w:tc>
          <w:tcPr>
            <w:tcW w:w="3604" w:type="pct"/>
            <w:shd w:val="clear" w:color="auto" w:fill="auto"/>
          </w:tcPr>
          <w:p w14:paraId="44147577" w14:textId="77777777" w:rsidR="00FB47B3" w:rsidRPr="00FB47B3" w:rsidRDefault="00FB47B3" w:rsidP="00FB47B3">
            <w:r w:rsidRPr="00FB47B3">
              <w:t>2.1 Obtain information on existing community animal care education programs and assess relevancy</w:t>
            </w:r>
          </w:p>
          <w:p w14:paraId="5FEB3A55" w14:textId="14A867A1" w:rsidR="00FB47B3" w:rsidRPr="00FB47B3" w:rsidRDefault="00FB47B3" w:rsidP="00FB47B3">
            <w:r w:rsidRPr="00FB47B3">
              <w:t xml:space="preserve">2.2 Design materials and determine communication and delivery options including relevant </w:t>
            </w:r>
            <w:r w:rsidR="007C5BCF">
              <w:t>health and safety</w:t>
            </w:r>
            <w:r w:rsidR="00523E2E">
              <w:t xml:space="preserve"> </w:t>
            </w:r>
            <w:r w:rsidRPr="00FB47B3">
              <w:t>and animal welfare requirements</w:t>
            </w:r>
          </w:p>
          <w:p w14:paraId="5E29C27E" w14:textId="77777777" w:rsidR="00FB47B3" w:rsidRPr="00FB47B3" w:rsidRDefault="00FB47B3" w:rsidP="00FB47B3">
            <w:r w:rsidRPr="00FB47B3">
              <w:t>2.3 Contact associated industry groups and discuss the provision of resources</w:t>
            </w:r>
          </w:p>
          <w:p w14:paraId="18D35F63" w14:textId="03174008" w:rsidR="00FB47B3" w:rsidRPr="00FB47B3" w:rsidRDefault="00FB47B3" w:rsidP="00FB47B3">
            <w:pPr>
              <w:pStyle w:val="SIText"/>
            </w:pPr>
            <w:r w:rsidRPr="00FB47B3">
              <w:t>2.4 Prepare materials for program delivery in consultation with the relevant parties</w:t>
            </w:r>
          </w:p>
        </w:tc>
      </w:tr>
      <w:tr w:rsidR="00FB47B3" w:rsidRPr="00963A46" w14:paraId="37C5DB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F777EF" w14:textId="57010CF2" w:rsidR="00FB47B3" w:rsidRPr="00FB47B3" w:rsidRDefault="00FB47B3" w:rsidP="00FB47B3">
            <w:pPr>
              <w:pStyle w:val="SIText"/>
            </w:pPr>
            <w:r w:rsidRPr="00FB47B3">
              <w:t>3. Deliver and review animal care education programs</w:t>
            </w:r>
          </w:p>
        </w:tc>
        <w:tc>
          <w:tcPr>
            <w:tcW w:w="3604" w:type="pct"/>
            <w:shd w:val="clear" w:color="auto" w:fill="auto"/>
          </w:tcPr>
          <w:p w14:paraId="53C0A776" w14:textId="77777777" w:rsidR="00FB47B3" w:rsidRPr="00FB47B3" w:rsidRDefault="00FB47B3" w:rsidP="00FB47B3">
            <w:r w:rsidRPr="00FB47B3">
              <w:t>3.1 Provide animal care education programs to community groups</w:t>
            </w:r>
          </w:p>
          <w:p w14:paraId="7FB7585D" w14:textId="20E533C9" w:rsidR="00FB47B3" w:rsidRPr="00FB47B3" w:rsidRDefault="00FB47B3" w:rsidP="00FB47B3">
            <w:pPr>
              <w:pStyle w:val="SIText"/>
            </w:pPr>
            <w:r w:rsidRPr="00FB47B3">
              <w:t>3.2 Review animal care program outcomes and adjust content and delivery methods as required</w:t>
            </w:r>
          </w:p>
        </w:tc>
      </w:tr>
    </w:tbl>
    <w:p w14:paraId="3C78FCA5" w14:textId="77777777" w:rsidR="005F771F" w:rsidRDefault="005F771F" w:rsidP="005F771F">
      <w:pPr>
        <w:pStyle w:val="SIText"/>
      </w:pPr>
    </w:p>
    <w:p w14:paraId="088109FB" w14:textId="77777777" w:rsidR="005F771F" w:rsidRPr="000754EC" w:rsidRDefault="005F771F" w:rsidP="000754EC">
      <w:r>
        <w:br w:type="page"/>
      </w:r>
    </w:p>
    <w:p w14:paraId="596892F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B3E89B" w14:textId="77777777" w:rsidTr="00CA2922">
        <w:trPr>
          <w:tblHeader/>
        </w:trPr>
        <w:tc>
          <w:tcPr>
            <w:tcW w:w="5000" w:type="pct"/>
            <w:gridSpan w:val="2"/>
          </w:tcPr>
          <w:p w14:paraId="1BDACAB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39FEF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4F02F" w14:textId="77777777" w:rsidTr="00CA2922">
        <w:trPr>
          <w:tblHeader/>
        </w:trPr>
        <w:tc>
          <w:tcPr>
            <w:tcW w:w="1396" w:type="pct"/>
          </w:tcPr>
          <w:p w14:paraId="25EF336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9335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47B3" w:rsidRPr="00336FCA" w:rsidDel="00423CB2" w14:paraId="7BB8C018" w14:textId="77777777" w:rsidTr="00CA2922">
        <w:tc>
          <w:tcPr>
            <w:tcW w:w="1396" w:type="pct"/>
          </w:tcPr>
          <w:p w14:paraId="4CFF4A09" w14:textId="0B509CAC" w:rsidR="00FB47B3" w:rsidRPr="00FB47B3" w:rsidRDefault="00FB47B3" w:rsidP="00FB47B3">
            <w:pPr>
              <w:pStyle w:val="SIText"/>
            </w:pPr>
            <w:r w:rsidRPr="00FB47B3">
              <w:t>Oral communication</w:t>
            </w:r>
          </w:p>
        </w:tc>
        <w:tc>
          <w:tcPr>
            <w:tcW w:w="3604" w:type="pct"/>
          </w:tcPr>
          <w:p w14:paraId="76B79414" w14:textId="21ECB469" w:rsidR="00FB47B3" w:rsidRPr="00FB47B3" w:rsidRDefault="00FB47B3" w:rsidP="00FB47B3">
            <w:pPr>
              <w:pStyle w:val="SIBulletList1"/>
            </w:pPr>
            <w:r w:rsidRPr="00FB47B3">
              <w:t xml:space="preserve">Use </w:t>
            </w:r>
            <w:r w:rsidR="0044335E">
              <w:t xml:space="preserve">appropriate verbal and </w:t>
            </w:r>
            <w:r w:rsidR="00DC6BD5">
              <w:t>non-verbal</w:t>
            </w:r>
            <w:r w:rsidR="0044335E">
              <w:t xml:space="preserve"> </w:t>
            </w:r>
            <w:r w:rsidRPr="00FB47B3">
              <w:t xml:space="preserve">skills to relate and interact with people from a range of different social and cultural backgrounds </w:t>
            </w:r>
          </w:p>
        </w:tc>
      </w:tr>
    </w:tbl>
    <w:p w14:paraId="2CC84D8D" w14:textId="77777777" w:rsidR="00916CD7" w:rsidRDefault="00916CD7" w:rsidP="005F771F">
      <w:pPr>
        <w:pStyle w:val="SIText"/>
      </w:pPr>
    </w:p>
    <w:p w14:paraId="7C9654B3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60B0CF" w14:textId="77777777" w:rsidTr="00F33FF2">
        <w:tc>
          <w:tcPr>
            <w:tcW w:w="5000" w:type="pct"/>
            <w:gridSpan w:val="4"/>
          </w:tcPr>
          <w:p w14:paraId="052A2F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274A6D" w14:textId="77777777" w:rsidTr="00F33FF2">
        <w:tc>
          <w:tcPr>
            <w:tcW w:w="1028" w:type="pct"/>
          </w:tcPr>
          <w:p w14:paraId="1E6BB86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8E6B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B992B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3F798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47B3" w14:paraId="28D068D4" w14:textId="77777777" w:rsidTr="00F33FF2">
        <w:tc>
          <w:tcPr>
            <w:tcW w:w="1028" w:type="pct"/>
          </w:tcPr>
          <w:p w14:paraId="3448E03C" w14:textId="77777777" w:rsidR="00FB47B3" w:rsidRDefault="00FB47B3" w:rsidP="00FB47B3">
            <w:pPr>
              <w:pStyle w:val="SIText"/>
            </w:pPr>
            <w:r w:rsidRPr="00FB47B3">
              <w:t>ACMVET411 Prepare, deliver and review animal care education programs</w:t>
            </w:r>
          </w:p>
          <w:p w14:paraId="28A21064" w14:textId="6A5C70ED" w:rsidR="0044335E" w:rsidRDefault="0044335E" w:rsidP="00FB47B3">
            <w:pPr>
              <w:pStyle w:val="SIText"/>
            </w:pPr>
            <w:r>
              <w:t>(Release 2)</w:t>
            </w:r>
          </w:p>
          <w:p w14:paraId="0D5F0B85" w14:textId="6ACF2A99" w:rsidR="0044335E" w:rsidRPr="00FB47B3" w:rsidRDefault="0044335E" w:rsidP="00FB47B3">
            <w:pPr>
              <w:pStyle w:val="SIText"/>
            </w:pPr>
          </w:p>
        </w:tc>
        <w:tc>
          <w:tcPr>
            <w:tcW w:w="1105" w:type="pct"/>
          </w:tcPr>
          <w:p w14:paraId="736E4604" w14:textId="56953F78" w:rsidR="00FB47B3" w:rsidRDefault="00FB47B3" w:rsidP="00FB47B3">
            <w:pPr>
              <w:pStyle w:val="SIText"/>
            </w:pPr>
            <w:r w:rsidRPr="00FB47B3">
              <w:t>ACMVET411</w:t>
            </w:r>
            <w:r w:rsidR="00445B46">
              <w:t xml:space="preserve"> </w:t>
            </w:r>
            <w:r w:rsidRPr="00FB47B3">
              <w:t>Prepare, deliver and review animal care education programs</w:t>
            </w:r>
          </w:p>
          <w:p w14:paraId="1249B194" w14:textId="47E0ED4F" w:rsidR="0044335E" w:rsidRPr="00FB47B3" w:rsidRDefault="0044335E" w:rsidP="00FB47B3">
            <w:pPr>
              <w:pStyle w:val="SIText"/>
            </w:pPr>
            <w:r>
              <w:t>(Release 1)</w:t>
            </w:r>
          </w:p>
        </w:tc>
        <w:tc>
          <w:tcPr>
            <w:tcW w:w="1251" w:type="pct"/>
          </w:tcPr>
          <w:p w14:paraId="302E4073" w14:textId="6DA382F6" w:rsidR="00FB47B3" w:rsidRPr="00FB47B3" w:rsidRDefault="00FB47B3" w:rsidP="00FB47B3">
            <w:pPr>
              <w:pStyle w:val="SIText"/>
            </w:pPr>
            <w:r w:rsidRPr="00FB47B3">
              <w:t xml:space="preserve">Minor changes </w:t>
            </w:r>
            <w:r w:rsidR="00BE4416" w:rsidRPr="00FB47B3">
              <w:t xml:space="preserve">to </w:t>
            </w:r>
            <w:r w:rsidR="00BE4416">
              <w:t>Application</w:t>
            </w:r>
            <w:r w:rsidR="00761CAB">
              <w:t>, Foundation Skills and Assessment Condition</w:t>
            </w:r>
            <w:r w:rsidR="00887D34">
              <w:t>s</w:t>
            </w:r>
            <w:r w:rsidR="00761CAB">
              <w:t xml:space="preserve"> to broaden the use of the unit</w:t>
            </w:r>
          </w:p>
        </w:tc>
        <w:tc>
          <w:tcPr>
            <w:tcW w:w="1616" w:type="pct"/>
          </w:tcPr>
          <w:p w14:paraId="4747CEAC" w14:textId="34E3FCE5" w:rsidR="00FB47B3" w:rsidRPr="00FB47B3" w:rsidRDefault="00FB47B3" w:rsidP="00FB47B3">
            <w:pPr>
              <w:pStyle w:val="SIText"/>
            </w:pPr>
            <w:r w:rsidRPr="00FB47B3">
              <w:t xml:space="preserve">Equivalent </w:t>
            </w:r>
          </w:p>
        </w:tc>
      </w:tr>
    </w:tbl>
    <w:p w14:paraId="5E525B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357"/>
      </w:tblGrid>
      <w:tr w:rsidR="00F1480E" w:rsidRPr="00A55106" w14:paraId="09384F90" w14:textId="77777777" w:rsidTr="00FB47B3">
        <w:tc>
          <w:tcPr>
            <w:tcW w:w="660" w:type="pct"/>
            <w:shd w:val="clear" w:color="auto" w:fill="auto"/>
          </w:tcPr>
          <w:p w14:paraId="187D65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4340" w:type="pct"/>
            <w:shd w:val="clear" w:color="auto" w:fill="auto"/>
          </w:tcPr>
          <w:p w14:paraId="1DAD0CF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2D8260C" w14:textId="4A6E76FB" w:rsidR="00F1480E" w:rsidRPr="000754EC" w:rsidRDefault="00FB47B3" w:rsidP="00E40225">
            <w:pPr>
              <w:pStyle w:val="SIText"/>
            </w:pPr>
            <w:r w:rsidRPr="00FB47B3">
              <w:rPr>
                <w:lang w:eastAsia="en-AU"/>
              </w:rPr>
              <w:t> </w:t>
            </w:r>
            <w:hyperlink r:id="rId11" w:tgtFrame="_blank" w:history="1">
              <w:r w:rsidRPr="00FB47B3">
                <w:rPr>
                  <w:lang w:eastAsia="en-AU"/>
                </w:rPr>
                <w:t>https://vetnet.gov.au/Pages/TrainingDocs.aspx?q=b75f4b23-54c9-4cc9-a5db-d3502d154103</w:t>
              </w:r>
            </w:hyperlink>
          </w:p>
        </w:tc>
      </w:tr>
    </w:tbl>
    <w:p w14:paraId="5050F970" w14:textId="77777777" w:rsidR="00F1480E" w:rsidRDefault="00F1480E" w:rsidP="005F771F">
      <w:pPr>
        <w:pStyle w:val="SIText"/>
      </w:pPr>
    </w:p>
    <w:p w14:paraId="4D7E2B6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E492F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C5325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D04DE6" w14:textId="6382D8C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47B3" w:rsidRPr="00FB47B3">
              <w:t>ACMVET411 Prepare, deliver and review animal care education programs</w:t>
            </w:r>
          </w:p>
        </w:tc>
      </w:tr>
      <w:tr w:rsidR="00556C4C" w:rsidRPr="00A55106" w14:paraId="4788F71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A1857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C17F0D" w14:textId="77777777" w:rsidTr="00113678">
        <w:tc>
          <w:tcPr>
            <w:tcW w:w="5000" w:type="pct"/>
            <w:gridSpan w:val="2"/>
            <w:shd w:val="clear" w:color="auto" w:fill="auto"/>
          </w:tcPr>
          <w:p w14:paraId="22273F29" w14:textId="77777777" w:rsidR="00FB47B3" w:rsidRPr="00FB47B3" w:rsidRDefault="00FB47B3" w:rsidP="00FB47B3">
            <w:pPr>
              <w:pStyle w:val="SIText"/>
            </w:pPr>
            <w:r w:rsidRPr="00FB47B3">
              <w:t>An individual demonstrating competency must satisfy all of the elements and performance criteria in this unit.</w:t>
            </w:r>
          </w:p>
          <w:p w14:paraId="56AEBE11" w14:textId="77777777" w:rsidR="00FB47B3" w:rsidRPr="00FB47B3" w:rsidRDefault="00FB47B3" w:rsidP="00FB47B3">
            <w:pPr>
              <w:pStyle w:val="SIText"/>
            </w:pPr>
          </w:p>
          <w:p w14:paraId="08BE7888" w14:textId="77777777" w:rsidR="00FB47B3" w:rsidRPr="00FB47B3" w:rsidRDefault="00FB47B3" w:rsidP="00FB47B3">
            <w:pPr>
              <w:pStyle w:val="SIText"/>
            </w:pPr>
            <w:r w:rsidRPr="00FB47B3">
              <w:t>There must be evidence that the individual has prepared, delivered and reviewed animal care education programs for a minimum of two different groups, including:</w:t>
            </w:r>
          </w:p>
          <w:p w14:paraId="0E22B188" w14:textId="77777777" w:rsidR="00FB47B3" w:rsidRPr="00FB47B3" w:rsidRDefault="00FB47B3" w:rsidP="00FB47B3">
            <w:pPr>
              <w:pStyle w:val="SIText"/>
            </w:pPr>
          </w:p>
          <w:p w14:paraId="640163C1" w14:textId="77777777" w:rsidR="00FB47B3" w:rsidRPr="00FB47B3" w:rsidRDefault="00FB47B3" w:rsidP="00FB47B3">
            <w:pPr>
              <w:pStyle w:val="SIBulletList1"/>
            </w:pPr>
            <w:r w:rsidRPr="00FB47B3">
              <w:t>established needs and interest for the educational program</w:t>
            </w:r>
          </w:p>
          <w:p w14:paraId="245CC98B" w14:textId="77777777" w:rsidR="00FB47B3" w:rsidRPr="00FB47B3" w:rsidRDefault="00FB47B3" w:rsidP="00FB47B3">
            <w:pPr>
              <w:pStyle w:val="SIBulletList1"/>
            </w:pPr>
            <w:r w:rsidRPr="00FB47B3">
              <w:t>gathered information and developed materials for the program</w:t>
            </w:r>
          </w:p>
          <w:p w14:paraId="16AC9897" w14:textId="77777777" w:rsidR="00FB47B3" w:rsidRPr="00FB47B3" w:rsidRDefault="00FB47B3" w:rsidP="00FB47B3">
            <w:pPr>
              <w:pStyle w:val="SIBulletList1"/>
            </w:pPr>
            <w:r w:rsidRPr="00FB47B3">
              <w:t>presented animal care information in a format appropriate to the audience</w:t>
            </w:r>
          </w:p>
          <w:p w14:paraId="7AB54268" w14:textId="76668A15" w:rsidR="00556C4C" w:rsidRPr="000754EC" w:rsidRDefault="00FB47B3" w:rsidP="00FB47B3">
            <w:pPr>
              <w:pStyle w:val="SIBulletList1"/>
            </w:pPr>
            <w:r w:rsidRPr="00FB47B3">
              <w:t>used appropriate written and oral communication skills to prepare and present animal care education programs.</w:t>
            </w:r>
          </w:p>
        </w:tc>
      </w:tr>
    </w:tbl>
    <w:p w14:paraId="1833E58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0D879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F90A5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C9D353" w14:textId="77777777" w:rsidTr="00CA2922">
        <w:tc>
          <w:tcPr>
            <w:tcW w:w="5000" w:type="pct"/>
            <w:shd w:val="clear" w:color="auto" w:fill="auto"/>
          </w:tcPr>
          <w:p w14:paraId="0C7D708B" w14:textId="77777777" w:rsidR="00FB47B3" w:rsidRPr="00FB47B3" w:rsidRDefault="00FB47B3" w:rsidP="00FB47B3">
            <w:pPr>
              <w:pStyle w:val="SIText"/>
            </w:pPr>
            <w:r w:rsidRPr="00FB47B3">
              <w:t>An individual must be able to demonstrate the knowledge required to perform the tasks outlined in the elements and performance criteria of this unit. This includes knowledge of:</w:t>
            </w:r>
          </w:p>
          <w:p w14:paraId="43534D67" w14:textId="77777777" w:rsidR="00FB47B3" w:rsidRPr="00FB47B3" w:rsidRDefault="00FB47B3" w:rsidP="00FB47B3">
            <w:pPr>
              <w:pStyle w:val="SIText"/>
            </w:pPr>
          </w:p>
          <w:p w14:paraId="6DCD43A4" w14:textId="77777777" w:rsidR="00FB47B3" w:rsidRPr="00FB47B3" w:rsidRDefault="00FB47B3" w:rsidP="00FB47B3">
            <w:pPr>
              <w:pStyle w:val="SIBulletList1"/>
            </w:pPr>
            <w:r w:rsidRPr="00FB47B3">
              <w:t>animal care needs for specific species including nutrition, housing, health and behaviour management</w:t>
            </w:r>
          </w:p>
          <w:p w14:paraId="76A8DD37" w14:textId="77777777" w:rsidR="00FB47B3" w:rsidRPr="00FB47B3" w:rsidRDefault="00FB47B3" w:rsidP="00FB47B3">
            <w:pPr>
              <w:pStyle w:val="SIBulletList1"/>
            </w:pPr>
            <w:r w:rsidRPr="00FB47B3">
              <w:t>risks associated with working with animals, including:</w:t>
            </w:r>
          </w:p>
          <w:p w14:paraId="473B83E3" w14:textId="77777777" w:rsidR="00FB47B3" w:rsidRPr="00FB47B3" w:rsidRDefault="00FB47B3" w:rsidP="00FB47B3">
            <w:pPr>
              <w:pStyle w:val="SIBulletList2"/>
            </w:pPr>
            <w:r w:rsidRPr="00FB47B3">
              <w:t>animal bites, kicks or scratches</w:t>
            </w:r>
          </w:p>
          <w:p w14:paraId="513F6D83" w14:textId="77777777" w:rsidR="00FB47B3" w:rsidRPr="00FB47B3" w:rsidRDefault="00FB47B3" w:rsidP="00FB47B3">
            <w:pPr>
              <w:pStyle w:val="SIBulletList2"/>
            </w:pPr>
            <w:r w:rsidRPr="00FB47B3">
              <w:t>manual handling and shift loading</w:t>
            </w:r>
          </w:p>
          <w:p w14:paraId="09591076" w14:textId="77777777" w:rsidR="00FB47B3" w:rsidRPr="00FB47B3" w:rsidRDefault="00FB47B3" w:rsidP="00FB47B3">
            <w:pPr>
              <w:pStyle w:val="SIBulletList2"/>
            </w:pPr>
            <w:r w:rsidRPr="00FB47B3">
              <w:t>release of infective agents (animal and human)</w:t>
            </w:r>
          </w:p>
          <w:p w14:paraId="38D9387D" w14:textId="77777777" w:rsidR="00FB47B3" w:rsidRPr="00FB47B3" w:rsidRDefault="00FB47B3" w:rsidP="00FB47B3">
            <w:pPr>
              <w:pStyle w:val="SIBulletList2"/>
            </w:pPr>
            <w:r w:rsidRPr="00FB47B3">
              <w:t>zoonosis</w:t>
            </w:r>
          </w:p>
          <w:p w14:paraId="0058E10A" w14:textId="77777777" w:rsidR="00FB47B3" w:rsidRPr="00FB47B3" w:rsidRDefault="00FB47B3" w:rsidP="00FB47B3">
            <w:pPr>
              <w:pStyle w:val="SIBulletList1"/>
            </w:pPr>
            <w:r w:rsidRPr="00FB47B3">
              <w:t>existing animal education programs, including:</w:t>
            </w:r>
          </w:p>
          <w:p w14:paraId="6CBDF700" w14:textId="77777777" w:rsidR="00FB47B3" w:rsidRPr="00FB47B3" w:rsidRDefault="00FB47B3" w:rsidP="00FB47B3">
            <w:pPr>
              <w:pStyle w:val="SIBulletList2"/>
            </w:pPr>
            <w:r w:rsidRPr="00FB47B3">
              <w:t>Cats in Schools</w:t>
            </w:r>
          </w:p>
          <w:p w14:paraId="4EB9A7F2" w14:textId="77777777" w:rsidR="00FB47B3" w:rsidRPr="00FB47B3" w:rsidRDefault="00FB47B3" w:rsidP="00FB47B3">
            <w:pPr>
              <w:pStyle w:val="SIBulletList2"/>
            </w:pPr>
            <w:r w:rsidRPr="00FB47B3">
              <w:t>Dogs 'n' Kids</w:t>
            </w:r>
          </w:p>
          <w:p w14:paraId="436CDB30" w14:textId="77777777" w:rsidR="00FB47B3" w:rsidRPr="00FB47B3" w:rsidRDefault="00FB47B3" w:rsidP="00FB47B3">
            <w:pPr>
              <w:pStyle w:val="SIBulletList2"/>
            </w:pPr>
            <w:r w:rsidRPr="00FB47B3">
              <w:t>Pets and People Education Program (</w:t>
            </w:r>
            <w:proofErr w:type="spellStart"/>
            <w:r w:rsidRPr="00FB47B3">
              <w:t>PetPEP</w:t>
            </w:r>
            <w:proofErr w:type="spellEnd"/>
            <w:r w:rsidRPr="00FB47B3">
              <w:t>)</w:t>
            </w:r>
          </w:p>
          <w:p w14:paraId="422185F9" w14:textId="77777777" w:rsidR="00FB47B3" w:rsidRPr="00FB47B3" w:rsidRDefault="00FB47B3" w:rsidP="00FB47B3">
            <w:pPr>
              <w:pStyle w:val="SIBulletList2"/>
            </w:pPr>
            <w:r w:rsidRPr="00FB47B3">
              <w:t>Safe Pets Out There (SPOT)</w:t>
            </w:r>
          </w:p>
          <w:p w14:paraId="1B1D6A84" w14:textId="77777777" w:rsidR="00FB47B3" w:rsidRPr="00FB47B3" w:rsidRDefault="00FB47B3" w:rsidP="00FB47B3">
            <w:pPr>
              <w:pStyle w:val="SIBulletList1"/>
            </w:pPr>
            <w:r w:rsidRPr="00FB47B3">
              <w:t>instructional design principles and delivery strategies for target audiences</w:t>
            </w:r>
          </w:p>
          <w:p w14:paraId="528C0140" w14:textId="77777777" w:rsidR="00FB47B3" w:rsidRPr="00FB47B3" w:rsidRDefault="00FB47B3" w:rsidP="00FB47B3">
            <w:pPr>
              <w:pStyle w:val="SIBulletList1"/>
            </w:pPr>
            <w:r w:rsidRPr="00FB47B3">
              <w:t>educational resource production and costing</w:t>
            </w:r>
          </w:p>
          <w:p w14:paraId="6018D009" w14:textId="77777777" w:rsidR="00FB47B3" w:rsidRPr="00FB47B3" w:rsidRDefault="00FB47B3" w:rsidP="00FB47B3">
            <w:pPr>
              <w:pStyle w:val="SIBulletList1"/>
            </w:pPr>
            <w:r w:rsidRPr="00FB47B3">
              <w:t>demographics of target audience</w:t>
            </w:r>
          </w:p>
          <w:p w14:paraId="54CD0B66" w14:textId="0E365C38" w:rsidR="00523E2E" w:rsidRPr="00523E2E" w:rsidRDefault="00523E2E" w:rsidP="00523E2E">
            <w:pPr>
              <w:pStyle w:val="SIBulletList1"/>
            </w:pPr>
            <w:r w:rsidRPr="00FB47B3">
              <w:t>legislative requirements and codes of practice</w:t>
            </w:r>
            <w:r>
              <w:t xml:space="preserve"> related to </w:t>
            </w:r>
            <w:r w:rsidRPr="00FB47B3">
              <w:t xml:space="preserve">health and safety </w:t>
            </w:r>
            <w:r>
              <w:t xml:space="preserve">in the workplace </w:t>
            </w:r>
            <w:r w:rsidRPr="00FB47B3">
              <w:t>and animal welfare</w:t>
            </w:r>
          </w:p>
          <w:p w14:paraId="295CBCF5" w14:textId="02C51918" w:rsidR="00F1480E" w:rsidRPr="000754EC" w:rsidRDefault="00FB47B3" w:rsidP="00FB47B3">
            <w:pPr>
              <w:pStyle w:val="SIBulletList1"/>
            </w:pPr>
            <w:r w:rsidRPr="00FB47B3">
              <w:t>regulations that influence animal care and management advice and procedures.</w:t>
            </w:r>
          </w:p>
        </w:tc>
      </w:tr>
    </w:tbl>
    <w:p w14:paraId="0ABD0C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D3821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97E25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14C7A7" w14:textId="77777777" w:rsidTr="00CA2922">
        <w:tc>
          <w:tcPr>
            <w:tcW w:w="5000" w:type="pct"/>
            <w:shd w:val="clear" w:color="auto" w:fill="auto"/>
          </w:tcPr>
          <w:p w14:paraId="6C11373A" w14:textId="4F80BD6F" w:rsidR="00FB47B3" w:rsidRPr="00FB47B3" w:rsidRDefault="00FB47B3" w:rsidP="00FB47B3">
            <w:pPr>
              <w:pStyle w:val="SIText"/>
            </w:pPr>
            <w:r w:rsidRPr="00FB47B3">
              <w:t xml:space="preserve">Assessment of </w:t>
            </w:r>
            <w:r w:rsidR="00AD4AFD">
              <w:t xml:space="preserve">the </w:t>
            </w:r>
            <w:r w:rsidRPr="00FB47B3">
              <w:t xml:space="preserve">skills </w:t>
            </w:r>
            <w:r w:rsidR="00AD4AFD">
              <w:t xml:space="preserve">in this unit </w:t>
            </w:r>
            <w:r w:rsidR="008B2347">
              <w:t xml:space="preserve">of competency </w:t>
            </w:r>
            <w:r w:rsidRPr="00FB47B3">
              <w:t>must take place under the following conditions:</w:t>
            </w:r>
          </w:p>
          <w:p w14:paraId="6B809947" w14:textId="77777777" w:rsidR="00FB47B3" w:rsidRPr="00FB47B3" w:rsidRDefault="00FB47B3" w:rsidP="00FB47B3">
            <w:pPr>
              <w:pStyle w:val="SIText"/>
            </w:pPr>
          </w:p>
          <w:p w14:paraId="3F851BEC" w14:textId="77777777" w:rsidR="00FB47B3" w:rsidRPr="00FB47B3" w:rsidRDefault="00FB47B3" w:rsidP="00FB47B3">
            <w:pPr>
              <w:pStyle w:val="SIBulletList1"/>
            </w:pPr>
            <w:r w:rsidRPr="00FB47B3">
              <w:t>physical conditions:</w:t>
            </w:r>
          </w:p>
          <w:p w14:paraId="708D128F" w14:textId="0C96A227" w:rsidR="00FB47B3" w:rsidRPr="00FB47B3" w:rsidRDefault="00076FA7" w:rsidP="00FB47B3">
            <w:pPr>
              <w:pStyle w:val="SIBulletList2"/>
            </w:pPr>
            <w:r>
              <w:t>an</w:t>
            </w:r>
            <w:r w:rsidRPr="00FB47B3">
              <w:t xml:space="preserve"> </w:t>
            </w:r>
            <w:r w:rsidR="003F4904">
              <w:t xml:space="preserve">animal care </w:t>
            </w:r>
            <w:r w:rsidR="00FB47B3" w:rsidRPr="00FB47B3">
              <w:t xml:space="preserve">workplace or an environment that accurately reflects </w:t>
            </w:r>
            <w:r w:rsidR="003F4904">
              <w:t xml:space="preserve">animal care workplace, including </w:t>
            </w:r>
            <w:r w:rsidR="00FB47B3" w:rsidRPr="00FB47B3">
              <w:t>a veterinary practice</w:t>
            </w:r>
          </w:p>
          <w:p w14:paraId="6F0DF261" w14:textId="77777777" w:rsidR="00FB47B3" w:rsidRPr="00FB47B3" w:rsidRDefault="00FB47B3" w:rsidP="00FB47B3">
            <w:pPr>
              <w:pStyle w:val="SIBulletList1"/>
            </w:pPr>
            <w:r w:rsidRPr="00FB47B3">
              <w:t>resources, equipment and materials:</w:t>
            </w:r>
          </w:p>
          <w:p w14:paraId="05186BF4" w14:textId="09D75E87" w:rsidR="00FB47B3" w:rsidRPr="00FB47B3" w:rsidRDefault="00FB47B3" w:rsidP="00FB47B3">
            <w:pPr>
              <w:pStyle w:val="SIBulletList2"/>
            </w:pPr>
            <w:r w:rsidRPr="00FB47B3">
              <w:t>animals</w:t>
            </w:r>
            <w:r w:rsidR="00FD0481">
              <w:t xml:space="preserve"> relevant to the educational program </w:t>
            </w:r>
          </w:p>
          <w:p w14:paraId="26122067" w14:textId="25FAC3FF" w:rsidR="00FB47B3" w:rsidRPr="00FB47B3" w:rsidRDefault="00FB47B3" w:rsidP="00FB47B3">
            <w:pPr>
              <w:pStyle w:val="SIBulletList1"/>
            </w:pPr>
            <w:r w:rsidRPr="00FB47B3">
              <w:t>equipment</w:t>
            </w:r>
            <w:r w:rsidR="00DC6BD5">
              <w:t xml:space="preserve"> </w:t>
            </w:r>
            <w:r w:rsidRPr="00FB47B3">
              <w:t xml:space="preserve">and resources </w:t>
            </w:r>
            <w:r w:rsidR="00DC6BD5">
              <w:t xml:space="preserve">required to prepare and deliver animal care education programs </w:t>
            </w:r>
            <w:r w:rsidRPr="00FB47B3">
              <w:t>specifications:</w:t>
            </w:r>
          </w:p>
          <w:p w14:paraId="2071DA6C" w14:textId="77777777" w:rsidR="00FB47B3" w:rsidRPr="00FB47B3" w:rsidRDefault="00FB47B3" w:rsidP="00FB47B3">
            <w:pPr>
              <w:pStyle w:val="SIBulletList2"/>
            </w:pPr>
            <w:r w:rsidRPr="00FB47B3">
              <w:t>access to organisational policies and procedures, current legislation, regulations and relevant codes of practice</w:t>
            </w:r>
          </w:p>
          <w:p w14:paraId="4AD53441" w14:textId="203DD7E5" w:rsidR="00FB47B3" w:rsidRPr="00FB47B3" w:rsidRDefault="00FB47B3" w:rsidP="00FB47B3">
            <w:pPr>
              <w:pStyle w:val="SIBulletList1"/>
            </w:pPr>
            <w:r w:rsidRPr="00FB47B3">
              <w:t xml:space="preserve">relationships </w:t>
            </w:r>
          </w:p>
          <w:p w14:paraId="70428557" w14:textId="70A9768F" w:rsidR="00FB47B3" w:rsidRPr="00FB47B3" w:rsidRDefault="001C24A7" w:rsidP="00FB47B3">
            <w:pPr>
              <w:pStyle w:val="SIBulletList2"/>
            </w:pPr>
            <w:r>
              <w:t xml:space="preserve">live </w:t>
            </w:r>
            <w:r w:rsidR="004B5F6C">
              <w:t xml:space="preserve">community group </w:t>
            </w:r>
            <w:r w:rsidR="00761CAB">
              <w:t>audience</w:t>
            </w:r>
            <w:r>
              <w:t>s</w:t>
            </w:r>
            <w:r w:rsidR="00761CAB">
              <w:t xml:space="preserve"> </w:t>
            </w:r>
            <w:r w:rsidR="00D36D9B">
              <w:t xml:space="preserve">as </w:t>
            </w:r>
            <w:r w:rsidR="00761CAB">
              <w:t>specified in the performance evidence</w:t>
            </w:r>
            <w:r w:rsidR="00FB47B3" w:rsidRPr="00FB47B3">
              <w:t>.</w:t>
            </w:r>
          </w:p>
          <w:p w14:paraId="10235A93" w14:textId="77777777" w:rsidR="004B5F6C" w:rsidRDefault="004B5F6C" w:rsidP="00FB47B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EF5820" w14:textId="5770741D" w:rsidR="00F1480E" w:rsidRPr="00AD4AFD" w:rsidRDefault="00FB47B3" w:rsidP="00AD4AFD">
            <w:pPr>
              <w:pStyle w:val="SIText"/>
              <w:rPr>
                <w:rFonts w:eastAsia="Calibri"/>
              </w:rPr>
            </w:pPr>
            <w:r w:rsidRPr="00AD4AFD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663C073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8500"/>
      </w:tblGrid>
      <w:tr w:rsidR="00F1480E" w:rsidRPr="00A55106" w14:paraId="261DF33D" w14:textId="77777777" w:rsidTr="00FB47B3">
        <w:tc>
          <w:tcPr>
            <w:tcW w:w="586" w:type="pct"/>
            <w:shd w:val="clear" w:color="auto" w:fill="auto"/>
          </w:tcPr>
          <w:p w14:paraId="27EEAA7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414" w:type="pct"/>
            <w:shd w:val="clear" w:color="auto" w:fill="auto"/>
          </w:tcPr>
          <w:p w14:paraId="0A0F7CD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F360301" w14:textId="1F051844" w:rsidR="00F1480E" w:rsidRPr="000754EC" w:rsidRDefault="00FB47B3" w:rsidP="000754EC">
            <w:pPr>
              <w:pStyle w:val="SIText"/>
            </w:pPr>
            <w:r w:rsidRPr="00FB47B3">
              <w:lastRenderedPageBreak/>
              <w:t>https://vetnet.gov.au/Pages/TrainingDocs.aspx?q=b75f4b23-54c9-4cc9-a5db-d3502d154103</w:t>
            </w:r>
          </w:p>
        </w:tc>
      </w:tr>
    </w:tbl>
    <w:p w14:paraId="660935A3" w14:textId="77777777" w:rsidR="00F1480E" w:rsidRDefault="00F1480E" w:rsidP="005F771F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10AD1" w14:textId="77777777" w:rsidR="00521355" w:rsidRDefault="00521355" w:rsidP="00BF3F0A">
      <w:r>
        <w:separator/>
      </w:r>
    </w:p>
    <w:p w14:paraId="5ED8BF3A" w14:textId="77777777" w:rsidR="00521355" w:rsidRDefault="00521355"/>
  </w:endnote>
  <w:endnote w:type="continuationSeparator" w:id="0">
    <w:p w14:paraId="25D790FA" w14:textId="77777777" w:rsidR="00521355" w:rsidRDefault="00521355" w:rsidP="00BF3F0A">
      <w:r>
        <w:continuationSeparator/>
      </w:r>
    </w:p>
    <w:p w14:paraId="59E19917" w14:textId="77777777" w:rsidR="00521355" w:rsidRDefault="00521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D3EBD" w14:textId="77777777" w:rsidR="004B5F6C" w:rsidRDefault="004B5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1041DA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5F3173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9CD862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069A8" w14:textId="77777777" w:rsidR="004B5F6C" w:rsidRDefault="004B5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399B6" w14:textId="77777777" w:rsidR="00521355" w:rsidRDefault="00521355" w:rsidP="00BF3F0A">
      <w:r>
        <w:separator/>
      </w:r>
    </w:p>
    <w:p w14:paraId="149CB290" w14:textId="77777777" w:rsidR="00521355" w:rsidRDefault="00521355"/>
  </w:footnote>
  <w:footnote w:type="continuationSeparator" w:id="0">
    <w:p w14:paraId="397545BD" w14:textId="77777777" w:rsidR="00521355" w:rsidRDefault="00521355" w:rsidP="00BF3F0A">
      <w:r>
        <w:continuationSeparator/>
      </w:r>
    </w:p>
    <w:p w14:paraId="630125E5" w14:textId="77777777" w:rsidR="00521355" w:rsidRDefault="005213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81949" w14:textId="77777777" w:rsidR="004B5F6C" w:rsidRDefault="004B5F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6610A" w14:textId="3D12D386" w:rsidR="00FB47B3" w:rsidRPr="00FB47B3" w:rsidRDefault="00FB47B3" w:rsidP="00FB47B3">
    <w:r w:rsidRPr="00FB47B3">
      <w:t xml:space="preserve">ACMVET411 Prepare, </w:t>
    </w:r>
    <w:proofErr w:type="gramStart"/>
    <w:r w:rsidRPr="00FB47B3">
      <w:t>deliver</w:t>
    </w:r>
    <w:proofErr w:type="gramEnd"/>
    <w:r w:rsidRPr="00FB47B3">
      <w:t xml:space="preserve"> and review animal care education programs</w:t>
    </w:r>
  </w:p>
  <w:p w14:paraId="0277C874" w14:textId="3C609524" w:rsidR="009C2650" w:rsidRPr="00FB47B3" w:rsidRDefault="009C2650" w:rsidP="00FB47B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DF5C5" w14:textId="77777777" w:rsidR="004B5F6C" w:rsidRDefault="004B5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A1NjU2MzC2MDY1NDFS0lEKTi0uzszPAykwrAUADTFI2SwAAAA="/>
  </w:docVars>
  <w:rsids>
    <w:rsidRoot w:val="004264B5"/>
    <w:rsid w:val="000014B9"/>
    <w:rsid w:val="00005A15"/>
    <w:rsid w:val="00006E65"/>
    <w:rsid w:val="0001108F"/>
    <w:rsid w:val="000115E2"/>
    <w:rsid w:val="000126D0"/>
    <w:rsid w:val="0001296A"/>
    <w:rsid w:val="00016803"/>
    <w:rsid w:val="00023992"/>
    <w:rsid w:val="000252E0"/>
    <w:rsid w:val="000275AE"/>
    <w:rsid w:val="00041E59"/>
    <w:rsid w:val="00064BFE"/>
    <w:rsid w:val="00070B3E"/>
    <w:rsid w:val="00071F95"/>
    <w:rsid w:val="000737BB"/>
    <w:rsid w:val="00074E47"/>
    <w:rsid w:val="000754EC"/>
    <w:rsid w:val="00076FA7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2595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4A7"/>
    <w:rsid w:val="001C5A9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E10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B32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A72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87D31"/>
    <w:rsid w:val="003916D1"/>
    <w:rsid w:val="003A21F0"/>
    <w:rsid w:val="003A277F"/>
    <w:rsid w:val="003A58BA"/>
    <w:rsid w:val="003A5AE7"/>
    <w:rsid w:val="003A7221"/>
    <w:rsid w:val="003B3493"/>
    <w:rsid w:val="003B3F57"/>
    <w:rsid w:val="003C13AE"/>
    <w:rsid w:val="003C7152"/>
    <w:rsid w:val="003D2E73"/>
    <w:rsid w:val="003D5BC2"/>
    <w:rsid w:val="003E5914"/>
    <w:rsid w:val="003E72B6"/>
    <w:rsid w:val="003E7BBE"/>
    <w:rsid w:val="003F4904"/>
    <w:rsid w:val="004127E3"/>
    <w:rsid w:val="004264B5"/>
    <w:rsid w:val="0043212E"/>
    <w:rsid w:val="00434366"/>
    <w:rsid w:val="00434ECE"/>
    <w:rsid w:val="0044335E"/>
    <w:rsid w:val="00444423"/>
    <w:rsid w:val="00445B46"/>
    <w:rsid w:val="00452F3E"/>
    <w:rsid w:val="00453740"/>
    <w:rsid w:val="0046239A"/>
    <w:rsid w:val="004640AE"/>
    <w:rsid w:val="004679E3"/>
    <w:rsid w:val="00475172"/>
    <w:rsid w:val="004758B0"/>
    <w:rsid w:val="004832D2"/>
    <w:rsid w:val="00485559"/>
    <w:rsid w:val="0049618B"/>
    <w:rsid w:val="004A142B"/>
    <w:rsid w:val="004A3860"/>
    <w:rsid w:val="004A44E8"/>
    <w:rsid w:val="004A581D"/>
    <w:rsid w:val="004A7706"/>
    <w:rsid w:val="004A77E3"/>
    <w:rsid w:val="004B29B7"/>
    <w:rsid w:val="004B5F6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7B0"/>
    <w:rsid w:val="005145AB"/>
    <w:rsid w:val="00520E9A"/>
    <w:rsid w:val="00521355"/>
    <w:rsid w:val="00523E2E"/>
    <w:rsid w:val="005248C1"/>
    <w:rsid w:val="00526134"/>
    <w:rsid w:val="005405B2"/>
    <w:rsid w:val="005427C8"/>
    <w:rsid w:val="005434B1"/>
    <w:rsid w:val="005446D1"/>
    <w:rsid w:val="00550039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E85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CAB"/>
    <w:rsid w:val="00761DBE"/>
    <w:rsid w:val="0076523B"/>
    <w:rsid w:val="00771B60"/>
    <w:rsid w:val="00781D77"/>
    <w:rsid w:val="00783549"/>
    <w:rsid w:val="0078570A"/>
    <w:rsid w:val="007860B7"/>
    <w:rsid w:val="00786DC8"/>
    <w:rsid w:val="007A300D"/>
    <w:rsid w:val="007C5BCF"/>
    <w:rsid w:val="007D5A78"/>
    <w:rsid w:val="007E3BD1"/>
    <w:rsid w:val="007F0D56"/>
    <w:rsid w:val="007F1563"/>
    <w:rsid w:val="007F1EB2"/>
    <w:rsid w:val="007F44DB"/>
    <w:rsid w:val="007F5A8B"/>
    <w:rsid w:val="008103F0"/>
    <w:rsid w:val="00817D51"/>
    <w:rsid w:val="00823530"/>
    <w:rsid w:val="00823FF4"/>
    <w:rsid w:val="00830267"/>
    <w:rsid w:val="008306E7"/>
    <w:rsid w:val="008322BE"/>
    <w:rsid w:val="00834BC8"/>
    <w:rsid w:val="00837FD6"/>
    <w:rsid w:val="0084058E"/>
    <w:rsid w:val="00847B60"/>
    <w:rsid w:val="00850243"/>
    <w:rsid w:val="00851BE5"/>
    <w:rsid w:val="00852E4F"/>
    <w:rsid w:val="008545EB"/>
    <w:rsid w:val="00865011"/>
    <w:rsid w:val="00886790"/>
    <w:rsid w:val="00887D34"/>
    <w:rsid w:val="008908DE"/>
    <w:rsid w:val="008A12ED"/>
    <w:rsid w:val="008A39D3"/>
    <w:rsid w:val="008B2347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FD7"/>
    <w:rsid w:val="009527CB"/>
    <w:rsid w:val="00953835"/>
    <w:rsid w:val="0095704B"/>
    <w:rsid w:val="00960F6C"/>
    <w:rsid w:val="00970747"/>
    <w:rsid w:val="00997BFC"/>
    <w:rsid w:val="009A5900"/>
    <w:rsid w:val="009A6E6C"/>
    <w:rsid w:val="009A6F3F"/>
    <w:rsid w:val="009B331A"/>
    <w:rsid w:val="009B3921"/>
    <w:rsid w:val="009C2650"/>
    <w:rsid w:val="009D15E2"/>
    <w:rsid w:val="009D15FE"/>
    <w:rsid w:val="009D5D2C"/>
    <w:rsid w:val="009E3182"/>
    <w:rsid w:val="009F0DCC"/>
    <w:rsid w:val="009F11CA"/>
    <w:rsid w:val="00A0695B"/>
    <w:rsid w:val="00A13052"/>
    <w:rsid w:val="00A216A8"/>
    <w:rsid w:val="00A223A6"/>
    <w:rsid w:val="00A3639E"/>
    <w:rsid w:val="00A368EB"/>
    <w:rsid w:val="00A5092E"/>
    <w:rsid w:val="00A554D6"/>
    <w:rsid w:val="00A56E14"/>
    <w:rsid w:val="00A642D4"/>
    <w:rsid w:val="00A6476B"/>
    <w:rsid w:val="00A76C6C"/>
    <w:rsid w:val="00A8494E"/>
    <w:rsid w:val="00A87356"/>
    <w:rsid w:val="00A92DD1"/>
    <w:rsid w:val="00A934AB"/>
    <w:rsid w:val="00AA5338"/>
    <w:rsid w:val="00AB1B8E"/>
    <w:rsid w:val="00AB3EC1"/>
    <w:rsid w:val="00AB46DE"/>
    <w:rsid w:val="00AC0696"/>
    <w:rsid w:val="00AC4C98"/>
    <w:rsid w:val="00AC5F6B"/>
    <w:rsid w:val="00AD3896"/>
    <w:rsid w:val="00AD4AFD"/>
    <w:rsid w:val="00AD5B47"/>
    <w:rsid w:val="00AE1ED9"/>
    <w:rsid w:val="00AE32CB"/>
    <w:rsid w:val="00AF3957"/>
    <w:rsid w:val="00B0712C"/>
    <w:rsid w:val="00B11614"/>
    <w:rsid w:val="00B12013"/>
    <w:rsid w:val="00B22C67"/>
    <w:rsid w:val="00B3508F"/>
    <w:rsid w:val="00B443EE"/>
    <w:rsid w:val="00B560C8"/>
    <w:rsid w:val="00B57679"/>
    <w:rsid w:val="00B61150"/>
    <w:rsid w:val="00B65BC7"/>
    <w:rsid w:val="00B746B9"/>
    <w:rsid w:val="00B848D4"/>
    <w:rsid w:val="00B865B7"/>
    <w:rsid w:val="00BA1CB1"/>
    <w:rsid w:val="00BA4178"/>
    <w:rsid w:val="00BA482D"/>
    <w:rsid w:val="00BA6CF4"/>
    <w:rsid w:val="00BB1755"/>
    <w:rsid w:val="00BB23F4"/>
    <w:rsid w:val="00BC5075"/>
    <w:rsid w:val="00BC5419"/>
    <w:rsid w:val="00BD3B0F"/>
    <w:rsid w:val="00BE4416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4618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88E"/>
    <w:rsid w:val="00CD4E9D"/>
    <w:rsid w:val="00CD4F4D"/>
    <w:rsid w:val="00CE7D19"/>
    <w:rsid w:val="00CF0CF5"/>
    <w:rsid w:val="00CF2B3E"/>
    <w:rsid w:val="00CF7AA1"/>
    <w:rsid w:val="00D0201F"/>
    <w:rsid w:val="00D03685"/>
    <w:rsid w:val="00D07D4E"/>
    <w:rsid w:val="00D115AA"/>
    <w:rsid w:val="00D145BE"/>
    <w:rsid w:val="00D2035A"/>
    <w:rsid w:val="00D20C57"/>
    <w:rsid w:val="00D25D16"/>
    <w:rsid w:val="00D2623E"/>
    <w:rsid w:val="00D32124"/>
    <w:rsid w:val="00D36D9B"/>
    <w:rsid w:val="00D54C76"/>
    <w:rsid w:val="00D71E43"/>
    <w:rsid w:val="00D727F3"/>
    <w:rsid w:val="00D73695"/>
    <w:rsid w:val="00D769C9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BD5"/>
    <w:rsid w:val="00DD0726"/>
    <w:rsid w:val="00E238E6"/>
    <w:rsid w:val="00E34CD8"/>
    <w:rsid w:val="00E35064"/>
    <w:rsid w:val="00E3681D"/>
    <w:rsid w:val="00E40225"/>
    <w:rsid w:val="00E501F0"/>
    <w:rsid w:val="00E512EE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3819"/>
    <w:rsid w:val="00F069BD"/>
    <w:rsid w:val="00F1480E"/>
    <w:rsid w:val="00F1497D"/>
    <w:rsid w:val="00F16AAC"/>
    <w:rsid w:val="00F33FF2"/>
    <w:rsid w:val="00F438FC"/>
    <w:rsid w:val="00F4630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47B3"/>
    <w:rsid w:val="00FD0481"/>
    <w:rsid w:val="00FD557D"/>
    <w:rsid w:val="00FE0282"/>
    <w:rsid w:val="00FE124D"/>
    <w:rsid w:val="00FE792C"/>
    <w:rsid w:val="00FF2B8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D192AD"/>
  <w15:docId w15:val="{4F6EAE3D-7BD3-467B-9585-ACDC0FA1E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8b7eb59d-c9cd-4ef0-8a5d-031dd774a243">QA</Project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240DC3C54B6349BA18B98D00B9B417" ma:contentTypeVersion="3" ma:contentTypeDescription="Create a new document." ma:contentTypeScope="" ma:versionID="03a2a4ea90de2d6004449fc386cb4ff3">
  <xsd:schema xmlns:xsd="http://www.w3.org/2001/XMLSchema" xmlns:xs="http://www.w3.org/2001/XMLSchema" xmlns:p="http://schemas.microsoft.com/office/2006/metadata/properties" xmlns:ns2="8b7eb59d-c9cd-4ef0-8a5d-031dd774a243" targetNamespace="http://schemas.microsoft.com/office/2006/metadata/properties" ma:root="true" ma:fieldsID="2f39ec46585db5f639fa0cd7fdcf1786" ns2:_="">
    <xsd:import namespace="8b7eb59d-c9cd-4ef0-8a5d-031dd774a2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eb59d-c9cd-4ef0-8a5d-031dd774a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Not for Development"/>
          <xsd:enumeration value="Proofreading"/>
          <xsd:enumeration value="Edit &amp; Equity"/>
          <xsd:enumeration value="QA"/>
          <xsd:enumeration value="TGA Upload"/>
          <xsd:enumeration value="TGA Checking"/>
          <xsd:enumeration value="Comple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8b7eb59d-c9cd-4ef0-8a5d-031dd774a243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DD21AA-7A75-47B9-B7AD-2E40C411B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FD2C0D-E84C-4F47-A8F1-3359579C5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7eb59d-c9cd-4ef0-8a5d-031dd774a2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2</cp:revision>
  <cp:lastPrinted>2016-05-27T05:21:00Z</cp:lastPrinted>
  <dcterms:created xsi:type="dcterms:W3CDTF">2021-01-18T01:09:00Z</dcterms:created>
  <dcterms:modified xsi:type="dcterms:W3CDTF">2021-01-18T01:09:00Z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0x010100E2240DC3C54B6349BA18B98D00B9B417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