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5768" w14:paraId="6DF09B9F" w14:textId="77777777" w:rsidTr="00146EEC">
        <w:tc>
          <w:tcPr>
            <w:tcW w:w="2689" w:type="dxa"/>
          </w:tcPr>
          <w:p w14:paraId="37874560" w14:textId="4A4A7529" w:rsidR="00A05768" w:rsidRPr="00AB5133" w:rsidRDefault="00A05768" w:rsidP="00A05768">
            <w:r w:rsidRPr="00AB5133">
              <w:t xml:space="preserve">Release </w:t>
            </w:r>
            <w:r w:rsidR="00DC67DE">
              <w:t>1</w:t>
            </w:r>
          </w:p>
        </w:tc>
        <w:tc>
          <w:tcPr>
            <w:tcW w:w="6939" w:type="dxa"/>
          </w:tcPr>
          <w:p w14:paraId="5B7D3895" w14:textId="31EDD504" w:rsidR="00A05768" w:rsidRPr="00CC451E" w:rsidRDefault="00A05768" w:rsidP="00A05768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1EE7E00E" w:rsidR="00F1480E" w:rsidRPr="000754EC" w:rsidRDefault="006073AB" w:rsidP="000754EC">
            <w:pPr>
              <w:pStyle w:val="SIUNITCODE"/>
            </w:pPr>
            <w:r w:rsidRPr="006073AB">
              <w:t>FWP</w:t>
            </w:r>
            <w:r w:rsidR="006C6AED">
              <w:t>HA</w:t>
            </w:r>
            <w:r w:rsidR="00BF768B">
              <w:t>R</w:t>
            </w:r>
            <w:r w:rsidR="006C6AED">
              <w:t>2</w:t>
            </w:r>
            <w:r w:rsidR="00DA53AE">
              <w:t>209</w:t>
            </w:r>
          </w:p>
        </w:tc>
        <w:tc>
          <w:tcPr>
            <w:tcW w:w="3604" w:type="pct"/>
            <w:shd w:val="clear" w:color="auto" w:fill="auto"/>
          </w:tcPr>
          <w:p w14:paraId="7B2E5DB8" w14:textId="7A40B02D" w:rsidR="00F1480E" w:rsidRPr="000754EC" w:rsidRDefault="008D5F3E" w:rsidP="000754EC">
            <w:pPr>
              <w:pStyle w:val="SIUnittitle"/>
            </w:pPr>
            <w:r w:rsidRPr="008D5F3E">
              <w:t>Trim and cut harvested trees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5D06C2" w14:textId="6E54C7DD" w:rsidR="008D5F3E" w:rsidRDefault="008D5F3E" w:rsidP="008D5F3E">
            <w:pPr>
              <w:pStyle w:val="SIText"/>
            </w:pPr>
            <w:r w:rsidRPr="008D5F3E">
              <w:t>This unit of competency describes the outcomes required to trim and cut harvested (felled) trees with a chainsaw for commercial production</w:t>
            </w:r>
            <w:r w:rsidR="00485266">
              <w:t xml:space="preserve"> and complete operator maintenance</w:t>
            </w:r>
            <w:r w:rsidRPr="008D5F3E">
              <w:t xml:space="preserve">. </w:t>
            </w:r>
          </w:p>
          <w:p w14:paraId="57A585A4" w14:textId="77777777" w:rsidR="00DC67DE" w:rsidRPr="008D5F3E" w:rsidRDefault="00DC67DE" w:rsidP="008D5F3E">
            <w:pPr>
              <w:pStyle w:val="SIText"/>
            </w:pPr>
          </w:p>
          <w:p w14:paraId="07D79107" w14:textId="2C1AD734" w:rsidR="00485266" w:rsidRDefault="008D5F3E" w:rsidP="00485266">
            <w:pPr>
              <w:pStyle w:val="SIText"/>
            </w:pPr>
            <w:r w:rsidRPr="008D5F3E">
              <w:t xml:space="preserve">The unit applies to </w:t>
            </w:r>
            <w:r w:rsidR="00485266">
              <w:t xml:space="preserve">individuals who trim and cut felled trees as part of commercial forestry operations. </w:t>
            </w:r>
          </w:p>
          <w:p w14:paraId="76F6E931" w14:textId="77777777" w:rsidR="00485266" w:rsidRDefault="00485266" w:rsidP="00485266">
            <w:pPr>
              <w:pStyle w:val="SIText"/>
            </w:pPr>
          </w:p>
          <w:p w14:paraId="408CFC82" w14:textId="36EE79D6" w:rsidR="00485266" w:rsidRPr="00485266" w:rsidRDefault="00485266" w:rsidP="00485266">
            <w:pPr>
              <w:pStyle w:val="SIText"/>
            </w:pPr>
            <w:r w:rsidRPr="005513EA">
              <w:t xml:space="preserve">All work must be carried out to comply with workplace procedures, according to </w:t>
            </w:r>
            <w:r w:rsidRPr="00485266">
              <w:t>state/territory health and safety regulations, legislation</w:t>
            </w:r>
            <w:r w:rsidR="00004BF4">
              <w:t>,</w:t>
            </w:r>
            <w:r w:rsidR="00C17820">
              <w:t xml:space="preserve"> </w:t>
            </w:r>
            <w:r w:rsidRPr="00485266">
              <w:t xml:space="preserve">standards </w:t>
            </w:r>
            <w:r w:rsidR="00004BF4">
              <w:t xml:space="preserve">and industry codes of practice </w:t>
            </w:r>
            <w:r w:rsidRPr="00485266">
              <w:t>that apply to the workplace.</w:t>
            </w:r>
          </w:p>
          <w:p w14:paraId="4BA57589" w14:textId="4BCCC197" w:rsidR="00485266" w:rsidRDefault="00485266" w:rsidP="00CB63C2">
            <w:pPr>
              <w:pStyle w:val="SIText"/>
              <w:tabs>
                <w:tab w:val="left" w:pos="2799"/>
                <w:tab w:val="left" w:pos="5195"/>
              </w:tabs>
            </w:pPr>
          </w:p>
          <w:p w14:paraId="1DECDDC8" w14:textId="7DFB4D4A" w:rsidR="00373436" w:rsidRPr="00CB63C2" w:rsidRDefault="00C7310A" w:rsidP="00CB63C2">
            <w:pPr>
              <w:pStyle w:val="SIText"/>
            </w:pPr>
            <w:r>
              <w:t>No licensing, legislative</w:t>
            </w:r>
            <w:r w:rsidR="008D5F3E" w:rsidRPr="00CB63C2">
              <w:t xml:space="preserve">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DD32AFB" w:rsidR="008547E9" w:rsidRPr="000754EC" w:rsidRDefault="00BA269D" w:rsidP="00E943A9">
            <w:pPr>
              <w:pStyle w:val="SIText"/>
            </w:pPr>
            <w:r w:rsidRPr="00BA269D">
              <w:t>Harvesting and Haulage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BA1FD94" w:rsidR="00E01D4D" w:rsidRPr="00E01D4D" w:rsidRDefault="00DC67DE" w:rsidP="00DC67DE">
            <w:pPr>
              <w:pStyle w:val="SIText"/>
              <w:rPr>
                <w:rStyle w:val="SIText-Italic"/>
              </w:rPr>
            </w:pPr>
            <w:r w:rsidRPr="00DC67DE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8D5F3E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188BCD0F" w:rsidR="008D5F3E" w:rsidRPr="008D5F3E" w:rsidRDefault="008D5F3E" w:rsidP="008D5F3E">
            <w:r w:rsidRPr="008D5F3E">
              <w:t>1. Prepare for trimming and cutting</w:t>
            </w:r>
            <w:r w:rsidR="003B7596">
              <w:t xml:space="preserve"> felled trees</w:t>
            </w:r>
          </w:p>
        </w:tc>
        <w:tc>
          <w:tcPr>
            <w:tcW w:w="3604" w:type="pct"/>
            <w:shd w:val="clear" w:color="auto" w:fill="auto"/>
          </w:tcPr>
          <w:p w14:paraId="5A4624AE" w14:textId="4C32ED62" w:rsidR="00485266" w:rsidRPr="00485266" w:rsidRDefault="008D5F3E" w:rsidP="00485266">
            <w:r w:rsidRPr="008D5F3E">
              <w:t xml:space="preserve">1.1 </w:t>
            </w:r>
            <w:r w:rsidR="0001631F">
              <w:t xml:space="preserve">Determine job requirements from </w:t>
            </w:r>
            <w:r w:rsidR="00485266" w:rsidRPr="00485266">
              <w:t>work order or instruction and, where required, seek clarification from appropriate personnel</w:t>
            </w:r>
          </w:p>
          <w:p w14:paraId="4FFA19DA" w14:textId="34FF0680" w:rsidR="00485266" w:rsidRPr="00485266" w:rsidRDefault="00485266" w:rsidP="00485266">
            <w:pPr>
              <w:pStyle w:val="SIText"/>
            </w:pPr>
            <w:r>
              <w:t xml:space="preserve">1.2 </w:t>
            </w:r>
            <w:r w:rsidR="0001631F">
              <w:t>Confirm safety and environmental protection requirements for the task according to</w:t>
            </w:r>
            <w:r w:rsidRPr="00485266">
              <w:t xml:space="preserve"> workplace procedures</w:t>
            </w:r>
          </w:p>
          <w:p w14:paraId="48BE9696" w14:textId="77777777" w:rsidR="00485266" w:rsidRPr="00485266" w:rsidRDefault="00485266" w:rsidP="00485266">
            <w:pPr>
              <w:pStyle w:val="SIText"/>
            </w:pPr>
            <w:r w:rsidRPr="00B2235C">
              <w:t>1.</w:t>
            </w:r>
            <w:r w:rsidRPr="00485266">
              <w:t>3 Identify, assess and take actions to mitigate risks and hazards associated with trimming and cutting felled trees</w:t>
            </w:r>
          </w:p>
          <w:p w14:paraId="0F943BC7" w14:textId="6EA7EFFE" w:rsidR="0001631F" w:rsidRDefault="0001631F" w:rsidP="00485266">
            <w:pPr>
              <w:pStyle w:val="SIText"/>
            </w:pPr>
            <w:r w:rsidRPr="00BD435F">
              <w:t>1.</w:t>
            </w:r>
            <w:r>
              <w:t>4</w:t>
            </w:r>
            <w:r w:rsidRPr="0001631F">
              <w:t xml:space="preserve"> Plan trimming and cutting activities according to work order or instruction, harvesting and site plans and environmental conditions</w:t>
            </w:r>
          </w:p>
          <w:p w14:paraId="74441BF8" w14:textId="3BAED1A5" w:rsidR="00485266" w:rsidRDefault="00485266" w:rsidP="00485266">
            <w:pPr>
              <w:pStyle w:val="SIText"/>
            </w:pPr>
            <w:r w:rsidRPr="001F604F">
              <w:t>1.5 Consult</w:t>
            </w:r>
            <w:r w:rsidRPr="00485266">
              <w:t xml:space="preserve"> and maintain communication with team members and other appropriate personnel to ensure that work is coordinated effectively with others in the workplace</w:t>
            </w:r>
          </w:p>
          <w:p w14:paraId="29DF4034" w14:textId="5A20AA23" w:rsidR="008D7612" w:rsidRPr="00485266" w:rsidRDefault="0001631F" w:rsidP="00306CDA">
            <w:r>
              <w:t>1.</w:t>
            </w:r>
            <w:r w:rsidRPr="0001631F">
              <w:t>6 Select, fit and use personal protective equipment</w:t>
            </w:r>
          </w:p>
          <w:p w14:paraId="7A6ED6D1" w14:textId="2619A38E" w:rsidR="008D5F3E" w:rsidRPr="008D5F3E" w:rsidRDefault="00485266">
            <w:r w:rsidRPr="001F604F">
              <w:t>1.</w:t>
            </w:r>
            <w:r w:rsidR="0001631F">
              <w:t>7</w:t>
            </w:r>
            <w:r w:rsidR="0001631F" w:rsidRPr="001F604F">
              <w:t xml:space="preserve"> </w:t>
            </w:r>
            <w:r w:rsidRPr="001F604F">
              <w:t>Obtain tools</w:t>
            </w:r>
            <w:r w:rsidRPr="00485266">
              <w:t xml:space="preserve"> and equipment needed for the work</w:t>
            </w:r>
            <w:r w:rsidR="004D503A">
              <w:t>,</w:t>
            </w:r>
            <w:r w:rsidRPr="00485266">
              <w:t xml:space="preserve"> and check for correct operation and safety</w:t>
            </w:r>
          </w:p>
        </w:tc>
      </w:tr>
      <w:tr w:rsidR="008D5F3E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40A4556E" w:rsidR="008D5F3E" w:rsidRPr="008D5F3E" w:rsidRDefault="008D5F3E" w:rsidP="008D5F3E">
            <w:r w:rsidRPr="008D5F3E">
              <w:t xml:space="preserve">2. </w:t>
            </w:r>
            <w:r w:rsidR="0044423B">
              <w:t>A</w:t>
            </w:r>
            <w:r w:rsidRPr="008D5F3E">
              <w:t xml:space="preserve">ssess </w:t>
            </w:r>
            <w:r w:rsidR="00D12D8D">
              <w:t xml:space="preserve">felled </w:t>
            </w:r>
            <w:r w:rsidRPr="008D5F3E">
              <w:t>trees</w:t>
            </w:r>
            <w:r w:rsidR="0044423B" w:rsidRPr="008D5F3E">
              <w:t xml:space="preserve"> </w:t>
            </w:r>
            <w:r w:rsidR="0044423B">
              <w:t>v</w:t>
            </w:r>
            <w:r w:rsidR="0044423B" w:rsidRPr="008D5F3E">
              <w:t>isually</w:t>
            </w:r>
          </w:p>
        </w:tc>
        <w:tc>
          <w:tcPr>
            <w:tcW w:w="3604" w:type="pct"/>
            <w:shd w:val="clear" w:color="auto" w:fill="auto"/>
          </w:tcPr>
          <w:p w14:paraId="649BC3A2" w14:textId="072E9B89" w:rsidR="008D5F3E" w:rsidRPr="008D5F3E" w:rsidRDefault="008D5F3E" w:rsidP="008D5F3E">
            <w:r w:rsidRPr="008D5F3E">
              <w:t xml:space="preserve">2.1 </w:t>
            </w:r>
            <w:r w:rsidR="00D12D8D" w:rsidRPr="0021455B">
              <w:t xml:space="preserve">Inspect site for </w:t>
            </w:r>
            <w:r w:rsidR="00D12D8D" w:rsidRPr="00D12D8D">
              <w:t>conditions likely to affect safe implementation of trimming and cutting activities</w:t>
            </w:r>
          </w:p>
          <w:p w14:paraId="46AD0494" w14:textId="786295B1" w:rsidR="008D5F3E" w:rsidRPr="008D5F3E" w:rsidRDefault="008D5F3E" w:rsidP="008D5F3E">
            <w:r w:rsidRPr="008D5F3E">
              <w:t xml:space="preserve">2.2 </w:t>
            </w:r>
            <w:r w:rsidR="0001631F">
              <w:t>A</w:t>
            </w:r>
            <w:r w:rsidRPr="008D5F3E">
              <w:t xml:space="preserve">ssess </w:t>
            </w:r>
            <w:r w:rsidR="0097312A">
              <w:t xml:space="preserve">felled </w:t>
            </w:r>
            <w:r w:rsidRPr="008D5F3E">
              <w:t xml:space="preserve">trees </w:t>
            </w:r>
            <w:r w:rsidR="0001631F">
              <w:t>v</w:t>
            </w:r>
            <w:r w:rsidR="0001631F" w:rsidRPr="008D5F3E">
              <w:t xml:space="preserve">isually </w:t>
            </w:r>
            <w:r w:rsidR="0001631F">
              <w:t xml:space="preserve">to identify </w:t>
            </w:r>
            <w:r w:rsidRPr="008D5F3E">
              <w:t>defects, grades and recovery status</w:t>
            </w:r>
          </w:p>
          <w:p w14:paraId="76957CBA" w14:textId="133F2513" w:rsidR="008D5F3E" w:rsidRPr="008D5F3E" w:rsidRDefault="008D5F3E" w:rsidP="008D5F3E">
            <w:r w:rsidRPr="008D5F3E">
              <w:t xml:space="preserve">2.3 Assess </w:t>
            </w:r>
            <w:r w:rsidR="0097312A">
              <w:t xml:space="preserve">felled </w:t>
            </w:r>
            <w:r w:rsidRPr="008D5F3E">
              <w:t xml:space="preserve">trees for extraction </w:t>
            </w:r>
          </w:p>
          <w:p w14:paraId="31D6B05E" w14:textId="531C53C0" w:rsidR="008D5F3E" w:rsidRPr="008D5F3E" w:rsidRDefault="008D5F3E" w:rsidP="008D5F3E">
            <w:r w:rsidRPr="008D5F3E">
              <w:t xml:space="preserve">2.4 Mark </w:t>
            </w:r>
            <w:r w:rsidR="0097312A">
              <w:t xml:space="preserve">felled </w:t>
            </w:r>
            <w:r w:rsidRPr="008D5F3E">
              <w:t>trees too dangerous to cut safely</w:t>
            </w:r>
            <w:r w:rsidR="004D503A">
              <w:t>,</w:t>
            </w:r>
            <w:r w:rsidRPr="008D5F3E">
              <w:t xml:space="preserve"> and refer to appropriate personnel</w:t>
            </w:r>
          </w:p>
        </w:tc>
      </w:tr>
      <w:tr w:rsidR="008D5F3E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3E4DFF96" w:rsidR="008D5F3E" w:rsidRPr="008D5F3E" w:rsidRDefault="008D5F3E" w:rsidP="008D5F3E">
            <w:r w:rsidRPr="008D5F3E">
              <w:t>3. Plan cutting</w:t>
            </w:r>
            <w:r w:rsidR="003B7596">
              <w:t xml:space="preserve"> felled trees</w:t>
            </w:r>
          </w:p>
        </w:tc>
        <w:tc>
          <w:tcPr>
            <w:tcW w:w="3604" w:type="pct"/>
            <w:shd w:val="clear" w:color="auto" w:fill="auto"/>
          </w:tcPr>
          <w:p w14:paraId="0C298A4E" w14:textId="2E9A3FE0" w:rsidR="008D5F3E" w:rsidRPr="008D5F3E" w:rsidRDefault="008D5F3E" w:rsidP="008D5F3E">
            <w:r w:rsidRPr="008D5F3E">
              <w:t xml:space="preserve">3.1 Move or stabilise </w:t>
            </w:r>
            <w:r w:rsidR="0097312A">
              <w:t xml:space="preserve">felled </w:t>
            </w:r>
            <w:r w:rsidRPr="008D5F3E">
              <w:t xml:space="preserve">tree for safe cutting </w:t>
            </w:r>
            <w:r w:rsidR="00485266">
              <w:t>according to workplace</w:t>
            </w:r>
            <w:r w:rsidRPr="008D5F3E">
              <w:t xml:space="preserve"> procedures</w:t>
            </w:r>
          </w:p>
          <w:p w14:paraId="30AB9C5E" w14:textId="031A8527" w:rsidR="008D5F3E" w:rsidRPr="008D5F3E" w:rsidRDefault="008D5F3E" w:rsidP="008D5F3E">
            <w:r w:rsidRPr="008D5F3E">
              <w:t>3.2 Select cutting pattern to optimise time, volume recovery and quality</w:t>
            </w:r>
          </w:p>
          <w:p w14:paraId="429A874F" w14:textId="2B72D394" w:rsidR="008D5F3E" w:rsidRPr="008D5F3E" w:rsidRDefault="008D5F3E" w:rsidP="008D5F3E">
            <w:r w:rsidRPr="008D5F3E">
              <w:t>3.3 Plan cutting sequence to maintain control of cut sections and minimise cutting problems</w:t>
            </w:r>
          </w:p>
          <w:p w14:paraId="3D45AE47" w14:textId="006A872F" w:rsidR="008D5F3E" w:rsidRPr="008D5F3E" w:rsidRDefault="008D5F3E" w:rsidP="008D5F3E">
            <w:r w:rsidRPr="008D5F3E">
              <w:t xml:space="preserve">3.4 Select, measure and mark cutting positions </w:t>
            </w:r>
            <w:r w:rsidR="00485266">
              <w:t xml:space="preserve">according to workplace procedures </w:t>
            </w:r>
            <w:r w:rsidRPr="008D5F3E">
              <w:t>and industry standard lengths</w:t>
            </w:r>
          </w:p>
          <w:p w14:paraId="7DA0B64B" w14:textId="78BCA5A7" w:rsidR="008D5F3E" w:rsidRPr="008D5F3E" w:rsidRDefault="008D5F3E" w:rsidP="008D5F3E">
            <w:r w:rsidRPr="008D5F3E">
              <w:t>3.5 Clear debris from work area to allow safe access and prevent saw damage and personal injury</w:t>
            </w:r>
          </w:p>
        </w:tc>
      </w:tr>
      <w:tr w:rsidR="008D5F3E" w:rsidRPr="00963A46" w14:paraId="3392C4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90D08C" w14:textId="43F5D4DE" w:rsidR="008D5F3E" w:rsidRPr="008D5F3E" w:rsidRDefault="008D5F3E" w:rsidP="008D5F3E">
            <w:r w:rsidRPr="008D5F3E">
              <w:lastRenderedPageBreak/>
              <w:t xml:space="preserve">4. Use chainsaw to trim and cut </w:t>
            </w:r>
            <w:r w:rsidR="0097312A">
              <w:t xml:space="preserve">felled </w:t>
            </w:r>
            <w:r w:rsidRPr="008D5F3E">
              <w:t>trees</w:t>
            </w:r>
          </w:p>
        </w:tc>
        <w:tc>
          <w:tcPr>
            <w:tcW w:w="3604" w:type="pct"/>
            <w:shd w:val="clear" w:color="auto" w:fill="auto"/>
          </w:tcPr>
          <w:p w14:paraId="46084168" w14:textId="5E54C518" w:rsidR="008D5F3E" w:rsidRPr="008D5F3E" w:rsidRDefault="008D5F3E" w:rsidP="008D5F3E">
            <w:r w:rsidRPr="008D5F3E">
              <w:t>4.1 Monitor location and movement of other personnel</w:t>
            </w:r>
            <w:r w:rsidR="004D503A">
              <w:t>,</w:t>
            </w:r>
            <w:r w:rsidRPr="008D5F3E">
              <w:t xml:space="preserve"> and modify work to ensure safety</w:t>
            </w:r>
          </w:p>
          <w:p w14:paraId="3FBBA953" w14:textId="2924D1E7" w:rsidR="008D5F3E" w:rsidRPr="008D5F3E" w:rsidRDefault="008D5F3E" w:rsidP="008D5F3E">
            <w:r w:rsidRPr="008D5F3E">
              <w:t>4.</w:t>
            </w:r>
            <w:r w:rsidR="004D503A">
              <w:t>2</w:t>
            </w:r>
            <w:r w:rsidRPr="008D5F3E">
              <w:t xml:space="preserve"> Operate saw to cut </w:t>
            </w:r>
            <w:r w:rsidR="0097312A">
              <w:t xml:space="preserve">felled </w:t>
            </w:r>
            <w:r w:rsidRPr="008D5F3E">
              <w:t xml:space="preserve">tree and adjust cutting technique in response to movement and condition of </w:t>
            </w:r>
            <w:r w:rsidR="0097312A">
              <w:t xml:space="preserve">felled </w:t>
            </w:r>
            <w:r w:rsidRPr="008D5F3E">
              <w:t>tree</w:t>
            </w:r>
          </w:p>
          <w:p w14:paraId="1D5B9D63" w14:textId="049541FF" w:rsidR="008D5F3E" w:rsidRDefault="008D5F3E" w:rsidP="008D5F3E">
            <w:r w:rsidRPr="008D5F3E">
              <w:t>4.</w:t>
            </w:r>
            <w:r w:rsidR="004D503A">
              <w:t>3</w:t>
            </w:r>
            <w:r w:rsidRPr="008D5F3E">
              <w:t xml:space="preserve"> Complete cut once started and minimise capping and splitting</w:t>
            </w:r>
          </w:p>
          <w:p w14:paraId="17A3A650" w14:textId="51A1F5ED" w:rsidR="002C3112" w:rsidRPr="008D5F3E" w:rsidRDefault="002C3112" w:rsidP="008D5F3E">
            <w:r>
              <w:t>4.</w:t>
            </w:r>
            <w:r w:rsidR="004D503A">
              <w:t>4</w:t>
            </w:r>
            <w:r>
              <w:t xml:space="preserve"> Apply retrieval techniques for </w:t>
            </w:r>
            <w:r w:rsidRPr="001A2898">
              <w:t>stuck,</w:t>
            </w:r>
            <w:r w:rsidRPr="002C3112">
              <w:t xml:space="preserve"> </w:t>
            </w:r>
            <w:r w:rsidRPr="001A2898">
              <w:t>pinched or jammed part of chainsaws</w:t>
            </w:r>
          </w:p>
          <w:p w14:paraId="1D9D38A5" w14:textId="4D646561" w:rsidR="008D5F3E" w:rsidRPr="008D5F3E" w:rsidRDefault="008D5F3E" w:rsidP="00021E2E">
            <w:r w:rsidRPr="008D5F3E">
              <w:t>4.</w:t>
            </w:r>
            <w:r w:rsidR="004D503A">
              <w:t>5</w:t>
            </w:r>
            <w:r w:rsidR="002C3112" w:rsidRPr="008D5F3E">
              <w:t xml:space="preserve"> </w:t>
            </w:r>
            <w:r w:rsidRPr="008D5F3E">
              <w:t>Square cut butts, trim accessible branches</w:t>
            </w:r>
            <w:r w:rsidR="00B44B53">
              <w:t xml:space="preserve">, bumps and burls </w:t>
            </w:r>
            <w:r w:rsidRPr="008D5F3E">
              <w:t>and remove head of</w:t>
            </w:r>
            <w:r w:rsidR="0097312A">
              <w:t xml:space="preserve"> felled</w:t>
            </w:r>
            <w:r w:rsidRPr="008D5F3E">
              <w:t xml:space="preserve"> tree</w:t>
            </w:r>
          </w:p>
        </w:tc>
      </w:tr>
      <w:tr w:rsidR="008D5F3E" w:rsidRPr="00963A46" w14:paraId="1FC8DC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28CB6" w14:textId="25FA76EA" w:rsidR="008D5F3E" w:rsidRPr="008D5F3E" w:rsidRDefault="008D5F3E" w:rsidP="008D5F3E">
            <w:r w:rsidRPr="008D5F3E">
              <w:t>5.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14B0AA5B" w14:textId="419359DA" w:rsidR="008D5F3E" w:rsidRPr="008D5F3E" w:rsidRDefault="008D5F3E" w:rsidP="008D5F3E">
            <w:r w:rsidRPr="008D5F3E">
              <w:t>5.1 Inspect equipment on completion of trimming and cutting activities</w:t>
            </w:r>
            <w:r w:rsidR="00870144">
              <w:t xml:space="preserve"> </w:t>
            </w:r>
          </w:p>
          <w:p w14:paraId="58841323" w14:textId="6089D4CE" w:rsidR="008D5F3E" w:rsidRPr="008D5F3E" w:rsidRDefault="008D5F3E" w:rsidP="008D5F3E">
            <w:r w:rsidRPr="008D5F3E">
              <w:t xml:space="preserve">5.2 Follow </w:t>
            </w:r>
            <w:r w:rsidR="00A05768">
              <w:t xml:space="preserve">workplace </w:t>
            </w:r>
            <w:r w:rsidRPr="008D5F3E">
              <w:t>safety procedures to lock out equipment</w:t>
            </w:r>
          </w:p>
          <w:p w14:paraId="5DDF1AC0" w14:textId="7073FBD5" w:rsidR="008D5F3E" w:rsidRPr="008D5F3E" w:rsidRDefault="008D5F3E" w:rsidP="008D5F3E">
            <w:r w:rsidRPr="008D5F3E">
              <w:t>5.3 Check chain for bluntness or damage</w:t>
            </w:r>
          </w:p>
          <w:p w14:paraId="53122D50" w14:textId="636733E9" w:rsidR="008D5F3E" w:rsidRPr="008D5F3E" w:rsidRDefault="008D5F3E" w:rsidP="008D5F3E">
            <w:r w:rsidRPr="008D5F3E">
              <w:t xml:space="preserve">5.4 Remove, sharpen, adjust </w:t>
            </w:r>
            <w:r w:rsidR="00B44B53">
              <w:t>or</w:t>
            </w:r>
            <w:r w:rsidR="00B44B53" w:rsidRPr="008D5F3E">
              <w:t xml:space="preserve"> </w:t>
            </w:r>
            <w:r w:rsidRPr="008D5F3E">
              <w:t xml:space="preserve">replace chain and other components </w:t>
            </w:r>
            <w:r w:rsidR="00A05768">
              <w:t xml:space="preserve">according to </w:t>
            </w:r>
            <w:r w:rsidRPr="008D5F3E">
              <w:t>manufacturer</w:t>
            </w:r>
            <w:r w:rsidR="00A05768">
              <w:t xml:space="preserve"> </w:t>
            </w:r>
            <w:r w:rsidRPr="008D5F3E">
              <w:t>recommendations</w:t>
            </w:r>
            <w:r w:rsidR="00A05768">
              <w:t xml:space="preserve"> and workplace procedures</w:t>
            </w:r>
          </w:p>
          <w:p w14:paraId="312CD3DF" w14:textId="6072B559" w:rsidR="008D5F3E" w:rsidRPr="008D5F3E" w:rsidRDefault="008D5F3E" w:rsidP="008D5F3E">
            <w:r w:rsidRPr="008D5F3E">
              <w:t xml:space="preserve">5.5 </w:t>
            </w:r>
            <w:r w:rsidR="00870144">
              <w:t>R</w:t>
            </w:r>
            <w:r w:rsidRPr="008D5F3E">
              <w:t>eport production outcomes, equipment faults and maintenance requirements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021E2E">
        <w:trPr>
          <w:trHeight w:val="1106"/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5768" w:rsidRPr="00336FCA" w:rsidDel="00423CB2" w14:paraId="71B0B6D1" w14:textId="77777777" w:rsidTr="00CA2922">
        <w:tc>
          <w:tcPr>
            <w:tcW w:w="1396" w:type="pct"/>
          </w:tcPr>
          <w:p w14:paraId="1ADD138C" w14:textId="0474E19A" w:rsidR="00A05768" w:rsidRPr="00A05768" w:rsidRDefault="00A05768" w:rsidP="00A05768">
            <w:r w:rsidRPr="00CC790B">
              <w:t xml:space="preserve">Reading </w:t>
            </w:r>
          </w:p>
        </w:tc>
        <w:tc>
          <w:tcPr>
            <w:tcW w:w="3604" w:type="pct"/>
          </w:tcPr>
          <w:p w14:paraId="2E4394D0" w14:textId="5665C3A9" w:rsidR="00A05768" w:rsidRPr="00A05768" w:rsidRDefault="0001631F" w:rsidP="00A05768">
            <w:pPr>
              <w:pStyle w:val="SIBulletList1"/>
            </w:pPr>
            <w:r>
              <w:t>Interpret</w:t>
            </w:r>
            <w:r w:rsidRPr="00CC790B">
              <w:t xml:space="preserve"> </w:t>
            </w:r>
            <w:r w:rsidR="00A05768" w:rsidRPr="00CC790B">
              <w:t xml:space="preserve">workplace documentation </w:t>
            </w:r>
            <w:r>
              <w:t>to determine</w:t>
            </w:r>
            <w:r w:rsidR="005D1666">
              <w:t xml:space="preserve"> work</w:t>
            </w:r>
            <w:r w:rsidR="00A05768" w:rsidRPr="00CC790B">
              <w:t xml:space="preserve"> requirements</w:t>
            </w:r>
          </w:p>
        </w:tc>
      </w:tr>
      <w:tr w:rsidR="00A05768" w:rsidRPr="00336FCA" w:rsidDel="00423CB2" w14:paraId="0CC0E345" w14:textId="77777777" w:rsidTr="00CA2922">
        <w:tc>
          <w:tcPr>
            <w:tcW w:w="1396" w:type="pct"/>
          </w:tcPr>
          <w:p w14:paraId="5DB9DCA7" w14:textId="7A190B06" w:rsidR="00A05768" w:rsidRPr="00A05768" w:rsidRDefault="00A05768" w:rsidP="00A05768">
            <w:r w:rsidRPr="00CC790B">
              <w:t>Writing</w:t>
            </w:r>
          </w:p>
        </w:tc>
        <w:tc>
          <w:tcPr>
            <w:tcW w:w="3604" w:type="pct"/>
          </w:tcPr>
          <w:p w14:paraId="3E52E250" w14:textId="1BB6DED2" w:rsidR="00A05768" w:rsidRPr="00A05768" w:rsidRDefault="0001631F" w:rsidP="00A05768">
            <w:pPr>
              <w:pStyle w:val="SIBulletList1"/>
            </w:pPr>
            <w:r w:rsidRPr="0001631F">
              <w:rPr>
                <w:rFonts w:eastAsiaTheme="minorHAnsi"/>
              </w:rPr>
              <w:t xml:space="preserve">Use technical and </w:t>
            </w:r>
            <w:r w:rsidR="003B7596">
              <w:rPr>
                <w:rFonts w:eastAsiaTheme="minorHAnsi"/>
              </w:rPr>
              <w:t>workplace</w:t>
            </w:r>
            <w:r w:rsidR="003B7596" w:rsidRPr="0001631F">
              <w:rPr>
                <w:rFonts w:eastAsiaTheme="minorHAnsi"/>
              </w:rPr>
              <w:t xml:space="preserve"> </w:t>
            </w:r>
            <w:r w:rsidRPr="0001631F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A05768" w:rsidRPr="00336FCA" w:rsidDel="00423CB2" w14:paraId="5C4A6335" w14:textId="77777777" w:rsidTr="00CA2922">
        <w:tc>
          <w:tcPr>
            <w:tcW w:w="1396" w:type="pct"/>
          </w:tcPr>
          <w:p w14:paraId="5EDB7720" w14:textId="0D8DC3F1" w:rsidR="00A05768" w:rsidRPr="00A05768" w:rsidRDefault="00A05768" w:rsidP="00A05768">
            <w:r w:rsidRPr="00CC790B">
              <w:t>Oral communication</w:t>
            </w:r>
          </w:p>
        </w:tc>
        <w:tc>
          <w:tcPr>
            <w:tcW w:w="3604" w:type="pct"/>
          </w:tcPr>
          <w:p w14:paraId="2475F525" w14:textId="7811A5CF" w:rsidR="00A05768" w:rsidRPr="00A05768" w:rsidRDefault="00A05768" w:rsidP="002613BD">
            <w:pPr>
              <w:pStyle w:val="SIBulletList1"/>
            </w:pPr>
            <w:r>
              <w:t>A</w:t>
            </w:r>
            <w:r w:rsidRPr="00A05768">
              <w:t>sk questions and actively listen to clarify contents of work plans</w:t>
            </w:r>
          </w:p>
        </w:tc>
      </w:tr>
      <w:tr w:rsidR="00A05768" w:rsidRPr="00336FCA" w:rsidDel="00423CB2" w14:paraId="47F50590" w14:textId="77777777" w:rsidTr="00CA2922">
        <w:tc>
          <w:tcPr>
            <w:tcW w:w="1396" w:type="pct"/>
          </w:tcPr>
          <w:p w14:paraId="05506C0F" w14:textId="6689E9AC" w:rsidR="00A05768" w:rsidRPr="00A05768" w:rsidRDefault="00A05768" w:rsidP="00A05768">
            <w:r w:rsidRPr="00CC790B">
              <w:t>Numeracy</w:t>
            </w:r>
          </w:p>
        </w:tc>
        <w:tc>
          <w:tcPr>
            <w:tcW w:w="3604" w:type="pct"/>
          </w:tcPr>
          <w:p w14:paraId="794E3285" w14:textId="3A9B139F" w:rsidR="00A05768" w:rsidRPr="00A05768" w:rsidRDefault="00A05768" w:rsidP="00A05768">
            <w:pPr>
              <w:pStyle w:val="SIBulletList1"/>
            </w:pPr>
            <w:r w:rsidDel="00720606">
              <w:t>C</w:t>
            </w:r>
            <w:r w:rsidRPr="00A05768" w:rsidDel="00720606">
              <w:t xml:space="preserve">omplete routine calculations and report on size, length and diameter of cut </w:t>
            </w:r>
            <w:r w:rsidR="0097312A">
              <w:t xml:space="preserve">felled </w:t>
            </w:r>
            <w:r w:rsidRPr="00A05768" w:rsidDel="00720606">
              <w:t>trees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02A7A66D" w:rsidR="00A05768" w:rsidRPr="000754EC" w:rsidRDefault="00A05768" w:rsidP="00DC67DE">
            <w:pPr>
              <w:pStyle w:val="SIText"/>
            </w:pPr>
            <w:r w:rsidRPr="008D5F3E">
              <w:t>FWPHAR2</w:t>
            </w:r>
            <w:r w:rsidR="00DA53AE">
              <w:t>209</w:t>
            </w:r>
            <w:r w:rsidRPr="008D5F3E">
              <w:t xml:space="preserve"> Trim and cut harvested trees</w:t>
            </w:r>
          </w:p>
        </w:tc>
        <w:tc>
          <w:tcPr>
            <w:tcW w:w="1105" w:type="pct"/>
          </w:tcPr>
          <w:p w14:paraId="60098EE1" w14:textId="7E6D004B" w:rsidR="00A05768" w:rsidRPr="000754EC" w:rsidRDefault="008D5F3E" w:rsidP="00DC67DE">
            <w:pPr>
              <w:pStyle w:val="SIText"/>
            </w:pPr>
            <w:r w:rsidRPr="008D5F3E">
              <w:t>FWPHAR2207 Trim and cut harvested trees</w:t>
            </w:r>
          </w:p>
        </w:tc>
        <w:tc>
          <w:tcPr>
            <w:tcW w:w="1251" w:type="pct"/>
          </w:tcPr>
          <w:p w14:paraId="7995421F" w14:textId="77777777" w:rsidR="00746AE8" w:rsidRDefault="00746AE8" w:rsidP="00746AE8">
            <w:pPr>
              <w:pStyle w:val="SIText"/>
            </w:pPr>
            <w:r w:rsidRPr="00CD1B65">
              <w:t xml:space="preserve">Minor </w:t>
            </w:r>
            <w:r>
              <w:t>updates</w:t>
            </w:r>
            <w:r w:rsidRPr="00CD1B65">
              <w:t xml:space="preserve"> to Application and Knowledge Evidence</w:t>
            </w:r>
          </w:p>
          <w:p w14:paraId="6E16A0F6" w14:textId="77777777" w:rsidR="00746AE8" w:rsidRDefault="00746AE8" w:rsidP="00746AE8">
            <w:pPr>
              <w:pStyle w:val="SIText"/>
            </w:pPr>
            <w:r>
              <w:t>Re-</w:t>
            </w:r>
            <w:r w:rsidRPr="00CD1B65">
              <w:t>title</w:t>
            </w:r>
            <w:r>
              <w:t>d</w:t>
            </w:r>
            <w:r w:rsidRPr="00CD1B65">
              <w:t xml:space="preserve"> Element </w:t>
            </w:r>
          </w:p>
          <w:p w14:paraId="7529E763" w14:textId="77777777" w:rsidR="00746AE8" w:rsidRDefault="00746AE8" w:rsidP="00746AE8">
            <w:pPr>
              <w:pStyle w:val="SIText"/>
            </w:pPr>
            <w:r>
              <w:t>Added n</w:t>
            </w:r>
            <w:r w:rsidRPr="00CD1B65">
              <w:t xml:space="preserve">ew Performance Criteria </w:t>
            </w:r>
          </w:p>
          <w:p w14:paraId="69BB49BE" w14:textId="639EC210" w:rsidR="00041E59" w:rsidRPr="000754EC" w:rsidRDefault="00746AE8" w:rsidP="00746AE8">
            <w:pPr>
              <w:pStyle w:val="SIText"/>
            </w:pPr>
            <w:r>
              <w:t>Updated</w:t>
            </w:r>
            <w:r w:rsidRPr="00746AE8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5108EF77" w14:textId="17AEA5D6" w:rsidR="00916CD7" w:rsidRPr="000754EC" w:rsidRDefault="005E0486" w:rsidP="000754EC">
            <w:pPr>
              <w:pStyle w:val="SIText"/>
            </w:pPr>
            <w:r>
              <w:t>Equivalent</w:t>
            </w:r>
          </w:p>
        </w:tc>
      </w:tr>
    </w:tbl>
    <w:p w14:paraId="0CAB7DF5" w14:textId="1C6733C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DC67DE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C1C6C21" w14:textId="027A9326" w:rsidR="00F1480E" w:rsidRPr="000754EC" w:rsidRDefault="004D503A" w:rsidP="00E40225">
            <w:pPr>
              <w:pStyle w:val="SIText"/>
            </w:pPr>
            <w:r w:rsidRPr="004D503A">
              <w:t xml:space="preserve">Companion Volumes, including Implementation Guides, are available at </w:t>
            </w:r>
            <w:proofErr w:type="spellStart"/>
            <w:r w:rsidRPr="004D503A">
              <w:t>VETNet</w:t>
            </w:r>
            <w:proofErr w:type="spellEnd"/>
            <w:r w:rsidRPr="004D503A">
              <w:t xml:space="preserve">: </w:t>
            </w:r>
            <w:hyperlink r:id="rId11" w:history="1">
              <w:r w:rsidRPr="004D503A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77D8BC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D5F3E" w:rsidRPr="008D5F3E">
              <w:t>FWPHAR2</w:t>
            </w:r>
            <w:r w:rsidR="00DA53AE">
              <w:t>209</w:t>
            </w:r>
            <w:r w:rsidR="008D5F3E">
              <w:t xml:space="preserve"> </w:t>
            </w:r>
            <w:r w:rsidR="008D5F3E" w:rsidRPr="008D5F3E">
              <w:t>Trim and cut harvested trees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EC07C56" w14:textId="77777777" w:rsidR="00A05768" w:rsidRPr="00A05768" w:rsidRDefault="00A05768" w:rsidP="00A05768">
            <w:pPr>
              <w:pStyle w:val="SIText"/>
            </w:pPr>
            <w:r w:rsidRPr="00F15B01">
              <w:t>An individual demonstrating competency must satisfy all</w:t>
            </w:r>
            <w:r w:rsidRPr="00A05768">
              <w:t xml:space="preserve"> of the elements and performance criteria in this unit.</w:t>
            </w:r>
          </w:p>
          <w:p w14:paraId="396EEC99" w14:textId="77777777" w:rsidR="00A05768" w:rsidRDefault="00A05768" w:rsidP="00A05768">
            <w:pPr>
              <w:pStyle w:val="SIText"/>
            </w:pPr>
          </w:p>
          <w:p w14:paraId="72714B53" w14:textId="2A47DF4B" w:rsidR="000E7F89" w:rsidRDefault="00A05768" w:rsidP="008431C7">
            <w:pPr>
              <w:pStyle w:val="SIText"/>
            </w:pPr>
            <w:r w:rsidRPr="00F15B01">
              <w:t xml:space="preserve">There must be </w:t>
            </w:r>
            <w:r w:rsidRPr="00A05768">
              <w:t>evidence that the individual has</w:t>
            </w:r>
            <w:r w:rsidR="000E7F89">
              <w:t xml:space="preserve"> </w:t>
            </w:r>
            <w:r>
              <w:t xml:space="preserve">assessed, </w:t>
            </w:r>
            <w:r w:rsidRPr="00A05768">
              <w:t>planned and conducted the trimming and cutting of six felled trees</w:t>
            </w:r>
            <w:r w:rsidR="003B7596">
              <w:t xml:space="preserve"> using a chainsaw</w:t>
            </w:r>
            <w:r>
              <w:t xml:space="preserve"> to </w:t>
            </w:r>
            <w:r w:rsidRPr="008D5F3E">
              <w:t>optimise time, volume recovery and quality</w:t>
            </w:r>
            <w:r w:rsidR="000E7F89">
              <w:t>.</w:t>
            </w:r>
            <w:r>
              <w:t xml:space="preserve"> </w:t>
            </w:r>
          </w:p>
          <w:p w14:paraId="3AE67300" w14:textId="77777777" w:rsidR="000E7F89" w:rsidRDefault="000E7F89" w:rsidP="000E7F89">
            <w:pPr>
              <w:pStyle w:val="SIText"/>
            </w:pPr>
          </w:p>
          <w:p w14:paraId="71EB52FE" w14:textId="35A2A025" w:rsidR="000E7F89" w:rsidRDefault="00A05768" w:rsidP="008431C7">
            <w:pPr>
              <w:pStyle w:val="SIText"/>
            </w:pPr>
            <w:r w:rsidRPr="00A05768">
              <w:t>In performing this work</w:t>
            </w:r>
            <w:r w:rsidR="004D503A">
              <w:t>,</w:t>
            </w:r>
            <w:r w:rsidRPr="00A05768">
              <w:t xml:space="preserve"> the</w:t>
            </w:r>
            <w:r w:rsidR="000E7F89">
              <w:t>re must be evidence that the</w:t>
            </w:r>
            <w:r w:rsidRPr="00A05768">
              <w:t xml:space="preserve"> individual</w:t>
            </w:r>
            <w:r w:rsidR="000E7F89">
              <w:t>:</w:t>
            </w:r>
          </w:p>
          <w:p w14:paraId="5652DF68" w14:textId="6A227BA6" w:rsidR="00A05768" w:rsidRPr="00A05768" w:rsidRDefault="00A05768" w:rsidP="000E7F89">
            <w:pPr>
              <w:pStyle w:val="SIBulletList1"/>
            </w:pPr>
            <w:r w:rsidRPr="00A05768">
              <w:t>demonstrate</w:t>
            </w:r>
            <w:r w:rsidR="000E7F89">
              <w:t>d</w:t>
            </w:r>
            <w:r w:rsidRPr="00A05768">
              <w:t xml:space="preserve"> </w:t>
            </w:r>
            <w:r w:rsidR="000E7F89">
              <w:t>three or more cut types from the list below</w:t>
            </w:r>
            <w:r w:rsidRPr="00A05768">
              <w:t>:</w:t>
            </w:r>
          </w:p>
          <w:p w14:paraId="44517B03" w14:textId="77777777" w:rsidR="00A05768" w:rsidRPr="00A05768" w:rsidRDefault="00A05768" w:rsidP="00A05768">
            <w:pPr>
              <w:pStyle w:val="SIBulletList2"/>
            </w:pPr>
            <w:r w:rsidRPr="00025E44">
              <w:t>bridging cuts</w:t>
            </w:r>
          </w:p>
          <w:p w14:paraId="04E900F4" w14:textId="77777777" w:rsidR="00A05768" w:rsidRPr="00A05768" w:rsidRDefault="00A05768" w:rsidP="00A05768">
            <w:pPr>
              <w:pStyle w:val="SIBulletList2"/>
            </w:pPr>
            <w:r w:rsidRPr="00025E44">
              <w:t>swinging cuts</w:t>
            </w:r>
          </w:p>
          <w:p w14:paraId="79D64277" w14:textId="77777777" w:rsidR="00A05768" w:rsidRPr="00A05768" w:rsidRDefault="00A05768" w:rsidP="00A05768">
            <w:pPr>
              <w:pStyle w:val="SIBulletList2"/>
            </w:pPr>
            <w:r w:rsidRPr="00025E44">
              <w:t>side bind cuts</w:t>
            </w:r>
          </w:p>
          <w:p w14:paraId="2BC0C76B" w14:textId="22762E49" w:rsidR="00A05768" w:rsidRPr="00A05768" w:rsidRDefault="00A05768" w:rsidP="00A05768">
            <w:pPr>
              <w:pStyle w:val="SIBulletList2"/>
            </w:pPr>
            <w:r w:rsidRPr="00025E44">
              <w:t>boring</w:t>
            </w:r>
            <w:r w:rsidR="00323DE3">
              <w:t xml:space="preserve"> cuts</w:t>
            </w:r>
          </w:p>
          <w:p w14:paraId="1DAF14D6" w14:textId="09B57DC4" w:rsidR="00A05768" w:rsidRPr="00A05768" w:rsidRDefault="00A05768" w:rsidP="00A05768">
            <w:pPr>
              <w:pStyle w:val="SIBulletList2"/>
            </w:pPr>
            <w:r w:rsidRPr="00025E44">
              <w:t>wedge cut</w:t>
            </w:r>
            <w:r w:rsidR="00C95A55">
              <w:t>s</w:t>
            </w:r>
          </w:p>
          <w:p w14:paraId="60BF1BB9" w14:textId="6BAE5306" w:rsidR="00A05768" w:rsidRDefault="00A05768" w:rsidP="00A05768">
            <w:pPr>
              <w:pStyle w:val="SIBulletList2"/>
            </w:pPr>
            <w:r w:rsidRPr="00025E44">
              <w:t>ripping cuts</w:t>
            </w:r>
          </w:p>
          <w:p w14:paraId="19B3F4CF" w14:textId="386FF764" w:rsidR="00490E76" w:rsidRPr="00A05768" w:rsidRDefault="00490E76" w:rsidP="00A05768">
            <w:pPr>
              <w:pStyle w:val="SIBulletList2"/>
            </w:pPr>
            <w:r>
              <w:t>step cuts</w:t>
            </w:r>
          </w:p>
          <w:p w14:paraId="3C7CAA71" w14:textId="0AB3DEE4" w:rsidR="000E7F89" w:rsidRDefault="003B7596" w:rsidP="00D12D8D">
            <w:pPr>
              <w:pStyle w:val="SIBulletList1"/>
            </w:pPr>
            <w:r w:rsidRPr="00A05768">
              <w:t>follow</w:t>
            </w:r>
            <w:r w:rsidR="000E7F89">
              <w:t>ed</w:t>
            </w:r>
            <w:r w:rsidRPr="00A05768">
              <w:t xml:space="preserve"> workplace policy and procedures</w:t>
            </w:r>
            <w:r w:rsidR="000E7F89">
              <w:t>,</w:t>
            </w:r>
            <w:r w:rsidRPr="00A05768">
              <w:t xml:space="preserve"> current workplace health and safety legislation, regulations and related industry standards and codes of practice applicable to </w:t>
            </w:r>
            <w:r w:rsidRPr="003B7596">
              <w:t>cutting felled tree operations</w:t>
            </w:r>
          </w:p>
          <w:p w14:paraId="1B35CB00" w14:textId="42AE86F8" w:rsidR="00556C4C" w:rsidRPr="000754EC" w:rsidRDefault="00D12D8D" w:rsidP="00D12D8D">
            <w:pPr>
              <w:pStyle w:val="SIBulletList1"/>
            </w:pPr>
            <w:r w:rsidRPr="004955F6">
              <w:t>check</w:t>
            </w:r>
            <w:r w:rsidRPr="00D12D8D">
              <w:t>ed and sharpened</w:t>
            </w:r>
            <w:r w:rsidR="00B44B53">
              <w:t xml:space="preserve"> </w:t>
            </w:r>
            <w:r w:rsidR="00B44B53" w:rsidRPr="00A60BDE">
              <w:t>or changed a saw chain on one occasion</w:t>
            </w:r>
            <w:r w:rsidRPr="00D12D8D">
              <w:t xml:space="preserve"> according to manufacturer instructions.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759B8E60" w14:textId="77777777" w:rsidR="00B64181" w:rsidRPr="00B64181" w:rsidRDefault="00B64181" w:rsidP="00B64181">
            <w:r w:rsidRPr="00846759">
              <w:t xml:space="preserve">An individual must be able </w:t>
            </w:r>
            <w:r w:rsidRPr="00B64181">
              <w:t>to demonstrate the knowledge required to perform the tasks outlined in the</w:t>
            </w:r>
          </w:p>
          <w:p w14:paraId="6BB1E3F2" w14:textId="77777777" w:rsidR="00B64181" w:rsidRPr="00B64181" w:rsidRDefault="00B64181" w:rsidP="00B64181">
            <w:r w:rsidRPr="00846759">
              <w:t>elements</w:t>
            </w:r>
            <w:r w:rsidRPr="00B64181">
              <w:t xml:space="preserve"> and performance criteria of this unit. This includes knowledge of:</w:t>
            </w:r>
          </w:p>
          <w:p w14:paraId="05559088" w14:textId="4267ADB3" w:rsidR="00B64181" w:rsidRPr="00B64181" w:rsidRDefault="00B64181" w:rsidP="00870144">
            <w:pPr>
              <w:pStyle w:val="SIBulletList1"/>
            </w:pPr>
            <w:r w:rsidRPr="00E21F80">
              <w:t>chainsaw cutting techniques</w:t>
            </w:r>
            <w:r w:rsidR="003B7596">
              <w:t xml:space="preserve"> used to trim and cut felled trees</w:t>
            </w:r>
            <w:r w:rsidRPr="00E21F80">
              <w:t>:</w:t>
            </w:r>
          </w:p>
          <w:p w14:paraId="3E96567F" w14:textId="0F7FB020" w:rsidR="00B64181" w:rsidRPr="00B64181" w:rsidRDefault="00B64181" w:rsidP="00C95A55">
            <w:pPr>
              <w:pStyle w:val="SIBulletList2"/>
            </w:pPr>
            <w:r w:rsidRPr="00E21F80">
              <w:t>bridging cut</w:t>
            </w:r>
          </w:p>
          <w:p w14:paraId="28811C9B" w14:textId="30947266" w:rsidR="00B64181" w:rsidRPr="00B64181" w:rsidRDefault="00B64181" w:rsidP="00C95A55">
            <w:pPr>
              <w:pStyle w:val="SIBulletList2"/>
            </w:pPr>
            <w:r w:rsidRPr="00E21F80">
              <w:t>swinging cut</w:t>
            </w:r>
          </w:p>
          <w:p w14:paraId="7C33314F" w14:textId="49F5846D" w:rsidR="00B64181" w:rsidRPr="00B64181" w:rsidRDefault="00B64181" w:rsidP="00C95A55">
            <w:pPr>
              <w:pStyle w:val="SIBulletList2"/>
            </w:pPr>
            <w:r w:rsidRPr="00E21F80">
              <w:t>side bind cut</w:t>
            </w:r>
          </w:p>
          <w:p w14:paraId="0052125D" w14:textId="1B6B8008" w:rsidR="00B64181" w:rsidRPr="00B64181" w:rsidRDefault="00B64181" w:rsidP="00C95A55">
            <w:pPr>
              <w:pStyle w:val="SIBulletList2"/>
            </w:pPr>
            <w:r w:rsidRPr="00E21F80">
              <w:t>boring</w:t>
            </w:r>
            <w:r w:rsidR="00323DE3">
              <w:t xml:space="preserve"> cut</w:t>
            </w:r>
          </w:p>
          <w:p w14:paraId="67972431" w14:textId="334B71B8" w:rsidR="00B64181" w:rsidRDefault="00B64181" w:rsidP="00C95A55">
            <w:pPr>
              <w:pStyle w:val="SIBulletList2"/>
            </w:pPr>
            <w:r w:rsidRPr="00E21F80">
              <w:t>wedge cut</w:t>
            </w:r>
          </w:p>
          <w:p w14:paraId="78A1049C" w14:textId="77777777" w:rsidR="00C95A55" w:rsidRDefault="00C95A55" w:rsidP="00C95A55">
            <w:pPr>
              <w:pStyle w:val="SIBulletList2"/>
            </w:pPr>
            <w:r>
              <w:t>ripping cut</w:t>
            </w:r>
          </w:p>
          <w:p w14:paraId="486E2BF0" w14:textId="02A65724" w:rsidR="00C95A55" w:rsidRPr="00B64181" w:rsidRDefault="00C95A55" w:rsidP="00C95A55">
            <w:pPr>
              <w:pStyle w:val="SIBulletList2"/>
            </w:pPr>
            <w:r>
              <w:t xml:space="preserve">step cut </w:t>
            </w:r>
          </w:p>
          <w:p w14:paraId="6D03C55E" w14:textId="59B94597" w:rsidR="00C95A55" w:rsidRPr="00C95A55" w:rsidRDefault="00C95A55" w:rsidP="00C95A55">
            <w:pPr>
              <w:pStyle w:val="SIBulletList1"/>
            </w:pPr>
            <w:r w:rsidRPr="00C95A55">
              <w:t>felled tree stresses and how they affect tree cutting activities</w:t>
            </w:r>
            <w:r w:rsidR="00C17820">
              <w:t>:</w:t>
            </w:r>
          </w:p>
          <w:p w14:paraId="44B787F5" w14:textId="77777777" w:rsidR="00C95A55" w:rsidRPr="00C95A55" w:rsidRDefault="00C95A55" w:rsidP="00C95A55">
            <w:pPr>
              <w:pStyle w:val="SIBulletList2"/>
            </w:pPr>
            <w:r w:rsidRPr="00C95A55">
              <w:t>tension (fibres being stretched)</w:t>
            </w:r>
          </w:p>
          <w:p w14:paraId="4FE78F8E" w14:textId="77777777" w:rsidR="00C95A55" w:rsidRPr="00C95A55" w:rsidRDefault="00C95A55" w:rsidP="00C95A55">
            <w:pPr>
              <w:pStyle w:val="SIBulletList2"/>
            </w:pPr>
            <w:r w:rsidRPr="00C95A55">
              <w:t>compression (fibres being squashed)</w:t>
            </w:r>
          </w:p>
          <w:p w14:paraId="20620FC5" w14:textId="55CB65AD" w:rsidR="00C95A55" w:rsidRDefault="00C95A55" w:rsidP="00021E2E">
            <w:pPr>
              <w:pStyle w:val="SIBulletList2"/>
            </w:pPr>
            <w:r w:rsidRPr="00C95A55">
              <w:t>neutral fibres</w:t>
            </w:r>
          </w:p>
          <w:p w14:paraId="65C9A946" w14:textId="33AFA133" w:rsidR="005D1666" w:rsidRPr="005D1666" w:rsidRDefault="005D1666" w:rsidP="005D1666">
            <w:pPr>
              <w:pStyle w:val="SIBulletList1"/>
            </w:pPr>
            <w:r>
              <w:t xml:space="preserve">optimisation in </w:t>
            </w:r>
            <w:r w:rsidR="00323DE3">
              <w:t>trimming and cutting</w:t>
            </w:r>
            <w:r>
              <w:t xml:space="preserve"> operations</w:t>
            </w:r>
            <w:r w:rsidR="00C17820">
              <w:t>:</w:t>
            </w:r>
          </w:p>
          <w:p w14:paraId="046FC87C" w14:textId="77777777" w:rsidR="005D1666" w:rsidRPr="005D1666" w:rsidRDefault="005D1666" w:rsidP="005D1666">
            <w:pPr>
              <w:pStyle w:val="SIBulletList2"/>
            </w:pPr>
            <w:r>
              <w:t>time</w:t>
            </w:r>
          </w:p>
          <w:p w14:paraId="4F6AFFA8" w14:textId="77777777" w:rsidR="005D1666" w:rsidRPr="005D1666" w:rsidRDefault="005D1666" w:rsidP="005D1666">
            <w:pPr>
              <w:pStyle w:val="SIBulletList2"/>
            </w:pPr>
            <w:r>
              <w:t>value recovery</w:t>
            </w:r>
          </w:p>
          <w:p w14:paraId="56DEBC3A" w14:textId="4C06F946" w:rsidR="005D1666" w:rsidRPr="005D1666" w:rsidRDefault="005D1666" w:rsidP="005D1666">
            <w:pPr>
              <w:pStyle w:val="SIBulletList2"/>
            </w:pPr>
            <w:r>
              <w:t xml:space="preserve">manageable removal of </w:t>
            </w:r>
            <w:r w:rsidR="00323DE3">
              <w:t>logs</w:t>
            </w:r>
          </w:p>
          <w:p w14:paraId="3CA68F19" w14:textId="6ADEA8B7" w:rsidR="00B64181" w:rsidRPr="00B64181" w:rsidRDefault="00B64181" w:rsidP="00B64181">
            <w:pPr>
              <w:pStyle w:val="SIBulletList1"/>
            </w:pPr>
            <w:r>
              <w:t xml:space="preserve">cutting </w:t>
            </w:r>
            <w:r w:rsidRPr="00B64181">
              <w:t xml:space="preserve">patterns used to optimise time and recovery of product from </w:t>
            </w:r>
            <w:r w:rsidR="0097312A">
              <w:t xml:space="preserve">felled </w:t>
            </w:r>
            <w:r w:rsidRPr="00B64181">
              <w:t>trees</w:t>
            </w:r>
          </w:p>
          <w:p w14:paraId="5CCC748B" w14:textId="77777777" w:rsidR="00B64181" w:rsidRPr="00B64181" w:rsidRDefault="00B64181" w:rsidP="00B64181">
            <w:pPr>
              <w:pStyle w:val="SIBulletList1"/>
            </w:pPr>
            <w:r w:rsidRPr="00E21F80">
              <w:t>cutting sequences used to maintain control of cut sections and minimise cutting problems</w:t>
            </w:r>
          </w:p>
          <w:p w14:paraId="6891D2EC" w14:textId="14DEB631" w:rsidR="00B64181" w:rsidRPr="00B64181" w:rsidRDefault="00870144" w:rsidP="00021E2E">
            <w:pPr>
              <w:pStyle w:val="SIBulletList1"/>
            </w:pPr>
            <w:r>
              <w:t xml:space="preserve">hazards and risks associated with site conditions and effects on chainsaw operations </w:t>
            </w:r>
          </w:p>
          <w:p w14:paraId="38FEE896" w14:textId="7F659CFF" w:rsidR="00B64181" w:rsidRPr="00B64181" w:rsidRDefault="00870144" w:rsidP="00021E2E">
            <w:pPr>
              <w:pStyle w:val="SIBulletList1"/>
            </w:pPr>
            <w:r>
              <w:t xml:space="preserve">methods to identify and explain how timber defects may affect the chainsaw operation </w:t>
            </w:r>
          </w:p>
          <w:p w14:paraId="262D8ED9" w14:textId="6DD47854" w:rsidR="00B64181" w:rsidRPr="00B64181" w:rsidRDefault="00B64181" w:rsidP="00B64181">
            <w:pPr>
              <w:pStyle w:val="SIBulletList1"/>
            </w:pPr>
            <w:r w:rsidRPr="00E21F80">
              <w:t>industry standard</w:t>
            </w:r>
            <w:r w:rsidR="003A1571">
              <w:t>s</w:t>
            </w:r>
            <w:r w:rsidRPr="00E21F80">
              <w:t>:</w:t>
            </w:r>
          </w:p>
          <w:p w14:paraId="3CCDD1D4" w14:textId="77777777" w:rsidR="00B64181" w:rsidRPr="00B64181" w:rsidRDefault="00B64181" w:rsidP="00B64181">
            <w:pPr>
              <w:pStyle w:val="SIBulletList2"/>
            </w:pPr>
            <w:r w:rsidRPr="00E21F80">
              <w:t>lengths and tolerances and applicable terminology</w:t>
            </w:r>
          </w:p>
          <w:p w14:paraId="3EF7984B" w14:textId="77777777" w:rsidR="00B64181" w:rsidRPr="00B64181" w:rsidRDefault="00B64181" w:rsidP="00B64181">
            <w:pPr>
              <w:pStyle w:val="SIBulletList2"/>
            </w:pPr>
            <w:r w:rsidRPr="00E21F80">
              <w:t>grades for log and applicable terminology</w:t>
            </w:r>
          </w:p>
          <w:p w14:paraId="3B9A4CC3" w14:textId="77777777" w:rsidR="00B64181" w:rsidRPr="00B64181" w:rsidRDefault="00B64181" w:rsidP="00B64181">
            <w:pPr>
              <w:pStyle w:val="SIBulletList1"/>
            </w:pPr>
            <w:r w:rsidRPr="00E21F80">
              <w:t>methods for assessing chain condition</w:t>
            </w:r>
          </w:p>
          <w:p w14:paraId="297FB4AD" w14:textId="0B192881" w:rsidR="00B64181" w:rsidRPr="00B64181" w:rsidRDefault="003A1571" w:rsidP="00B64181">
            <w:pPr>
              <w:pStyle w:val="SIBulletList1"/>
            </w:pPr>
            <w:r>
              <w:t>workplace</w:t>
            </w:r>
            <w:r w:rsidRPr="00E21F80">
              <w:t xml:space="preserve"> </w:t>
            </w:r>
            <w:r w:rsidR="00B64181" w:rsidRPr="00E21F80">
              <w:t xml:space="preserve">policies and </w:t>
            </w:r>
            <w:r w:rsidR="00B64181" w:rsidRPr="00B64181">
              <w:t>procedures specific to tree trimming and cutting activities:</w:t>
            </w:r>
          </w:p>
          <w:p w14:paraId="2343108A" w14:textId="29B7124C" w:rsidR="00B64181" w:rsidRPr="00B64181" w:rsidRDefault="00B64181" w:rsidP="00B64181">
            <w:pPr>
              <w:pStyle w:val="SIBulletList2"/>
            </w:pPr>
            <w:r w:rsidRPr="00E21F80">
              <w:t>workplace health and safety</w:t>
            </w:r>
            <w:r w:rsidR="00C17820">
              <w:t>,</w:t>
            </w:r>
            <w:r w:rsidRPr="00E21F80">
              <w:t xml:space="preserve"> with particular emphasis on equipment lock</w:t>
            </w:r>
            <w:r w:rsidR="00C17820">
              <w:t>-</w:t>
            </w:r>
            <w:r w:rsidRPr="00E21F80">
              <w:t>out</w:t>
            </w:r>
            <w:r w:rsidR="0001631F">
              <w:t xml:space="preserve">, </w:t>
            </w:r>
            <w:r w:rsidRPr="00E21F80">
              <w:t>use of personal protective equipment</w:t>
            </w:r>
            <w:r w:rsidR="00CB63C2">
              <w:t xml:space="preserve"> (PPE)</w:t>
            </w:r>
            <w:r w:rsidR="0001631F">
              <w:t xml:space="preserve"> and safe manual handling</w:t>
            </w:r>
          </w:p>
          <w:p w14:paraId="5EDE40BE" w14:textId="77777777" w:rsidR="00B64181" w:rsidRPr="00B64181" w:rsidRDefault="00B64181" w:rsidP="00B64181">
            <w:pPr>
              <w:pStyle w:val="SIBulletList2"/>
            </w:pPr>
            <w:r w:rsidRPr="00E21F80">
              <w:t>communication reporting lines</w:t>
            </w:r>
          </w:p>
          <w:p w14:paraId="0F66A539" w14:textId="4BDC8139" w:rsidR="00B64181" w:rsidRDefault="00B64181" w:rsidP="00B64181">
            <w:pPr>
              <w:pStyle w:val="SIBulletList2"/>
            </w:pPr>
            <w:r w:rsidRPr="00E21F80">
              <w:t>recording and reporting production outcomes, equipment faults and maintenance requirements</w:t>
            </w:r>
          </w:p>
          <w:p w14:paraId="65564105" w14:textId="065A5CDF" w:rsidR="00323DE3" w:rsidRDefault="001E6C4E" w:rsidP="00B64181">
            <w:pPr>
              <w:pStyle w:val="SIBulletList2"/>
            </w:pPr>
            <w:r>
              <w:t xml:space="preserve">codes </w:t>
            </w:r>
            <w:r w:rsidR="00323DE3">
              <w:t xml:space="preserve">of </w:t>
            </w:r>
            <w:r>
              <w:t>practice</w:t>
            </w:r>
          </w:p>
          <w:p w14:paraId="61B6D8CF" w14:textId="2C54D683" w:rsidR="00323DE3" w:rsidRPr="00B64181" w:rsidRDefault="001E6C4E" w:rsidP="00B64181">
            <w:pPr>
              <w:pStyle w:val="SIBulletList2"/>
            </w:pPr>
            <w:r>
              <w:lastRenderedPageBreak/>
              <w:t>harvest plans</w:t>
            </w:r>
          </w:p>
          <w:p w14:paraId="6FDD3A45" w14:textId="6CE09EF3" w:rsidR="00B64181" w:rsidRPr="00B64181" w:rsidRDefault="00B64181" w:rsidP="00B64181">
            <w:pPr>
              <w:pStyle w:val="SIBulletList1"/>
            </w:pPr>
            <w:r w:rsidRPr="00E21F80">
              <w:t xml:space="preserve">environmental protection practices for </w:t>
            </w:r>
            <w:r w:rsidR="001E6C4E">
              <w:t>harvesting operations</w:t>
            </w:r>
            <w:r w:rsidRPr="00E21F80">
              <w:t>:</w:t>
            </w:r>
          </w:p>
          <w:p w14:paraId="15115C9C" w14:textId="77777777" w:rsidR="00B64181" w:rsidRPr="00B64181" w:rsidRDefault="00B64181" w:rsidP="00B64181">
            <w:pPr>
              <w:pStyle w:val="SIBulletList2"/>
            </w:pPr>
            <w:r w:rsidRPr="00E21F80">
              <w:t>soil and water protection</w:t>
            </w:r>
          </w:p>
          <w:p w14:paraId="08CD1377" w14:textId="77777777" w:rsidR="00B64181" w:rsidRPr="00B64181" w:rsidRDefault="00B64181" w:rsidP="00B64181">
            <w:pPr>
              <w:pStyle w:val="SIBulletList2"/>
            </w:pPr>
            <w:r w:rsidRPr="00E21F80">
              <w:t>cleaning plant, tools and equipment</w:t>
            </w:r>
          </w:p>
          <w:p w14:paraId="0BF4178F" w14:textId="3E707613" w:rsidR="00F1480E" w:rsidRPr="000754EC" w:rsidRDefault="00B64181" w:rsidP="00B64181">
            <w:pPr>
              <w:pStyle w:val="SIBulletList2"/>
            </w:pPr>
            <w:r w:rsidRPr="00E21F80">
              <w:t>disposing of, recycling and reusing timber and other waste</w:t>
            </w:r>
            <w:r w:rsidRPr="00B64181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471006F1" w14:textId="373D5D93" w:rsidR="00A05768" w:rsidRPr="00A05768" w:rsidRDefault="00A05768" w:rsidP="00A05768">
            <w:r w:rsidRPr="00255F28">
              <w:t xml:space="preserve">Assessment of </w:t>
            </w:r>
            <w:r w:rsidR="007A1239">
              <w:t xml:space="preserve">the </w:t>
            </w:r>
            <w:r w:rsidRPr="00255F28">
              <w:t>skills</w:t>
            </w:r>
            <w:r w:rsidR="007A1239">
              <w:t xml:space="preserve"> for this unit of competency</w:t>
            </w:r>
            <w:r w:rsidRPr="00255F28">
              <w:t xml:space="preserve"> must take place under the </w:t>
            </w:r>
            <w:r w:rsidRPr="00A05768">
              <w:t>following conditions:</w:t>
            </w:r>
          </w:p>
          <w:p w14:paraId="4CE7362C" w14:textId="77777777" w:rsidR="00A05768" w:rsidRPr="00A05768" w:rsidRDefault="00A05768" w:rsidP="00A05768">
            <w:pPr>
              <w:pStyle w:val="SIBulletList1"/>
            </w:pPr>
            <w:r w:rsidRPr="00255F28">
              <w:t>physical conditions:</w:t>
            </w:r>
            <w:r w:rsidRPr="00A05768">
              <w:t xml:space="preserve"> </w:t>
            </w:r>
          </w:p>
          <w:p w14:paraId="5D162208" w14:textId="47EE7881" w:rsidR="00A05768" w:rsidRPr="00A05768" w:rsidRDefault="00A05768" w:rsidP="00A05768">
            <w:pPr>
              <w:pStyle w:val="SIBulletList2"/>
            </w:pPr>
            <w:r>
              <w:t>c</w:t>
            </w:r>
            <w:r w:rsidRPr="00A05768">
              <w:t xml:space="preserve">ompetency is to be assessed in </w:t>
            </w:r>
            <w:r w:rsidR="003B7596">
              <w:t>a commercial forest operation</w:t>
            </w:r>
            <w:r w:rsidRPr="00A05768">
              <w:t xml:space="preserve"> or a simulated environment that accurately reflects performance in a real workplace setting</w:t>
            </w:r>
          </w:p>
          <w:p w14:paraId="352463E6" w14:textId="77777777" w:rsidR="00A05768" w:rsidRPr="00A05768" w:rsidRDefault="00A05768" w:rsidP="00A05768">
            <w:pPr>
              <w:pStyle w:val="SIBulletList1"/>
            </w:pPr>
            <w:r w:rsidRPr="00255F28">
              <w:t>resources, equipment and materials:</w:t>
            </w:r>
          </w:p>
          <w:p w14:paraId="501943F9" w14:textId="77777777" w:rsidR="00A05768" w:rsidRPr="00A05768" w:rsidRDefault="00A05768" w:rsidP="00A05768">
            <w:pPr>
              <w:pStyle w:val="SIBulletList2"/>
            </w:pPr>
            <w:r w:rsidRPr="00025E44">
              <w:t>chainsaw and accessories</w:t>
            </w:r>
            <w:bookmarkStart w:id="0" w:name="_GoBack"/>
            <w:bookmarkEnd w:id="0"/>
          </w:p>
          <w:p w14:paraId="745183FE" w14:textId="77777777" w:rsidR="00A05768" w:rsidRPr="00A05768" w:rsidRDefault="00A05768" w:rsidP="00A05768">
            <w:pPr>
              <w:pStyle w:val="SIBulletList2"/>
            </w:pPr>
            <w:r w:rsidRPr="00025E44">
              <w:t xml:space="preserve">suitable </w:t>
            </w:r>
            <w:r w:rsidRPr="00A05768">
              <w:t>felled trees to trim and cut</w:t>
            </w:r>
          </w:p>
          <w:p w14:paraId="76418D9F" w14:textId="77777777" w:rsidR="00A05768" w:rsidRPr="00A05768" w:rsidRDefault="00A05768" w:rsidP="00A05768">
            <w:pPr>
              <w:pStyle w:val="SIBulletList2"/>
            </w:pPr>
            <w:r>
              <w:t>PPE</w:t>
            </w:r>
            <w:r w:rsidRPr="00A05768">
              <w:t xml:space="preserve"> required in trimming and cutting felled trees </w:t>
            </w:r>
          </w:p>
          <w:p w14:paraId="4BE311C2" w14:textId="77777777" w:rsidR="00A05768" w:rsidRPr="00A05768" w:rsidRDefault="00A05768" w:rsidP="00A05768">
            <w:pPr>
              <w:pStyle w:val="SIBulletList2"/>
            </w:pPr>
            <w:r w:rsidRPr="00025E44">
              <w:t>communication system</w:t>
            </w:r>
          </w:p>
          <w:p w14:paraId="6E1071E7" w14:textId="77777777" w:rsidR="00A05768" w:rsidRPr="00A05768" w:rsidRDefault="00A05768" w:rsidP="00A05768">
            <w:pPr>
              <w:pStyle w:val="SIBulletList1"/>
            </w:pPr>
            <w:r w:rsidRPr="00255F28">
              <w:t>specifications:</w:t>
            </w:r>
          </w:p>
          <w:p w14:paraId="07EE8AC1" w14:textId="5170626F" w:rsidR="00A05768" w:rsidRPr="00A05768" w:rsidRDefault="00A05768" w:rsidP="00A05768">
            <w:pPr>
              <w:pStyle w:val="SIBulletList2"/>
            </w:pPr>
            <w:r w:rsidRPr="00025E44">
              <w:t xml:space="preserve">access to work order or instruction detailing </w:t>
            </w:r>
            <w:r w:rsidRPr="00A05768">
              <w:t>cutting and trimming operations to be carried out by</w:t>
            </w:r>
            <w:r w:rsidR="00004BF4">
              <w:t xml:space="preserve"> chainsaw</w:t>
            </w:r>
            <w:r w:rsidRPr="00A05768">
              <w:t xml:space="preserve"> operator</w:t>
            </w:r>
          </w:p>
          <w:p w14:paraId="654DCDE0" w14:textId="149C63DC" w:rsidR="00A05768" w:rsidRPr="00A05768" w:rsidRDefault="00A05768" w:rsidP="00A05768">
            <w:pPr>
              <w:pStyle w:val="SIBulletList2"/>
            </w:pPr>
            <w:r w:rsidRPr="00025E44">
              <w:t xml:space="preserve">access to workplace </w:t>
            </w:r>
            <w:r w:rsidR="0001631F">
              <w:t xml:space="preserve">safety and environmental protecting </w:t>
            </w:r>
            <w:r w:rsidRPr="00025E44">
              <w:t xml:space="preserve">policies and procedures applicable to </w:t>
            </w:r>
            <w:r w:rsidRPr="00A05768">
              <w:t>trimming and cutting operations and chainsaw use</w:t>
            </w:r>
          </w:p>
          <w:p w14:paraId="031FF45D" w14:textId="25EC5B93" w:rsidR="00A05768" w:rsidRPr="00A05768" w:rsidRDefault="00A05768" w:rsidP="00A05768">
            <w:pPr>
              <w:pStyle w:val="SIBulletList2"/>
            </w:pPr>
            <w:r w:rsidRPr="00025E44">
              <w:t>access to workplace standard operating procedures or operator manual for chainsaws.</w:t>
            </w:r>
          </w:p>
          <w:p w14:paraId="125FBEDC" w14:textId="77777777" w:rsidR="00A05768" w:rsidRDefault="00A05768" w:rsidP="00A05768"/>
          <w:p w14:paraId="6A9482A4" w14:textId="67056345" w:rsidR="00F1480E" w:rsidRPr="008D5F3E" w:rsidRDefault="00A05768" w:rsidP="002613BD"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7781DFD4" w:rsidR="00F1480E" w:rsidRPr="000754EC" w:rsidRDefault="00C17820" w:rsidP="000754EC">
            <w:pPr>
              <w:pStyle w:val="SIText"/>
            </w:pPr>
            <w:r w:rsidRPr="00C17820">
              <w:t xml:space="preserve">Companion Volumes, including Implementation Guides, are available at </w:t>
            </w:r>
            <w:proofErr w:type="spellStart"/>
            <w:r w:rsidRPr="00C17820">
              <w:t>VETNet</w:t>
            </w:r>
            <w:proofErr w:type="spellEnd"/>
            <w:r w:rsidRPr="00C17820">
              <w:t xml:space="preserve">: </w:t>
            </w:r>
            <w:hyperlink r:id="rId12" w:history="1">
              <w:r w:rsidRPr="00C17820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A855" w16cex:dateUtc="2020-06-07T07:54:00Z"/>
  <w16cex:commentExtensible w16cex:durableId="2287A8DA" w16cex:dateUtc="2020-06-07T07:56:00Z"/>
  <w16cex:commentExtensible w16cex:durableId="2287A9C5" w16cex:dateUtc="2020-06-07T08:00:00Z"/>
  <w16cex:commentExtensible w16cex:durableId="2287A8FA" w16cex:dateUtc="2020-06-07T07:57:00Z"/>
  <w16cex:commentExtensible w16cex:durableId="2287A94C" w16cex:dateUtc="2020-06-07T07:58:00Z"/>
  <w16cex:commentExtensible w16cex:durableId="2287A98D" w16cex:dateUtc="2020-06-07T07:59:00Z"/>
  <w16cex:commentExtensible w16cex:durableId="2287A99E" w16cex:dateUtc="2020-06-07T07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F2723" w14:textId="77777777" w:rsidR="00526F6A" w:rsidRDefault="00526F6A" w:rsidP="00BF3F0A">
      <w:r>
        <w:separator/>
      </w:r>
    </w:p>
    <w:p w14:paraId="52BD44E7" w14:textId="77777777" w:rsidR="00526F6A" w:rsidRDefault="00526F6A"/>
  </w:endnote>
  <w:endnote w:type="continuationSeparator" w:id="0">
    <w:p w14:paraId="7533DF65" w14:textId="77777777" w:rsidR="00526F6A" w:rsidRDefault="00526F6A" w:rsidP="00BF3F0A">
      <w:r>
        <w:continuationSeparator/>
      </w:r>
    </w:p>
    <w:p w14:paraId="620E2106" w14:textId="77777777" w:rsidR="00526F6A" w:rsidRDefault="00526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1239">
          <w:rPr>
            <w:noProof/>
          </w:rPr>
          <w:t>4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A9CE2" w14:textId="77777777" w:rsidR="00526F6A" w:rsidRDefault="00526F6A" w:rsidP="00BF3F0A">
      <w:r>
        <w:separator/>
      </w:r>
    </w:p>
    <w:p w14:paraId="5FF13A47" w14:textId="77777777" w:rsidR="00526F6A" w:rsidRDefault="00526F6A"/>
  </w:footnote>
  <w:footnote w:type="continuationSeparator" w:id="0">
    <w:p w14:paraId="2605F6E4" w14:textId="77777777" w:rsidR="00526F6A" w:rsidRDefault="00526F6A" w:rsidP="00BF3F0A">
      <w:r>
        <w:continuationSeparator/>
      </w:r>
    </w:p>
    <w:p w14:paraId="4DDD4692" w14:textId="77777777" w:rsidR="00526F6A" w:rsidRDefault="00526F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6F86F" w14:textId="2B35C36C" w:rsidR="008D5F3E" w:rsidRPr="008D5F3E" w:rsidRDefault="008D5F3E" w:rsidP="008D5F3E">
    <w:r w:rsidRPr="008D5F3E">
      <w:t>FWPHAR2</w:t>
    </w:r>
    <w:r w:rsidR="00DA53AE">
      <w:t>209</w:t>
    </w:r>
    <w:r w:rsidR="00DC67DE">
      <w:t xml:space="preserve"> </w:t>
    </w:r>
    <w:r w:rsidRPr="008D5F3E">
      <w:t>Trim and cut harvested trees </w:t>
    </w:r>
  </w:p>
  <w:p w14:paraId="13435017" w14:textId="77777777" w:rsidR="009C2650" w:rsidRPr="008D5F3E" w:rsidRDefault="009C2650" w:rsidP="008D5F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F317E"/>
    <w:multiLevelType w:val="multilevel"/>
    <w:tmpl w:val="BD62E3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62477D2"/>
    <w:multiLevelType w:val="multilevel"/>
    <w:tmpl w:val="ECB0B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8F4127"/>
    <w:multiLevelType w:val="multilevel"/>
    <w:tmpl w:val="56B61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5527D6"/>
    <w:multiLevelType w:val="multilevel"/>
    <w:tmpl w:val="C9BCD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D16130"/>
    <w:multiLevelType w:val="multilevel"/>
    <w:tmpl w:val="831C6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252726"/>
    <w:multiLevelType w:val="multilevel"/>
    <w:tmpl w:val="3E408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F612F"/>
    <w:multiLevelType w:val="multilevel"/>
    <w:tmpl w:val="1304E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67044CC"/>
    <w:multiLevelType w:val="multilevel"/>
    <w:tmpl w:val="0C4E4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464A7E"/>
    <w:multiLevelType w:val="multilevel"/>
    <w:tmpl w:val="ED08F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6A4863"/>
    <w:multiLevelType w:val="multilevel"/>
    <w:tmpl w:val="86665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290E2D"/>
    <w:multiLevelType w:val="multilevel"/>
    <w:tmpl w:val="F788D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1301C9"/>
    <w:multiLevelType w:val="multilevel"/>
    <w:tmpl w:val="33CA4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60AE8"/>
    <w:multiLevelType w:val="multilevel"/>
    <w:tmpl w:val="4D5C1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88642F"/>
    <w:multiLevelType w:val="multilevel"/>
    <w:tmpl w:val="5ED21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F34F03"/>
    <w:multiLevelType w:val="multilevel"/>
    <w:tmpl w:val="D1286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DB18FF"/>
    <w:multiLevelType w:val="multilevel"/>
    <w:tmpl w:val="4F4E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8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6"/>
  </w:num>
  <w:num w:numId="10">
    <w:abstractNumId w:val="18"/>
  </w:num>
  <w:num w:numId="11">
    <w:abstractNumId w:val="25"/>
  </w:num>
  <w:num w:numId="12">
    <w:abstractNumId w:val="20"/>
  </w:num>
  <w:num w:numId="13">
    <w:abstractNumId w:val="30"/>
  </w:num>
  <w:num w:numId="14">
    <w:abstractNumId w:val="6"/>
  </w:num>
  <w:num w:numId="15">
    <w:abstractNumId w:val="7"/>
  </w:num>
  <w:num w:numId="16">
    <w:abstractNumId w:val="32"/>
  </w:num>
  <w:num w:numId="17">
    <w:abstractNumId w:val="17"/>
  </w:num>
  <w:num w:numId="18">
    <w:abstractNumId w:val="1"/>
  </w:num>
  <w:num w:numId="19">
    <w:abstractNumId w:val="14"/>
  </w:num>
  <w:num w:numId="20">
    <w:abstractNumId w:val="10"/>
  </w:num>
  <w:num w:numId="21">
    <w:abstractNumId w:val="15"/>
  </w:num>
  <w:num w:numId="22">
    <w:abstractNumId w:val="34"/>
  </w:num>
  <w:num w:numId="23">
    <w:abstractNumId w:val="33"/>
  </w:num>
  <w:num w:numId="24">
    <w:abstractNumId w:val="23"/>
  </w:num>
  <w:num w:numId="25">
    <w:abstractNumId w:val="27"/>
  </w:num>
  <w:num w:numId="26">
    <w:abstractNumId w:val="9"/>
  </w:num>
  <w:num w:numId="27">
    <w:abstractNumId w:val="19"/>
  </w:num>
  <w:num w:numId="28">
    <w:abstractNumId w:val="3"/>
  </w:num>
  <w:num w:numId="29">
    <w:abstractNumId w:val="29"/>
  </w:num>
  <w:num w:numId="30">
    <w:abstractNumId w:val="22"/>
  </w:num>
  <w:num w:numId="31">
    <w:abstractNumId w:val="13"/>
  </w:num>
  <w:num w:numId="32">
    <w:abstractNumId w:val="21"/>
  </w:num>
  <w:num w:numId="33">
    <w:abstractNumId w:val="24"/>
  </w:num>
  <w:num w:numId="34">
    <w:abstractNumId w:val="3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2sjQwMrIwNjExMTBV0lEKTi0uzszPAykwNK8FADqos/stAAAA"/>
  </w:docVars>
  <w:rsids>
    <w:rsidRoot w:val="00AB5133"/>
    <w:rsid w:val="000014B9"/>
    <w:rsid w:val="00004BF4"/>
    <w:rsid w:val="00005A15"/>
    <w:rsid w:val="0001108F"/>
    <w:rsid w:val="000115E2"/>
    <w:rsid w:val="000126D0"/>
    <w:rsid w:val="0001296A"/>
    <w:rsid w:val="0001631F"/>
    <w:rsid w:val="00016803"/>
    <w:rsid w:val="00021E2E"/>
    <w:rsid w:val="00023992"/>
    <w:rsid w:val="000275AE"/>
    <w:rsid w:val="00041E59"/>
    <w:rsid w:val="00064BFE"/>
    <w:rsid w:val="00070B3E"/>
    <w:rsid w:val="00071F95"/>
    <w:rsid w:val="00072D3E"/>
    <w:rsid w:val="000737BB"/>
    <w:rsid w:val="00074E47"/>
    <w:rsid w:val="000754EC"/>
    <w:rsid w:val="0009093B"/>
    <w:rsid w:val="000A5441"/>
    <w:rsid w:val="000C149A"/>
    <w:rsid w:val="000C224E"/>
    <w:rsid w:val="000D6AEB"/>
    <w:rsid w:val="000E25E6"/>
    <w:rsid w:val="000E2C86"/>
    <w:rsid w:val="000E7F89"/>
    <w:rsid w:val="000F29F2"/>
    <w:rsid w:val="000F636F"/>
    <w:rsid w:val="00101659"/>
    <w:rsid w:val="001056DA"/>
    <w:rsid w:val="00105AEA"/>
    <w:rsid w:val="001078BF"/>
    <w:rsid w:val="00113811"/>
    <w:rsid w:val="0012439E"/>
    <w:rsid w:val="00133957"/>
    <w:rsid w:val="001372F6"/>
    <w:rsid w:val="00144385"/>
    <w:rsid w:val="00146EEC"/>
    <w:rsid w:val="00151D55"/>
    <w:rsid w:val="00151D93"/>
    <w:rsid w:val="00156EF3"/>
    <w:rsid w:val="00167D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6C4E"/>
    <w:rsid w:val="001F2BA5"/>
    <w:rsid w:val="001F308D"/>
    <w:rsid w:val="001F4664"/>
    <w:rsid w:val="001F5E10"/>
    <w:rsid w:val="00201A7C"/>
    <w:rsid w:val="0021210E"/>
    <w:rsid w:val="0021414D"/>
    <w:rsid w:val="00223124"/>
    <w:rsid w:val="00233143"/>
    <w:rsid w:val="00234444"/>
    <w:rsid w:val="00242293"/>
    <w:rsid w:val="00244EA7"/>
    <w:rsid w:val="0024524D"/>
    <w:rsid w:val="0025514A"/>
    <w:rsid w:val="002613BD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3112"/>
    <w:rsid w:val="002C55E9"/>
    <w:rsid w:val="002D0C8B"/>
    <w:rsid w:val="002D330A"/>
    <w:rsid w:val="002E170C"/>
    <w:rsid w:val="002E193E"/>
    <w:rsid w:val="00305EFF"/>
    <w:rsid w:val="00306CDA"/>
    <w:rsid w:val="00310A6A"/>
    <w:rsid w:val="003144E6"/>
    <w:rsid w:val="00323DE3"/>
    <w:rsid w:val="00337E82"/>
    <w:rsid w:val="00346FDC"/>
    <w:rsid w:val="00350BB1"/>
    <w:rsid w:val="00352C83"/>
    <w:rsid w:val="00357832"/>
    <w:rsid w:val="00364B15"/>
    <w:rsid w:val="00366805"/>
    <w:rsid w:val="0037067D"/>
    <w:rsid w:val="00370F61"/>
    <w:rsid w:val="00373436"/>
    <w:rsid w:val="0038735B"/>
    <w:rsid w:val="003916D1"/>
    <w:rsid w:val="003A1571"/>
    <w:rsid w:val="003A21F0"/>
    <w:rsid w:val="003A277F"/>
    <w:rsid w:val="003A58BA"/>
    <w:rsid w:val="003A5AE7"/>
    <w:rsid w:val="003A7221"/>
    <w:rsid w:val="003B3493"/>
    <w:rsid w:val="003B7596"/>
    <w:rsid w:val="003C13AE"/>
    <w:rsid w:val="003D2E73"/>
    <w:rsid w:val="003E72B6"/>
    <w:rsid w:val="003E7BBE"/>
    <w:rsid w:val="003F4072"/>
    <w:rsid w:val="004127E3"/>
    <w:rsid w:val="0043212E"/>
    <w:rsid w:val="00434366"/>
    <w:rsid w:val="00434ECE"/>
    <w:rsid w:val="0044423B"/>
    <w:rsid w:val="00444423"/>
    <w:rsid w:val="00452F3E"/>
    <w:rsid w:val="004640AE"/>
    <w:rsid w:val="00464CDF"/>
    <w:rsid w:val="004679E3"/>
    <w:rsid w:val="00475172"/>
    <w:rsid w:val="004758B0"/>
    <w:rsid w:val="004832D2"/>
    <w:rsid w:val="00485266"/>
    <w:rsid w:val="00485559"/>
    <w:rsid w:val="00490E76"/>
    <w:rsid w:val="004A142B"/>
    <w:rsid w:val="004A3860"/>
    <w:rsid w:val="004A44E8"/>
    <w:rsid w:val="004A581D"/>
    <w:rsid w:val="004A7706"/>
    <w:rsid w:val="004A77E3"/>
    <w:rsid w:val="004B29B7"/>
    <w:rsid w:val="004B4167"/>
    <w:rsid w:val="004B6DEC"/>
    <w:rsid w:val="004B7A28"/>
    <w:rsid w:val="004C2244"/>
    <w:rsid w:val="004C79A1"/>
    <w:rsid w:val="004D0D5F"/>
    <w:rsid w:val="004D1569"/>
    <w:rsid w:val="004D44B1"/>
    <w:rsid w:val="004D503A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14D"/>
    <w:rsid w:val="005145AB"/>
    <w:rsid w:val="00520E9A"/>
    <w:rsid w:val="005248C1"/>
    <w:rsid w:val="00526134"/>
    <w:rsid w:val="00526F6A"/>
    <w:rsid w:val="005405B2"/>
    <w:rsid w:val="005415DE"/>
    <w:rsid w:val="005427C8"/>
    <w:rsid w:val="005446D1"/>
    <w:rsid w:val="005472EF"/>
    <w:rsid w:val="005478CD"/>
    <w:rsid w:val="00556C4C"/>
    <w:rsid w:val="00557369"/>
    <w:rsid w:val="00564ADD"/>
    <w:rsid w:val="005708EB"/>
    <w:rsid w:val="00571E96"/>
    <w:rsid w:val="00575BC6"/>
    <w:rsid w:val="00583902"/>
    <w:rsid w:val="005A07F0"/>
    <w:rsid w:val="005A1D70"/>
    <w:rsid w:val="005A3AA5"/>
    <w:rsid w:val="005A63C0"/>
    <w:rsid w:val="005A6C9C"/>
    <w:rsid w:val="005A74DC"/>
    <w:rsid w:val="005B5146"/>
    <w:rsid w:val="005B5FB6"/>
    <w:rsid w:val="005D1666"/>
    <w:rsid w:val="005D1AFD"/>
    <w:rsid w:val="005E0486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6520F"/>
    <w:rsid w:val="00677412"/>
    <w:rsid w:val="00684EA3"/>
    <w:rsid w:val="00686A49"/>
    <w:rsid w:val="00687B62"/>
    <w:rsid w:val="00690C44"/>
    <w:rsid w:val="006969D9"/>
    <w:rsid w:val="006A055B"/>
    <w:rsid w:val="006A2B68"/>
    <w:rsid w:val="006C2F32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AE8"/>
    <w:rsid w:val="007474E7"/>
    <w:rsid w:val="00752C75"/>
    <w:rsid w:val="00757005"/>
    <w:rsid w:val="00761DBE"/>
    <w:rsid w:val="0076523B"/>
    <w:rsid w:val="00771B60"/>
    <w:rsid w:val="00781ABA"/>
    <w:rsid w:val="00781D77"/>
    <w:rsid w:val="00783549"/>
    <w:rsid w:val="007860B7"/>
    <w:rsid w:val="00786DC8"/>
    <w:rsid w:val="007A0A17"/>
    <w:rsid w:val="007A1239"/>
    <w:rsid w:val="007A300D"/>
    <w:rsid w:val="007D5A78"/>
    <w:rsid w:val="007E3BD1"/>
    <w:rsid w:val="007E58B4"/>
    <w:rsid w:val="007F1563"/>
    <w:rsid w:val="007F1EB2"/>
    <w:rsid w:val="007F2375"/>
    <w:rsid w:val="007F44DB"/>
    <w:rsid w:val="007F5A8B"/>
    <w:rsid w:val="008033FE"/>
    <w:rsid w:val="00805D9C"/>
    <w:rsid w:val="008108C6"/>
    <w:rsid w:val="00817D51"/>
    <w:rsid w:val="00823530"/>
    <w:rsid w:val="00823FF4"/>
    <w:rsid w:val="00830267"/>
    <w:rsid w:val="008306E7"/>
    <w:rsid w:val="008322BE"/>
    <w:rsid w:val="00834BC8"/>
    <w:rsid w:val="00837FD6"/>
    <w:rsid w:val="008431C7"/>
    <w:rsid w:val="00845F9C"/>
    <w:rsid w:val="00847B60"/>
    <w:rsid w:val="00850243"/>
    <w:rsid w:val="00851BE5"/>
    <w:rsid w:val="008545EB"/>
    <w:rsid w:val="008547E9"/>
    <w:rsid w:val="00865011"/>
    <w:rsid w:val="00870144"/>
    <w:rsid w:val="00877C52"/>
    <w:rsid w:val="00886790"/>
    <w:rsid w:val="008908DE"/>
    <w:rsid w:val="008A12ED"/>
    <w:rsid w:val="008A39D3"/>
    <w:rsid w:val="008B2C77"/>
    <w:rsid w:val="008B4AD2"/>
    <w:rsid w:val="008B7138"/>
    <w:rsid w:val="008D5F3E"/>
    <w:rsid w:val="008D7612"/>
    <w:rsid w:val="008E260C"/>
    <w:rsid w:val="008E39BE"/>
    <w:rsid w:val="008E62EC"/>
    <w:rsid w:val="008F32F6"/>
    <w:rsid w:val="008F6701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12A"/>
    <w:rsid w:val="00997BFC"/>
    <w:rsid w:val="009A5900"/>
    <w:rsid w:val="009A6E6C"/>
    <w:rsid w:val="009A6F3F"/>
    <w:rsid w:val="009B331A"/>
    <w:rsid w:val="009C2650"/>
    <w:rsid w:val="009C695A"/>
    <w:rsid w:val="009D15E2"/>
    <w:rsid w:val="009D15FE"/>
    <w:rsid w:val="009D5D2C"/>
    <w:rsid w:val="009F0DCC"/>
    <w:rsid w:val="009F11CA"/>
    <w:rsid w:val="009F44A7"/>
    <w:rsid w:val="00A05768"/>
    <w:rsid w:val="00A0695B"/>
    <w:rsid w:val="00A13052"/>
    <w:rsid w:val="00A216A8"/>
    <w:rsid w:val="00A223A6"/>
    <w:rsid w:val="00A22A0A"/>
    <w:rsid w:val="00A3639E"/>
    <w:rsid w:val="00A5092E"/>
    <w:rsid w:val="00A554D6"/>
    <w:rsid w:val="00A56E14"/>
    <w:rsid w:val="00A5715E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16CE7"/>
    <w:rsid w:val="00B22C67"/>
    <w:rsid w:val="00B30634"/>
    <w:rsid w:val="00B3508F"/>
    <w:rsid w:val="00B443EE"/>
    <w:rsid w:val="00B44B53"/>
    <w:rsid w:val="00B560C8"/>
    <w:rsid w:val="00B61150"/>
    <w:rsid w:val="00B64181"/>
    <w:rsid w:val="00B65BC7"/>
    <w:rsid w:val="00B746B9"/>
    <w:rsid w:val="00B848D4"/>
    <w:rsid w:val="00B865B7"/>
    <w:rsid w:val="00B91054"/>
    <w:rsid w:val="00BA1CB1"/>
    <w:rsid w:val="00BA269D"/>
    <w:rsid w:val="00BA4178"/>
    <w:rsid w:val="00BA482D"/>
    <w:rsid w:val="00BB1755"/>
    <w:rsid w:val="00BB23F4"/>
    <w:rsid w:val="00BC5075"/>
    <w:rsid w:val="00BC5419"/>
    <w:rsid w:val="00BD3B0F"/>
    <w:rsid w:val="00BE3366"/>
    <w:rsid w:val="00BF1D4C"/>
    <w:rsid w:val="00BF3F0A"/>
    <w:rsid w:val="00BF768B"/>
    <w:rsid w:val="00C13175"/>
    <w:rsid w:val="00C143C3"/>
    <w:rsid w:val="00C1739B"/>
    <w:rsid w:val="00C17820"/>
    <w:rsid w:val="00C21ADE"/>
    <w:rsid w:val="00C26067"/>
    <w:rsid w:val="00C30A29"/>
    <w:rsid w:val="00C317DC"/>
    <w:rsid w:val="00C540A7"/>
    <w:rsid w:val="00C578E9"/>
    <w:rsid w:val="00C70626"/>
    <w:rsid w:val="00C72860"/>
    <w:rsid w:val="00C7310A"/>
    <w:rsid w:val="00C73582"/>
    <w:rsid w:val="00C739AA"/>
    <w:rsid w:val="00C73B90"/>
    <w:rsid w:val="00C742EC"/>
    <w:rsid w:val="00C95A55"/>
    <w:rsid w:val="00C96AF3"/>
    <w:rsid w:val="00C97CCC"/>
    <w:rsid w:val="00CA0274"/>
    <w:rsid w:val="00CB63C2"/>
    <w:rsid w:val="00CB746F"/>
    <w:rsid w:val="00CC0327"/>
    <w:rsid w:val="00CC451E"/>
    <w:rsid w:val="00CD4E9D"/>
    <w:rsid w:val="00CD4F4D"/>
    <w:rsid w:val="00CE1516"/>
    <w:rsid w:val="00CE7D19"/>
    <w:rsid w:val="00CF0CF5"/>
    <w:rsid w:val="00CF2B3E"/>
    <w:rsid w:val="00D0201F"/>
    <w:rsid w:val="00D035F3"/>
    <w:rsid w:val="00D03685"/>
    <w:rsid w:val="00D07D4E"/>
    <w:rsid w:val="00D115AA"/>
    <w:rsid w:val="00D12D8D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AE"/>
    <w:rsid w:val="00DA53B5"/>
    <w:rsid w:val="00DA662B"/>
    <w:rsid w:val="00DC11AC"/>
    <w:rsid w:val="00DC1D69"/>
    <w:rsid w:val="00DC5A3A"/>
    <w:rsid w:val="00DC67DE"/>
    <w:rsid w:val="00DD0726"/>
    <w:rsid w:val="00DE17F6"/>
    <w:rsid w:val="00E01D4D"/>
    <w:rsid w:val="00E238E6"/>
    <w:rsid w:val="00E2543B"/>
    <w:rsid w:val="00E35064"/>
    <w:rsid w:val="00E3681D"/>
    <w:rsid w:val="00E40225"/>
    <w:rsid w:val="00E40288"/>
    <w:rsid w:val="00E501F0"/>
    <w:rsid w:val="00E6166D"/>
    <w:rsid w:val="00E77A72"/>
    <w:rsid w:val="00E91BFF"/>
    <w:rsid w:val="00E92933"/>
    <w:rsid w:val="00E943A9"/>
    <w:rsid w:val="00E94FAD"/>
    <w:rsid w:val="00E957EB"/>
    <w:rsid w:val="00EB0AA4"/>
    <w:rsid w:val="00EB5C88"/>
    <w:rsid w:val="00EB7772"/>
    <w:rsid w:val="00EC0469"/>
    <w:rsid w:val="00ED2171"/>
    <w:rsid w:val="00EF01F8"/>
    <w:rsid w:val="00EF40EF"/>
    <w:rsid w:val="00EF47FE"/>
    <w:rsid w:val="00EF70A1"/>
    <w:rsid w:val="00F069BD"/>
    <w:rsid w:val="00F130CE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8D5F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10453CF-DE88-4BA2-BF8C-8EE240C5EFA2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334778-0868-46B9-8664-70888D01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280</TotalTime>
  <Pages>5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66</cp:revision>
  <cp:lastPrinted>2016-05-27T05:21:00Z</cp:lastPrinted>
  <dcterms:created xsi:type="dcterms:W3CDTF">2019-07-21T23:08:00Z</dcterms:created>
  <dcterms:modified xsi:type="dcterms:W3CDTF">2020-06-17T02:49:00Z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