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3213EE44" w:rsidR="00A301E0" w:rsidRPr="00536741" w:rsidRDefault="004C6F46" w:rsidP="00536741">
            <w:pPr>
              <w:pStyle w:val="SISSCODE"/>
            </w:pPr>
            <w:r>
              <w:t>AMPSS00071</w:t>
            </w:r>
          </w:p>
        </w:tc>
        <w:tc>
          <w:tcPr>
            <w:tcW w:w="3604" w:type="pct"/>
            <w:shd w:val="clear" w:color="auto" w:fill="auto"/>
          </w:tcPr>
          <w:p w14:paraId="359290D8" w14:textId="2A14463D" w:rsidR="00A301E0" w:rsidRPr="00536741" w:rsidRDefault="000D6048" w:rsidP="00536741">
            <w:pPr>
              <w:pStyle w:val="SISStitle"/>
            </w:pPr>
            <w:r>
              <w:t xml:space="preserve">Poultry Processing Boning and Filleting </w:t>
            </w:r>
            <w:r w:rsidR="0032076E" w:rsidRPr="0032076E">
              <w:t>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3AF8C1EE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4C6F46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4FA1BB24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32076E">
              <w:t>bone and fillet poultry to customer specifications in a poultry processing premises.</w:t>
            </w:r>
            <w:r w:rsidR="00A06EF2">
              <w:t xml:space="preserve">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6DB17923" w:rsidR="00890663" w:rsidRPr="00536741" w:rsidRDefault="00890663" w:rsidP="00536741">
            <w:pPr>
              <w:pStyle w:val="SIText"/>
            </w:pPr>
            <w:r>
              <w:t xml:space="preserve">No </w:t>
            </w:r>
            <w:r w:rsidRPr="00536741">
              <w:t>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  <w:bookmarkStart w:id="0" w:name="_GoBack"/>
            <w:bookmarkEnd w:id="0"/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FB3E485" w14:textId="77777777" w:rsidR="0032076E" w:rsidRPr="0032076E" w:rsidRDefault="0032076E" w:rsidP="0032076E">
            <w:pPr>
              <w:pStyle w:val="SIBulletList1"/>
            </w:pPr>
            <w:r w:rsidRPr="0032076E">
              <w:t>AMPCOR201 Maintain personal equipment</w:t>
            </w:r>
          </w:p>
          <w:p w14:paraId="6352B960" w14:textId="77777777" w:rsidR="0032076E" w:rsidRPr="0032076E" w:rsidRDefault="0032076E" w:rsidP="0032076E">
            <w:pPr>
              <w:pStyle w:val="SIBulletList1"/>
            </w:pPr>
            <w:r w:rsidRPr="0032076E">
              <w:t>AMPCOR202 Apply hygiene and sanitation practices</w:t>
            </w:r>
          </w:p>
          <w:p w14:paraId="779E89D6" w14:textId="77777777" w:rsidR="0032076E" w:rsidRPr="0032076E" w:rsidRDefault="0032076E" w:rsidP="0032076E">
            <w:pPr>
              <w:pStyle w:val="SIBulletList1"/>
            </w:pPr>
            <w:r w:rsidRPr="0032076E">
              <w:t>AMPCOR203 Comply with Quality Assurance and HACCP requirements</w:t>
            </w:r>
          </w:p>
          <w:p w14:paraId="181AE183" w14:textId="77777777" w:rsidR="0032076E" w:rsidRPr="0032076E" w:rsidRDefault="0032076E" w:rsidP="0032076E">
            <w:pPr>
              <w:pStyle w:val="SIBulletList1"/>
            </w:pPr>
            <w:r w:rsidRPr="0032076E">
              <w:t>AMPCOR204 Follow safe work policies and procedures</w:t>
            </w:r>
          </w:p>
          <w:p w14:paraId="5A4A215A" w14:textId="77777777" w:rsidR="0032076E" w:rsidRPr="0032076E" w:rsidRDefault="0032076E" w:rsidP="0032076E">
            <w:pPr>
              <w:pStyle w:val="SIBulletList1"/>
            </w:pPr>
            <w:r w:rsidRPr="0032076E">
              <w:t>AMPCOR205 Communicate in the workplace</w:t>
            </w:r>
          </w:p>
          <w:p w14:paraId="19CC9520" w14:textId="77777777" w:rsidR="004A153A" w:rsidRDefault="0032076E" w:rsidP="00BD56A7">
            <w:pPr>
              <w:pStyle w:val="SIBulletList1"/>
            </w:pPr>
            <w:r w:rsidRPr="0032076E">
              <w:t>AMPP302 Debone and fillet poultry product (manually)</w:t>
            </w:r>
          </w:p>
          <w:p w14:paraId="6BE890AA" w14:textId="4A0E1871" w:rsidR="001F28F9" w:rsidRPr="00536741" w:rsidRDefault="00BD56A7" w:rsidP="00BD56A7">
            <w:pPr>
              <w:pStyle w:val="SIBulletList1"/>
            </w:pPr>
            <w:r w:rsidRPr="00BD56A7">
              <w:rPr>
                <w:rStyle w:val="SITemporarytext-red"/>
                <w:color w:val="auto"/>
                <w:sz w:val="20"/>
                <w:szCs w:val="22"/>
              </w:rPr>
              <w:t>AMPX317</w:t>
            </w:r>
            <w:r w:rsidR="0032076E" w:rsidRPr="0032076E">
              <w:t xml:space="preserve"> Monitor product flow in an automated process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33359DE9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</w:t>
            </w:r>
            <w:r w:rsidR="0032076E">
              <w:t>boning</w:t>
            </w:r>
            <w:r w:rsidR="00A06EF2">
              <w:t xml:space="preserve"> area of a poultry processing premises. </w:t>
            </w:r>
            <w:r w:rsidRPr="001D42C6">
              <w:t xml:space="preserve">They will have responsibility for </w:t>
            </w:r>
            <w:r w:rsidR="0032076E">
              <w:t>boning and filleting poultry to customer specifications</w:t>
            </w:r>
            <w:r w:rsidR="00A06EF2">
              <w:t xml:space="preserve">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64A014D8" w:rsidR="00DB557A" w:rsidRPr="00536741" w:rsidRDefault="00DB557A" w:rsidP="00A06EF2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32076E">
              <w:t xml:space="preserve">boning </w:t>
            </w:r>
            <w:r w:rsidR="0032076E" w:rsidRPr="0032076E">
              <w:t xml:space="preserve">and filleting poultry to customer specifications.  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5F5F8" w14:textId="77777777" w:rsidR="00EB0C43" w:rsidRDefault="00EB0C43" w:rsidP="00BF3F0A">
      <w:r>
        <w:separator/>
      </w:r>
    </w:p>
    <w:p w14:paraId="11AA00BD" w14:textId="77777777" w:rsidR="00EB0C43" w:rsidRDefault="00EB0C43"/>
  </w:endnote>
  <w:endnote w:type="continuationSeparator" w:id="0">
    <w:p w14:paraId="73E0B5A5" w14:textId="77777777" w:rsidR="00EB0C43" w:rsidRDefault="00EB0C43" w:rsidP="00BF3F0A">
      <w:r>
        <w:continuationSeparator/>
      </w:r>
    </w:p>
    <w:p w14:paraId="0EA580EB" w14:textId="77777777" w:rsidR="00EB0C43" w:rsidRDefault="00EB0C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8FE77" w14:textId="77777777" w:rsidR="00EB0C43" w:rsidRDefault="00EB0C43" w:rsidP="00BF3F0A">
      <w:r>
        <w:separator/>
      </w:r>
    </w:p>
    <w:p w14:paraId="4606CB2F" w14:textId="77777777" w:rsidR="00EB0C43" w:rsidRDefault="00EB0C43"/>
  </w:footnote>
  <w:footnote w:type="continuationSeparator" w:id="0">
    <w:p w14:paraId="5AE60920" w14:textId="77777777" w:rsidR="00EB0C43" w:rsidRDefault="00EB0C43" w:rsidP="00BF3F0A">
      <w:r>
        <w:continuationSeparator/>
      </w:r>
    </w:p>
    <w:p w14:paraId="45F8F39B" w14:textId="77777777" w:rsidR="00EB0C43" w:rsidRDefault="00EB0C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486DAC15" w:rsidR="009C2650" w:rsidRDefault="004C6F46" w:rsidP="004C6F46">
    <w:pPr>
      <w:pStyle w:val="SIText"/>
    </w:pPr>
    <w:r>
      <w:t xml:space="preserve">AMPSS00071 </w:t>
    </w:r>
    <w:r w:rsidR="000D6048">
      <w:t>Poultry Processing Boning and Filleting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6048"/>
    <w:rsid w:val="000D7BE6"/>
    <w:rsid w:val="000E2C86"/>
    <w:rsid w:val="000F29F2"/>
    <w:rsid w:val="00101659"/>
    <w:rsid w:val="0010465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2386"/>
    <w:rsid w:val="001B34D5"/>
    <w:rsid w:val="001B4975"/>
    <w:rsid w:val="001B513A"/>
    <w:rsid w:val="001C0A75"/>
    <w:rsid w:val="001D2756"/>
    <w:rsid w:val="001D42C6"/>
    <w:rsid w:val="001D6DE0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2C68"/>
    <w:rsid w:val="002F4FFE"/>
    <w:rsid w:val="00310771"/>
    <w:rsid w:val="0032076E"/>
    <w:rsid w:val="003315E1"/>
    <w:rsid w:val="00337E82"/>
    <w:rsid w:val="00350BB1"/>
    <w:rsid w:val="00352C83"/>
    <w:rsid w:val="0037067D"/>
    <w:rsid w:val="00383880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153A"/>
    <w:rsid w:val="004A44E8"/>
    <w:rsid w:val="004B29B7"/>
    <w:rsid w:val="004C2244"/>
    <w:rsid w:val="004C6F46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47CC6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135"/>
    <w:rsid w:val="00970747"/>
    <w:rsid w:val="009836CB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4AC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D56A7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0C43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1DF0CB9A8A840942E52F4EF83DB31" ma:contentTypeVersion="" ma:contentTypeDescription="Create a new document." ma:contentTypeScope="" ma:versionID="f8a06a24b79b46e187e41be2531587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8cdc143-535a-4ab1-9f6d-fa35d310e746" targetNamespace="http://schemas.microsoft.com/office/2006/metadata/properties" ma:root="true" ma:fieldsID="fc97fb84b15e075c29f0b2e8d0404018" ns1:_="" ns2:_="" ns3:_="">
    <xsd:import namespace="http://schemas.microsoft.com/sharepoint/v3"/>
    <xsd:import namespace="d50bbff7-d6dd-47d2-864a-cfdc2c3db0f4"/>
    <xsd:import namespace="68cdc143-535a-4ab1-9f6d-fa35d310e7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cdc143-535a-4ab1-9f6d-fa35d310e7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0BCFD-CB41-408F-99B7-43AFB76EEB9D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0CFB6DD4-4325-47A5-B95D-8425A6AF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11</cp:revision>
  <cp:lastPrinted>2016-05-27T05:21:00Z</cp:lastPrinted>
  <dcterms:created xsi:type="dcterms:W3CDTF">2019-09-30T04:22:00Z</dcterms:created>
  <dcterms:modified xsi:type="dcterms:W3CDTF">2020-03-03T04:45:00Z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0x010100B481DF0CB9A8A840942E52F4EF83DB31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