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EF28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8C38E0" w14:textId="77777777" w:rsidTr="00CA2922">
        <w:trPr>
          <w:tblHeader/>
        </w:trPr>
        <w:tc>
          <w:tcPr>
            <w:tcW w:w="2689" w:type="dxa"/>
          </w:tcPr>
          <w:p w14:paraId="751A783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837E2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444560" w14:paraId="4152B860" w14:textId="77777777" w:rsidTr="00CA2922">
        <w:tc>
          <w:tcPr>
            <w:tcW w:w="2689" w:type="dxa"/>
          </w:tcPr>
          <w:p w14:paraId="6790FE71" w14:textId="0B7A56FD" w:rsidR="00444560" w:rsidRDefault="00444560" w:rsidP="00444560">
            <w:pPr>
              <w:pStyle w:val="SIText"/>
            </w:pPr>
            <w:r>
              <w:t xml:space="preserve">Release </w:t>
            </w:r>
            <w:r w:rsidR="007B666C">
              <w:t>1</w:t>
            </w:r>
          </w:p>
        </w:tc>
        <w:tc>
          <w:tcPr>
            <w:tcW w:w="6939" w:type="dxa"/>
          </w:tcPr>
          <w:p w14:paraId="407E1E07" w14:textId="4C4269CC" w:rsidR="00444560" w:rsidRPr="005027D5" w:rsidRDefault="00444560" w:rsidP="00444560">
            <w:pPr>
              <w:pStyle w:val="SIText"/>
            </w:pPr>
            <w:r w:rsidRPr="005027D5">
              <w:t xml:space="preserve">This version released with AMP Australian Meat Processing Training Package Version </w:t>
            </w:r>
            <w:r w:rsidR="00AE3152">
              <w:t>6</w:t>
            </w:r>
            <w:r w:rsidRPr="005027D5">
              <w:t>.0.</w:t>
            </w:r>
          </w:p>
        </w:tc>
      </w:tr>
    </w:tbl>
    <w:p w14:paraId="6E9EF40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944"/>
      </w:tblGrid>
      <w:tr w:rsidR="00F1480E" w:rsidRPr="00963A46" w14:paraId="6A66B7A5" w14:textId="77777777" w:rsidTr="00221E3B">
        <w:tc>
          <w:tcPr>
            <w:tcW w:w="1394" w:type="pct"/>
            <w:shd w:val="clear" w:color="auto" w:fill="auto"/>
          </w:tcPr>
          <w:p w14:paraId="63052807" w14:textId="21CE1FD0" w:rsidR="00F1480E" w:rsidRPr="00923720" w:rsidRDefault="007B3871" w:rsidP="00923720">
            <w:pPr>
              <w:pStyle w:val="SIQUALCODE"/>
            </w:pPr>
            <w:r>
              <w:t>AMP50</w:t>
            </w:r>
            <w:r w:rsidR="00240F26">
              <w:t>2</w:t>
            </w:r>
            <w:r w:rsidR="00683210">
              <w:t>2</w:t>
            </w:r>
            <w:r w:rsidR="001018AE">
              <w:t>1</w:t>
            </w:r>
          </w:p>
        </w:tc>
        <w:tc>
          <w:tcPr>
            <w:tcW w:w="3606" w:type="pct"/>
            <w:shd w:val="clear" w:color="auto" w:fill="auto"/>
          </w:tcPr>
          <w:p w14:paraId="57DD933F" w14:textId="77777777" w:rsidR="00F1480E" w:rsidRPr="00923720" w:rsidRDefault="007B3871" w:rsidP="00A772D9">
            <w:pPr>
              <w:pStyle w:val="SIQUALtitle"/>
            </w:pPr>
            <w:r w:rsidRPr="007B3871">
              <w:t>Diploma of Meat Processing</w:t>
            </w:r>
          </w:p>
        </w:tc>
      </w:tr>
      <w:tr w:rsidR="00A772D9" w:rsidRPr="00963A46" w14:paraId="5B06288D" w14:textId="77777777" w:rsidTr="000D7BE6">
        <w:tc>
          <w:tcPr>
            <w:tcW w:w="5000" w:type="pct"/>
            <w:gridSpan w:val="2"/>
            <w:shd w:val="clear" w:color="auto" w:fill="auto"/>
          </w:tcPr>
          <w:p w14:paraId="01A01408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1B5A631" w14:textId="1861C295" w:rsidR="00EC5E5A" w:rsidRDefault="00240F26" w:rsidP="00240F26">
            <w:pPr>
              <w:pStyle w:val="SIText"/>
            </w:pPr>
            <w:r>
              <w:t xml:space="preserve">The qualification </w:t>
            </w:r>
            <w:r w:rsidR="00401F15">
              <w:t>reflects the role of</w:t>
            </w:r>
            <w:r>
              <w:t xml:space="preserve"> </w:t>
            </w:r>
            <w:r w:rsidR="00401F15">
              <w:t>individuals</w:t>
            </w:r>
            <w:r>
              <w:t xml:space="preserve"> </w:t>
            </w:r>
            <w:r w:rsidR="00591DDF" w:rsidRPr="00591DDF">
              <w:t xml:space="preserve">who apply knowledge, practical </w:t>
            </w:r>
            <w:proofErr w:type="gramStart"/>
            <w:r w:rsidR="00591DDF" w:rsidRPr="00591DDF">
              <w:t>skills</w:t>
            </w:r>
            <w:proofErr w:type="gramEnd"/>
            <w:r w:rsidR="00591DDF" w:rsidRPr="00591DDF">
              <w:t xml:space="preserve"> and experience in </w:t>
            </w:r>
            <w:r w:rsidR="005C7693">
              <w:t xml:space="preserve">team </w:t>
            </w:r>
            <w:r w:rsidR="00591DDF" w:rsidRPr="00591DDF">
              <w:t>leadership and</w:t>
            </w:r>
            <w:r w:rsidR="005C7693">
              <w:t>/or</w:t>
            </w:r>
            <w:r w:rsidR="00591DDF" w:rsidRPr="00591DDF">
              <w:t xml:space="preserve"> management</w:t>
            </w:r>
            <w:r w:rsidR="005C7693">
              <w:t xml:space="preserve"> roles</w:t>
            </w:r>
            <w:r w:rsidR="00591DDF" w:rsidRPr="00591DDF">
              <w:t xml:space="preserve"> across </w:t>
            </w:r>
            <w:r w:rsidR="009F7000">
              <w:t>operational, functional, technical and business</w:t>
            </w:r>
            <w:r w:rsidR="00591DDF" w:rsidRPr="00591DDF">
              <w:t xml:space="preserve"> </w:t>
            </w:r>
            <w:r w:rsidR="009F7000">
              <w:t xml:space="preserve">meat </w:t>
            </w:r>
            <w:r w:rsidR="00591DDF" w:rsidRPr="00591DDF">
              <w:t>industry contexts</w:t>
            </w:r>
            <w:r w:rsidR="00EC5E5A">
              <w:t xml:space="preserve"> </w:t>
            </w:r>
            <w:r w:rsidR="003816BF">
              <w:t>to process meat and produce meat products</w:t>
            </w:r>
            <w:r w:rsidR="00555E03">
              <w:t xml:space="preserve"> for domestic and export markets</w:t>
            </w:r>
            <w:r w:rsidR="002C664A">
              <w:t>.</w:t>
            </w:r>
            <w:r w:rsidR="00305A78">
              <w:t xml:space="preserve"> </w:t>
            </w:r>
          </w:p>
          <w:p w14:paraId="15401405" w14:textId="77777777" w:rsidR="00240F26" w:rsidRDefault="00240F26" w:rsidP="00240F26">
            <w:pPr>
              <w:pStyle w:val="SIText"/>
            </w:pPr>
          </w:p>
          <w:p w14:paraId="564CCA9F" w14:textId="41B23431" w:rsidR="001A05EF" w:rsidRPr="00856837" w:rsidRDefault="00240F26" w:rsidP="00A30EE0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are known to apply to this qualification at the time of publication</w:t>
            </w:r>
            <w:r w:rsidR="007B3871">
              <w:t>.</w:t>
            </w:r>
            <w:r w:rsidR="00BD13B5">
              <w:rPr>
                <w:color w:val="000000" w:themeColor="text1"/>
              </w:rPr>
              <w:t xml:space="preserve">    </w:t>
            </w:r>
          </w:p>
        </w:tc>
      </w:tr>
      <w:tr w:rsidR="00A772D9" w:rsidRPr="00963A46" w14:paraId="50C24673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64E8D8E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A35646E" w14:textId="77777777" w:rsidR="00AB1C81" w:rsidRDefault="00AB1C81" w:rsidP="00AB1C81">
            <w:pPr>
              <w:pStyle w:val="SIText"/>
            </w:pPr>
            <w:bookmarkStart w:id="0" w:name="_Hlk61779962"/>
            <w:r>
              <w:t>Entry into this qualification is open to an individual who can demonstrate the skills and knowledge and to:</w:t>
            </w:r>
          </w:p>
          <w:p w14:paraId="6D5AD8DA" w14:textId="77777777" w:rsidR="00AB1C81" w:rsidRDefault="00AB1C81" w:rsidP="00AB1C81">
            <w:pPr>
              <w:pStyle w:val="SIText"/>
            </w:pPr>
          </w:p>
          <w:p w14:paraId="513E1E01" w14:textId="77777777" w:rsidR="00AB1C81" w:rsidRDefault="00AB1C81" w:rsidP="00AB1C81">
            <w:pPr>
              <w:pStyle w:val="SIBulletList1"/>
              <w:numPr>
                <w:ilvl w:val="0"/>
                <w:numId w:val="17"/>
              </w:numPr>
              <w:ind w:left="360"/>
            </w:pPr>
            <w:r>
              <w:t>have completed the following units of competency prior to commencement of this qualification:</w:t>
            </w:r>
          </w:p>
          <w:p w14:paraId="5711DB1D" w14:textId="77777777" w:rsidR="00AB1C81" w:rsidRDefault="00AB1C81" w:rsidP="00AB1C81">
            <w:pPr>
              <w:pStyle w:val="SIBulletList2"/>
              <w:numPr>
                <w:ilvl w:val="0"/>
                <w:numId w:val="18"/>
              </w:numPr>
              <w:ind w:left="714" w:hanging="357"/>
            </w:pPr>
            <w:r>
              <w:t>AMPCOR401 Manage own work performance</w:t>
            </w:r>
          </w:p>
          <w:p w14:paraId="630FBDB3" w14:textId="77777777" w:rsidR="00AB1C81" w:rsidRDefault="00AB1C81" w:rsidP="00AB1C81">
            <w:pPr>
              <w:pStyle w:val="SIBulletList2"/>
              <w:numPr>
                <w:ilvl w:val="0"/>
                <w:numId w:val="18"/>
              </w:numPr>
              <w:ind w:left="714" w:hanging="357"/>
            </w:pPr>
            <w:r>
              <w:t>AMPCOR402 Facilitate Quality Assurance process</w:t>
            </w:r>
          </w:p>
          <w:p w14:paraId="6DED77E2" w14:textId="77777777" w:rsidR="00AB1C81" w:rsidRDefault="00AB1C81" w:rsidP="00AB1C81">
            <w:pPr>
              <w:pStyle w:val="SIBulletList2"/>
              <w:numPr>
                <w:ilvl w:val="0"/>
                <w:numId w:val="18"/>
              </w:numPr>
              <w:ind w:left="714" w:hanging="357"/>
            </w:pPr>
            <w:r>
              <w:t>AMPCOR403 Participate in workplace health and safety risk control process</w:t>
            </w:r>
          </w:p>
          <w:p w14:paraId="4A1CFC9B" w14:textId="77777777" w:rsidR="00AB1C81" w:rsidRDefault="00AB1C81" w:rsidP="00AB1C81">
            <w:pPr>
              <w:pStyle w:val="SIBulletList2"/>
              <w:numPr>
                <w:ilvl w:val="0"/>
                <w:numId w:val="18"/>
              </w:numPr>
              <w:ind w:left="714" w:hanging="357"/>
            </w:pPr>
            <w:r>
              <w:t>AMPCOR404 Facilitate hygiene and sanitation performance</w:t>
            </w:r>
          </w:p>
          <w:p w14:paraId="5513A88A" w14:textId="77777777" w:rsidR="00AB1C81" w:rsidRDefault="00AB1C81" w:rsidP="00AB1C81">
            <w:pPr>
              <w:pStyle w:val="SIText"/>
            </w:pPr>
            <w:r>
              <w:t xml:space="preserve">Or </w:t>
            </w:r>
          </w:p>
          <w:bookmarkEnd w:id="0"/>
          <w:p w14:paraId="63EB30F6" w14:textId="6C891DE1" w:rsidR="003018B0" w:rsidRPr="008908DE" w:rsidRDefault="00A30EE0" w:rsidP="00A30EE0">
            <w:pPr>
              <w:pStyle w:val="SIBulletList1"/>
              <w:numPr>
                <w:ilvl w:val="0"/>
                <w:numId w:val="19"/>
              </w:numPr>
            </w:pPr>
            <w:r>
              <w:t>may have acquired the skills and knowledge through industry experience or through the completion of a Certificate IV Meat Processing qualification or equivalent.</w:t>
            </w:r>
          </w:p>
        </w:tc>
      </w:tr>
      <w:tr w:rsidR="004270D2" w:rsidRPr="00963A46" w14:paraId="45CF7BDD" w14:textId="77777777" w:rsidTr="00A1477E">
        <w:trPr>
          <w:trHeight w:val="3004"/>
        </w:trPr>
        <w:tc>
          <w:tcPr>
            <w:tcW w:w="5000" w:type="pct"/>
            <w:gridSpan w:val="2"/>
            <w:shd w:val="clear" w:color="auto" w:fill="auto"/>
          </w:tcPr>
          <w:p w14:paraId="481597FF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3F8108EE" w14:textId="40E8CC20" w:rsidR="004270D2" w:rsidRDefault="004270D2" w:rsidP="00764256">
            <w:pPr>
              <w:pStyle w:val="SIText"/>
            </w:pPr>
            <w:r w:rsidRPr="00AA1D1B">
              <w:t>To achieve this qualification, competency must be demonstrated in</w:t>
            </w:r>
            <w:r w:rsidR="00573E07">
              <w:t xml:space="preserve"> </w:t>
            </w:r>
            <w:r w:rsidR="007B3871">
              <w:t>6</w:t>
            </w:r>
            <w:r>
              <w:t xml:space="preserve"> units of competency</w:t>
            </w:r>
            <w:r w:rsidR="00573E07">
              <w:t>.</w:t>
            </w:r>
          </w:p>
          <w:p w14:paraId="3209D7AB" w14:textId="77777777" w:rsidR="00622E05" w:rsidRDefault="00622E05" w:rsidP="00CA303F">
            <w:pPr>
              <w:pStyle w:val="SIText"/>
            </w:pPr>
          </w:p>
          <w:p w14:paraId="4B9A4DD2" w14:textId="3A267BF5" w:rsidR="004270D2" w:rsidRPr="000C490A" w:rsidRDefault="004270D2" w:rsidP="00CA303F">
            <w:pPr>
              <w:pStyle w:val="SIText"/>
            </w:pPr>
            <w:r w:rsidRPr="000C490A">
              <w:t xml:space="preserve">The </w:t>
            </w:r>
            <w:r w:rsidR="00573E07">
              <w:t xml:space="preserve">units </w:t>
            </w:r>
            <w:r>
              <w:t>are to be chosen as follows</w:t>
            </w:r>
            <w:r w:rsidRPr="000C490A">
              <w:t>:</w:t>
            </w:r>
          </w:p>
          <w:p w14:paraId="79A846B4" w14:textId="70BF3334" w:rsidR="004270D2" w:rsidRDefault="00C90FD6" w:rsidP="00C90FD6">
            <w:pPr>
              <w:pStyle w:val="SIBulletList1"/>
            </w:pPr>
            <w:r>
              <w:t xml:space="preserve">At least 4 units </w:t>
            </w:r>
            <w:r w:rsidRPr="000C490A">
              <w:t>from the electives listed below</w:t>
            </w:r>
            <w:r>
              <w:t>, of which at least 2 units must be coded AMP</w:t>
            </w:r>
          </w:p>
          <w:p w14:paraId="381B5038" w14:textId="716E3892" w:rsidR="004270D2" w:rsidRDefault="00C90FD6" w:rsidP="00181B8D">
            <w:pPr>
              <w:pStyle w:val="SIBulletList1"/>
            </w:pPr>
            <w:r>
              <w:t xml:space="preserve">2 </w:t>
            </w:r>
            <w:r w:rsidR="007B3871" w:rsidRPr="007B3871">
              <w:t>additional unit</w:t>
            </w:r>
            <w:r w:rsidR="00F02C2D">
              <w:t xml:space="preserve">s </w:t>
            </w:r>
            <w:r w:rsidR="007B3871" w:rsidRPr="007B3871">
              <w:t>from the elective</w:t>
            </w:r>
            <w:r w:rsidR="00A94239">
              <w:t>s</w:t>
            </w:r>
            <w:r w:rsidR="007B3871" w:rsidRPr="007B3871">
              <w:t xml:space="preserve"> list</w:t>
            </w:r>
            <w:r w:rsidR="00A94239">
              <w:t>ed below</w:t>
            </w:r>
            <w:r w:rsidR="007B3871" w:rsidRPr="007B3871">
              <w:t>, or any other endorsed Training Package</w:t>
            </w:r>
            <w:r w:rsidR="00582676">
              <w:t xml:space="preserve"> </w:t>
            </w:r>
            <w:r w:rsidR="007B3871" w:rsidRPr="007B3871">
              <w:t xml:space="preserve">or </w:t>
            </w:r>
            <w:r w:rsidR="00015E41">
              <w:t>a</w:t>
            </w:r>
            <w:r w:rsidR="00015E41" w:rsidRPr="007B3871">
              <w:t xml:space="preserve">ccredited </w:t>
            </w:r>
            <w:r w:rsidR="00015E41">
              <w:t>c</w:t>
            </w:r>
            <w:r w:rsidR="00015E41" w:rsidRPr="007B3871">
              <w:t>ours</w:t>
            </w:r>
            <w:r w:rsidR="00D433C4">
              <w:t>e</w:t>
            </w:r>
            <w:r w:rsidR="009F7000">
              <w:t>.</w:t>
            </w:r>
            <w:r w:rsidR="00D82328">
              <w:t xml:space="preserve"> </w:t>
            </w:r>
          </w:p>
          <w:p w14:paraId="40FB108D" w14:textId="77777777" w:rsidR="00573E07" w:rsidRDefault="00573E07" w:rsidP="0060394B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654C7C4" w14:textId="77777777" w:rsidR="005B2666" w:rsidRPr="00896B44" w:rsidRDefault="005B2666" w:rsidP="005B2666">
            <w:pPr>
              <w:rPr>
                <w:b/>
                <w:sz w:val="20"/>
                <w:szCs w:val="20"/>
              </w:rPr>
            </w:pPr>
            <w:r w:rsidRPr="00A1270C">
              <w:rPr>
                <w:sz w:val="20"/>
                <w:szCs w:val="20"/>
              </w:rPr>
              <w:t xml:space="preserve">Elective units must ensure the integrity of the qualification’s Australian Qualification Framework (AQF) alignment and contribute to a valid, industry-supported vocational outcome.   </w:t>
            </w:r>
          </w:p>
          <w:p w14:paraId="38236ED0" w14:textId="77777777" w:rsidR="005C7693" w:rsidRDefault="005C7693" w:rsidP="0060394B">
            <w:pPr>
              <w:rPr>
                <w:b/>
                <w:sz w:val="20"/>
                <w:szCs w:val="20"/>
              </w:rPr>
            </w:pPr>
          </w:p>
          <w:p w14:paraId="6E7CD39F" w14:textId="13C5A63A" w:rsidR="0074425B" w:rsidRPr="0074425B" w:rsidRDefault="0060394B" w:rsidP="0074425B">
            <w:pPr>
              <w:rPr>
                <w:sz w:val="20"/>
                <w:szCs w:val="20"/>
              </w:rPr>
            </w:pPr>
            <w:r w:rsidRPr="0060394B">
              <w:rPr>
                <w:b/>
                <w:sz w:val="20"/>
                <w:szCs w:val="20"/>
              </w:rPr>
              <w:t>Elective Units</w:t>
            </w:r>
          </w:p>
        </w:tc>
      </w:tr>
      <w:tr w:rsidR="0005733F" w:rsidRPr="00963A46" w14:paraId="1272C57A" w14:textId="37A60D45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2BE8863E" w14:textId="625C4ADD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AMPMGT501</w:t>
            </w:r>
          </w:p>
        </w:tc>
        <w:tc>
          <w:tcPr>
            <w:tcW w:w="3606" w:type="pct"/>
            <w:shd w:val="clear" w:color="auto" w:fill="auto"/>
          </w:tcPr>
          <w:p w14:paraId="7857E8A1" w14:textId="09B0F95F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Design and manage the food safety system</w:t>
            </w:r>
          </w:p>
        </w:tc>
      </w:tr>
      <w:tr w:rsidR="0005733F" w:rsidRPr="00963A46" w14:paraId="6EB7BF94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50CB998E" w14:textId="655B795E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AMPMGT502</w:t>
            </w:r>
          </w:p>
        </w:tc>
        <w:tc>
          <w:tcPr>
            <w:tcW w:w="3606" w:type="pct"/>
            <w:shd w:val="clear" w:color="auto" w:fill="auto"/>
          </w:tcPr>
          <w:p w14:paraId="2DCEB9B9" w14:textId="014BEC69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Manage new product or process development</w:t>
            </w:r>
          </w:p>
        </w:tc>
      </w:tr>
      <w:tr w:rsidR="0005733F" w:rsidRPr="00963A46" w14:paraId="62616C68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3D752841" w14:textId="06986C15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AMPMGT505</w:t>
            </w:r>
          </w:p>
        </w:tc>
        <w:tc>
          <w:tcPr>
            <w:tcW w:w="3606" w:type="pct"/>
            <w:shd w:val="clear" w:color="auto" w:fill="auto"/>
          </w:tcPr>
          <w:p w14:paraId="529612F0" w14:textId="207721FF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Manage maintenance systems</w:t>
            </w:r>
          </w:p>
        </w:tc>
      </w:tr>
      <w:tr w:rsidR="0005733F" w:rsidRPr="00963A46" w14:paraId="1C5482D8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096D01A3" w14:textId="155FE83D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AMPMGT506</w:t>
            </w:r>
          </w:p>
        </w:tc>
        <w:tc>
          <w:tcPr>
            <w:tcW w:w="3606" w:type="pct"/>
            <w:shd w:val="clear" w:color="auto" w:fill="auto"/>
          </w:tcPr>
          <w:p w14:paraId="35E48F26" w14:textId="1B5D3345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Manage utilities and energy</w:t>
            </w:r>
          </w:p>
        </w:tc>
      </w:tr>
      <w:tr w:rsidR="00EE05F3" w:rsidRPr="00963A46" w14:paraId="582A7643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0ACFEF8F" w14:textId="151C61CD" w:rsidR="00EE05F3" w:rsidRPr="00ED7F10" w:rsidRDefault="00EE05F3" w:rsidP="0005733F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EC2B4B">
              <w:rPr>
                <w:rFonts w:cs="Arial"/>
                <w:color w:val="000000" w:themeColor="text1"/>
                <w:sz w:val="20"/>
                <w:szCs w:val="20"/>
              </w:rPr>
              <w:t>AMPMGT5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3606" w:type="pct"/>
            <w:shd w:val="clear" w:color="auto" w:fill="auto"/>
          </w:tcPr>
          <w:p w14:paraId="6625EE0E" w14:textId="7233344D" w:rsidR="00EE05F3" w:rsidRPr="00ED7F10" w:rsidRDefault="00EE05F3" w:rsidP="0005733F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BB2A78">
              <w:rPr>
                <w:rFonts w:cs="Arial"/>
                <w:color w:val="000000" w:themeColor="text1"/>
                <w:sz w:val="20"/>
              </w:rPr>
              <w:t xml:space="preserve">Manage and improve meat industry </w:t>
            </w:r>
            <w:r>
              <w:rPr>
                <w:rFonts w:cs="Arial"/>
                <w:color w:val="000000" w:themeColor="text1"/>
                <w:sz w:val="20"/>
              </w:rPr>
              <w:t xml:space="preserve">plant </w:t>
            </w:r>
            <w:r w:rsidRPr="00BB2A78">
              <w:rPr>
                <w:rFonts w:cs="Arial"/>
                <w:color w:val="000000" w:themeColor="text1"/>
                <w:sz w:val="20"/>
              </w:rPr>
              <w:t>operations</w:t>
            </w:r>
          </w:p>
        </w:tc>
      </w:tr>
      <w:tr w:rsidR="00EE05F3" w:rsidRPr="00963A46" w14:paraId="22EEB420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25365102" w14:textId="116408A2" w:rsidR="00EE05F3" w:rsidRPr="00EC2B4B" w:rsidRDefault="00EE05F3" w:rsidP="0005733F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EC2B4B">
              <w:rPr>
                <w:rFonts w:cs="Arial"/>
                <w:color w:val="000000" w:themeColor="text1"/>
                <w:sz w:val="20"/>
                <w:szCs w:val="20"/>
              </w:rPr>
              <w:t>AMPMGT5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3606" w:type="pct"/>
            <w:shd w:val="clear" w:color="auto" w:fill="auto"/>
          </w:tcPr>
          <w:p w14:paraId="2FCE931E" w14:textId="712F7F91" w:rsidR="00EE05F3" w:rsidRPr="00BB2A78" w:rsidRDefault="00EE05F3" w:rsidP="0005733F">
            <w:pPr>
              <w:rPr>
                <w:rFonts w:cs="Arial"/>
                <w:color w:val="000000" w:themeColor="text1"/>
                <w:sz w:val="20"/>
              </w:rPr>
            </w:pPr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 xml:space="preserve">Manage environmental impacts of meat 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processing</w:t>
            </w:r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 xml:space="preserve"> operations</w:t>
            </w:r>
          </w:p>
        </w:tc>
      </w:tr>
      <w:tr w:rsidR="0005733F" w:rsidRPr="00963A46" w14:paraId="4C9E73CB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5DE49593" w14:textId="12406C66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AMPMGT509</w:t>
            </w:r>
          </w:p>
        </w:tc>
        <w:tc>
          <w:tcPr>
            <w:tcW w:w="3606" w:type="pct"/>
            <w:shd w:val="clear" w:color="auto" w:fill="auto"/>
          </w:tcPr>
          <w:p w14:paraId="254B162D" w14:textId="4C8B37A1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 xml:space="preserve">Manage, </w:t>
            </w:r>
            <w:proofErr w:type="gramStart"/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maintain</w:t>
            </w:r>
            <w:proofErr w:type="gramEnd"/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 xml:space="preserve"> and continuously improve workplace health and safety plans and systems</w:t>
            </w:r>
          </w:p>
        </w:tc>
      </w:tr>
      <w:tr w:rsidR="0005733F" w:rsidRPr="00963A46" w14:paraId="226E0FEC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43B2A31D" w14:textId="6993D3D2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AMPMGT511</w:t>
            </w:r>
          </w:p>
        </w:tc>
        <w:tc>
          <w:tcPr>
            <w:tcW w:w="3606" w:type="pct"/>
            <w:shd w:val="clear" w:color="auto" w:fill="auto"/>
          </w:tcPr>
          <w:p w14:paraId="37285C6A" w14:textId="6732154D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 xml:space="preserve">Manage feedlot facility </w:t>
            </w:r>
          </w:p>
        </w:tc>
      </w:tr>
      <w:tr w:rsidR="0005733F" w:rsidRPr="00963A46" w14:paraId="7FA2A742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1767DD37" w14:textId="0768080A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AMPMGT512</w:t>
            </w:r>
          </w:p>
        </w:tc>
        <w:tc>
          <w:tcPr>
            <w:tcW w:w="3606" w:type="pct"/>
            <w:shd w:val="clear" w:color="auto" w:fill="auto"/>
          </w:tcPr>
          <w:p w14:paraId="069E3D4F" w14:textId="3D090BAD" w:rsidR="0005733F" w:rsidRPr="00856837" w:rsidRDefault="0005733F" w:rsidP="0005733F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Manage supply chain and enterprise animal welfare performance</w:t>
            </w:r>
          </w:p>
        </w:tc>
      </w:tr>
      <w:tr w:rsidR="00976B20" w:rsidRPr="00963A46" w14:paraId="4C0F4395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65AC4D15" w14:textId="00A09BAD" w:rsidR="00976B20" w:rsidRPr="00ED7F10" w:rsidRDefault="00976B20" w:rsidP="00976B2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74425B">
              <w:rPr>
                <w:rFonts w:cs="Arial"/>
                <w:color w:val="000000" w:themeColor="text1"/>
                <w:sz w:val="20"/>
                <w:szCs w:val="20"/>
              </w:rPr>
              <w:t>AMPMGT513</w:t>
            </w:r>
          </w:p>
        </w:tc>
        <w:tc>
          <w:tcPr>
            <w:tcW w:w="3606" w:type="pct"/>
            <w:shd w:val="clear" w:color="auto" w:fill="auto"/>
          </w:tcPr>
          <w:p w14:paraId="1E15F972" w14:textId="7A7AFD3B" w:rsidR="00976B20" w:rsidRPr="00ED7F10" w:rsidRDefault="00976B20" w:rsidP="00976B2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Manage transportation of meat, meat products and meat by-products</w:t>
            </w:r>
          </w:p>
        </w:tc>
      </w:tr>
      <w:tr w:rsidR="0074425B" w:rsidRPr="00963A46" w14:paraId="748A5AC2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5E2CCFA2" w14:textId="0CCE342B" w:rsidR="0074425B" w:rsidRDefault="0074425B" w:rsidP="0074425B"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AMPMGT5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606" w:type="pct"/>
            <w:shd w:val="clear" w:color="auto" w:fill="auto"/>
          </w:tcPr>
          <w:p w14:paraId="782668AB" w14:textId="3F72D482" w:rsidR="0074425B" w:rsidRPr="00ED7F10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 xml:space="preserve">Develop, </w:t>
            </w:r>
            <w:proofErr w:type="gramStart"/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manage</w:t>
            </w:r>
            <w:proofErr w:type="gramEnd"/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 xml:space="preserve"> and maintain quality systems</w:t>
            </w:r>
          </w:p>
        </w:tc>
      </w:tr>
      <w:tr w:rsidR="0074425B" w:rsidRPr="00963A46" w14:paraId="2917476B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142071EB" w14:textId="33A8299F" w:rsidR="0074425B" w:rsidRPr="00ED7F10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775E39">
              <w:rPr>
                <w:rFonts w:cs="Arial"/>
                <w:color w:val="000000" w:themeColor="text1"/>
                <w:sz w:val="20"/>
                <w:szCs w:val="20"/>
              </w:rPr>
              <w:t>BSBAUD514</w:t>
            </w:r>
          </w:p>
        </w:tc>
        <w:tc>
          <w:tcPr>
            <w:tcW w:w="3606" w:type="pct"/>
            <w:shd w:val="clear" w:color="auto" w:fill="auto"/>
          </w:tcPr>
          <w:p w14:paraId="3BBEFDB1" w14:textId="589719A7" w:rsidR="0074425B" w:rsidRPr="00ED7F10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1E35B4">
              <w:rPr>
                <w:rFonts w:cs="Arial"/>
                <w:color w:val="000000" w:themeColor="text1"/>
                <w:sz w:val="20"/>
                <w:szCs w:val="20"/>
              </w:rPr>
              <w:t>Interpret compliance requirements</w:t>
            </w:r>
          </w:p>
        </w:tc>
      </w:tr>
      <w:tr w:rsidR="0074425B" w:rsidRPr="00963A46" w14:paraId="2D476AF3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2356C80E" w14:textId="6BCE8FB3" w:rsidR="0074425B" w:rsidRPr="00ED7F10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BSBFIN501</w:t>
            </w:r>
          </w:p>
        </w:tc>
        <w:tc>
          <w:tcPr>
            <w:tcW w:w="3606" w:type="pct"/>
            <w:shd w:val="clear" w:color="auto" w:fill="auto"/>
          </w:tcPr>
          <w:p w14:paraId="5345868B" w14:textId="4C7758E0" w:rsidR="0074425B" w:rsidRPr="00ED7F10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Manage budgets and financial plans</w:t>
            </w:r>
          </w:p>
        </w:tc>
      </w:tr>
      <w:tr w:rsidR="0074425B" w:rsidRPr="00963A46" w14:paraId="607A227C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7187259C" w14:textId="16AB14FD" w:rsidR="0074425B" w:rsidRPr="00487C1D" w:rsidRDefault="0074425B" w:rsidP="0074425B">
            <w:pPr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487C1D">
              <w:rPr>
                <w:rFonts w:cs="Arial"/>
                <w:bCs/>
                <w:color w:val="000000" w:themeColor="text1"/>
                <w:sz w:val="20"/>
                <w:szCs w:val="20"/>
              </w:rPr>
              <w:t>BSBOPS502</w:t>
            </w:r>
          </w:p>
        </w:tc>
        <w:tc>
          <w:tcPr>
            <w:tcW w:w="3606" w:type="pct"/>
            <w:shd w:val="clear" w:color="auto" w:fill="auto"/>
          </w:tcPr>
          <w:p w14:paraId="68BAC73B" w14:textId="2F474146" w:rsidR="0074425B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Manage business operational plans</w:t>
            </w:r>
          </w:p>
        </w:tc>
      </w:tr>
      <w:tr w:rsidR="0074425B" w:rsidRPr="00963A46" w14:paraId="15320AD0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15E2B934" w14:textId="089C6BA6" w:rsidR="0074425B" w:rsidRPr="00694C6C" w:rsidRDefault="0074425B" w:rsidP="0074425B">
            <w:pPr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694C6C">
              <w:rPr>
                <w:rFonts w:cs="Arial"/>
                <w:bCs/>
                <w:color w:val="000000" w:themeColor="text1"/>
                <w:sz w:val="20"/>
                <w:szCs w:val="20"/>
              </w:rPr>
              <w:t>BSBPMG430</w:t>
            </w:r>
          </w:p>
        </w:tc>
        <w:tc>
          <w:tcPr>
            <w:tcW w:w="3606" w:type="pct"/>
            <w:shd w:val="clear" w:color="auto" w:fill="auto"/>
          </w:tcPr>
          <w:p w14:paraId="35E7B5B1" w14:textId="1A79E3DE" w:rsidR="0074425B" w:rsidRPr="00ED7F10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ED7F10">
              <w:rPr>
                <w:rFonts w:cs="Arial"/>
                <w:color w:val="000000" w:themeColor="text1"/>
                <w:sz w:val="20"/>
                <w:szCs w:val="20"/>
              </w:rPr>
              <w:t>Undertake project work</w:t>
            </w:r>
          </w:p>
        </w:tc>
      </w:tr>
      <w:tr w:rsidR="0074425B" w:rsidRPr="00963A46" w14:paraId="6C132B97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25E26AFA" w14:textId="285EA115" w:rsidR="0074425B" w:rsidRPr="00694C6C" w:rsidRDefault="0074425B" w:rsidP="0074425B">
            <w:pPr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DB772B">
              <w:rPr>
                <w:rFonts w:cs="Arial"/>
                <w:bCs/>
                <w:color w:val="000000" w:themeColor="text1"/>
                <w:sz w:val="20"/>
                <w:szCs w:val="20"/>
              </w:rPr>
              <w:t>BSBTWK501</w:t>
            </w:r>
          </w:p>
        </w:tc>
        <w:tc>
          <w:tcPr>
            <w:tcW w:w="3606" w:type="pct"/>
            <w:shd w:val="clear" w:color="auto" w:fill="auto"/>
          </w:tcPr>
          <w:p w14:paraId="7A2EAF97" w14:textId="31B719BE" w:rsidR="0074425B" w:rsidRPr="00ED7F10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Lead diversity and inclusion</w:t>
            </w:r>
          </w:p>
        </w:tc>
      </w:tr>
      <w:tr w:rsidR="0074425B" w:rsidRPr="00963A46" w14:paraId="70232A78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278A0399" w14:textId="6EDC6D53" w:rsidR="0074425B" w:rsidRPr="00694C6C" w:rsidRDefault="0074425B" w:rsidP="0074425B">
            <w:pPr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694C6C">
              <w:rPr>
                <w:rFonts w:cs="Arial"/>
                <w:bCs/>
                <w:color w:val="000000" w:themeColor="text1"/>
                <w:sz w:val="20"/>
                <w:szCs w:val="20"/>
              </w:rPr>
              <w:t>BSBTWK502 </w:t>
            </w:r>
          </w:p>
        </w:tc>
        <w:tc>
          <w:tcPr>
            <w:tcW w:w="3606" w:type="pct"/>
            <w:shd w:val="clear" w:color="auto" w:fill="auto"/>
          </w:tcPr>
          <w:p w14:paraId="74B8C9D0" w14:textId="2D28E778" w:rsidR="0074425B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BB2A78">
              <w:rPr>
                <w:sz w:val="20"/>
                <w:szCs w:val="20"/>
              </w:rPr>
              <w:t>anage team effectiveness</w:t>
            </w:r>
          </w:p>
        </w:tc>
      </w:tr>
      <w:tr w:rsidR="0074425B" w:rsidRPr="00963A46" w14:paraId="467B37A2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308F6FA1" w14:textId="6433E7BD" w:rsidR="0074425B" w:rsidRPr="00D3105A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SIRXMGT005</w:t>
            </w:r>
          </w:p>
        </w:tc>
        <w:tc>
          <w:tcPr>
            <w:tcW w:w="3606" w:type="pct"/>
            <w:shd w:val="clear" w:color="auto" w:fill="auto"/>
          </w:tcPr>
          <w:p w14:paraId="09BA2DC9" w14:textId="57424011" w:rsidR="0074425B" w:rsidRPr="00ED7F10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Lead the development of business opportunities</w:t>
            </w:r>
          </w:p>
        </w:tc>
      </w:tr>
      <w:tr w:rsidR="0074425B" w:rsidRPr="00963A46" w14:paraId="7F9E4976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2ADDE1ED" w14:textId="40002DA4" w:rsidR="0074425B" w:rsidRPr="00694C6C" w:rsidRDefault="0074425B" w:rsidP="0074425B">
            <w:pPr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694C6C">
              <w:rPr>
                <w:rFonts w:cs="Arial"/>
                <w:bCs/>
                <w:color w:val="000000" w:themeColor="text1"/>
                <w:sz w:val="20"/>
                <w:szCs w:val="20"/>
              </w:rPr>
              <w:t>SIRXMKT005</w:t>
            </w:r>
          </w:p>
        </w:tc>
        <w:tc>
          <w:tcPr>
            <w:tcW w:w="3606" w:type="pct"/>
            <w:shd w:val="clear" w:color="auto" w:fill="auto"/>
          </w:tcPr>
          <w:p w14:paraId="1D311924" w14:textId="5191DEB1" w:rsidR="0074425B" w:rsidRPr="00694C6C" w:rsidRDefault="0074425B" w:rsidP="0074425B">
            <w:pPr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694C6C">
              <w:rPr>
                <w:rFonts w:cs="Arial"/>
                <w:bCs/>
                <w:color w:val="000000" w:themeColor="text1"/>
                <w:sz w:val="20"/>
                <w:szCs w:val="20"/>
              </w:rPr>
              <w:t>Develop a marketing strategy</w:t>
            </w:r>
          </w:p>
        </w:tc>
      </w:tr>
      <w:tr w:rsidR="0074425B" w:rsidRPr="00963A46" w14:paraId="3367FCE3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54880DEE" w14:textId="7F0DF4C4" w:rsidR="0074425B" w:rsidRPr="00D3105A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3018B0">
              <w:rPr>
                <w:sz w:val="20"/>
                <w:szCs w:val="20"/>
              </w:rPr>
              <w:lastRenderedPageBreak/>
              <w:t>TLIX0011X</w:t>
            </w:r>
          </w:p>
        </w:tc>
        <w:tc>
          <w:tcPr>
            <w:tcW w:w="3606" w:type="pct"/>
            <w:shd w:val="clear" w:color="auto" w:fill="auto"/>
          </w:tcPr>
          <w:p w14:paraId="028B41CD" w14:textId="79DF677F" w:rsidR="0074425B" w:rsidRPr="00ED7F10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3018B0">
              <w:rPr>
                <w:sz w:val="20"/>
                <w:szCs w:val="20"/>
              </w:rPr>
              <w:t xml:space="preserve">Establish blockchain in a supply chain </w:t>
            </w:r>
          </w:p>
        </w:tc>
      </w:tr>
      <w:tr w:rsidR="0074425B" w:rsidRPr="00963A46" w14:paraId="2858AE96" w14:textId="77777777" w:rsidTr="0074425B">
        <w:trPr>
          <w:trHeight w:val="240"/>
        </w:trPr>
        <w:tc>
          <w:tcPr>
            <w:tcW w:w="1394" w:type="pct"/>
            <w:shd w:val="clear" w:color="auto" w:fill="auto"/>
          </w:tcPr>
          <w:p w14:paraId="4F3C49FB" w14:textId="55740D98" w:rsidR="0074425B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3018B0">
              <w:rPr>
                <w:sz w:val="20"/>
                <w:szCs w:val="20"/>
              </w:rPr>
              <w:t>TLIX0015X</w:t>
            </w:r>
          </w:p>
        </w:tc>
        <w:tc>
          <w:tcPr>
            <w:tcW w:w="3606" w:type="pct"/>
            <w:shd w:val="clear" w:color="auto" w:fill="auto"/>
          </w:tcPr>
          <w:p w14:paraId="56EEF5CD" w14:textId="0A926DCC" w:rsidR="0074425B" w:rsidRDefault="0074425B" w:rsidP="0074425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3018B0">
              <w:rPr>
                <w:sz w:val="20"/>
                <w:szCs w:val="20"/>
              </w:rPr>
              <w:t>Manage fundamental aspects of supply chains</w:t>
            </w:r>
          </w:p>
        </w:tc>
      </w:tr>
    </w:tbl>
    <w:p w14:paraId="4EBAC6BF" w14:textId="34ACBF3B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08F79CD" w14:textId="77777777" w:rsidTr="003A0151">
        <w:trPr>
          <w:trHeight w:val="3787"/>
        </w:trPr>
        <w:tc>
          <w:tcPr>
            <w:tcW w:w="5000" w:type="pct"/>
            <w:shd w:val="clear" w:color="auto" w:fill="auto"/>
          </w:tcPr>
          <w:p w14:paraId="6E677BF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30C29E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731"/>
              <w:gridCol w:w="1984"/>
              <w:gridCol w:w="4109"/>
              <w:gridCol w:w="1578"/>
            </w:tblGrid>
            <w:tr w:rsidR="00495027" w:rsidRPr="00923720" w14:paraId="0501FF11" w14:textId="77777777" w:rsidTr="00495027">
              <w:trPr>
                <w:tblHeader/>
              </w:trPr>
              <w:tc>
                <w:tcPr>
                  <w:tcW w:w="921" w:type="pct"/>
                </w:tcPr>
                <w:p w14:paraId="54B0FF33" w14:textId="423D6906" w:rsidR="00495027" w:rsidRPr="000C13F1" w:rsidRDefault="00495027" w:rsidP="00495027">
                  <w:pPr>
                    <w:pStyle w:val="SIText-Bold"/>
                  </w:pPr>
                  <w:r w:rsidRPr="00D97161">
                    <w:t xml:space="preserve">Code and title current version </w:t>
                  </w:r>
                </w:p>
              </w:tc>
              <w:tc>
                <w:tcPr>
                  <w:tcW w:w="1055" w:type="pct"/>
                </w:tcPr>
                <w:p w14:paraId="253B37C6" w14:textId="48F2F19B" w:rsidR="00495027" w:rsidRPr="000C13F1" w:rsidRDefault="00495027" w:rsidP="00495027">
                  <w:pPr>
                    <w:pStyle w:val="SIText-Bold"/>
                  </w:pPr>
                  <w:r w:rsidRPr="00D97161">
                    <w:t>Code and title previous version</w:t>
                  </w:r>
                </w:p>
              </w:tc>
              <w:tc>
                <w:tcPr>
                  <w:tcW w:w="2185" w:type="pct"/>
                </w:tcPr>
                <w:p w14:paraId="6BD75E26" w14:textId="77777777" w:rsidR="00495027" w:rsidRPr="000C13F1" w:rsidRDefault="00495027" w:rsidP="00495027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839" w:type="pct"/>
                </w:tcPr>
                <w:p w14:paraId="4043D2FD" w14:textId="77777777" w:rsidR="00495027" w:rsidRPr="000C13F1" w:rsidRDefault="00495027" w:rsidP="00495027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033E7" w:rsidRPr="00BC49BB" w14:paraId="3D0F41B9" w14:textId="77777777" w:rsidTr="003A0151">
              <w:trPr>
                <w:trHeight w:val="1140"/>
              </w:trPr>
              <w:tc>
                <w:tcPr>
                  <w:tcW w:w="921" w:type="pct"/>
                  <w:vMerge w:val="restart"/>
                </w:tcPr>
                <w:p w14:paraId="38A2E9C5" w14:textId="20131550" w:rsidR="004033E7" w:rsidRPr="00923720" w:rsidRDefault="004033E7" w:rsidP="004033E7">
                  <w:pPr>
                    <w:pStyle w:val="SIText"/>
                  </w:pPr>
                  <w:r>
                    <w:t xml:space="preserve">AMP50221 Diploma of Meat Processing </w:t>
                  </w:r>
                </w:p>
              </w:tc>
              <w:tc>
                <w:tcPr>
                  <w:tcW w:w="1055" w:type="pct"/>
                </w:tcPr>
                <w:p w14:paraId="4686461F" w14:textId="77777777" w:rsidR="004033E7" w:rsidRPr="008B398B" w:rsidRDefault="004033E7" w:rsidP="005B2069">
                  <w:pPr>
                    <w:pStyle w:val="SIText"/>
                  </w:pPr>
                  <w:r w:rsidRPr="008B398B">
                    <w:t>AMP50115 Diploma of Meat Processing (Meat Retailing)</w:t>
                  </w:r>
                </w:p>
                <w:p w14:paraId="283CF053" w14:textId="77777777" w:rsidR="004033E7" w:rsidRPr="00923720" w:rsidRDefault="004033E7" w:rsidP="005B2069">
                  <w:pPr>
                    <w:pStyle w:val="SIText"/>
                  </w:pPr>
                  <w:r w:rsidRPr="008B398B">
                    <w:t>Release 2</w:t>
                  </w:r>
                </w:p>
                <w:p w14:paraId="58C8189B" w14:textId="2011F8A7" w:rsidR="004033E7" w:rsidRPr="00BC49BB" w:rsidRDefault="004033E7" w:rsidP="005B2069"/>
              </w:tc>
              <w:tc>
                <w:tcPr>
                  <w:tcW w:w="2185" w:type="pct"/>
                </w:tcPr>
                <w:p w14:paraId="0F64E421" w14:textId="293AE4EC" w:rsidR="004033E7" w:rsidRPr="00BC49BB" w:rsidRDefault="004033E7" w:rsidP="005B2069">
                  <w:pPr>
                    <w:pStyle w:val="SIText"/>
                  </w:pPr>
                  <w:r w:rsidRPr="008F0CC7">
                    <w:t>Redesigned qualification that includes content from two existing qualifications</w:t>
                  </w:r>
                  <w:r>
                    <w:t>.</w:t>
                  </w:r>
                  <w:r w:rsidRPr="008F0CC7">
                    <w:t xml:space="preserve"> </w:t>
                  </w:r>
                  <w:r>
                    <w:t>Qualification description,</w:t>
                  </w:r>
                  <w:r w:rsidRPr="008F0CC7">
                    <w:t xml:space="preserve"> </w:t>
                  </w:r>
                  <w:r>
                    <w:t>e</w:t>
                  </w:r>
                  <w:r w:rsidRPr="008F0CC7">
                    <w:t>ntry requirements</w:t>
                  </w:r>
                  <w:r>
                    <w:t xml:space="preserve">, packaging rules and elective units </w:t>
                  </w:r>
                  <w:r w:rsidR="0099607A">
                    <w:t>updated</w:t>
                  </w:r>
                  <w:r>
                    <w:t>.</w:t>
                  </w:r>
                </w:p>
              </w:tc>
              <w:tc>
                <w:tcPr>
                  <w:tcW w:w="839" w:type="pct"/>
                </w:tcPr>
                <w:p w14:paraId="2C907618" w14:textId="1611A150" w:rsidR="004033E7" w:rsidRPr="00BC49BB" w:rsidRDefault="004033E7" w:rsidP="005B2069">
                  <w:pPr>
                    <w:pStyle w:val="SIText"/>
                  </w:pPr>
                  <w:r>
                    <w:t>Not equivalent</w:t>
                  </w:r>
                </w:p>
              </w:tc>
            </w:tr>
            <w:tr w:rsidR="004033E7" w:rsidRPr="00BC49BB" w14:paraId="5EDBC0CF" w14:textId="77777777" w:rsidTr="003A0151">
              <w:trPr>
                <w:trHeight w:val="1288"/>
              </w:trPr>
              <w:tc>
                <w:tcPr>
                  <w:tcW w:w="921" w:type="pct"/>
                  <w:vMerge/>
                </w:tcPr>
                <w:p w14:paraId="1FC712FB" w14:textId="77777777" w:rsidR="004033E7" w:rsidRPr="00ED7F10" w:rsidRDefault="004033E7" w:rsidP="005B2069">
                  <w:pPr>
                    <w:pStyle w:val="SIText"/>
                  </w:pPr>
                </w:p>
              </w:tc>
              <w:tc>
                <w:tcPr>
                  <w:tcW w:w="1055" w:type="pct"/>
                </w:tcPr>
                <w:p w14:paraId="25AFEF66" w14:textId="77777777" w:rsidR="004033E7" w:rsidRDefault="004033E7" w:rsidP="005B2069">
                  <w:r w:rsidRPr="00672329">
                    <w:t>AMP50215 Diploma of Meat Processing</w:t>
                  </w:r>
                </w:p>
                <w:p w14:paraId="332FDD95" w14:textId="697FF238" w:rsidR="004033E7" w:rsidRDefault="004033E7" w:rsidP="005B2069">
                  <w:pPr>
                    <w:pStyle w:val="SIText"/>
                  </w:pPr>
                  <w:r>
                    <w:t>Release 3</w:t>
                  </w:r>
                </w:p>
              </w:tc>
              <w:tc>
                <w:tcPr>
                  <w:tcW w:w="2185" w:type="pct"/>
                </w:tcPr>
                <w:p w14:paraId="4E547206" w14:textId="748DAA22" w:rsidR="004033E7" w:rsidRDefault="004033E7" w:rsidP="00977E45">
                  <w:pPr>
                    <w:pStyle w:val="SIText"/>
                  </w:pPr>
                  <w:r w:rsidRPr="008F0CC7">
                    <w:t>Redesigned qualification that includes content from two existing qualifications</w:t>
                  </w:r>
                  <w:r>
                    <w:t>.</w:t>
                  </w:r>
                  <w:r w:rsidRPr="008F0CC7">
                    <w:t xml:space="preserve"> </w:t>
                  </w:r>
                  <w:r>
                    <w:t>Qualification description,</w:t>
                  </w:r>
                  <w:r w:rsidRPr="008F0CC7">
                    <w:t xml:space="preserve"> </w:t>
                  </w:r>
                  <w:r>
                    <w:t>e</w:t>
                  </w:r>
                  <w:r w:rsidRPr="008F0CC7">
                    <w:t>ntry requirements</w:t>
                  </w:r>
                  <w:r>
                    <w:t xml:space="preserve">, packaging rules and elective units </w:t>
                  </w:r>
                  <w:r w:rsidR="0099607A">
                    <w:t>updated</w:t>
                  </w:r>
                  <w:r>
                    <w:t>.</w:t>
                  </w:r>
                </w:p>
              </w:tc>
              <w:tc>
                <w:tcPr>
                  <w:tcW w:w="839" w:type="pct"/>
                </w:tcPr>
                <w:p w14:paraId="18A7224E" w14:textId="3F3E9FDD" w:rsidR="004033E7" w:rsidRDefault="004033E7" w:rsidP="005B2069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0D59293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CCCDEB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B407E4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4380962" w14:textId="5790EFC8" w:rsidR="000C13F1" w:rsidRDefault="00140954" w:rsidP="00140954">
            <w:pPr>
              <w:pStyle w:val="Temporarytext"/>
            </w:pPr>
            <w:r w:rsidRPr="007B3871">
              <w:rPr>
                <w:rStyle w:val="SITextChar"/>
                <w:color w:val="000000" w:themeColor="text1"/>
              </w:rPr>
              <w:t xml:space="preserve">Companion Volumes, including Implementation Guides, are available at VETNet: </w:t>
            </w:r>
            <w:hyperlink r:id="rId11" w:history="1">
              <w:r w:rsidR="00ED7F10" w:rsidRPr="00AB5DEE">
                <w:rPr>
                  <w:rStyle w:val="Hyperlink"/>
                  <w:sz w:val="20"/>
                  <w:lang w:eastAsia="en-US"/>
                </w:rPr>
                <w:t>https://vetnet.gov.au/Pages/TrainingDocs.aspx?q=5e2e56b7-698f-4822-84bb-25adbb8443a7</w:t>
              </w:r>
            </w:hyperlink>
            <w:r w:rsidR="00240F26">
              <w:rPr>
                <w:color w:val="auto"/>
                <w:sz w:val="20"/>
                <w:lang w:eastAsia="en-US"/>
              </w:rPr>
              <w:t xml:space="preserve"> </w:t>
            </w:r>
          </w:p>
        </w:tc>
      </w:tr>
    </w:tbl>
    <w:p w14:paraId="300477A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38F0C" w14:textId="77777777" w:rsidR="00A463D6" w:rsidRDefault="00A463D6" w:rsidP="00BF3F0A">
      <w:r>
        <w:separator/>
      </w:r>
    </w:p>
    <w:p w14:paraId="08A368A6" w14:textId="77777777" w:rsidR="00A463D6" w:rsidRDefault="00A463D6"/>
  </w:endnote>
  <w:endnote w:type="continuationSeparator" w:id="0">
    <w:p w14:paraId="103373C5" w14:textId="77777777" w:rsidR="00A463D6" w:rsidRDefault="00A463D6" w:rsidP="00BF3F0A">
      <w:r>
        <w:continuationSeparator/>
      </w:r>
    </w:p>
    <w:p w14:paraId="20ED0E48" w14:textId="77777777" w:rsidR="00A463D6" w:rsidRDefault="00A46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AF787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31ACD01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4DB79C9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E667C" w14:textId="77777777" w:rsidR="00A463D6" w:rsidRDefault="00A463D6" w:rsidP="00BF3F0A">
      <w:r>
        <w:separator/>
      </w:r>
    </w:p>
    <w:p w14:paraId="03EE8B20" w14:textId="77777777" w:rsidR="00A463D6" w:rsidRDefault="00A463D6"/>
  </w:footnote>
  <w:footnote w:type="continuationSeparator" w:id="0">
    <w:p w14:paraId="60A30379" w14:textId="77777777" w:rsidR="00A463D6" w:rsidRDefault="00A463D6" w:rsidP="00BF3F0A">
      <w:r>
        <w:continuationSeparator/>
      </w:r>
    </w:p>
    <w:p w14:paraId="68C92A19" w14:textId="77777777" w:rsidR="00A463D6" w:rsidRDefault="00A463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4989A" w14:textId="42D55212" w:rsidR="009C2650" w:rsidRPr="00240F26" w:rsidRDefault="00240F26" w:rsidP="00240F26">
    <w:pPr>
      <w:pStyle w:val="Header"/>
    </w:pPr>
    <w:r w:rsidRPr="00240F26">
      <w:rPr>
        <w:sz w:val="20"/>
        <w:lang w:eastAsia="en-US"/>
      </w:rPr>
      <w:t>AMP502</w:t>
    </w:r>
    <w:r w:rsidR="00683210">
      <w:rPr>
        <w:sz w:val="20"/>
        <w:lang w:eastAsia="en-US"/>
      </w:rPr>
      <w:t>2</w:t>
    </w:r>
    <w:r w:rsidR="001018AE">
      <w:rPr>
        <w:sz w:val="20"/>
        <w:lang w:eastAsia="en-US"/>
      </w:rPr>
      <w:t>1</w:t>
    </w:r>
    <w:r w:rsidRPr="00240F26">
      <w:rPr>
        <w:sz w:val="20"/>
        <w:lang w:eastAsia="en-US"/>
      </w:rPr>
      <w:t xml:space="preserve"> Diploma of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8824221"/>
    <w:multiLevelType w:val="hybridMultilevel"/>
    <w:tmpl w:val="749AB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112588"/>
    <w:multiLevelType w:val="hybridMultilevel"/>
    <w:tmpl w:val="14020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8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11"/>
  </w:num>
  <w:num w:numId="16">
    <w:abstractNumId w:val="10"/>
  </w:num>
  <w:num w:numId="17">
    <w:abstractNumId w:val="12"/>
  </w:num>
  <w:num w:numId="18">
    <w:abstractNumId w:val="9"/>
  </w:num>
  <w:num w:numId="1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871"/>
    <w:rsid w:val="000014B9"/>
    <w:rsid w:val="00005A15"/>
    <w:rsid w:val="00007EF3"/>
    <w:rsid w:val="000101FF"/>
    <w:rsid w:val="0001108F"/>
    <w:rsid w:val="000115E2"/>
    <w:rsid w:val="0001296A"/>
    <w:rsid w:val="00015E41"/>
    <w:rsid w:val="00016803"/>
    <w:rsid w:val="00017A4F"/>
    <w:rsid w:val="00017C6F"/>
    <w:rsid w:val="000223EF"/>
    <w:rsid w:val="00022F07"/>
    <w:rsid w:val="00023992"/>
    <w:rsid w:val="0002486B"/>
    <w:rsid w:val="000310C1"/>
    <w:rsid w:val="00041E59"/>
    <w:rsid w:val="00043706"/>
    <w:rsid w:val="00046A67"/>
    <w:rsid w:val="00052CC6"/>
    <w:rsid w:val="0005359A"/>
    <w:rsid w:val="00054EC7"/>
    <w:rsid w:val="0005733F"/>
    <w:rsid w:val="0006347B"/>
    <w:rsid w:val="00064BFE"/>
    <w:rsid w:val="00064F75"/>
    <w:rsid w:val="00067C6D"/>
    <w:rsid w:val="00070B3E"/>
    <w:rsid w:val="00071F95"/>
    <w:rsid w:val="000737BB"/>
    <w:rsid w:val="00074E47"/>
    <w:rsid w:val="0007787A"/>
    <w:rsid w:val="00082E5D"/>
    <w:rsid w:val="00083215"/>
    <w:rsid w:val="0008492F"/>
    <w:rsid w:val="00092597"/>
    <w:rsid w:val="000A5441"/>
    <w:rsid w:val="000C13F1"/>
    <w:rsid w:val="000D2A0D"/>
    <w:rsid w:val="000D5910"/>
    <w:rsid w:val="000D59D9"/>
    <w:rsid w:val="000D7BE6"/>
    <w:rsid w:val="000E2C86"/>
    <w:rsid w:val="000E38D5"/>
    <w:rsid w:val="000E5944"/>
    <w:rsid w:val="000E5CF2"/>
    <w:rsid w:val="000F29F2"/>
    <w:rsid w:val="000F5A1E"/>
    <w:rsid w:val="00101659"/>
    <w:rsid w:val="001018AE"/>
    <w:rsid w:val="001078BF"/>
    <w:rsid w:val="00123DAB"/>
    <w:rsid w:val="00133957"/>
    <w:rsid w:val="001372F6"/>
    <w:rsid w:val="0013758E"/>
    <w:rsid w:val="00140401"/>
    <w:rsid w:val="00140954"/>
    <w:rsid w:val="00144385"/>
    <w:rsid w:val="00144FC6"/>
    <w:rsid w:val="00151293"/>
    <w:rsid w:val="00151D93"/>
    <w:rsid w:val="00156EF3"/>
    <w:rsid w:val="00170A9F"/>
    <w:rsid w:val="001735A7"/>
    <w:rsid w:val="00176E4F"/>
    <w:rsid w:val="00180F01"/>
    <w:rsid w:val="00181B8D"/>
    <w:rsid w:val="0018546B"/>
    <w:rsid w:val="00186AA3"/>
    <w:rsid w:val="001A05EF"/>
    <w:rsid w:val="001A1A6C"/>
    <w:rsid w:val="001A2779"/>
    <w:rsid w:val="001A6A3E"/>
    <w:rsid w:val="001A7428"/>
    <w:rsid w:val="001A7B6D"/>
    <w:rsid w:val="001B2A50"/>
    <w:rsid w:val="001B34D5"/>
    <w:rsid w:val="001B513A"/>
    <w:rsid w:val="001C0A75"/>
    <w:rsid w:val="001D20D6"/>
    <w:rsid w:val="001E16BC"/>
    <w:rsid w:val="001E35B4"/>
    <w:rsid w:val="001F28F9"/>
    <w:rsid w:val="001F2BA5"/>
    <w:rsid w:val="001F308D"/>
    <w:rsid w:val="001F3DC2"/>
    <w:rsid w:val="00201A7C"/>
    <w:rsid w:val="0020565B"/>
    <w:rsid w:val="0021414D"/>
    <w:rsid w:val="00221E3B"/>
    <w:rsid w:val="00223124"/>
    <w:rsid w:val="0022435C"/>
    <w:rsid w:val="00230752"/>
    <w:rsid w:val="00234444"/>
    <w:rsid w:val="00240F26"/>
    <w:rsid w:val="00242293"/>
    <w:rsid w:val="00244EA7"/>
    <w:rsid w:val="00262FC3"/>
    <w:rsid w:val="00270065"/>
    <w:rsid w:val="0027383C"/>
    <w:rsid w:val="00276DB8"/>
    <w:rsid w:val="00282664"/>
    <w:rsid w:val="00285FB8"/>
    <w:rsid w:val="00292F22"/>
    <w:rsid w:val="002931C2"/>
    <w:rsid w:val="00293BEF"/>
    <w:rsid w:val="00296042"/>
    <w:rsid w:val="002A4CD3"/>
    <w:rsid w:val="002C0005"/>
    <w:rsid w:val="002C55E9"/>
    <w:rsid w:val="002C664A"/>
    <w:rsid w:val="002D0C8B"/>
    <w:rsid w:val="002E193E"/>
    <w:rsid w:val="002F1BE6"/>
    <w:rsid w:val="00301679"/>
    <w:rsid w:val="003018B0"/>
    <w:rsid w:val="00301D35"/>
    <w:rsid w:val="0030276F"/>
    <w:rsid w:val="003051C8"/>
    <w:rsid w:val="00305223"/>
    <w:rsid w:val="00305A78"/>
    <w:rsid w:val="00315F74"/>
    <w:rsid w:val="00320AF9"/>
    <w:rsid w:val="00321C7C"/>
    <w:rsid w:val="00330B13"/>
    <w:rsid w:val="00336AA8"/>
    <w:rsid w:val="00337E82"/>
    <w:rsid w:val="00350BB1"/>
    <w:rsid w:val="00352C83"/>
    <w:rsid w:val="003601E9"/>
    <w:rsid w:val="00366C75"/>
    <w:rsid w:val="0037067D"/>
    <w:rsid w:val="003809FB"/>
    <w:rsid w:val="003816BF"/>
    <w:rsid w:val="003835B8"/>
    <w:rsid w:val="00386F53"/>
    <w:rsid w:val="0038735B"/>
    <w:rsid w:val="003900AF"/>
    <w:rsid w:val="003916D1"/>
    <w:rsid w:val="00397078"/>
    <w:rsid w:val="003A0151"/>
    <w:rsid w:val="003A14BF"/>
    <w:rsid w:val="003A21F0"/>
    <w:rsid w:val="003A58BA"/>
    <w:rsid w:val="003A5AE7"/>
    <w:rsid w:val="003A7221"/>
    <w:rsid w:val="003C13AE"/>
    <w:rsid w:val="003C36AC"/>
    <w:rsid w:val="003D0B58"/>
    <w:rsid w:val="003D2E73"/>
    <w:rsid w:val="003D3E14"/>
    <w:rsid w:val="003E2B95"/>
    <w:rsid w:val="003E7BBE"/>
    <w:rsid w:val="00401307"/>
    <w:rsid w:val="00401F15"/>
    <w:rsid w:val="00402441"/>
    <w:rsid w:val="004033E7"/>
    <w:rsid w:val="004047FD"/>
    <w:rsid w:val="004127E3"/>
    <w:rsid w:val="00423D30"/>
    <w:rsid w:val="00425877"/>
    <w:rsid w:val="004270D2"/>
    <w:rsid w:val="0043212E"/>
    <w:rsid w:val="00434366"/>
    <w:rsid w:val="00436824"/>
    <w:rsid w:val="00437F63"/>
    <w:rsid w:val="00444423"/>
    <w:rsid w:val="00444560"/>
    <w:rsid w:val="004479AF"/>
    <w:rsid w:val="00452F3E"/>
    <w:rsid w:val="004545D5"/>
    <w:rsid w:val="00454EE8"/>
    <w:rsid w:val="00456E66"/>
    <w:rsid w:val="004640AE"/>
    <w:rsid w:val="00475172"/>
    <w:rsid w:val="004758B0"/>
    <w:rsid w:val="004831F5"/>
    <w:rsid w:val="004832D2"/>
    <w:rsid w:val="00485559"/>
    <w:rsid w:val="00487C1D"/>
    <w:rsid w:val="00491600"/>
    <w:rsid w:val="00492B59"/>
    <w:rsid w:val="004949B4"/>
    <w:rsid w:val="00495027"/>
    <w:rsid w:val="004A142B"/>
    <w:rsid w:val="004A44E8"/>
    <w:rsid w:val="004B29B7"/>
    <w:rsid w:val="004B2A2B"/>
    <w:rsid w:val="004B4C75"/>
    <w:rsid w:val="004B7444"/>
    <w:rsid w:val="004C2244"/>
    <w:rsid w:val="004C472F"/>
    <w:rsid w:val="004C79A1"/>
    <w:rsid w:val="004D0D5F"/>
    <w:rsid w:val="004D1569"/>
    <w:rsid w:val="004D2710"/>
    <w:rsid w:val="004D4481"/>
    <w:rsid w:val="004D44B1"/>
    <w:rsid w:val="004D6646"/>
    <w:rsid w:val="004E0460"/>
    <w:rsid w:val="004E1579"/>
    <w:rsid w:val="004E5FAE"/>
    <w:rsid w:val="004E7094"/>
    <w:rsid w:val="004E70A2"/>
    <w:rsid w:val="004F5537"/>
    <w:rsid w:val="004F5D4A"/>
    <w:rsid w:val="004F5DC7"/>
    <w:rsid w:val="004F78DA"/>
    <w:rsid w:val="00500B59"/>
    <w:rsid w:val="005027D5"/>
    <w:rsid w:val="00504ADA"/>
    <w:rsid w:val="005104E0"/>
    <w:rsid w:val="00516BA7"/>
    <w:rsid w:val="005248C1"/>
    <w:rsid w:val="00526134"/>
    <w:rsid w:val="00533102"/>
    <w:rsid w:val="005427C8"/>
    <w:rsid w:val="0054347D"/>
    <w:rsid w:val="005446D1"/>
    <w:rsid w:val="005479B1"/>
    <w:rsid w:val="00555E03"/>
    <w:rsid w:val="00556C4C"/>
    <w:rsid w:val="00557369"/>
    <w:rsid w:val="00561F08"/>
    <w:rsid w:val="005662E9"/>
    <w:rsid w:val="005708EB"/>
    <w:rsid w:val="00573E07"/>
    <w:rsid w:val="00575BC6"/>
    <w:rsid w:val="00582676"/>
    <w:rsid w:val="00583902"/>
    <w:rsid w:val="00591DDF"/>
    <w:rsid w:val="005A2188"/>
    <w:rsid w:val="005A3AA5"/>
    <w:rsid w:val="005A6C9C"/>
    <w:rsid w:val="005A74DC"/>
    <w:rsid w:val="005B119D"/>
    <w:rsid w:val="005B2069"/>
    <w:rsid w:val="005B2666"/>
    <w:rsid w:val="005B5146"/>
    <w:rsid w:val="005C7693"/>
    <w:rsid w:val="005C7EA8"/>
    <w:rsid w:val="005E5CFC"/>
    <w:rsid w:val="005F33CC"/>
    <w:rsid w:val="0060394B"/>
    <w:rsid w:val="0060502F"/>
    <w:rsid w:val="00610B5D"/>
    <w:rsid w:val="006121D4"/>
    <w:rsid w:val="00613B49"/>
    <w:rsid w:val="0062063D"/>
    <w:rsid w:val="00620E8E"/>
    <w:rsid w:val="00621602"/>
    <w:rsid w:val="00622E05"/>
    <w:rsid w:val="00626250"/>
    <w:rsid w:val="00631553"/>
    <w:rsid w:val="00633CFE"/>
    <w:rsid w:val="00634FCA"/>
    <w:rsid w:val="00637A96"/>
    <w:rsid w:val="006404B5"/>
    <w:rsid w:val="00644808"/>
    <w:rsid w:val="006452B8"/>
    <w:rsid w:val="00652E62"/>
    <w:rsid w:val="006613A0"/>
    <w:rsid w:val="00662CE2"/>
    <w:rsid w:val="00665512"/>
    <w:rsid w:val="00683210"/>
    <w:rsid w:val="00683A4E"/>
    <w:rsid w:val="00687B62"/>
    <w:rsid w:val="00690C44"/>
    <w:rsid w:val="00694C6C"/>
    <w:rsid w:val="006969D9"/>
    <w:rsid w:val="006A2B68"/>
    <w:rsid w:val="006B19B1"/>
    <w:rsid w:val="006C2F32"/>
    <w:rsid w:val="006C43C7"/>
    <w:rsid w:val="006C78A4"/>
    <w:rsid w:val="006D1CE6"/>
    <w:rsid w:val="006D4448"/>
    <w:rsid w:val="006E1822"/>
    <w:rsid w:val="006E2C4D"/>
    <w:rsid w:val="00705EEC"/>
    <w:rsid w:val="00707653"/>
    <w:rsid w:val="00707741"/>
    <w:rsid w:val="00711D5E"/>
    <w:rsid w:val="007164BA"/>
    <w:rsid w:val="00722769"/>
    <w:rsid w:val="007258E5"/>
    <w:rsid w:val="00727901"/>
    <w:rsid w:val="007279DC"/>
    <w:rsid w:val="0073075B"/>
    <w:rsid w:val="00731F4E"/>
    <w:rsid w:val="007341FF"/>
    <w:rsid w:val="007350EB"/>
    <w:rsid w:val="00735CCA"/>
    <w:rsid w:val="007404E9"/>
    <w:rsid w:val="0074425B"/>
    <w:rsid w:val="007444CF"/>
    <w:rsid w:val="007621DD"/>
    <w:rsid w:val="00764256"/>
    <w:rsid w:val="00764373"/>
    <w:rsid w:val="0076523B"/>
    <w:rsid w:val="00766C1B"/>
    <w:rsid w:val="00770C15"/>
    <w:rsid w:val="00771B60"/>
    <w:rsid w:val="00775E39"/>
    <w:rsid w:val="00781D77"/>
    <w:rsid w:val="00782F08"/>
    <w:rsid w:val="00784B99"/>
    <w:rsid w:val="007860B7"/>
    <w:rsid w:val="00786DC8"/>
    <w:rsid w:val="007A1149"/>
    <w:rsid w:val="007A44A8"/>
    <w:rsid w:val="007B3871"/>
    <w:rsid w:val="007B666C"/>
    <w:rsid w:val="007B7066"/>
    <w:rsid w:val="007C2F1D"/>
    <w:rsid w:val="007D1E86"/>
    <w:rsid w:val="007D56DB"/>
    <w:rsid w:val="007D5A78"/>
    <w:rsid w:val="007D5C33"/>
    <w:rsid w:val="007E20A6"/>
    <w:rsid w:val="007E3BD1"/>
    <w:rsid w:val="007F1563"/>
    <w:rsid w:val="007F15C8"/>
    <w:rsid w:val="007F44DB"/>
    <w:rsid w:val="007F5A8B"/>
    <w:rsid w:val="0080203B"/>
    <w:rsid w:val="00802C1C"/>
    <w:rsid w:val="00817D51"/>
    <w:rsid w:val="00823530"/>
    <w:rsid w:val="00823FF4"/>
    <w:rsid w:val="008306E7"/>
    <w:rsid w:val="00831E9A"/>
    <w:rsid w:val="00832439"/>
    <w:rsid w:val="00834BC8"/>
    <w:rsid w:val="00837FD6"/>
    <w:rsid w:val="00847B60"/>
    <w:rsid w:val="00850243"/>
    <w:rsid w:val="00850256"/>
    <w:rsid w:val="00853F7B"/>
    <w:rsid w:val="008545EB"/>
    <w:rsid w:val="00856837"/>
    <w:rsid w:val="00862389"/>
    <w:rsid w:val="00865011"/>
    <w:rsid w:val="008715DB"/>
    <w:rsid w:val="00873694"/>
    <w:rsid w:val="00882F2B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0CC7"/>
    <w:rsid w:val="008F32F6"/>
    <w:rsid w:val="00907C2A"/>
    <w:rsid w:val="00911307"/>
    <w:rsid w:val="00911E07"/>
    <w:rsid w:val="00916CD7"/>
    <w:rsid w:val="00917B6E"/>
    <w:rsid w:val="0092016D"/>
    <w:rsid w:val="00920927"/>
    <w:rsid w:val="00920D61"/>
    <w:rsid w:val="00921B38"/>
    <w:rsid w:val="009232C9"/>
    <w:rsid w:val="00923720"/>
    <w:rsid w:val="00924FBA"/>
    <w:rsid w:val="0092586D"/>
    <w:rsid w:val="00926BD2"/>
    <w:rsid w:val="009278C9"/>
    <w:rsid w:val="009303A7"/>
    <w:rsid w:val="00942CE5"/>
    <w:rsid w:val="00942D04"/>
    <w:rsid w:val="00943BB6"/>
    <w:rsid w:val="00950E76"/>
    <w:rsid w:val="009527CB"/>
    <w:rsid w:val="00953835"/>
    <w:rsid w:val="00960F6C"/>
    <w:rsid w:val="00965B74"/>
    <w:rsid w:val="00970747"/>
    <w:rsid w:val="009708C0"/>
    <w:rsid w:val="0097629F"/>
    <w:rsid w:val="00976B20"/>
    <w:rsid w:val="00977E45"/>
    <w:rsid w:val="0098725E"/>
    <w:rsid w:val="0099513B"/>
    <w:rsid w:val="0099607A"/>
    <w:rsid w:val="00996980"/>
    <w:rsid w:val="009A2C8B"/>
    <w:rsid w:val="009A5900"/>
    <w:rsid w:val="009B0497"/>
    <w:rsid w:val="009C0E59"/>
    <w:rsid w:val="009C2650"/>
    <w:rsid w:val="009C32E8"/>
    <w:rsid w:val="009C460A"/>
    <w:rsid w:val="009D15E2"/>
    <w:rsid w:val="009D15FE"/>
    <w:rsid w:val="009D5D2C"/>
    <w:rsid w:val="009F0DCC"/>
    <w:rsid w:val="009F11CA"/>
    <w:rsid w:val="009F58FD"/>
    <w:rsid w:val="009F7000"/>
    <w:rsid w:val="00A00463"/>
    <w:rsid w:val="00A0695B"/>
    <w:rsid w:val="00A13052"/>
    <w:rsid w:val="00A1477E"/>
    <w:rsid w:val="00A216A8"/>
    <w:rsid w:val="00A223A6"/>
    <w:rsid w:val="00A22D5E"/>
    <w:rsid w:val="00A30EE0"/>
    <w:rsid w:val="00A354FC"/>
    <w:rsid w:val="00A35706"/>
    <w:rsid w:val="00A45B65"/>
    <w:rsid w:val="00A463D6"/>
    <w:rsid w:val="00A5092E"/>
    <w:rsid w:val="00A52F4C"/>
    <w:rsid w:val="00A56E14"/>
    <w:rsid w:val="00A615AF"/>
    <w:rsid w:val="00A637BB"/>
    <w:rsid w:val="00A63EA9"/>
    <w:rsid w:val="00A6476B"/>
    <w:rsid w:val="00A6651B"/>
    <w:rsid w:val="00A76C6C"/>
    <w:rsid w:val="00A772D9"/>
    <w:rsid w:val="00A80126"/>
    <w:rsid w:val="00A80E99"/>
    <w:rsid w:val="00A82C8A"/>
    <w:rsid w:val="00A84A88"/>
    <w:rsid w:val="00A92DD1"/>
    <w:rsid w:val="00A94239"/>
    <w:rsid w:val="00AA0FC2"/>
    <w:rsid w:val="00AA5338"/>
    <w:rsid w:val="00AB1B8E"/>
    <w:rsid w:val="00AB1C81"/>
    <w:rsid w:val="00AC0696"/>
    <w:rsid w:val="00AC431E"/>
    <w:rsid w:val="00AC4C98"/>
    <w:rsid w:val="00AC56A4"/>
    <w:rsid w:val="00AC5F6B"/>
    <w:rsid w:val="00AD27EF"/>
    <w:rsid w:val="00AD3896"/>
    <w:rsid w:val="00AD5B47"/>
    <w:rsid w:val="00AE1A8C"/>
    <w:rsid w:val="00AE1ED9"/>
    <w:rsid w:val="00AE3152"/>
    <w:rsid w:val="00AE32CB"/>
    <w:rsid w:val="00AF3957"/>
    <w:rsid w:val="00B01DB9"/>
    <w:rsid w:val="00B12013"/>
    <w:rsid w:val="00B22C67"/>
    <w:rsid w:val="00B24D8A"/>
    <w:rsid w:val="00B3432B"/>
    <w:rsid w:val="00B3508F"/>
    <w:rsid w:val="00B443EE"/>
    <w:rsid w:val="00B46726"/>
    <w:rsid w:val="00B560C8"/>
    <w:rsid w:val="00B56616"/>
    <w:rsid w:val="00B61150"/>
    <w:rsid w:val="00B6399E"/>
    <w:rsid w:val="00B65BC7"/>
    <w:rsid w:val="00B746B9"/>
    <w:rsid w:val="00B840A1"/>
    <w:rsid w:val="00B848D4"/>
    <w:rsid w:val="00B865B7"/>
    <w:rsid w:val="00B949DD"/>
    <w:rsid w:val="00B95226"/>
    <w:rsid w:val="00B96A77"/>
    <w:rsid w:val="00BA1CB1"/>
    <w:rsid w:val="00BA2496"/>
    <w:rsid w:val="00BA35EE"/>
    <w:rsid w:val="00BA482D"/>
    <w:rsid w:val="00BB0F27"/>
    <w:rsid w:val="00BB23F4"/>
    <w:rsid w:val="00BB2A78"/>
    <w:rsid w:val="00BB6F03"/>
    <w:rsid w:val="00BC06E9"/>
    <w:rsid w:val="00BC1FB8"/>
    <w:rsid w:val="00BC38E3"/>
    <w:rsid w:val="00BC5075"/>
    <w:rsid w:val="00BD0EAA"/>
    <w:rsid w:val="00BD13B5"/>
    <w:rsid w:val="00BD3B0F"/>
    <w:rsid w:val="00BE54F3"/>
    <w:rsid w:val="00BF1D4C"/>
    <w:rsid w:val="00BF3506"/>
    <w:rsid w:val="00BF3E12"/>
    <w:rsid w:val="00BF3F0A"/>
    <w:rsid w:val="00C022A2"/>
    <w:rsid w:val="00C03B23"/>
    <w:rsid w:val="00C054DA"/>
    <w:rsid w:val="00C0663F"/>
    <w:rsid w:val="00C11BAA"/>
    <w:rsid w:val="00C143C3"/>
    <w:rsid w:val="00C1739B"/>
    <w:rsid w:val="00C26067"/>
    <w:rsid w:val="00C2705A"/>
    <w:rsid w:val="00C30A29"/>
    <w:rsid w:val="00C317DC"/>
    <w:rsid w:val="00C578E9"/>
    <w:rsid w:val="00C62E4A"/>
    <w:rsid w:val="00C63473"/>
    <w:rsid w:val="00C703E2"/>
    <w:rsid w:val="00C70626"/>
    <w:rsid w:val="00C72860"/>
    <w:rsid w:val="00C73B90"/>
    <w:rsid w:val="00C75FE0"/>
    <w:rsid w:val="00C80E00"/>
    <w:rsid w:val="00C82D0F"/>
    <w:rsid w:val="00C87E0C"/>
    <w:rsid w:val="00C90FD6"/>
    <w:rsid w:val="00C96AF3"/>
    <w:rsid w:val="00C97CCC"/>
    <w:rsid w:val="00CA0274"/>
    <w:rsid w:val="00CA303F"/>
    <w:rsid w:val="00CA37EE"/>
    <w:rsid w:val="00CA558E"/>
    <w:rsid w:val="00CB43CF"/>
    <w:rsid w:val="00CB746F"/>
    <w:rsid w:val="00CC1B5D"/>
    <w:rsid w:val="00CC451E"/>
    <w:rsid w:val="00CD0A0B"/>
    <w:rsid w:val="00CD4E9D"/>
    <w:rsid w:val="00CD4F4D"/>
    <w:rsid w:val="00CE7934"/>
    <w:rsid w:val="00CE7D19"/>
    <w:rsid w:val="00CF0CF5"/>
    <w:rsid w:val="00CF0E2B"/>
    <w:rsid w:val="00CF2B3E"/>
    <w:rsid w:val="00D0201F"/>
    <w:rsid w:val="00D021C7"/>
    <w:rsid w:val="00D03685"/>
    <w:rsid w:val="00D04A47"/>
    <w:rsid w:val="00D07D4E"/>
    <w:rsid w:val="00D114DB"/>
    <w:rsid w:val="00D115AA"/>
    <w:rsid w:val="00D145BE"/>
    <w:rsid w:val="00D14F73"/>
    <w:rsid w:val="00D20C57"/>
    <w:rsid w:val="00D25D16"/>
    <w:rsid w:val="00D30BC5"/>
    <w:rsid w:val="00D3105A"/>
    <w:rsid w:val="00D32124"/>
    <w:rsid w:val="00D367ED"/>
    <w:rsid w:val="00D4096C"/>
    <w:rsid w:val="00D433C4"/>
    <w:rsid w:val="00D527EF"/>
    <w:rsid w:val="00D54C76"/>
    <w:rsid w:val="00D55E26"/>
    <w:rsid w:val="00D62E12"/>
    <w:rsid w:val="00D63888"/>
    <w:rsid w:val="00D65221"/>
    <w:rsid w:val="00D72670"/>
    <w:rsid w:val="00D727F3"/>
    <w:rsid w:val="00D73695"/>
    <w:rsid w:val="00D810DE"/>
    <w:rsid w:val="00D82328"/>
    <w:rsid w:val="00D8528A"/>
    <w:rsid w:val="00D87D32"/>
    <w:rsid w:val="00D92C83"/>
    <w:rsid w:val="00D96750"/>
    <w:rsid w:val="00D978A3"/>
    <w:rsid w:val="00DA0A81"/>
    <w:rsid w:val="00DA3C10"/>
    <w:rsid w:val="00DA53B5"/>
    <w:rsid w:val="00DB0DD1"/>
    <w:rsid w:val="00DB5944"/>
    <w:rsid w:val="00DB772B"/>
    <w:rsid w:val="00DC1D69"/>
    <w:rsid w:val="00DC571D"/>
    <w:rsid w:val="00DC5A3A"/>
    <w:rsid w:val="00DD1104"/>
    <w:rsid w:val="00DF3734"/>
    <w:rsid w:val="00E048B1"/>
    <w:rsid w:val="00E10D91"/>
    <w:rsid w:val="00E13B51"/>
    <w:rsid w:val="00E2209E"/>
    <w:rsid w:val="00E238E6"/>
    <w:rsid w:val="00E246B1"/>
    <w:rsid w:val="00E259FD"/>
    <w:rsid w:val="00E35064"/>
    <w:rsid w:val="00E35C46"/>
    <w:rsid w:val="00E438C3"/>
    <w:rsid w:val="00E44722"/>
    <w:rsid w:val="00E501F0"/>
    <w:rsid w:val="00E51052"/>
    <w:rsid w:val="00E91BFF"/>
    <w:rsid w:val="00E92933"/>
    <w:rsid w:val="00EA3B97"/>
    <w:rsid w:val="00EB0AA4"/>
    <w:rsid w:val="00EB2422"/>
    <w:rsid w:val="00EB4D73"/>
    <w:rsid w:val="00EB58C7"/>
    <w:rsid w:val="00EB5C88"/>
    <w:rsid w:val="00EC0469"/>
    <w:rsid w:val="00EC2B4B"/>
    <w:rsid w:val="00EC4A6A"/>
    <w:rsid w:val="00EC5E5A"/>
    <w:rsid w:val="00ED621C"/>
    <w:rsid w:val="00ED7F10"/>
    <w:rsid w:val="00EE05F3"/>
    <w:rsid w:val="00EF01F8"/>
    <w:rsid w:val="00EF24EF"/>
    <w:rsid w:val="00EF40EF"/>
    <w:rsid w:val="00F02C2D"/>
    <w:rsid w:val="00F07C48"/>
    <w:rsid w:val="00F1030C"/>
    <w:rsid w:val="00F1480E"/>
    <w:rsid w:val="00F1497D"/>
    <w:rsid w:val="00F16AAC"/>
    <w:rsid w:val="00F17F92"/>
    <w:rsid w:val="00F20EE1"/>
    <w:rsid w:val="00F248A5"/>
    <w:rsid w:val="00F24C01"/>
    <w:rsid w:val="00F412DE"/>
    <w:rsid w:val="00F438FC"/>
    <w:rsid w:val="00F46C78"/>
    <w:rsid w:val="00F508F4"/>
    <w:rsid w:val="00F5616F"/>
    <w:rsid w:val="00F56827"/>
    <w:rsid w:val="00F632D7"/>
    <w:rsid w:val="00F6466C"/>
    <w:rsid w:val="00F65EF0"/>
    <w:rsid w:val="00F71651"/>
    <w:rsid w:val="00F73518"/>
    <w:rsid w:val="00F76CC6"/>
    <w:rsid w:val="00F85BE7"/>
    <w:rsid w:val="00F9095C"/>
    <w:rsid w:val="00F90D76"/>
    <w:rsid w:val="00FA56AA"/>
    <w:rsid w:val="00FC0CFB"/>
    <w:rsid w:val="00FC3161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DCF13D"/>
  <w15:docId w15:val="{89D32D4B-60EF-4D14-9212-1F61CAF4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C6C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240F2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AC431E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AC431E"/>
    <w:rPr>
      <w:rFonts w:ascii="Times New Roman" w:eastAsia="Times New Roman" w:hAnsi="Times New Roman" w:cs="Times New Roman"/>
      <w:sz w:val="24"/>
    </w:rPr>
  </w:style>
  <w:style w:type="paragraph" w:styleId="Revision">
    <w:name w:val="Revision"/>
    <w:hidden/>
    <w:uiPriority w:val="99"/>
    <w:semiHidden/>
    <w:rsid w:val="00D6388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04370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US"/>
    </w:rPr>
  </w:style>
  <w:style w:type="character" w:customStyle="1" w:styleId="SIBodyitalics">
    <w:name w:val="SI_Body_italics"/>
    <w:uiPriority w:val="1"/>
    <w:qFormat/>
    <w:rsid w:val="005B2069"/>
    <w:rPr>
      <w:rFonts w:ascii="Arial" w:hAnsi="Arial" w:cs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-20%20AMP%20Halal%20Training,%20Poultry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55cac2-335d-4d5d-b2df-7590bf216b98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558C4D487D9C41B15E5A7838EAEC50" ma:contentTypeVersion="5" ma:contentTypeDescription="Create a new document." ma:contentTypeScope="" ma:versionID="7f09f13f0abc36a8eb59ca8bdc7cded0">
  <xsd:schema xmlns:xsd="http://www.w3.org/2001/XMLSchema" xmlns:xs="http://www.w3.org/2001/XMLSchema" xmlns:p="http://schemas.microsoft.com/office/2006/metadata/properties" xmlns:ns2="1055cac2-335d-4d5d-b2df-7590bf216b98" targetNamespace="http://schemas.microsoft.com/office/2006/metadata/properties" ma:root="true" ma:fieldsID="69254fd501dddebc381d04b4d047cb1f" ns2:_="">
    <xsd:import namespace="1055cac2-335d-4d5d-b2df-7590bf216b9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5cac2-335d-4d5d-b2df-7590bf216b9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1055cac2-335d-4d5d-b2df-7590bf216b98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0AF1F2A-7D46-4A92-972B-7414BCFBEA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CCBB6F-2CC1-4DE9-AAA3-4138FEA1F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5cac2-335d-4d5d-b2df-7590bf216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61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Wayne Jones</cp:lastModifiedBy>
  <cp:revision>13</cp:revision>
  <cp:lastPrinted>2020-10-21T01:13:00Z</cp:lastPrinted>
  <dcterms:created xsi:type="dcterms:W3CDTF">2020-11-12T10:26:00Z</dcterms:created>
  <dcterms:modified xsi:type="dcterms:W3CDTF">2021-01-18T02:11:00Z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0x0101009D558C4D487D9C41B15E5A7838EAEC50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