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75E50E4" w:rsidR="00F1480E" w:rsidRPr="000754EC" w:rsidRDefault="001134B1" w:rsidP="00356A3D">
            <w:pPr>
              <w:pStyle w:val="SIUNITCODE"/>
            </w:pPr>
            <w:r>
              <w:t>SFI</w:t>
            </w:r>
            <w:r w:rsidR="006B3BD4">
              <w:t>AQU</w:t>
            </w:r>
            <w:r w:rsidR="00087139">
              <w:t>2</w:t>
            </w:r>
            <w:r w:rsidR="00430533">
              <w:t>XX</w:t>
            </w:r>
          </w:p>
        </w:tc>
        <w:tc>
          <w:tcPr>
            <w:tcW w:w="3604" w:type="pct"/>
            <w:shd w:val="clear" w:color="auto" w:fill="auto"/>
          </w:tcPr>
          <w:p w14:paraId="41850966" w14:textId="17F91E3D" w:rsidR="00F1480E" w:rsidRPr="000754EC" w:rsidRDefault="001102A5" w:rsidP="000754EC">
            <w:pPr>
              <w:pStyle w:val="SIUnittitle"/>
            </w:pPr>
            <w:r>
              <w:t>Prepare to u</w:t>
            </w:r>
            <w:r w:rsidR="00DB622E">
              <w:t>se</w:t>
            </w:r>
            <w:r w:rsidR="00594691">
              <w:t xml:space="preserve"> technology in </w:t>
            </w:r>
            <w:r w:rsidR="00087139">
              <w:t xml:space="preserve">fisheries or </w:t>
            </w:r>
            <w:r w:rsidR="00594691">
              <w:t>aquaculture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7A18AA2D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DB622E">
              <w:t>use</w:t>
            </w:r>
            <w:r w:rsidR="00594691">
              <w:t xml:space="preserve"> technology in </w:t>
            </w:r>
            <w:r w:rsidR="00087139">
              <w:t xml:space="preserve">fisheries or </w:t>
            </w:r>
            <w:r w:rsidR="00594691">
              <w:t>aquaculture.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7B7EE754" w:rsidR="002A586A" w:rsidRPr="0074080E" w:rsidRDefault="002A586A" w:rsidP="0074080E">
            <w:pPr>
              <w:pStyle w:val="SIText"/>
            </w:pPr>
            <w:r w:rsidRPr="002A586A">
              <w:t xml:space="preserve">The unit applies to individuals who </w:t>
            </w:r>
            <w:r w:rsidR="001102A5">
              <w:t>are introduced to the use of technology in</w:t>
            </w:r>
            <w:r w:rsidR="00087139">
              <w:t xml:space="preserve"> fisheries or </w:t>
            </w:r>
            <w:r w:rsidRPr="002A586A">
              <w:t>aquaculture</w:t>
            </w:r>
            <w:r w:rsidR="00594691">
              <w:t>.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6CDFF871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226945F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DB622E">
              <w:t xml:space="preserve">Prepare to use </w:t>
            </w:r>
            <w:r w:rsidR="001102A5">
              <w:t xml:space="preserve">aquaculture </w:t>
            </w:r>
            <w:r w:rsidR="00DB622E">
              <w:t xml:space="preserve">technology </w:t>
            </w:r>
          </w:p>
        </w:tc>
        <w:tc>
          <w:tcPr>
            <w:tcW w:w="3604" w:type="pct"/>
            <w:shd w:val="clear" w:color="auto" w:fill="auto"/>
          </w:tcPr>
          <w:p w14:paraId="758496F1" w14:textId="034C04BF" w:rsidR="00F37223" w:rsidRDefault="002A586A" w:rsidP="002A586A">
            <w:r w:rsidRPr="002A586A">
              <w:t>1.1</w:t>
            </w:r>
            <w:r w:rsidR="00F37223">
              <w:t xml:space="preserve"> Discuss the use of aquaculture technology with supervisor </w:t>
            </w:r>
            <w:r w:rsidR="00DB622E">
              <w:t xml:space="preserve"> </w:t>
            </w:r>
          </w:p>
          <w:p w14:paraId="1C7D3D05" w14:textId="6D9E0DF6" w:rsidR="002C792C" w:rsidRDefault="00F37223" w:rsidP="002A586A">
            <w:r>
              <w:t xml:space="preserve">1.2 </w:t>
            </w:r>
            <w:r w:rsidR="002C792C">
              <w:t>Identify aquaculture technology requirements for allocated work task</w:t>
            </w:r>
            <w:r w:rsidR="00DB622E">
              <w:t xml:space="preserve"> </w:t>
            </w:r>
          </w:p>
          <w:p w14:paraId="487A0477" w14:textId="582CC52B" w:rsidR="00DB622E" w:rsidRDefault="002C792C" w:rsidP="002A586A">
            <w:r>
              <w:t>1.</w:t>
            </w:r>
            <w:r w:rsidR="00F37223">
              <w:t>3</w:t>
            </w:r>
            <w:r>
              <w:t xml:space="preserve"> Access </w:t>
            </w:r>
            <w:r w:rsidR="00512B13">
              <w:t>appropriate workplace technology</w:t>
            </w:r>
            <w:r w:rsidR="00DB622E">
              <w:t xml:space="preserve"> </w:t>
            </w:r>
            <w:r w:rsidR="00E26825">
              <w:t xml:space="preserve">and interpret data  </w:t>
            </w:r>
          </w:p>
          <w:p w14:paraId="202872FB" w14:textId="1EE11817" w:rsidR="00CD421F" w:rsidRPr="002A586A" w:rsidRDefault="002A586A" w:rsidP="002C792C">
            <w:r w:rsidRPr="002A586A">
              <w:t>1.</w:t>
            </w:r>
            <w:r w:rsidR="00F37223">
              <w:t>4</w:t>
            </w:r>
            <w:r w:rsidR="00512B13">
              <w:t xml:space="preserve"> Read manufacturer specifications and p</w:t>
            </w:r>
            <w:r w:rsidR="002C792C">
              <w:t xml:space="preserve">repare to operate equipment or technology in accordance with workplace procedures, work health and safety </w:t>
            </w:r>
            <w:r w:rsidR="00512B13">
              <w:t xml:space="preserve">(WHS) </w:t>
            </w:r>
            <w:r w:rsidR="002C792C">
              <w:t>standards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03862F8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2C792C">
              <w:t xml:space="preserve">Operate </w:t>
            </w:r>
            <w:r w:rsidR="00512B13">
              <w:t>aquaculture</w:t>
            </w:r>
            <w:r w:rsidR="00512B13" w:rsidRPr="00512B13">
              <w:t xml:space="preserve"> </w:t>
            </w:r>
            <w:r w:rsidR="002C792C">
              <w:t xml:space="preserve">equipment or </w:t>
            </w:r>
            <w:r w:rsidR="008B60BF">
              <w:t>technolog</w:t>
            </w:r>
            <w:r w:rsidR="002C792C">
              <w:t>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457C31DE" w:rsidR="00E557F0" w:rsidRDefault="00E557F0" w:rsidP="008B60BF">
            <w:r>
              <w:t>2.</w:t>
            </w:r>
            <w:r w:rsidR="00DB622E">
              <w:t xml:space="preserve">1 </w:t>
            </w:r>
            <w:r w:rsidR="00512B13">
              <w:t xml:space="preserve">Use equipment or technology for a specific aquaculture work task in accordance with WHS standards and manufacturer specifications </w:t>
            </w:r>
            <w:r w:rsidR="00DB622E">
              <w:t xml:space="preserve"> </w:t>
            </w:r>
            <w:r>
              <w:t xml:space="preserve"> </w:t>
            </w:r>
          </w:p>
          <w:p w14:paraId="55C540F3" w14:textId="03F19095" w:rsidR="008B60BF" w:rsidRDefault="008B60BF" w:rsidP="008B60BF">
            <w:r>
              <w:t>2.</w:t>
            </w:r>
            <w:r w:rsidR="00DB622E">
              <w:t xml:space="preserve">2 </w:t>
            </w:r>
            <w:r w:rsidR="00840D14">
              <w:t>I</w:t>
            </w:r>
            <w:r w:rsidR="00512B13">
              <w:t xml:space="preserve">dentify potential sources of contamination and use preventative measures  </w:t>
            </w:r>
          </w:p>
          <w:p w14:paraId="2B73179F" w14:textId="0146C699" w:rsidR="00512B13" w:rsidRPr="002A586A" w:rsidRDefault="00512B13" w:rsidP="008B60BF">
            <w:r>
              <w:t xml:space="preserve">2.3 Monitor </w:t>
            </w:r>
            <w:r w:rsidR="00910158">
              <w:t xml:space="preserve">technology use processes and </w:t>
            </w:r>
            <w:r w:rsidR="000677F1">
              <w:t xml:space="preserve">discuss possible improvements with relevant personnel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78F2ADB8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512B13">
              <w:t xml:space="preserve">Complete work task </w:t>
            </w:r>
            <w:r w:rsidR="000677F1">
              <w:t xml:space="preserve">and </w:t>
            </w:r>
            <w:r w:rsidR="00024289">
              <w:t>conduct</w:t>
            </w:r>
            <w:r w:rsidR="0068730A">
              <w:t xml:space="preserve"> technology shut down procedures</w:t>
            </w:r>
            <w:r w:rsidR="0002428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7A0EF71" w14:textId="509E2D49" w:rsidR="000677F1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0677F1">
              <w:t>C</w:t>
            </w:r>
            <w:r w:rsidR="00910158">
              <w:t>lean and maintain equipment</w:t>
            </w:r>
            <w:r w:rsidR="000677F1">
              <w:t xml:space="preserve"> and/or work area and report faults in accordance with workplace procedures</w:t>
            </w:r>
          </w:p>
          <w:p w14:paraId="135DC4B8" w14:textId="2E9F3F9D" w:rsidR="002A586A" w:rsidRPr="00CF49A8" w:rsidRDefault="000677F1" w:rsidP="0068730A">
            <w:r>
              <w:t xml:space="preserve">3.2 </w:t>
            </w:r>
            <w:r w:rsidR="00024289">
              <w:t>Store equipment in line with workplace procedures</w:t>
            </w:r>
            <w:r>
              <w:t xml:space="preserve">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30C7D9C7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1904F8">
              <w:rPr>
                <w:rFonts w:eastAsia="Calibri"/>
              </w:rPr>
              <w:t>ies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</w:t>
            </w:r>
            <w:r w:rsidR="001904F8">
              <w:rPr>
                <w:rFonts w:eastAsia="Calibri"/>
              </w:rPr>
              <w:t>s</w:t>
            </w:r>
            <w:r w:rsidR="002A586A" w:rsidRPr="002A586A">
              <w:rPr>
                <w:rFonts w:eastAsia="Calibri"/>
              </w:rPr>
              <w:t xml:space="preserve"> relevant</w:t>
            </w:r>
            <w:r w:rsidR="00E557F0">
              <w:rPr>
                <w:rFonts w:eastAsia="Calibri"/>
              </w:rPr>
              <w:t xml:space="preserve"> manufacturer </w:t>
            </w:r>
            <w:r w:rsidR="00611FA0">
              <w:rPr>
                <w:rFonts w:eastAsia="Calibri"/>
              </w:rPr>
              <w:t>specifications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05F8553F" w14:textId="77777777" w:rsidTr="00CA2922">
        <w:tc>
          <w:tcPr>
            <w:tcW w:w="1396" w:type="pct"/>
          </w:tcPr>
          <w:p w14:paraId="0A3AC22F" w14:textId="0A25B484" w:rsidR="002A586A" w:rsidRPr="002A586A" w:rsidRDefault="002A586A" w:rsidP="002A586A">
            <w:r w:rsidRPr="002A586A">
              <w:t>Navigate the world of work</w:t>
            </w:r>
          </w:p>
        </w:tc>
        <w:tc>
          <w:tcPr>
            <w:tcW w:w="3604" w:type="pct"/>
          </w:tcPr>
          <w:p w14:paraId="0B38328F" w14:textId="24618460" w:rsidR="002A586A" w:rsidRPr="002A586A" w:rsidRDefault="002A586A">
            <w:pPr>
              <w:pStyle w:val="SIBulletList1"/>
              <w:rPr>
                <w:rFonts w:eastAsia="Calibri"/>
              </w:rPr>
            </w:pPr>
            <w:r w:rsidRPr="002A586A">
              <w:t>Interpret</w:t>
            </w:r>
            <w:r w:rsidR="001904F8">
              <w:t>s</w:t>
            </w:r>
            <w:r w:rsidRPr="002A586A">
              <w:t xml:space="preserve"> and follow</w:t>
            </w:r>
            <w:r w:rsidR="001904F8">
              <w:t>s</w:t>
            </w:r>
            <w:r w:rsidRPr="002A586A">
              <w:t xml:space="preserve"> workplace requirements</w:t>
            </w:r>
            <w:r w:rsidR="001904F8">
              <w:t>,</w:t>
            </w:r>
            <w:r w:rsidRPr="002A586A">
              <w:t xml:space="preserve"> and seek</w:t>
            </w:r>
            <w:r w:rsidR="001904F8">
              <w:t>s</w:t>
            </w:r>
            <w:r w:rsidRPr="002A586A">
              <w:t xml:space="preserve"> clarification or other assistance when required</w:t>
            </w:r>
          </w:p>
        </w:tc>
      </w:tr>
      <w:tr w:rsidR="002A586A" w:rsidRPr="00336FCA" w:rsidDel="00423CB2" w14:paraId="4BE849ED" w14:textId="77777777" w:rsidTr="00CA2922">
        <w:tc>
          <w:tcPr>
            <w:tcW w:w="1396" w:type="pct"/>
          </w:tcPr>
          <w:p w14:paraId="2809BECC" w14:textId="56F95E95" w:rsidR="002A586A" w:rsidRPr="002A586A" w:rsidRDefault="002A586A" w:rsidP="002A586A">
            <w:r w:rsidRPr="002A586A">
              <w:t>Get the work done</w:t>
            </w:r>
          </w:p>
        </w:tc>
        <w:tc>
          <w:tcPr>
            <w:tcW w:w="3604" w:type="pct"/>
          </w:tcPr>
          <w:p w14:paraId="18E95ED8" w14:textId="2627DBB3" w:rsidR="002A586A" w:rsidRPr="002A586A" w:rsidRDefault="002A586A" w:rsidP="00024289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>Plan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and organise</w:t>
            </w:r>
            <w:r w:rsidR="001904F8">
              <w:rPr>
                <w:rFonts w:eastAsia="Calibri"/>
              </w:rPr>
              <w:t>s</w:t>
            </w:r>
            <w:r w:rsidRPr="002A586A">
              <w:rPr>
                <w:rFonts w:eastAsia="Calibri"/>
              </w:rPr>
              <w:t xml:space="preserve"> own work activities and resources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1667BA27" w14:textId="77777777" w:rsidR="000C1CA8" w:rsidRDefault="00E557F0" w:rsidP="002A586A">
            <w:pPr>
              <w:pStyle w:val="SIText"/>
            </w:pPr>
            <w:r>
              <w:t>SFI</w:t>
            </w:r>
            <w:r w:rsidR="006B3BD4">
              <w:t>AQU</w:t>
            </w:r>
            <w:r w:rsidR="00087139">
              <w:t>2X</w:t>
            </w:r>
            <w:r w:rsidR="000C1CA8">
              <w:t>1</w:t>
            </w:r>
          </w:p>
          <w:p w14:paraId="666F2C5F" w14:textId="0F9D08D0" w:rsidR="002A586A" w:rsidRPr="002A586A" w:rsidRDefault="006D58E4" w:rsidP="002A586A">
            <w:pPr>
              <w:pStyle w:val="SIText"/>
            </w:pPr>
            <w:r>
              <w:t xml:space="preserve">Prepare to use </w:t>
            </w:r>
            <w:r w:rsidR="00E557F0">
              <w:t xml:space="preserve">technology in </w:t>
            </w:r>
            <w:r w:rsidR="00087139">
              <w:lastRenderedPageBreak/>
              <w:t xml:space="preserve">fisheries or </w:t>
            </w:r>
            <w:r w:rsidR="00E557F0">
              <w:t>aquaculture</w:t>
            </w:r>
          </w:p>
        </w:tc>
        <w:tc>
          <w:tcPr>
            <w:tcW w:w="1105" w:type="pct"/>
          </w:tcPr>
          <w:p w14:paraId="1D8C5948" w14:textId="77777777" w:rsidR="002A586A" w:rsidRDefault="002A586A" w:rsidP="002A586A">
            <w:pPr>
              <w:pStyle w:val="SIText"/>
            </w:pPr>
          </w:p>
          <w:p w14:paraId="520629F4" w14:textId="6EC094D7" w:rsidR="006B3BD4" w:rsidRPr="006B3BD4" w:rsidRDefault="006B3BD4" w:rsidP="006B3BD4">
            <w:pPr>
              <w:ind w:firstLine="720"/>
              <w:rPr>
                <w:lang w:eastAsia="en-US"/>
              </w:rPr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0C5757A1" w:rsidR="002A586A" w:rsidRPr="002A586A" w:rsidRDefault="00E557F0" w:rsidP="002A586A">
            <w:pPr>
              <w:pStyle w:val="SIText"/>
            </w:pPr>
            <w:r>
              <w:t>Ne</w:t>
            </w:r>
            <w:r w:rsidR="006B3BD4">
              <w:t xml:space="preserve">w </w:t>
            </w:r>
            <w:r>
              <w:t>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6691089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024289">
              <w:t>SFI</w:t>
            </w:r>
            <w:r w:rsidR="006B3BD4">
              <w:t>AQU</w:t>
            </w:r>
            <w:r w:rsidR="00087139">
              <w:t>2X</w:t>
            </w:r>
            <w:r w:rsidR="000C1CA8">
              <w:t>1</w:t>
            </w:r>
            <w:r w:rsidR="00024289">
              <w:t xml:space="preserve"> Prepare to u</w:t>
            </w:r>
            <w:r w:rsidR="00024289" w:rsidRPr="00024289">
              <w:t xml:space="preserve">se technology in </w:t>
            </w:r>
            <w:r w:rsidR="00087139">
              <w:t xml:space="preserve">fisheries or </w:t>
            </w:r>
            <w:r w:rsidR="00024289" w:rsidRPr="00024289">
              <w:t>aquaculture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0B011A25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024289">
              <w:t xml:space="preserve">used </w:t>
            </w:r>
            <w:r w:rsidR="00181824">
              <w:t xml:space="preserve">technology in </w:t>
            </w:r>
            <w:r w:rsidR="003423DE">
              <w:t>aquaculture</w:t>
            </w:r>
            <w:r w:rsidR="00181824">
              <w:t xml:space="preserve">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6FCCB31D" w14:textId="500A8DD4" w:rsidR="00024289" w:rsidRDefault="00024289" w:rsidP="00737DEE">
            <w:pPr>
              <w:pStyle w:val="SIBulletList1"/>
            </w:pPr>
            <w:r>
              <w:t xml:space="preserve">accessing </w:t>
            </w:r>
            <w:r w:rsidR="00F36FB6">
              <w:t>appropriate t</w:t>
            </w:r>
            <w:r>
              <w:t>echnology</w:t>
            </w:r>
            <w:r w:rsidR="00F36FB6">
              <w:t xml:space="preserve"> as directed by supervisor</w:t>
            </w:r>
          </w:p>
          <w:p w14:paraId="3F44DC6A" w14:textId="66373A83" w:rsidR="00181824" w:rsidRDefault="00181824" w:rsidP="00737DEE">
            <w:pPr>
              <w:pStyle w:val="SIBulletList1"/>
            </w:pPr>
            <w:r>
              <w:t>observing manufacturer specifications and WHS standards</w:t>
            </w:r>
          </w:p>
          <w:p w14:paraId="48A43C30" w14:textId="152CDEDB" w:rsidR="00E0162C" w:rsidRPr="002A586A" w:rsidRDefault="00024289" w:rsidP="00181824">
            <w:pPr>
              <w:pStyle w:val="SIBulletList1"/>
            </w:pPr>
            <w:r>
              <w:t>cleaning and storing equipment appropriately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5694C38" w14:textId="3A14C34B" w:rsidR="002A586A" w:rsidRPr="002A586A" w:rsidRDefault="00181824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operational processes</w:t>
            </w:r>
            <w:r w:rsidR="000B11BF"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in</w:t>
            </w:r>
            <w:r w:rsidR="000B11BF">
              <w:rPr>
                <w:rFonts w:eastAsia="Calibri"/>
              </w:rPr>
              <w:t xml:space="preserve"> </w:t>
            </w:r>
            <w:r w:rsidR="00A076CF">
              <w:rPr>
                <w:rFonts w:eastAsia="Calibri"/>
              </w:rPr>
              <w:t xml:space="preserve">fisheries </w:t>
            </w:r>
            <w:r w:rsidR="000B11BF">
              <w:rPr>
                <w:rFonts w:eastAsia="Calibri"/>
              </w:rPr>
              <w:t>or aquaculture</w:t>
            </w:r>
            <w:r w:rsidR="004168F3">
              <w:rPr>
                <w:rFonts w:eastAsia="Calibri"/>
              </w:rPr>
              <w:t xml:space="preserve"> </w:t>
            </w:r>
          </w:p>
          <w:p w14:paraId="42103E2E" w14:textId="170392D7" w:rsidR="002A586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general features and capabilities of fishery or aquaculture technology </w:t>
            </w:r>
          </w:p>
          <w:p w14:paraId="3E46BD3F" w14:textId="77777777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D18C0FD" w14:textId="2E5829E0" w:rsidR="002A586A" w:rsidRPr="002A586A" w:rsidRDefault="00EE345A" w:rsidP="00024289">
            <w:pPr>
              <w:pStyle w:val="SIBulletList1"/>
            </w:pPr>
            <w:r>
              <w:rPr>
                <w:rFonts w:eastAsia="Calibri"/>
              </w:rPr>
              <w:t>fishery or aquaculture WHS standards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4564D42E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skills must be demonstrated in a</w:t>
            </w:r>
            <w:r w:rsidR="00024289">
              <w:rPr>
                <w:rFonts w:eastAsia="Calibri"/>
              </w:rPr>
              <w:t>n</w:t>
            </w:r>
            <w:r>
              <w:rPr>
                <w:rFonts w:eastAsia="Calibri"/>
              </w:rPr>
              <w:t xml:space="preserve"> </w:t>
            </w:r>
            <w:r w:rsidR="00476E86">
              <w:rPr>
                <w:rFonts w:eastAsia="Calibri"/>
              </w:rPr>
              <w:t xml:space="preserve">aquaculture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6B55A5E7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024289">
              <w:rPr>
                <w:rFonts w:eastAsia="Calibri"/>
              </w:rPr>
              <w:t>aquaculture 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5134921F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  <w:r w:rsidR="00024289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BD4B4" w14:textId="77777777" w:rsidR="00C569B1" w:rsidRDefault="00C569B1" w:rsidP="00BF3F0A">
      <w:r>
        <w:separator/>
      </w:r>
    </w:p>
    <w:p w14:paraId="7F3BC385" w14:textId="77777777" w:rsidR="00C569B1" w:rsidRDefault="00C569B1"/>
  </w:endnote>
  <w:endnote w:type="continuationSeparator" w:id="0">
    <w:p w14:paraId="5B655007" w14:textId="77777777" w:rsidR="00C569B1" w:rsidRDefault="00C569B1" w:rsidP="00BF3F0A">
      <w:r>
        <w:continuationSeparator/>
      </w:r>
    </w:p>
    <w:p w14:paraId="58BC024B" w14:textId="77777777" w:rsidR="00C569B1" w:rsidRDefault="00C56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D153E" w14:textId="77777777" w:rsidR="00C569B1" w:rsidRDefault="00C569B1" w:rsidP="00BF3F0A">
      <w:r>
        <w:separator/>
      </w:r>
    </w:p>
    <w:p w14:paraId="2BE4D600" w14:textId="77777777" w:rsidR="00C569B1" w:rsidRDefault="00C569B1"/>
  </w:footnote>
  <w:footnote w:type="continuationSeparator" w:id="0">
    <w:p w14:paraId="649EDF7D" w14:textId="77777777" w:rsidR="00C569B1" w:rsidRDefault="00C569B1" w:rsidP="00BF3F0A">
      <w:r>
        <w:continuationSeparator/>
      </w:r>
    </w:p>
    <w:p w14:paraId="3DF0B552" w14:textId="77777777" w:rsidR="00C569B1" w:rsidRDefault="00C56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4DD4DF4" w:rsidR="00540BD0" w:rsidRDefault="0074080E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34B1">
      <w:t>S</w:t>
    </w:r>
    <w:r w:rsidR="00356A3D">
      <w:t>FI</w:t>
    </w:r>
    <w:r w:rsidR="006B3BD4">
      <w:t>AQU</w:t>
    </w:r>
    <w:r w:rsidR="00087139">
      <w:t>2X</w:t>
    </w:r>
    <w:r w:rsidR="00A07FF7">
      <w:t>1</w:t>
    </w:r>
    <w:r w:rsidR="00430533">
      <w:t xml:space="preserve"> </w:t>
    </w:r>
    <w:r w:rsidR="001102A5">
      <w:t>Prepare to u</w:t>
    </w:r>
    <w:r w:rsidR="00DB622E">
      <w:t>se</w:t>
    </w:r>
    <w:r w:rsidR="007C77E2">
      <w:t xml:space="preserve"> </w:t>
    </w:r>
    <w:r w:rsidR="00594691">
      <w:t xml:space="preserve">technology in </w:t>
    </w:r>
    <w:r w:rsidR="00087139">
      <w:t xml:space="preserve">fisheries or </w:t>
    </w:r>
    <w:r w:rsidR="00594691">
      <w:t>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4289"/>
    <w:rsid w:val="000275AE"/>
    <w:rsid w:val="00041E59"/>
    <w:rsid w:val="00062A64"/>
    <w:rsid w:val="00064BFE"/>
    <w:rsid w:val="000677F1"/>
    <w:rsid w:val="00070B3E"/>
    <w:rsid w:val="00071F95"/>
    <w:rsid w:val="000737BB"/>
    <w:rsid w:val="00074E47"/>
    <w:rsid w:val="000754EC"/>
    <w:rsid w:val="00086137"/>
    <w:rsid w:val="00087139"/>
    <w:rsid w:val="00090803"/>
    <w:rsid w:val="0009093B"/>
    <w:rsid w:val="000A5441"/>
    <w:rsid w:val="000B11BF"/>
    <w:rsid w:val="000C149A"/>
    <w:rsid w:val="000C1CA8"/>
    <w:rsid w:val="000C224E"/>
    <w:rsid w:val="000C6F59"/>
    <w:rsid w:val="000D6877"/>
    <w:rsid w:val="000E25E6"/>
    <w:rsid w:val="000E2C86"/>
    <w:rsid w:val="000F29F2"/>
    <w:rsid w:val="00101659"/>
    <w:rsid w:val="00105AEA"/>
    <w:rsid w:val="001078BF"/>
    <w:rsid w:val="001102A5"/>
    <w:rsid w:val="00112D0E"/>
    <w:rsid w:val="001134B1"/>
    <w:rsid w:val="00126F3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0FD7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C792C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3CA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E86"/>
    <w:rsid w:val="004832D2"/>
    <w:rsid w:val="00485559"/>
    <w:rsid w:val="004A142B"/>
    <w:rsid w:val="004A3860"/>
    <w:rsid w:val="004A44E8"/>
    <w:rsid w:val="004A581D"/>
    <w:rsid w:val="004A7706"/>
    <w:rsid w:val="004B29B7"/>
    <w:rsid w:val="004B50B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D64"/>
    <w:rsid w:val="0050621A"/>
    <w:rsid w:val="00512B13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6DC9"/>
    <w:rsid w:val="005A74DC"/>
    <w:rsid w:val="005B5146"/>
    <w:rsid w:val="005D1AFD"/>
    <w:rsid w:val="005E51E6"/>
    <w:rsid w:val="005F027A"/>
    <w:rsid w:val="005F33CC"/>
    <w:rsid w:val="005F771F"/>
    <w:rsid w:val="0060562A"/>
    <w:rsid w:val="00611FA0"/>
    <w:rsid w:val="006121D4"/>
    <w:rsid w:val="00613B49"/>
    <w:rsid w:val="00616845"/>
    <w:rsid w:val="00620E8E"/>
    <w:rsid w:val="00621674"/>
    <w:rsid w:val="00621A04"/>
    <w:rsid w:val="00627EEB"/>
    <w:rsid w:val="00633CFE"/>
    <w:rsid w:val="00634FCA"/>
    <w:rsid w:val="00643D1B"/>
    <w:rsid w:val="006452B8"/>
    <w:rsid w:val="006470B0"/>
    <w:rsid w:val="00652E62"/>
    <w:rsid w:val="00663B0E"/>
    <w:rsid w:val="00685642"/>
    <w:rsid w:val="00686A49"/>
    <w:rsid w:val="0068730A"/>
    <w:rsid w:val="00687B62"/>
    <w:rsid w:val="00690C44"/>
    <w:rsid w:val="006969D9"/>
    <w:rsid w:val="006A2B68"/>
    <w:rsid w:val="006A3822"/>
    <w:rsid w:val="006B3BD4"/>
    <w:rsid w:val="006C2F32"/>
    <w:rsid w:val="006D38C3"/>
    <w:rsid w:val="006D4448"/>
    <w:rsid w:val="006D58E4"/>
    <w:rsid w:val="006D6DFD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080E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979E1"/>
    <w:rsid w:val="007A0E5F"/>
    <w:rsid w:val="007A300D"/>
    <w:rsid w:val="007C77E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0D14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0461D"/>
    <w:rsid w:val="00910158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6CF"/>
    <w:rsid w:val="00A07FF7"/>
    <w:rsid w:val="00A13052"/>
    <w:rsid w:val="00A216A8"/>
    <w:rsid w:val="00A223A6"/>
    <w:rsid w:val="00A3639E"/>
    <w:rsid w:val="00A427E8"/>
    <w:rsid w:val="00A43CED"/>
    <w:rsid w:val="00A5092E"/>
    <w:rsid w:val="00A554D6"/>
    <w:rsid w:val="00A56E14"/>
    <w:rsid w:val="00A62A14"/>
    <w:rsid w:val="00A6476B"/>
    <w:rsid w:val="00A76C6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454C"/>
    <w:rsid w:val="00C143C3"/>
    <w:rsid w:val="00C1739B"/>
    <w:rsid w:val="00C21ADE"/>
    <w:rsid w:val="00C26067"/>
    <w:rsid w:val="00C30A29"/>
    <w:rsid w:val="00C317DC"/>
    <w:rsid w:val="00C5296F"/>
    <w:rsid w:val="00C560B2"/>
    <w:rsid w:val="00C569B1"/>
    <w:rsid w:val="00C574F3"/>
    <w:rsid w:val="00C578E9"/>
    <w:rsid w:val="00C70626"/>
    <w:rsid w:val="00C72860"/>
    <w:rsid w:val="00C73582"/>
    <w:rsid w:val="00C73B90"/>
    <w:rsid w:val="00C742EC"/>
    <w:rsid w:val="00C837A1"/>
    <w:rsid w:val="00C86F1E"/>
    <w:rsid w:val="00C92FB1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27959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D5307"/>
    <w:rsid w:val="00DF79B5"/>
    <w:rsid w:val="00E0162C"/>
    <w:rsid w:val="00E238E6"/>
    <w:rsid w:val="00E26825"/>
    <w:rsid w:val="00E35064"/>
    <w:rsid w:val="00E3681D"/>
    <w:rsid w:val="00E40225"/>
    <w:rsid w:val="00E501F0"/>
    <w:rsid w:val="00E53F5A"/>
    <w:rsid w:val="00E557F0"/>
    <w:rsid w:val="00E6166D"/>
    <w:rsid w:val="00E71E2E"/>
    <w:rsid w:val="00E8205E"/>
    <w:rsid w:val="00E91BFF"/>
    <w:rsid w:val="00E92933"/>
    <w:rsid w:val="00E94FAD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6627"/>
    <w:rsid w:val="00F270C3"/>
    <w:rsid w:val="00F33FF2"/>
    <w:rsid w:val="00F36FB6"/>
    <w:rsid w:val="00F37223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6191"/>
    <w:rsid w:val="00F76CC6"/>
    <w:rsid w:val="00F83D7C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FF4F2-EACB-4410-BC52-E7D0F9572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B30337-1737-4DBD-96D3-A16360CD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4</cp:revision>
  <cp:lastPrinted>2019-10-22T00:39:00Z</cp:lastPrinted>
  <dcterms:created xsi:type="dcterms:W3CDTF">2019-10-23T02:24:00Z</dcterms:created>
  <dcterms:modified xsi:type="dcterms:W3CDTF">2019-10-23T02:47:00Z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