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B1086" w14:textId="77777777" w:rsidR="006A1D6C" w:rsidRPr="00536741" w:rsidRDefault="006A1D6C" w:rsidP="006A1D6C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330ACBD" w14:textId="77777777" w:rsidTr="00F279E6">
        <w:tc>
          <w:tcPr>
            <w:tcW w:w="1396" w:type="pct"/>
            <w:shd w:val="clear" w:color="auto" w:fill="auto"/>
          </w:tcPr>
          <w:p w14:paraId="2D95BE38" w14:textId="04B79F40" w:rsidR="00A301E0" w:rsidRPr="00536741" w:rsidRDefault="003824E7" w:rsidP="00536741">
            <w:pPr>
              <w:pStyle w:val="SISSCODE"/>
            </w:pPr>
            <w:r w:rsidRPr="003824E7">
              <w:t>AHCSS00117</w:t>
            </w:r>
          </w:p>
        </w:tc>
        <w:tc>
          <w:tcPr>
            <w:tcW w:w="3604" w:type="pct"/>
            <w:shd w:val="clear" w:color="auto" w:fill="auto"/>
          </w:tcPr>
          <w:p w14:paraId="64AF4681" w14:textId="6663C3E5" w:rsidR="00A301E0" w:rsidRPr="00536741" w:rsidRDefault="00686940" w:rsidP="00536741">
            <w:pPr>
              <w:pStyle w:val="SISStitle"/>
            </w:pPr>
            <w:r w:rsidRPr="00686940">
              <w:t>Introduction to Conservation and Ecosystem Management Skill Set</w:t>
            </w:r>
          </w:p>
        </w:tc>
      </w:tr>
    </w:tbl>
    <w:p w14:paraId="6D5F9B62" w14:textId="77777777" w:rsidR="00A301E0" w:rsidRPr="00536741" w:rsidRDefault="00A301E0" w:rsidP="00A301E0"/>
    <w:p w14:paraId="07D8FECF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AB3F696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B0D8714" w14:textId="77777777" w:rsidTr="002A1BEA">
        <w:tc>
          <w:tcPr>
            <w:tcW w:w="1396" w:type="pct"/>
            <w:shd w:val="clear" w:color="auto" w:fill="auto"/>
          </w:tcPr>
          <w:p w14:paraId="5507927C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E8B8F84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487E953" w14:textId="77777777" w:rsidTr="002A1BEA">
        <w:tc>
          <w:tcPr>
            <w:tcW w:w="1396" w:type="pct"/>
            <w:shd w:val="clear" w:color="auto" w:fill="auto"/>
          </w:tcPr>
          <w:p w14:paraId="0103F917" w14:textId="733BBEF1" w:rsidR="00536741" w:rsidRPr="00BA7B66" w:rsidRDefault="00536741" w:rsidP="000C59FA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63198172" w14:textId="18F4FB00" w:rsidR="00536741" w:rsidRPr="000C59FA" w:rsidRDefault="000C59FA" w:rsidP="000C59FA">
            <w:pPr>
              <w:pStyle w:val="SIText"/>
            </w:pPr>
            <w:r w:rsidRPr="000C59FA">
              <w:rPr>
                <w:rStyle w:val="SITemporarytext-red"/>
                <w:color w:val="auto"/>
                <w:sz w:val="20"/>
                <w:szCs w:val="22"/>
              </w:rPr>
              <w:t>This version released with AHC Agriculture, Horticulture and Conservation and Land Manag</w:t>
            </w:r>
            <w:r>
              <w:rPr>
                <w:rStyle w:val="SITemporarytext-red"/>
                <w:color w:val="auto"/>
                <w:sz w:val="20"/>
                <w:szCs w:val="22"/>
              </w:rPr>
              <w:t>ement Training Package Version 6</w:t>
            </w:r>
            <w:r w:rsidRPr="000C59FA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</w:tc>
      </w:tr>
    </w:tbl>
    <w:p w14:paraId="4D0EF91B" w14:textId="77777777" w:rsidR="00536741" w:rsidRDefault="00536741" w:rsidP="00536741">
      <w:pPr>
        <w:rPr>
          <w:lang w:eastAsia="en-US"/>
        </w:rPr>
      </w:pPr>
    </w:p>
    <w:p w14:paraId="5277667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A2E5ADD" w14:textId="77777777" w:rsidTr="000D7BE6">
        <w:tc>
          <w:tcPr>
            <w:tcW w:w="5000" w:type="pct"/>
            <w:shd w:val="clear" w:color="auto" w:fill="auto"/>
          </w:tcPr>
          <w:p w14:paraId="49A38F8B" w14:textId="70B58E55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7645FA1" w14:textId="7C8C4C23" w:rsidR="00801322" w:rsidRDefault="00DB557A" w:rsidP="00801322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FA201E">
              <w:t xml:space="preserve"> provides basic skills and knowledge for individuals</w:t>
            </w:r>
            <w:r w:rsidR="00801322">
              <w:t xml:space="preserve"> to recognise common plants and animals in natural landscapes and to </w:t>
            </w:r>
            <w:r w:rsidR="00801322" w:rsidRPr="00801322">
              <w:t xml:space="preserve">undertake basic conservation </w:t>
            </w:r>
            <w:r w:rsidR="00801322">
              <w:t xml:space="preserve">and ecosystem </w:t>
            </w:r>
            <w:r w:rsidR="00801322" w:rsidRPr="00801322">
              <w:t xml:space="preserve">works </w:t>
            </w:r>
            <w:r w:rsidR="00801322">
              <w:t>in the conservation and ecosystem management industry.</w:t>
            </w:r>
          </w:p>
          <w:p w14:paraId="4E5E13E7" w14:textId="39D8A5FB" w:rsidR="00A772D9" w:rsidRPr="00536741" w:rsidRDefault="00801322" w:rsidP="00801322">
            <w:pPr>
              <w:pStyle w:val="SIText"/>
            </w:pPr>
            <w:r w:rsidRPr="00801322">
              <w:t xml:space="preserve"> </w:t>
            </w:r>
          </w:p>
        </w:tc>
      </w:tr>
      <w:tr w:rsidR="00A301E0" w:rsidRPr="00963A46" w14:paraId="553306A2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D51DD51" w14:textId="4183D190" w:rsidR="00801322" w:rsidRDefault="00801322" w:rsidP="00801322">
            <w:pPr>
              <w:pStyle w:val="SITextHeading2"/>
            </w:pPr>
            <w:r>
              <w:t>Pathways Information</w:t>
            </w:r>
          </w:p>
          <w:p w14:paraId="7100D2FC" w14:textId="47AB00F0" w:rsidR="00FA201E" w:rsidRPr="00FA201E" w:rsidRDefault="00FA201E" w:rsidP="00FA201E">
            <w:pPr>
              <w:pStyle w:val="SIText"/>
            </w:pPr>
            <w:r w:rsidRPr="00FA201E">
              <w:t>These units of competency provide pathways into a range of Certificate II and Certificate III qualifications in the</w:t>
            </w:r>
            <w:r w:rsidRPr="00FA201E">
              <w:rPr>
                <w:rStyle w:val="SITemporarytext-red"/>
                <w:color w:val="auto"/>
                <w:sz w:val="20"/>
                <w:szCs w:val="22"/>
              </w:rPr>
              <w:t xml:space="preserve"> AHC Agriculture, Horticulture and Conservation and Land Management Training Package</w:t>
            </w:r>
            <w:r w:rsidRPr="00FA201E">
              <w:t>.</w:t>
            </w:r>
          </w:p>
          <w:p w14:paraId="085C3A3E" w14:textId="6D8AACE3" w:rsidR="00A301E0" w:rsidRPr="00536741" w:rsidRDefault="00A301E0" w:rsidP="00FA201E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31B384C2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19251D7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37319D9" w14:textId="790B68EF" w:rsidR="00A301E0" w:rsidRPr="00A301E0" w:rsidRDefault="00890663" w:rsidP="00801322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</w:tc>
      </w:tr>
      <w:tr w:rsidR="00A772D9" w:rsidRPr="00963A46" w14:paraId="6F6BF1E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EF8C1AB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382AA9FE" w14:textId="470FA8CA" w:rsidR="008814E9" w:rsidRPr="008814E9" w:rsidRDefault="0040113C" w:rsidP="0040113C">
            <w:pPr>
              <w:pStyle w:val="SIBulletList1"/>
            </w:pPr>
            <w:r w:rsidRPr="0040113C">
              <w:t>AHCECR</w:t>
            </w:r>
            <w:r w:rsidR="00416E3B">
              <w:t>203</w:t>
            </w:r>
            <w:r w:rsidRPr="0040113C">
              <w:t xml:space="preserve"> Perform basic ecological restoration works</w:t>
            </w:r>
          </w:p>
          <w:p w14:paraId="11A505AF" w14:textId="77777777" w:rsidR="00DE350C" w:rsidRDefault="00DE350C" w:rsidP="008814E9">
            <w:pPr>
              <w:pStyle w:val="SIBulletList1"/>
            </w:pPr>
            <w:r w:rsidRPr="008814E9">
              <w:t xml:space="preserve">AHCFAU201 Recognise </w:t>
            </w:r>
            <w:r w:rsidRPr="00DE350C">
              <w:t xml:space="preserve">fauna </w:t>
            </w:r>
          </w:p>
          <w:p w14:paraId="57C84C30" w14:textId="50E91E0D" w:rsidR="008814E9" w:rsidRPr="008814E9" w:rsidRDefault="008814E9" w:rsidP="008814E9">
            <w:pPr>
              <w:pStyle w:val="SIBulletList1"/>
            </w:pPr>
            <w:r w:rsidRPr="008814E9">
              <w:t xml:space="preserve">AHCPCM201 Recognise </w:t>
            </w:r>
            <w:r w:rsidR="00DE350C">
              <w:t>p</w:t>
            </w:r>
            <w:r w:rsidRPr="008814E9">
              <w:t>lants</w:t>
            </w:r>
          </w:p>
          <w:p w14:paraId="3A1FC240" w14:textId="1A32A647" w:rsidR="001F28F9" w:rsidRPr="00536741" w:rsidRDefault="001F28F9" w:rsidP="00FF7489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CCF4A3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B2C3743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253195FD" w14:textId="2F6AB34D" w:rsidR="00894FBB" w:rsidRPr="00536741" w:rsidRDefault="006A1D6C" w:rsidP="00FA201E">
            <w:pPr>
              <w:pStyle w:val="SIText"/>
              <w:rPr>
                <w:rStyle w:val="SITemporarytext-red"/>
              </w:rPr>
            </w:pPr>
            <w:r>
              <w:t xml:space="preserve">This skill set is for </w:t>
            </w:r>
            <w:r w:rsidR="00FA201E">
              <w:t xml:space="preserve">individuals who wish to develop </w:t>
            </w:r>
            <w:r w:rsidR="00801322">
              <w:t xml:space="preserve">basic </w:t>
            </w:r>
            <w:r w:rsidR="00FA201E">
              <w:t xml:space="preserve">skills </w:t>
            </w:r>
            <w:r w:rsidR="00801322">
              <w:t xml:space="preserve">as means to enter the </w:t>
            </w:r>
            <w:r w:rsidR="00FA201E">
              <w:t xml:space="preserve">conservation </w:t>
            </w:r>
            <w:r w:rsidR="00801322">
              <w:t>and ecosystem management industry, or develop basic skills in identifying common native plants and animals and support conservation works.</w:t>
            </w:r>
          </w:p>
          <w:p w14:paraId="7A53D2EA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16814B0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75E75A6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01E3AD70" w14:textId="52DABA99" w:rsidR="00DB557A" w:rsidRPr="00FA201E" w:rsidRDefault="00FA201E" w:rsidP="00FA201E">
            <w:pPr>
              <w:pStyle w:val="SIText"/>
            </w:pPr>
            <w:r w:rsidRPr="00FA201E">
              <w:t xml:space="preserve">These competencies from the AHC Agriculture, Horticulture and Conservation and Land Management Training Package meet </w:t>
            </w:r>
            <w:r w:rsidR="00DE350C">
              <w:t xml:space="preserve">industry </w:t>
            </w:r>
            <w:r w:rsidRPr="00FA201E">
              <w:t>requirements for performing basic conservation and ecosystem works.</w:t>
            </w:r>
          </w:p>
        </w:tc>
      </w:tr>
    </w:tbl>
    <w:p w14:paraId="7928EF6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F149D" w14:textId="77777777" w:rsidR="00FA32E8" w:rsidRDefault="00FA32E8" w:rsidP="00BF3F0A">
      <w:r>
        <w:separator/>
      </w:r>
    </w:p>
    <w:p w14:paraId="1D06C9BE" w14:textId="77777777" w:rsidR="00FA32E8" w:rsidRDefault="00FA32E8"/>
  </w:endnote>
  <w:endnote w:type="continuationSeparator" w:id="0">
    <w:p w14:paraId="5A38E2F4" w14:textId="77777777" w:rsidR="00FA32E8" w:rsidRDefault="00FA32E8" w:rsidP="00BF3F0A">
      <w:r>
        <w:continuationSeparator/>
      </w:r>
    </w:p>
    <w:p w14:paraId="536797BC" w14:textId="77777777" w:rsidR="00FA32E8" w:rsidRDefault="00FA32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B61FA4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832F1B">
          <w:rPr>
            <w:noProof/>
          </w:rPr>
          <w:t>1</w:t>
        </w:r>
        <w:r w:rsidRPr="00536741">
          <w:fldChar w:fldCharType="end"/>
        </w:r>
      </w:p>
      <w:p w14:paraId="08CC0DC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73A434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EE732E" w14:textId="77777777" w:rsidR="00FA32E8" w:rsidRDefault="00FA32E8" w:rsidP="00BF3F0A">
      <w:r>
        <w:separator/>
      </w:r>
    </w:p>
    <w:p w14:paraId="48C55A3E" w14:textId="77777777" w:rsidR="00FA32E8" w:rsidRDefault="00FA32E8"/>
  </w:footnote>
  <w:footnote w:type="continuationSeparator" w:id="0">
    <w:p w14:paraId="36BB6CC7" w14:textId="77777777" w:rsidR="00FA32E8" w:rsidRDefault="00FA32E8" w:rsidP="00BF3F0A">
      <w:r>
        <w:continuationSeparator/>
      </w:r>
    </w:p>
    <w:p w14:paraId="4F48EA28" w14:textId="77777777" w:rsidR="00FA32E8" w:rsidRDefault="00FA32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DBEF1" w14:textId="08F71C9E" w:rsidR="009C2650" w:rsidRPr="00686940" w:rsidRDefault="003824E7" w:rsidP="00686940">
    <w:r w:rsidRPr="003824E7">
      <w:t>AHCSS00117</w:t>
    </w:r>
    <w:r w:rsidR="00686940">
      <w:t xml:space="preserve"> </w:t>
    </w:r>
    <w:r w:rsidR="00686940" w:rsidRPr="00686940">
      <w:t>Introduction to Conservation and Ecosystem Management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4E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C59FA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02C9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56B"/>
    <w:rsid w:val="002F4FFE"/>
    <w:rsid w:val="00310771"/>
    <w:rsid w:val="003315E1"/>
    <w:rsid w:val="00337E82"/>
    <w:rsid w:val="00350BB1"/>
    <w:rsid w:val="00352C83"/>
    <w:rsid w:val="0037067D"/>
    <w:rsid w:val="003824E7"/>
    <w:rsid w:val="0038735B"/>
    <w:rsid w:val="003916D1"/>
    <w:rsid w:val="003A21F0"/>
    <w:rsid w:val="003A58BA"/>
    <w:rsid w:val="003A5AE7"/>
    <w:rsid w:val="003A7221"/>
    <w:rsid w:val="003B23EC"/>
    <w:rsid w:val="003C13AE"/>
    <w:rsid w:val="003C16B1"/>
    <w:rsid w:val="003D2E73"/>
    <w:rsid w:val="003E7BBE"/>
    <w:rsid w:val="0040113C"/>
    <w:rsid w:val="004127E3"/>
    <w:rsid w:val="00416E3B"/>
    <w:rsid w:val="0043212E"/>
    <w:rsid w:val="00434366"/>
    <w:rsid w:val="00444423"/>
    <w:rsid w:val="00451388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17F4F"/>
    <w:rsid w:val="00620E8E"/>
    <w:rsid w:val="00633CFE"/>
    <w:rsid w:val="00634FCA"/>
    <w:rsid w:val="006404B5"/>
    <w:rsid w:val="006452B8"/>
    <w:rsid w:val="00652E62"/>
    <w:rsid w:val="00686940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1322"/>
    <w:rsid w:val="008044AE"/>
    <w:rsid w:val="00817D51"/>
    <w:rsid w:val="00823530"/>
    <w:rsid w:val="00823FF4"/>
    <w:rsid w:val="008306E7"/>
    <w:rsid w:val="00832F1B"/>
    <w:rsid w:val="00834BC8"/>
    <w:rsid w:val="00837FD6"/>
    <w:rsid w:val="00847B60"/>
    <w:rsid w:val="00850243"/>
    <w:rsid w:val="008545EB"/>
    <w:rsid w:val="00856837"/>
    <w:rsid w:val="00865011"/>
    <w:rsid w:val="008814E9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1ACA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67158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350C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A201E"/>
    <w:rsid w:val="00FA32E8"/>
    <w:rsid w:val="00FE0282"/>
    <w:rsid w:val="00FE124D"/>
    <w:rsid w:val="00FE792C"/>
    <w:rsid w:val="00FF58F8"/>
    <w:rsid w:val="00FF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FEF687"/>
  <w15:docId w15:val="{1731B34A-59A2-4A69-8290-0D1C4454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32CAAB4CDBD84CAA2C93B8832B8A2D" ma:contentTypeVersion="" ma:contentTypeDescription="Create a new document." ma:contentTypeScope="" ma:versionID="a993ab7a1ecb9cfa55afd965677be8e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ab41c3e-7b7b-4d83-bf4d-b3445b647274" targetNamespace="http://schemas.microsoft.com/office/2006/metadata/properties" ma:root="true" ma:fieldsID="fc5b0f23d26a9bd52cb4b9c16f464e65" ns1:_="" ns2:_="" ns3:_="">
    <xsd:import namespace="http://schemas.microsoft.com/sharepoint/v3"/>
    <xsd:import namespace="d50bbff7-d6dd-47d2-864a-cfdc2c3db0f4"/>
    <xsd:import namespace="0ab41c3e-7b7b-4d83-bf4d-b3445b64727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41c3e-7b7b-4d83-bf4d-b3445b6472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B7EA3E-3C8F-472B-AD1B-52C200E61C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ab41c3e-7b7b-4d83-bf4d-b3445b6472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7C3BE568-D91C-4725-88C0-4ACF8F20F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William Henderson</cp:lastModifiedBy>
  <cp:revision>2</cp:revision>
  <cp:lastPrinted>2016-05-27T05:21:00Z</cp:lastPrinted>
  <dcterms:created xsi:type="dcterms:W3CDTF">2020-08-06T05:23:00Z</dcterms:created>
  <dcterms:modified xsi:type="dcterms:W3CDTF">2020-08-06T05:23:00Z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0x0101000E32CAAB4CDBD84CAA2C93B8832B8A2D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