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BB11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3A4737" w14:textId="77777777" w:rsidTr="00146EEC">
        <w:tc>
          <w:tcPr>
            <w:tcW w:w="2689" w:type="dxa"/>
          </w:tcPr>
          <w:p w14:paraId="42A4D3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59B9D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E60CD" w14:paraId="08CF6A4A" w14:textId="77777777" w:rsidTr="00146EEC">
        <w:tc>
          <w:tcPr>
            <w:tcW w:w="2689" w:type="dxa"/>
          </w:tcPr>
          <w:p w14:paraId="17CADCFA" w14:textId="75EF55F5" w:rsidR="004E60CD" w:rsidRPr="004E60CD" w:rsidRDefault="004E60CD" w:rsidP="004E60CD">
            <w:pPr>
              <w:pStyle w:val="SIText"/>
            </w:pPr>
            <w:r w:rsidRPr="004E60CD">
              <w:t>Release 1</w:t>
            </w:r>
          </w:p>
        </w:tc>
        <w:tc>
          <w:tcPr>
            <w:tcW w:w="6939" w:type="dxa"/>
          </w:tcPr>
          <w:p w14:paraId="5C8C2E0C" w14:textId="01D3A5DB" w:rsidR="004E60CD" w:rsidRPr="004E60CD" w:rsidRDefault="004E60CD" w:rsidP="004E60CD">
            <w:pPr>
              <w:pStyle w:val="SIText"/>
            </w:pPr>
            <w:r w:rsidRPr="004E60CD">
              <w:t>This version released with AHC Agriculture, Horticulture and Conservation and Land Manag</w:t>
            </w:r>
            <w:r>
              <w:t>ement Training Package Version 5</w:t>
            </w:r>
            <w:r w:rsidRPr="004E60CD">
              <w:t>.0.</w:t>
            </w:r>
          </w:p>
        </w:tc>
      </w:tr>
    </w:tbl>
    <w:p w14:paraId="182D49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B542B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85B5D" w14:textId="77777777" w:rsidR="00F1480E" w:rsidRPr="000754EC" w:rsidRDefault="003C23AB" w:rsidP="003C23AB">
            <w:pPr>
              <w:pStyle w:val="SIUNITCODE"/>
            </w:pPr>
            <w:r w:rsidRPr="003C23AB">
              <w:t>AHCLPW2XX</w:t>
            </w:r>
          </w:p>
        </w:tc>
        <w:tc>
          <w:tcPr>
            <w:tcW w:w="3604" w:type="pct"/>
            <w:shd w:val="clear" w:color="auto" w:fill="auto"/>
          </w:tcPr>
          <w:p w14:paraId="5055C6B7" w14:textId="77777777" w:rsidR="00F1480E" w:rsidRPr="000754EC" w:rsidRDefault="003C23AB" w:rsidP="000754EC">
            <w:pPr>
              <w:pStyle w:val="SIUnittitle"/>
            </w:pPr>
            <w:r w:rsidRPr="003C23AB">
              <w:t>Operate a handheld GPS device</w:t>
            </w:r>
          </w:p>
        </w:tc>
      </w:tr>
      <w:tr w:rsidR="00F1480E" w:rsidRPr="00963A46" w14:paraId="3929C35D" w14:textId="77777777" w:rsidTr="00CA2922">
        <w:tc>
          <w:tcPr>
            <w:tcW w:w="1396" w:type="pct"/>
            <w:shd w:val="clear" w:color="auto" w:fill="auto"/>
          </w:tcPr>
          <w:p w14:paraId="15CCE6A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B896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697821" w14:textId="0DF6D417" w:rsidR="00ED75C8" w:rsidRPr="00ED75C8" w:rsidRDefault="00ED75C8" w:rsidP="00ED75C8">
            <w:r w:rsidRPr="00ED75C8">
              <w:t>This unit of competency describes the skills and knowledge required to</w:t>
            </w:r>
            <w:r w:rsidR="00310AB4">
              <w:t xml:space="preserve"> operate a handheld GPS device, </w:t>
            </w:r>
            <w:r w:rsidRPr="00ED75C8">
              <w:t>including tablet</w:t>
            </w:r>
            <w:r w:rsidR="00310AB4">
              <w:t xml:space="preserve"> and </w:t>
            </w:r>
            <w:proofErr w:type="gramStart"/>
            <w:r w:rsidR="00310AB4">
              <w:t xml:space="preserve">phone </w:t>
            </w:r>
            <w:r w:rsidRPr="00ED75C8">
              <w:t>based</w:t>
            </w:r>
            <w:proofErr w:type="gramEnd"/>
            <w:r w:rsidRPr="00ED75C8">
              <w:t xml:space="preserve"> GPS</w:t>
            </w:r>
            <w:r w:rsidR="00310AB4">
              <w:t xml:space="preserve"> systems</w:t>
            </w:r>
            <w:r w:rsidRPr="00ED75C8">
              <w:t xml:space="preserve"> and record and use spatial information relating to points, tracks and routes.</w:t>
            </w:r>
          </w:p>
          <w:p w14:paraId="0D328A7E" w14:textId="77777777" w:rsidR="00ED75C8" w:rsidRDefault="00ED75C8" w:rsidP="00ED75C8"/>
          <w:p w14:paraId="66F7CB07" w14:textId="77777777" w:rsidR="00ED75C8" w:rsidRPr="00ED75C8" w:rsidRDefault="00ED75C8" w:rsidP="00ED75C8">
            <w:r>
              <w:t xml:space="preserve">The unit </w:t>
            </w:r>
            <w:r w:rsidRPr="00ED75C8">
              <w:t xml:space="preserve">applies to individuals who work under general supervision and exercise limited autonomy with some accountability for own work. This includes undertaking defined activities and work in a structured context. </w:t>
            </w:r>
          </w:p>
          <w:p w14:paraId="41FAE142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50A08561" w14:textId="77777777" w:rsidR="00373436" w:rsidRPr="000754EC" w:rsidRDefault="00373436" w:rsidP="00ED75C8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5F9495C" w14:textId="77777777" w:rsidTr="00CA2922">
        <w:tc>
          <w:tcPr>
            <w:tcW w:w="1396" w:type="pct"/>
            <w:shd w:val="clear" w:color="auto" w:fill="auto"/>
          </w:tcPr>
          <w:p w14:paraId="12389A8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8E1646" w14:textId="77777777" w:rsidR="00F1480E" w:rsidRPr="000754EC" w:rsidRDefault="00F1480E" w:rsidP="003C23AB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76BEB5B" w14:textId="77777777" w:rsidTr="00CA2922">
        <w:tc>
          <w:tcPr>
            <w:tcW w:w="1396" w:type="pct"/>
            <w:shd w:val="clear" w:color="auto" w:fill="auto"/>
          </w:tcPr>
          <w:p w14:paraId="477FFE4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22FDB5" w14:textId="668EF034" w:rsidR="00F1480E" w:rsidRPr="000754EC" w:rsidRDefault="00ED75C8" w:rsidP="004E60CD">
            <w:r w:rsidRPr="00ED75C8">
              <w:t>Lands Parks and Wildlife (LPW)</w:t>
            </w:r>
            <w:r w:rsidR="009E3BD8">
              <w:t xml:space="preserve"> </w:t>
            </w:r>
          </w:p>
        </w:tc>
      </w:tr>
    </w:tbl>
    <w:p w14:paraId="02310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2"/>
        <w:gridCol w:w="6897"/>
      </w:tblGrid>
      <w:tr w:rsidR="00F1480E" w:rsidRPr="00963A46" w14:paraId="5C5C63DB" w14:textId="77777777" w:rsidTr="00ED75C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6A13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597AF02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CB2509" w14:textId="77777777" w:rsidTr="00ED75C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6FB8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5BFD4E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D75C8" w14:paraId="73A46B4C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F5892CD" w14:textId="77777777" w:rsidR="00ED75C8" w:rsidRPr="00ED75C8" w:rsidRDefault="00ED75C8" w:rsidP="00ED75C8">
            <w:r w:rsidRPr="00ED75C8">
              <w:t>1.</w:t>
            </w:r>
            <w:r>
              <w:t xml:space="preserve"> </w:t>
            </w:r>
            <w:r w:rsidRPr="00ED75C8">
              <w:t>Plan GPS operations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40495B9" w14:textId="77777777" w:rsidR="00ED75C8" w:rsidRPr="00ED75C8" w:rsidRDefault="00ED75C8" w:rsidP="00ED75C8">
            <w:r w:rsidRPr="00ED75C8">
              <w:t>1.1</w:t>
            </w:r>
            <w:r>
              <w:t xml:space="preserve"> </w:t>
            </w:r>
            <w:r w:rsidRPr="00ED75C8">
              <w:t>Prepare equipment and materials for GPS operations</w:t>
            </w:r>
          </w:p>
          <w:p w14:paraId="0EF0861E" w14:textId="7A4F091B" w:rsidR="00ED75C8" w:rsidRPr="00ED75C8" w:rsidRDefault="00ED75C8" w:rsidP="00ED75C8">
            <w:r w:rsidRPr="00ED75C8">
              <w:t>1.2</w:t>
            </w:r>
            <w:r>
              <w:t xml:space="preserve"> </w:t>
            </w:r>
            <w:r w:rsidRPr="00ED75C8">
              <w:t xml:space="preserve">Identify key operational </w:t>
            </w:r>
            <w:proofErr w:type="gramStart"/>
            <w:r w:rsidRPr="00ED75C8">
              <w:t>parameters, and</w:t>
            </w:r>
            <w:proofErr w:type="gramEnd"/>
            <w:r w:rsidRPr="00ED75C8">
              <w:t xml:space="preserve"> adjust GPS</w:t>
            </w:r>
            <w:r w:rsidR="00310AB4">
              <w:t xml:space="preserve"> device</w:t>
            </w:r>
            <w:r w:rsidRPr="00ED75C8">
              <w:t xml:space="preserve"> settings.</w:t>
            </w:r>
          </w:p>
          <w:p w14:paraId="3C55F14F" w14:textId="39A10F51" w:rsidR="00ED75C8" w:rsidRPr="00ED75C8" w:rsidRDefault="00ED75C8" w:rsidP="00ED75C8">
            <w:r w:rsidRPr="00ED75C8">
              <w:t xml:space="preserve">1.3 Source and upload support data to </w:t>
            </w:r>
            <w:r w:rsidR="00814388">
              <w:t>GPS</w:t>
            </w:r>
            <w:r w:rsidRPr="00ED75C8">
              <w:t xml:space="preserve"> device </w:t>
            </w:r>
          </w:p>
          <w:p w14:paraId="48173752" w14:textId="3E232230" w:rsidR="00ED75C8" w:rsidRPr="00ED75C8" w:rsidRDefault="00ED75C8" w:rsidP="00ED75C8">
            <w:r w:rsidRPr="00ED75C8">
              <w:t>1.4</w:t>
            </w:r>
            <w:r>
              <w:t xml:space="preserve"> </w:t>
            </w:r>
            <w:r w:rsidRPr="00ED75C8">
              <w:t>Plan power supply strategy for</w:t>
            </w:r>
            <w:r w:rsidR="00814388">
              <w:t xml:space="preserve"> </w:t>
            </w:r>
            <w:r w:rsidR="00814388" w:rsidRPr="00814388">
              <w:t xml:space="preserve">field </w:t>
            </w:r>
            <w:r w:rsidR="00814388">
              <w:t>operations</w:t>
            </w:r>
          </w:p>
          <w:p w14:paraId="3DB2138A" w14:textId="77777777" w:rsidR="00ED75C8" w:rsidRPr="00ED75C8" w:rsidRDefault="00ED75C8" w:rsidP="00ED75C8">
            <w:r w:rsidRPr="00ED75C8">
              <w:t>1.5 Assist with the identification of fieldwork health and safety hazards and apply controls according to supervisor instructions and workplace procedures</w:t>
            </w:r>
          </w:p>
        </w:tc>
      </w:tr>
      <w:tr w:rsidR="00ED75C8" w14:paraId="1C113E5D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5B53E78" w14:textId="77777777" w:rsidR="00ED75C8" w:rsidRPr="00ED75C8" w:rsidRDefault="00ED75C8" w:rsidP="00ED75C8">
            <w:r w:rsidRPr="00ED75C8">
              <w:t>2.</w:t>
            </w:r>
            <w:r>
              <w:t xml:space="preserve"> </w:t>
            </w:r>
            <w:r w:rsidRPr="00ED75C8">
              <w:t>Collect, use and store GPS information in the field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2A3ED0" w14:textId="16B1D942" w:rsidR="00ED75C8" w:rsidRPr="00ED75C8" w:rsidRDefault="00ED75C8" w:rsidP="00ED75C8">
            <w:r w:rsidRPr="00ED75C8">
              <w:t>2.1</w:t>
            </w:r>
            <w:r>
              <w:t xml:space="preserve"> </w:t>
            </w:r>
            <w:r w:rsidRPr="00ED75C8">
              <w:t>Establish accuracy</w:t>
            </w:r>
            <w:r w:rsidR="00814388">
              <w:t xml:space="preserve"> of device for current position</w:t>
            </w:r>
          </w:p>
          <w:p w14:paraId="10B87467" w14:textId="531115C1" w:rsidR="00ED75C8" w:rsidRPr="00ED75C8" w:rsidRDefault="00ED75C8" w:rsidP="00ED75C8">
            <w:r w:rsidRPr="00ED75C8">
              <w:t>2.2</w:t>
            </w:r>
            <w:r>
              <w:t xml:space="preserve"> </w:t>
            </w:r>
            <w:r w:rsidRPr="00ED75C8">
              <w:t xml:space="preserve">Clear </w:t>
            </w:r>
            <w:r w:rsidR="00814388">
              <w:t>GPS</w:t>
            </w:r>
            <w:r w:rsidRPr="00ED75C8">
              <w:t xml:space="preserve"> logs to establish starting point for temporal data sequence</w:t>
            </w:r>
          </w:p>
          <w:p w14:paraId="0F5647CC" w14:textId="77777777" w:rsidR="00ED75C8" w:rsidRPr="00ED75C8" w:rsidRDefault="00ED75C8" w:rsidP="00ED75C8">
            <w:r w:rsidRPr="00ED75C8">
              <w:t>2.3</w:t>
            </w:r>
            <w:r>
              <w:t xml:space="preserve"> </w:t>
            </w:r>
            <w:r w:rsidRPr="00ED75C8">
              <w:t>Operate hand held device to perform basic functions and record spatial and temporal data</w:t>
            </w:r>
          </w:p>
          <w:p w14:paraId="7C0D0F4F" w14:textId="464A149D" w:rsidR="00ED75C8" w:rsidRPr="00ED75C8" w:rsidRDefault="00ED75C8" w:rsidP="00814388">
            <w:r w:rsidRPr="00ED75C8">
              <w:t>2.4</w:t>
            </w:r>
            <w:r>
              <w:t xml:space="preserve"> </w:t>
            </w:r>
            <w:r w:rsidRPr="00ED75C8">
              <w:t xml:space="preserve">Manage power supply for portable devices </w:t>
            </w:r>
            <w:r w:rsidR="00814388">
              <w:t>for</w:t>
            </w:r>
            <w:r w:rsidRPr="00ED75C8">
              <w:t xml:space="preserve"> field</w:t>
            </w:r>
            <w:r w:rsidR="00814388">
              <w:t xml:space="preserve"> operations</w:t>
            </w:r>
          </w:p>
        </w:tc>
      </w:tr>
      <w:tr w:rsidR="00ED75C8" w:rsidRPr="00F12B49" w14:paraId="469C908E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C924894" w14:textId="77777777" w:rsidR="00ED75C8" w:rsidRPr="00ED75C8" w:rsidRDefault="00ED75C8" w:rsidP="00ED75C8">
            <w:r w:rsidRPr="00ED75C8">
              <w:t>3.</w:t>
            </w:r>
            <w:r>
              <w:t xml:space="preserve"> </w:t>
            </w:r>
            <w:r w:rsidRPr="00ED75C8">
              <w:t>Use basic software to retrieve, manipulate, display and store GPS data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2F74AF3" w14:textId="29CB34EF" w:rsidR="00ED75C8" w:rsidRPr="00ED75C8" w:rsidRDefault="00ED75C8" w:rsidP="00ED75C8">
            <w:r w:rsidRPr="00ED75C8">
              <w:t>3.1</w:t>
            </w:r>
            <w:r>
              <w:t xml:space="preserve"> </w:t>
            </w:r>
            <w:r w:rsidRPr="00ED75C8">
              <w:t>Select software</w:t>
            </w:r>
            <w:r w:rsidR="00814388">
              <w:t xml:space="preserve"> required for GPS data manipulation</w:t>
            </w:r>
          </w:p>
          <w:p w14:paraId="14034FC8" w14:textId="77777777" w:rsidR="00ED75C8" w:rsidRPr="00ED75C8" w:rsidRDefault="00ED75C8" w:rsidP="00ED75C8">
            <w:r w:rsidRPr="00ED75C8">
              <w:t>3.2</w:t>
            </w:r>
            <w:r>
              <w:t xml:space="preserve"> </w:t>
            </w:r>
            <w:r w:rsidRPr="00ED75C8">
              <w:t>Upload/sync GPS data from hand held device</w:t>
            </w:r>
          </w:p>
          <w:p w14:paraId="5E1856BD" w14:textId="53064F36" w:rsidR="00ED75C8" w:rsidRPr="00ED75C8" w:rsidRDefault="00ED75C8" w:rsidP="00ED75C8">
            <w:r w:rsidRPr="00ED75C8">
              <w:t>3.3</w:t>
            </w:r>
            <w:r>
              <w:t xml:space="preserve"> </w:t>
            </w:r>
            <w:r w:rsidRPr="00ED75C8">
              <w:t xml:space="preserve">Sort and categorise data for storage </w:t>
            </w:r>
            <w:r w:rsidR="00814388">
              <w:t>according to</w:t>
            </w:r>
            <w:r w:rsidRPr="00ED75C8">
              <w:t xml:space="preserve"> workplace requirements</w:t>
            </w:r>
          </w:p>
          <w:p w14:paraId="66C47B81" w14:textId="1D62290F" w:rsidR="00ED75C8" w:rsidRPr="00ED75C8" w:rsidRDefault="00ED75C8" w:rsidP="00ED75C8">
            <w:r w:rsidRPr="00ED75C8">
              <w:t>3.4 Manipulate and edit data and data sets</w:t>
            </w:r>
            <w:r w:rsidR="00814388">
              <w:t xml:space="preserve"> according to software procedures</w:t>
            </w:r>
          </w:p>
          <w:p w14:paraId="1AC304D1" w14:textId="77777777" w:rsidR="00ED75C8" w:rsidRPr="00ED75C8" w:rsidRDefault="00ED75C8" w:rsidP="00ED75C8">
            <w:r w:rsidRPr="00ED75C8">
              <w:t>3.5 Create simple visual reports for data interpretation and display</w:t>
            </w:r>
          </w:p>
        </w:tc>
      </w:tr>
      <w:tr w:rsidR="00ED75C8" w:rsidRPr="00F12B49" w14:paraId="1060731B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F626E20" w14:textId="2197449D" w:rsidR="00ED75C8" w:rsidRPr="00ED75C8" w:rsidRDefault="00ED75C8" w:rsidP="00814388">
            <w:r w:rsidRPr="00ED75C8">
              <w:t xml:space="preserve">4. </w:t>
            </w:r>
            <w:r w:rsidR="00814388">
              <w:t>Shut down</w:t>
            </w:r>
            <w:r w:rsidRPr="00ED75C8">
              <w:t>, maintain and store hand held GPS equipment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E27B9F5" w14:textId="62E6E8E1" w:rsidR="00ED75C8" w:rsidRPr="00ED75C8" w:rsidRDefault="00ED75C8" w:rsidP="00ED75C8">
            <w:r w:rsidRPr="00ED75C8">
              <w:t xml:space="preserve">4.1 </w:t>
            </w:r>
            <w:r w:rsidR="00814388">
              <w:t>Turn off GPS device and p</w:t>
            </w:r>
            <w:r w:rsidRPr="00ED75C8">
              <w:t>repare for storage</w:t>
            </w:r>
          </w:p>
          <w:p w14:paraId="5515E16A" w14:textId="1654CE9C" w:rsidR="00ED75C8" w:rsidRPr="00ED75C8" w:rsidRDefault="00ED75C8" w:rsidP="00ED75C8">
            <w:r w:rsidRPr="00ED75C8">
              <w:t xml:space="preserve">4.2 Record </w:t>
            </w:r>
            <w:r w:rsidR="00814388">
              <w:t xml:space="preserve">GPS </w:t>
            </w:r>
            <w:r w:rsidRPr="00ED75C8">
              <w:t xml:space="preserve">use and </w:t>
            </w:r>
            <w:r w:rsidR="00814388">
              <w:t xml:space="preserve">identified </w:t>
            </w:r>
            <w:r w:rsidRPr="00ED75C8">
              <w:t xml:space="preserve">faults </w:t>
            </w:r>
            <w:r w:rsidR="00814388">
              <w:t>according to workplace procedures</w:t>
            </w:r>
          </w:p>
          <w:p w14:paraId="437591A0" w14:textId="5309E5C2" w:rsidR="00ED75C8" w:rsidRPr="00ED75C8" w:rsidRDefault="00ED75C8" w:rsidP="00814388">
            <w:r w:rsidRPr="00ED75C8">
              <w:t xml:space="preserve">4.3 Clean and </w:t>
            </w:r>
            <w:r w:rsidR="00814388">
              <w:t>store</w:t>
            </w:r>
            <w:r w:rsidRPr="00ED75C8">
              <w:t xml:space="preserve"> </w:t>
            </w:r>
            <w:r w:rsidR="00814388">
              <w:t>GPS device</w:t>
            </w:r>
          </w:p>
        </w:tc>
      </w:tr>
    </w:tbl>
    <w:p w14:paraId="5F2C8D53" w14:textId="77777777" w:rsidR="005F771F" w:rsidRDefault="005F771F" w:rsidP="005F771F">
      <w:pPr>
        <w:pStyle w:val="SIText"/>
      </w:pPr>
    </w:p>
    <w:p w14:paraId="4B36A409" w14:textId="77777777" w:rsidR="005F771F" w:rsidRPr="000754EC" w:rsidRDefault="005F771F" w:rsidP="000754EC">
      <w:r>
        <w:br w:type="page"/>
      </w:r>
    </w:p>
    <w:p w14:paraId="0A3FC2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5C73CC" w14:textId="77777777" w:rsidTr="00CA2922">
        <w:trPr>
          <w:tblHeader/>
        </w:trPr>
        <w:tc>
          <w:tcPr>
            <w:tcW w:w="5000" w:type="pct"/>
            <w:gridSpan w:val="2"/>
          </w:tcPr>
          <w:p w14:paraId="4B25561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26463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D63154" w14:textId="77777777" w:rsidTr="00CA2922">
        <w:trPr>
          <w:tblHeader/>
        </w:trPr>
        <w:tc>
          <w:tcPr>
            <w:tcW w:w="1396" w:type="pct"/>
          </w:tcPr>
          <w:p w14:paraId="45D303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4937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49A72CC" w14:textId="77777777" w:rsidTr="00CA2922">
        <w:tc>
          <w:tcPr>
            <w:tcW w:w="1396" w:type="pct"/>
          </w:tcPr>
          <w:p w14:paraId="7E2F5301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7890585A" w14:textId="77777777" w:rsidR="00F1480E" w:rsidRPr="000754EC" w:rsidRDefault="00F1480E" w:rsidP="00DD0726">
            <w:pPr>
              <w:pStyle w:val="SIBulletList1"/>
            </w:pPr>
          </w:p>
        </w:tc>
      </w:tr>
      <w:tr w:rsidR="00F1480E" w:rsidRPr="00336FCA" w:rsidDel="00423CB2" w14:paraId="5C04D84E" w14:textId="77777777" w:rsidTr="00CA2922">
        <w:tc>
          <w:tcPr>
            <w:tcW w:w="1396" w:type="pct"/>
          </w:tcPr>
          <w:p w14:paraId="4432F0EC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71516E64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  <w:tr w:rsidR="00F1480E" w:rsidRPr="00336FCA" w:rsidDel="00423CB2" w14:paraId="31C8FB2E" w14:textId="77777777" w:rsidTr="00CA2922">
        <w:tc>
          <w:tcPr>
            <w:tcW w:w="1396" w:type="pct"/>
          </w:tcPr>
          <w:p w14:paraId="40EB0A6B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13FB7BCC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0658E4CA" w14:textId="77777777" w:rsidR="00916CD7" w:rsidRDefault="00916CD7" w:rsidP="005F771F">
      <w:pPr>
        <w:pStyle w:val="SIText"/>
      </w:pPr>
    </w:p>
    <w:p w14:paraId="1B4DBB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D65FA1" w14:textId="77777777" w:rsidTr="00F33FF2">
        <w:tc>
          <w:tcPr>
            <w:tcW w:w="5000" w:type="pct"/>
            <w:gridSpan w:val="4"/>
          </w:tcPr>
          <w:p w14:paraId="100CC46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F71BC0" w14:textId="77777777" w:rsidTr="00F33FF2">
        <w:tc>
          <w:tcPr>
            <w:tcW w:w="1028" w:type="pct"/>
          </w:tcPr>
          <w:p w14:paraId="3F1F8BA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3CD8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49F8F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E024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14AF96" w14:textId="77777777" w:rsidTr="00F33FF2">
        <w:tc>
          <w:tcPr>
            <w:tcW w:w="1028" w:type="pct"/>
          </w:tcPr>
          <w:p w14:paraId="74F096E6" w14:textId="77777777" w:rsidR="00041E59" w:rsidRPr="000754EC" w:rsidRDefault="00ED75C8" w:rsidP="000754EC">
            <w:pPr>
              <w:pStyle w:val="SIText"/>
            </w:pPr>
            <w:r w:rsidRPr="00ED75C8">
              <w:t>AHCLPW2XX Operate a handheld GPS device</w:t>
            </w:r>
          </w:p>
        </w:tc>
        <w:tc>
          <w:tcPr>
            <w:tcW w:w="1105" w:type="pct"/>
          </w:tcPr>
          <w:p w14:paraId="4CD9E306" w14:textId="3DAD5E40" w:rsidR="00041E59" w:rsidRPr="000754EC" w:rsidRDefault="00B11EC9" w:rsidP="000754EC">
            <w:pPr>
              <w:pStyle w:val="SIText"/>
            </w:pPr>
            <w:r>
              <w:t>New Unit</w:t>
            </w:r>
          </w:p>
        </w:tc>
        <w:tc>
          <w:tcPr>
            <w:tcW w:w="1251" w:type="pct"/>
          </w:tcPr>
          <w:p w14:paraId="5DE7458E" w14:textId="77777777" w:rsidR="00041E59" w:rsidRPr="000754EC" w:rsidRDefault="00ED75C8" w:rsidP="000754EC">
            <w:pPr>
              <w:pStyle w:val="SIText"/>
            </w:pPr>
            <w:r>
              <w:t>New</w:t>
            </w:r>
          </w:p>
        </w:tc>
        <w:tc>
          <w:tcPr>
            <w:tcW w:w="1616" w:type="pct"/>
          </w:tcPr>
          <w:p w14:paraId="0C643367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3A0FE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DBE74E" w14:textId="77777777" w:rsidTr="00CA2922">
        <w:tc>
          <w:tcPr>
            <w:tcW w:w="1396" w:type="pct"/>
            <w:shd w:val="clear" w:color="auto" w:fill="auto"/>
          </w:tcPr>
          <w:p w14:paraId="323E728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84B329" w14:textId="77777777" w:rsidR="00B11EC9" w:rsidRPr="00B11EC9" w:rsidRDefault="00B11EC9" w:rsidP="00B11EC9">
            <w:pPr>
              <w:pStyle w:val="SIText"/>
            </w:pPr>
            <w:r w:rsidRPr="00B11EC9">
              <w:t xml:space="preserve">Companion Volumes, including Implementation Guides, are available at </w:t>
            </w:r>
            <w:proofErr w:type="spellStart"/>
            <w:r w:rsidRPr="00B11EC9">
              <w:t>VETNet</w:t>
            </w:r>
            <w:proofErr w:type="spellEnd"/>
            <w:r w:rsidRPr="00B11EC9">
              <w:t xml:space="preserve">: </w:t>
            </w:r>
          </w:p>
          <w:p w14:paraId="67FAE97A" w14:textId="54DA0129" w:rsidR="00F1480E" w:rsidRPr="000754EC" w:rsidRDefault="00B11EC9" w:rsidP="00B11EC9">
            <w:pPr>
              <w:pStyle w:val="SIText"/>
            </w:pPr>
            <w:r w:rsidRPr="00B11EC9">
              <w:t>https://vetnet.education.gov.au/Pages/TrainingDocs.aspx?q=c6399549-9c62-4a5e-bf1a-524b2322cf72</w:t>
            </w:r>
          </w:p>
        </w:tc>
      </w:tr>
    </w:tbl>
    <w:p w14:paraId="52456A16" w14:textId="77777777" w:rsidR="00F1480E" w:rsidRDefault="00F1480E" w:rsidP="005F771F">
      <w:pPr>
        <w:pStyle w:val="SIText"/>
      </w:pPr>
    </w:p>
    <w:p w14:paraId="4C03A42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5190D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BD8E6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0C4F77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D75C8" w:rsidRPr="00ED75C8">
              <w:t>AHCLPW2XX Operate a handheld GPS device</w:t>
            </w:r>
          </w:p>
        </w:tc>
      </w:tr>
      <w:tr w:rsidR="00556C4C" w:rsidRPr="00A55106" w14:paraId="3834D2A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2DCD9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227D51D" w14:textId="77777777" w:rsidTr="00113678">
        <w:tc>
          <w:tcPr>
            <w:tcW w:w="5000" w:type="pct"/>
            <w:gridSpan w:val="2"/>
            <w:shd w:val="clear" w:color="auto" w:fill="auto"/>
          </w:tcPr>
          <w:p w14:paraId="5D821E5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3D3E3D9" w14:textId="77777777" w:rsidR="0026394F" w:rsidRDefault="0026394F" w:rsidP="00E40225">
            <w:pPr>
              <w:pStyle w:val="SIText"/>
            </w:pPr>
          </w:p>
          <w:p w14:paraId="52D8E4A8" w14:textId="77777777" w:rsidR="00ED75C8" w:rsidRPr="00ED75C8" w:rsidRDefault="00ED75C8" w:rsidP="00ED75C8">
            <w:pPr>
              <w:pStyle w:val="SIBulletList1"/>
            </w:pPr>
            <w:r w:rsidRPr="00ED75C8">
              <w:t>operate handheld GPS units and software-based GPS on handheld portable devices.</w:t>
            </w:r>
          </w:p>
          <w:p w14:paraId="65C8DF4A" w14:textId="77777777" w:rsidR="00ED75C8" w:rsidRPr="00ED75C8" w:rsidRDefault="00ED75C8" w:rsidP="00ED75C8">
            <w:pPr>
              <w:pStyle w:val="SIBulletList1"/>
            </w:pPr>
            <w:r w:rsidRPr="00ED75C8">
              <w:t>navigate settings on the GPS/tablet to change datum, coordinate system and units</w:t>
            </w:r>
          </w:p>
          <w:p w14:paraId="662B070D" w14:textId="77777777" w:rsidR="00ED75C8" w:rsidRPr="00ED75C8" w:rsidRDefault="00ED75C8" w:rsidP="00ED75C8">
            <w:pPr>
              <w:pStyle w:val="SIBulletList1"/>
            </w:pPr>
            <w:r w:rsidRPr="00ED75C8">
              <w:t>adjust display parameters to suit operating conditions</w:t>
            </w:r>
          </w:p>
          <w:p w14:paraId="1BBA7084" w14:textId="77777777" w:rsidR="00ED75C8" w:rsidRPr="00ED75C8" w:rsidRDefault="00ED75C8" w:rsidP="00ED75C8">
            <w:pPr>
              <w:pStyle w:val="SIBulletList1"/>
            </w:pPr>
            <w:r w:rsidRPr="00ED75C8">
              <w:t>manage power supply for portable devices</w:t>
            </w:r>
          </w:p>
          <w:p w14:paraId="5A7B35EB" w14:textId="77777777" w:rsidR="00ED75C8" w:rsidRPr="00ED75C8" w:rsidRDefault="00ED75C8" w:rsidP="00ED75C8">
            <w:pPr>
              <w:pStyle w:val="SIBulletList1"/>
            </w:pPr>
            <w:r w:rsidRPr="00ED75C8">
              <w:t>identify and follow workplace health and safety procedures for fieldwork and report unsafe situations to your supervisor</w:t>
            </w:r>
          </w:p>
          <w:p w14:paraId="43D05A87" w14:textId="77777777" w:rsidR="00ED75C8" w:rsidRPr="00ED75C8" w:rsidRDefault="00ED75C8" w:rsidP="00ED75C8">
            <w:pPr>
              <w:pStyle w:val="SIBulletList1"/>
            </w:pPr>
            <w:r w:rsidRPr="00ED75C8">
              <w:t>collect, use and store GPS information in the field, including:</w:t>
            </w:r>
          </w:p>
          <w:p w14:paraId="2B2DC4EF" w14:textId="77777777" w:rsidR="00ED75C8" w:rsidRPr="00ED75C8" w:rsidRDefault="00ED75C8" w:rsidP="00ED75C8">
            <w:pPr>
              <w:pStyle w:val="SIBulletList2"/>
            </w:pPr>
            <w:r w:rsidRPr="00ED75C8">
              <w:t>record and label points</w:t>
            </w:r>
          </w:p>
          <w:p w14:paraId="15E8E124" w14:textId="77777777" w:rsidR="00ED75C8" w:rsidRPr="00ED75C8" w:rsidRDefault="00ED75C8" w:rsidP="00ED75C8">
            <w:pPr>
              <w:pStyle w:val="SIBulletList2"/>
            </w:pPr>
            <w:r w:rsidRPr="00ED75C8">
              <w:t>record and label tracks</w:t>
            </w:r>
          </w:p>
          <w:p w14:paraId="2211CD2A" w14:textId="77777777" w:rsidR="00ED75C8" w:rsidRPr="00ED75C8" w:rsidRDefault="00ED75C8" w:rsidP="00ED75C8">
            <w:pPr>
              <w:pStyle w:val="SIBulletList2"/>
            </w:pPr>
            <w:r w:rsidRPr="00ED75C8">
              <w:t>navigate to points</w:t>
            </w:r>
          </w:p>
          <w:p w14:paraId="1FF888BF" w14:textId="77777777" w:rsidR="00ED75C8" w:rsidRPr="00ED75C8" w:rsidRDefault="00ED75C8" w:rsidP="00ED75C8">
            <w:pPr>
              <w:pStyle w:val="SIBulletList2"/>
            </w:pPr>
            <w:r w:rsidRPr="00ED75C8">
              <w:t>create a route using recorded waypoints</w:t>
            </w:r>
          </w:p>
          <w:p w14:paraId="1CA2BB9D" w14:textId="77777777" w:rsidR="00ED75C8" w:rsidRPr="00ED75C8" w:rsidRDefault="00ED75C8" w:rsidP="00ED75C8">
            <w:pPr>
              <w:pStyle w:val="SIBulletList2"/>
            </w:pPr>
            <w:r w:rsidRPr="00ED75C8">
              <w:t>navigate a route</w:t>
            </w:r>
          </w:p>
          <w:p w14:paraId="2A0440AA" w14:textId="77777777" w:rsidR="00ED75C8" w:rsidRPr="00ED75C8" w:rsidRDefault="00ED75C8" w:rsidP="00ED75C8">
            <w:pPr>
              <w:pStyle w:val="SIBulletList1"/>
            </w:pPr>
            <w:r w:rsidRPr="00ED75C8">
              <w:t>use basic software to retrieve, manipulate, display and store GPS data, including:</w:t>
            </w:r>
          </w:p>
          <w:p w14:paraId="0031904E" w14:textId="77777777" w:rsidR="00ED75C8" w:rsidRPr="00ED75C8" w:rsidRDefault="00ED75C8" w:rsidP="00ED75C8">
            <w:pPr>
              <w:pStyle w:val="SIBulletList2"/>
            </w:pPr>
            <w:r w:rsidRPr="00ED75C8">
              <w:t>edit symbols, labels and names</w:t>
            </w:r>
          </w:p>
          <w:p w14:paraId="0879ABF3" w14:textId="77777777" w:rsidR="00ED75C8" w:rsidRPr="00ED75C8" w:rsidRDefault="00ED75C8" w:rsidP="00ED75C8">
            <w:pPr>
              <w:pStyle w:val="SIBulletList2"/>
            </w:pPr>
            <w:r w:rsidRPr="00ED75C8">
              <w:t>add notes and other information</w:t>
            </w:r>
          </w:p>
          <w:p w14:paraId="3EC631D1" w14:textId="77777777" w:rsidR="00ED75C8" w:rsidRPr="00ED75C8" w:rsidRDefault="00ED75C8" w:rsidP="00ED75C8">
            <w:pPr>
              <w:pStyle w:val="SIBulletList2"/>
            </w:pPr>
            <w:r w:rsidRPr="00ED75C8">
              <w:t>create routes from waypoints and tracks</w:t>
            </w:r>
          </w:p>
          <w:p w14:paraId="5471EB0B" w14:textId="77777777" w:rsidR="00ED75C8" w:rsidRPr="00ED75C8" w:rsidRDefault="00ED75C8" w:rsidP="00ED75C8">
            <w:pPr>
              <w:pStyle w:val="SIBulletList2"/>
            </w:pPr>
            <w:r w:rsidRPr="00ED75C8">
              <w:t>create and edit files and datasets of spatial information</w:t>
            </w:r>
          </w:p>
          <w:p w14:paraId="3152E488" w14:textId="77777777" w:rsidR="00ED75C8" w:rsidRPr="00ED75C8" w:rsidRDefault="00ED75C8" w:rsidP="00ED75C8">
            <w:pPr>
              <w:pStyle w:val="SIBulletList2"/>
            </w:pPr>
            <w:r w:rsidRPr="00ED75C8">
              <w:t>use data to modify/update support dataset for future work</w:t>
            </w:r>
          </w:p>
          <w:p w14:paraId="5415FF96" w14:textId="77777777" w:rsidR="00ED75C8" w:rsidRPr="00ED75C8" w:rsidRDefault="00ED75C8" w:rsidP="00ED75C8">
            <w:pPr>
              <w:pStyle w:val="SIBulletList1"/>
            </w:pPr>
            <w:r w:rsidRPr="00ED75C8">
              <w:t xml:space="preserve">use software to create simple visual reports for data interpretation and display </w:t>
            </w:r>
          </w:p>
          <w:p w14:paraId="6AFAF096" w14:textId="77777777" w:rsidR="00ED75C8" w:rsidRPr="00ED75C8" w:rsidRDefault="00ED75C8" w:rsidP="00ED75C8">
            <w:pPr>
              <w:pStyle w:val="SIBulletList1"/>
            </w:pPr>
            <w:r w:rsidRPr="00ED75C8">
              <w:t>decommission and store GPS equipment, including:</w:t>
            </w:r>
          </w:p>
          <w:p w14:paraId="37EC9531" w14:textId="77777777" w:rsidR="00ED75C8" w:rsidRPr="00ED75C8" w:rsidRDefault="00ED75C8" w:rsidP="00ED75C8">
            <w:pPr>
              <w:pStyle w:val="SIBulletList2"/>
            </w:pPr>
            <w:r w:rsidRPr="00ED75C8">
              <w:t>update retained dataset on device and check labels/names</w:t>
            </w:r>
          </w:p>
          <w:p w14:paraId="0A244575" w14:textId="77777777" w:rsidR="00ED75C8" w:rsidRPr="00ED75C8" w:rsidRDefault="00ED75C8" w:rsidP="00ED75C8">
            <w:pPr>
              <w:pStyle w:val="SIBulletList2"/>
            </w:pPr>
            <w:r w:rsidRPr="00ED75C8">
              <w:t>remove temporary and superfluous data from the device</w:t>
            </w:r>
          </w:p>
          <w:p w14:paraId="2C894603" w14:textId="77777777" w:rsidR="00ED75C8" w:rsidRPr="00ED75C8" w:rsidRDefault="00ED75C8" w:rsidP="00ED75C8">
            <w:pPr>
              <w:pStyle w:val="SIBulletList2"/>
            </w:pPr>
            <w:r w:rsidRPr="00ED75C8">
              <w:t>restore setting as per workplace standards</w:t>
            </w:r>
          </w:p>
          <w:p w14:paraId="294FB6E2" w14:textId="77777777" w:rsidR="00556C4C" w:rsidRPr="000754EC" w:rsidRDefault="00ED75C8" w:rsidP="00ED75C8">
            <w:pPr>
              <w:pStyle w:val="SIBulletList2"/>
            </w:pPr>
            <w:r w:rsidRPr="00ED75C8">
              <w:t>remove batteries</w:t>
            </w:r>
            <w:r>
              <w:t>.</w:t>
            </w:r>
          </w:p>
        </w:tc>
      </w:tr>
    </w:tbl>
    <w:p w14:paraId="7D27B1A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771F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D6E7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7BA5E68" w14:textId="77777777" w:rsidTr="00CA2922">
        <w:tc>
          <w:tcPr>
            <w:tcW w:w="5000" w:type="pct"/>
            <w:shd w:val="clear" w:color="auto" w:fill="auto"/>
          </w:tcPr>
          <w:p w14:paraId="4DEDF83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58BB1D" w14:textId="77777777" w:rsidR="00ED75C8" w:rsidRDefault="00ED75C8" w:rsidP="006B529D">
            <w:pPr>
              <w:pStyle w:val="SIText"/>
            </w:pPr>
          </w:p>
          <w:p w14:paraId="100F0C8C" w14:textId="624AB71D" w:rsidR="00ED75C8" w:rsidRPr="00ED75C8" w:rsidRDefault="006B529D" w:rsidP="00ED75C8">
            <w:pPr>
              <w:pStyle w:val="SIBulletList1"/>
            </w:pPr>
            <w:r>
              <w:t xml:space="preserve">basic </w:t>
            </w:r>
            <w:r w:rsidR="00ED75C8" w:rsidRPr="00ED75C8">
              <w:t xml:space="preserve">GPS </w:t>
            </w:r>
            <w:r>
              <w:t xml:space="preserve">function, principles </w:t>
            </w:r>
            <w:r w:rsidR="00ED75C8" w:rsidRPr="00ED75C8">
              <w:t>and limitations of the technology</w:t>
            </w:r>
          </w:p>
          <w:p w14:paraId="2C611580" w14:textId="77777777" w:rsidR="00ED75C8" w:rsidRPr="00ED75C8" w:rsidRDefault="00ED75C8" w:rsidP="00ED75C8">
            <w:pPr>
              <w:pStyle w:val="SIBulletList1"/>
            </w:pPr>
            <w:r w:rsidRPr="00ED75C8">
              <w:t>a range of portable GPS devices</w:t>
            </w:r>
          </w:p>
          <w:p w14:paraId="2382A3A6" w14:textId="77777777" w:rsidR="00ED75C8" w:rsidRPr="00ED75C8" w:rsidRDefault="00ED75C8" w:rsidP="00ED75C8">
            <w:pPr>
              <w:pStyle w:val="SIBulletList1"/>
            </w:pPr>
            <w:r w:rsidRPr="00ED75C8">
              <w:t>a range of supporting devices and software, including:</w:t>
            </w:r>
          </w:p>
          <w:p w14:paraId="65CCCA1B" w14:textId="77777777" w:rsidR="00ED75C8" w:rsidRPr="00ED75C8" w:rsidRDefault="00ED75C8" w:rsidP="00ED75C8">
            <w:pPr>
              <w:pStyle w:val="SIBulletList2"/>
            </w:pPr>
            <w:r w:rsidRPr="00ED75C8">
              <w:t>chargers and power banks</w:t>
            </w:r>
          </w:p>
          <w:p w14:paraId="7C724D7D" w14:textId="77777777" w:rsidR="00ED75C8" w:rsidRPr="00ED75C8" w:rsidRDefault="00ED75C8" w:rsidP="00ED75C8">
            <w:pPr>
              <w:pStyle w:val="SIBulletList2"/>
            </w:pPr>
            <w:r w:rsidRPr="00ED75C8">
              <w:t>laptops and tablets</w:t>
            </w:r>
          </w:p>
          <w:p w14:paraId="4813B2E4" w14:textId="77777777" w:rsidR="00ED75C8" w:rsidRPr="00ED75C8" w:rsidRDefault="00ED75C8" w:rsidP="00ED75C8">
            <w:pPr>
              <w:pStyle w:val="SIBulletList2"/>
            </w:pPr>
            <w:r w:rsidRPr="00ED75C8">
              <w:t>memory cards</w:t>
            </w:r>
          </w:p>
          <w:p w14:paraId="36C29FAF" w14:textId="77777777" w:rsidR="00ED75C8" w:rsidRPr="00ED75C8" w:rsidRDefault="00ED75C8" w:rsidP="00ED75C8">
            <w:pPr>
              <w:pStyle w:val="SIBulletList1"/>
            </w:pPr>
            <w:r w:rsidRPr="00ED75C8">
              <w:t xml:space="preserve">mapping and reporting software, including stand-alone and web-based applications </w:t>
            </w:r>
          </w:p>
          <w:p w14:paraId="6374C1A8" w14:textId="675FC56D" w:rsidR="00ED75C8" w:rsidRPr="00ED75C8" w:rsidRDefault="00ED75C8" w:rsidP="00ED75C8">
            <w:pPr>
              <w:pStyle w:val="SIBulletList1"/>
            </w:pPr>
            <w:r w:rsidRPr="00ED75C8">
              <w:t>operational parameters</w:t>
            </w:r>
            <w:r w:rsidR="006B529D">
              <w:t>,</w:t>
            </w:r>
            <w:r w:rsidRPr="00ED75C8">
              <w:t xml:space="preserve"> including:</w:t>
            </w:r>
          </w:p>
          <w:p w14:paraId="11363602" w14:textId="77777777" w:rsidR="00ED75C8" w:rsidRPr="00ED75C8" w:rsidRDefault="00ED75C8" w:rsidP="00ED75C8">
            <w:pPr>
              <w:pStyle w:val="SIBulletList2"/>
            </w:pPr>
            <w:r w:rsidRPr="00ED75C8">
              <w:t>datum</w:t>
            </w:r>
          </w:p>
          <w:p w14:paraId="67C29462" w14:textId="77777777" w:rsidR="00ED75C8" w:rsidRPr="00ED75C8" w:rsidRDefault="00ED75C8" w:rsidP="00ED75C8">
            <w:pPr>
              <w:pStyle w:val="SIBulletList2"/>
            </w:pPr>
            <w:r w:rsidRPr="00ED75C8">
              <w:t>coordinate system</w:t>
            </w:r>
          </w:p>
          <w:p w14:paraId="2EC37381" w14:textId="77777777" w:rsidR="00ED75C8" w:rsidRPr="00ED75C8" w:rsidRDefault="00ED75C8" w:rsidP="00ED75C8">
            <w:pPr>
              <w:pStyle w:val="SIBulletList2"/>
            </w:pPr>
            <w:r w:rsidRPr="00ED75C8">
              <w:t>units</w:t>
            </w:r>
          </w:p>
          <w:p w14:paraId="1B32F807" w14:textId="77777777" w:rsidR="00ED75C8" w:rsidRPr="00ED75C8" w:rsidRDefault="00ED75C8" w:rsidP="00ED75C8">
            <w:pPr>
              <w:pStyle w:val="SIBulletList2"/>
            </w:pPr>
            <w:r w:rsidRPr="00ED75C8">
              <w:t xml:space="preserve">naming protocols </w:t>
            </w:r>
          </w:p>
          <w:p w14:paraId="0D61E80F" w14:textId="77777777" w:rsidR="00ED75C8" w:rsidRPr="00ED75C8" w:rsidRDefault="00ED75C8" w:rsidP="00ED75C8">
            <w:pPr>
              <w:pStyle w:val="SIBulletList1"/>
            </w:pPr>
            <w:r w:rsidRPr="00ED75C8">
              <w:t>sources of error in GPS</w:t>
            </w:r>
          </w:p>
          <w:p w14:paraId="00102DD1" w14:textId="77777777" w:rsidR="00F1480E" w:rsidRPr="000754EC" w:rsidRDefault="00ED75C8" w:rsidP="00ED75C8">
            <w:pPr>
              <w:pStyle w:val="SIBulletList1"/>
            </w:pPr>
            <w:r w:rsidRPr="00ED75C8">
              <w:t>enterprise procedures and practice for GPS operations</w:t>
            </w:r>
          </w:p>
        </w:tc>
      </w:tr>
    </w:tbl>
    <w:p w14:paraId="13C467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826C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B3C4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306A49" w14:textId="77777777" w:rsidTr="00CA2922">
        <w:tc>
          <w:tcPr>
            <w:tcW w:w="5000" w:type="pct"/>
            <w:shd w:val="clear" w:color="auto" w:fill="auto"/>
          </w:tcPr>
          <w:p w14:paraId="1577B47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C541F17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2397C9D" w14:textId="76246C9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26E62E8" w14:textId="2459895D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4C38A5">
              <w:t xml:space="preserve">in the field or </w:t>
            </w:r>
            <w:r w:rsidR="004E6741" w:rsidRPr="000754EC">
              <w:t xml:space="preserve">an environment that accurately represents </w:t>
            </w:r>
            <w:r w:rsidR="004C38A5">
              <w:t>workplace conditions</w:t>
            </w:r>
          </w:p>
          <w:p w14:paraId="3FD5503F" w14:textId="19F7698A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DBBFAD" w14:textId="0D7F9B8A" w:rsidR="004C38A5" w:rsidRPr="004C38A5" w:rsidRDefault="004C38A5" w:rsidP="00D67DD4">
            <w:pPr>
              <w:pStyle w:val="SIBulletList2"/>
              <w:rPr>
                <w:rFonts w:eastAsia="Calibri"/>
              </w:rPr>
            </w:pPr>
            <w:r>
              <w:t>handheld GPS device, phone or tablet with GPS capability</w:t>
            </w:r>
          </w:p>
          <w:p w14:paraId="04B96D93" w14:textId="2B14C1C7" w:rsidR="00F83D7C" w:rsidRPr="004C38A5" w:rsidRDefault="004C38A5" w:rsidP="00D67DD4">
            <w:pPr>
              <w:pStyle w:val="SIBulletList2"/>
              <w:rPr>
                <w:rFonts w:eastAsia="Calibri"/>
              </w:rPr>
            </w:pPr>
            <w:r>
              <w:t>software for using a GPS and manipulating data</w:t>
            </w:r>
          </w:p>
          <w:p w14:paraId="58AD5DB1" w14:textId="715C2C1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941E782" w14:textId="4A67DC6A" w:rsidR="004C38A5" w:rsidRPr="004C38A5" w:rsidRDefault="00366805" w:rsidP="004C38A5">
            <w:pPr>
              <w:pStyle w:val="SIBulletList2"/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</w:t>
            </w:r>
            <w:r w:rsidR="004C38A5">
              <w:rPr>
                <w:rFonts w:eastAsia="Calibri"/>
              </w:rPr>
              <w:t xml:space="preserve"> procedures for use, storage and data management of </w:t>
            </w:r>
            <w:proofErr w:type="gramStart"/>
            <w:r w:rsidR="004C38A5">
              <w:rPr>
                <w:rFonts w:eastAsia="Calibri"/>
              </w:rPr>
              <w:t>hand held</w:t>
            </w:r>
            <w:proofErr w:type="gramEnd"/>
            <w:r w:rsidR="004C38A5">
              <w:rPr>
                <w:rFonts w:eastAsia="Calibri"/>
              </w:rPr>
              <w:t xml:space="preserve"> GPS device</w:t>
            </w:r>
          </w:p>
          <w:p w14:paraId="6994EE5C" w14:textId="77777777" w:rsidR="0021210E" w:rsidRDefault="0021210E" w:rsidP="000754EC">
            <w:pPr>
              <w:pStyle w:val="SIText"/>
            </w:pPr>
          </w:p>
          <w:p w14:paraId="11891D29" w14:textId="77777777" w:rsidR="00F1480E" w:rsidRPr="000754EC" w:rsidRDefault="007134FE" w:rsidP="00ED75C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06A5B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C5D7B1" w14:textId="77777777" w:rsidTr="004679E3">
        <w:tc>
          <w:tcPr>
            <w:tcW w:w="990" w:type="pct"/>
            <w:shd w:val="clear" w:color="auto" w:fill="auto"/>
          </w:tcPr>
          <w:p w14:paraId="6B505C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7BB9E28" w14:textId="77777777" w:rsidR="00B11EC9" w:rsidRPr="00B11EC9" w:rsidRDefault="00B11EC9" w:rsidP="00B11EC9">
            <w:pPr>
              <w:pStyle w:val="SIText"/>
            </w:pPr>
            <w:r w:rsidRPr="00B11EC9">
              <w:t xml:space="preserve">Companion Volumes, including Implementation Guides, are available at </w:t>
            </w:r>
            <w:proofErr w:type="spellStart"/>
            <w:r w:rsidRPr="00B11EC9">
              <w:t>VETNet</w:t>
            </w:r>
            <w:proofErr w:type="spellEnd"/>
            <w:r w:rsidRPr="00B11EC9">
              <w:t xml:space="preserve">: </w:t>
            </w:r>
          </w:p>
          <w:p w14:paraId="2B25233E" w14:textId="13AF1BE8" w:rsidR="00F1480E" w:rsidRPr="000754EC" w:rsidRDefault="00B11EC9" w:rsidP="00B11EC9">
            <w:pPr>
              <w:pStyle w:val="SIText"/>
            </w:pPr>
            <w:r w:rsidRPr="00B11EC9">
              <w:t>https://vetnet.education.gov.au/Pages/TrainingDocs.aspx?q=c6399549-9c62-4a5e-bf1a-524b2322cf72</w:t>
            </w:r>
          </w:p>
        </w:tc>
      </w:tr>
    </w:tbl>
    <w:p w14:paraId="22F076C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AF0F0" w14:textId="77777777" w:rsidR="00013651" w:rsidRDefault="00013651" w:rsidP="00BF3F0A">
      <w:r>
        <w:separator/>
      </w:r>
    </w:p>
    <w:p w14:paraId="2319E169" w14:textId="77777777" w:rsidR="00013651" w:rsidRDefault="00013651"/>
  </w:endnote>
  <w:endnote w:type="continuationSeparator" w:id="0">
    <w:p w14:paraId="3727F883" w14:textId="77777777" w:rsidR="00013651" w:rsidRDefault="00013651" w:rsidP="00BF3F0A">
      <w:r>
        <w:continuationSeparator/>
      </w:r>
    </w:p>
    <w:p w14:paraId="1375832C" w14:textId="77777777" w:rsidR="00013651" w:rsidRDefault="00013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E47D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B6838">
          <w:rPr>
            <w:noProof/>
          </w:rPr>
          <w:t>4</w:t>
        </w:r>
        <w:r w:rsidRPr="000754EC">
          <w:fldChar w:fldCharType="end"/>
        </w:r>
      </w:p>
      <w:p w14:paraId="4EBF0C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4759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3209B" w14:textId="77777777" w:rsidR="00013651" w:rsidRDefault="00013651" w:rsidP="00BF3F0A">
      <w:r>
        <w:separator/>
      </w:r>
    </w:p>
    <w:p w14:paraId="35469102" w14:textId="77777777" w:rsidR="00013651" w:rsidRDefault="00013651"/>
  </w:footnote>
  <w:footnote w:type="continuationSeparator" w:id="0">
    <w:p w14:paraId="7CB20DFC" w14:textId="77777777" w:rsidR="00013651" w:rsidRDefault="00013651" w:rsidP="00BF3F0A">
      <w:r>
        <w:continuationSeparator/>
      </w:r>
    </w:p>
    <w:p w14:paraId="55CF813E" w14:textId="77777777" w:rsidR="00013651" w:rsidRDefault="000136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8143D" w14:textId="77777777" w:rsidR="009C2650" w:rsidRPr="00ED75C8" w:rsidRDefault="00ED75C8" w:rsidP="00ED75C8">
    <w:r w:rsidRPr="00ED75C8">
      <w:rPr>
        <w:lang w:eastAsia="en-US"/>
      </w:rPr>
      <w:t>AHCLPW2</w:t>
    </w:r>
    <w:r>
      <w:t>XX</w:t>
    </w:r>
    <w:r w:rsidRPr="00ED75C8">
      <w:rPr>
        <w:lang w:eastAsia="en-US"/>
      </w:rPr>
      <w:t xml:space="preserve"> Operate a handheld GPS device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5C8"/>
    <w:rsid w:val="000014B9"/>
    <w:rsid w:val="00005A15"/>
    <w:rsid w:val="0001108F"/>
    <w:rsid w:val="000115E2"/>
    <w:rsid w:val="000126D0"/>
    <w:rsid w:val="0001296A"/>
    <w:rsid w:val="00013651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6838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0AB4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3AB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97C"/>
    <w:rsid w:val="0046239A"/>
    <w:rsid w:val="004640AE"/>
    <w:rsid w:val="004679E3"/>
    <w:rsid w:val="004747BE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8A5"/>
    <w:rsid w:val="004C79A1"/>
    <w:rsid w:val="004D0D5F"/>
    <w:rsid w:val="004D1569"/>
    <w:rsid w:val="004D44B1"/>
    <w:rsid w:val="004E0460"/>
    <w:rsid w:val="004E1579"/>
    <w:rsid w:val="004E5FAE"/>
    <w:rsid w:val="004E60CD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529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EDB"/>
    <w:rsid w:val="0081438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55B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BD8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EC9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05A3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75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25940"/>
  <w15:docId w15:val="{117B126E-BB3A-4079-949A-153C40BD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D75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75C8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ED75C8"/>
    <w:pPr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D75C8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CDD9B-2136-4A00-8AE6-E48D0629A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DF3E7C-79D0-444D-82D6-6E27A516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</TotalTime>
  <Pages>4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14</cp:revision>
  <cp:lastPrinted>2016-05-27T05:21:00Z</cp:lastPrinted>
  <dcterms:created xsi:type="dcterms:W3CDTF">2019-11-04T06:22:00Z</dcterms:created>
  <dcterms:modified xsi:type="dcterms:W3CDTF">2019-11-06T01:07:00Z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