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1AE5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B7FD76" w14:textId="77777777" w:rsidTr="00146EEC">
        <w:tc>
          <w:tcPr>
            <w:tcW w:w="2689" w:type="dxa"/>
          </w:tcPr>
          <w:p w14:paraId="5FDAF4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DE9C1A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71885DAD" w14:textId="77777777" w:rsidTr="00146EEC">
        <w:tc>
          <w:tcPr>
            <w:tcW w:w="2689" w:type="dxa"/>
          </w:tcPr>
          <w:p w14:paraId="1C837C33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7B406C51" w14:textId="77777777" w:rsidR="00A70ACB" w:rsidRPr="00A70ACB" w:rsidRDefault="00A70ACB" w:rsidP="00A70ACB">
            <w:r w:rsidRPr="00A70ACB">
              <w:t>This version released with AHC Agriculture, Horticulture and Conservation and Land Manag</w:t>
            </w:r>
            <w:r>
              <w:t>ement Training Package Version 5</w:t>
            </w:r>
            <w:r w:rsidRPr="00A70ACB">
              <w:t>.0.</w:t>
            </w:r>
          </w:p>
        </w:tc>
      </w:tr>
    </w:tbl>
    <w:p w14:paraId="177EB8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0102A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37C9E12" w14:textId="079B4788" w:rsidR="00F1480E" w:rsidRPr="000754EC" w:rsidRDefault="00111711" w:rsidP="000754EC">
            <w:pPr>
              <w:pStyle w:val="SIUNITCODE"/>
            </w:pPr>
            <w:r w:rsidRPr="00111711">
              <w:t>AHCECR2XX</w:t>
            </w:r>
          </w:p>
        </w:tc>
        <w:tc>
          <w:tcPr>
            <w:tcW w:w="3604" w:type="pct"/>
            <w:shd w:val="clear" w:color="auto" w:fill="auto"/>
          </w:tcPr>
          <w:p w14:paraId="0EC9063D" w14:textId="6B13F0AA" w:rsidR="00F1480E" w:rsidRPr="000754EC" w:rsidRDefault="00111711" w:rsidP="00111711">
            <w:pPr>
              <w:pStyle w:val="SIUnittitle"/>
            </w:pPr>
            <w:r w:rsidRPr="00111711">
              <w:t>Carry out basic ecological restoration works</w:t>
            </w:r>
          </w:p>
        </w:tc>
      </w:tr>
      <w:tr w:rsidR="00F1480E" w:rsidRPr="00963A46" w14:paraId="122AC133" w14:textId="77777777" w:rsidTr="00CA2922">
        <w:tc>
          <w:tcPr>
            <w:tcW w:w="1396" w:type="pct"/>
            <w:shd w:val="clear" w:color="auto" w:fill="auto"/>
          </w:tcPr>
          <w:p w14:paraId="2ECF1510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5967C53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0627AB" w14:textId="77777777" w:rsidR="001E153B" w:rsidRDefault="001E153B" w:rsidP="001E153B">
            <w:r w:rsidRPr="000D5C5E">
              <w:t xml:space="preserve">This unit of competency describes the skills and knowledge required to carry out </w:t>
            </w:r>
            <w:r>
              <w:t xml:space="preserve">basic ecological </w:t>
            </w:r>
            <w:r w:rsidRPr="000D5C5E">
              <w:t>restoration work</w:t>
            </w:r>
            <w:r>
              <w:t xml:space="preserve">s </w:t>
            </w:r>
            <w:bookmarkStart w:id="0" w:name="_Hlk26808283"/>
            <w:r w:rsidRPr="001E153B">
              <w:t>following a restoration plan or minimal brief</w:t>
            </w:r>
            <w:bookmarkEnd w:id="0"/>
            <w:r w:rsidRPr="000D5C5E">
              <w:t>.</w:t>
            </w:r>
          </w:p>
          <w:p w14:paraId="702CD702" w14:textId="77777777" w:rsidR="001E153B" w:rsidRPr="000D5C5E" w:rsidRDefault="001E153B" w:rsidP="001E153B"/>
          <w:p w14:paraId="11674549" w14:textId="3E3CC65A" w:rsidR="007F52CD" w:rsidRPr="007F52CD" w:rsidRDefault="001E153B" w:rsidP="007F52CD">
            <w:pPr>
              <w:pStyle w:val="SIText"/>
            </w:pPr>
            <w:bookmarkStart w:id="1" w:name="_Hlk26808339"/>
            <w:r>
              <w:t>The</w:t>
            </w:r>
            <w:r w:rsidRPr="000D5C5E">
              <w:t xml:space="preserve"> unit applies to </w:t>
            </w:r>
            <w:r>
              <w:t xml:space="preserve">individuals engaged in conservation and land </w:t>
            </w:r>
            <w:r w:rsidRPr="001E153B">
              <w:t xml:space="preserve">and water </w:t>
            </w:r>
            <w:r w:rsidRPr="000D5C5E">
              <w:t>management programs</w:t>
            </w:r>
            <w:r>
              <w:t xml:space="preserve"> and </w:t>
            </w:r>
            <w:r w:rsidR="007F52CD" w:rsidRPr="007F52CD">
              <w:t xml:space="preserve">who undertake defined routine activities under supervision. They exercise limited autonomy within established and </w:t>
            </w:r>
            <w:proofErr w:type="gramStart"/>
            <w:r w:rsidR="007F52CD" w:rsidRPr="007F52CD">
              <w:t>well known</w:t>
            </w:r>
            <w:proofErr w:type="gramEnd"/>
            <w:r w:rsidR="007F52CD" w:rsidRPr="007F52CD">
              <w:t xml:space="preserve"> parameters, providing solutions to a limited</w:t>
            </w:r>
            <w:r w:rsidR="007F52CD">
              <w:t xml:space="preserve"> range of predictable problems.</w:t>
            </w:r>
          </w:p>
          <w:bookmarkEnd w:id="1"/>
          <w:p w14:paraId="7FF4DEED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019359D" w14:textId="77777777" w:rsidR="00373436" w:rsidRPr="000754EC" w:rsidRDefault="00373436" w:rsidP="001E153B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3BFAC39F" w14:textId="77777777" w:rsidTr="00CA2922">
        <w:tc>
          <w:tcPr>
            <w:tcW w:w="1396" w:type="pct"/>
            <w:shd w:val="clear" w:color="auto" w:fill="auto"/>
          </w:tcPr>
          <w:p w14:paraId="0D426A1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EBCBEB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D0E76CA" w14:textId="77777777" w:rsidTr="00CA2922">
        <w:tc>
          <w:tcPr>
            <w:tcW w:w="1396" w:type="pct"/>
            <w:shd w:val="clear" w:color="auto" w:fill="auto"/>
          </w:tcPr>
          <w:p w14:paraId="1E2F8F0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18E67A5" w14:textId="77777777" w:rsidR="00F1480E" w:rsidRDefault="001E153B" w:rsidP="000754EC">
            <w:pPr>
              <w:pStyle w:val="SIText"/>
            </w:pPr>
            <w:r>
              <w:t>Natural Area Restoration (NAR)</w:t>
            </w:r>
          </w:p>
          <w:p w14:paraId="6F2ADA96" w14:textId="77777777" w:rsidR="001E153B" w:rsidRDefault="001E153B" w:rsidP="000754EC">
            <w:pPr>
              <w:pStyle w:val="SIText"/>
            </w:pPr>
            <w:r>
              <w:t>or</w:t>
            </w:r>
          </w:p>
          <w:p w14:paraId="5A10AECB" w14:textId="77777777" w:rsidR="001E153B" w:rsidRPr="001E153B" w:rsidRDefault="001E153B" w:rsidP="000754EC">
            <w:pPr>
              <w:pStyle w:val="SIText"/>
              <w:rPr>
                <w:rStyle w:val="SITemporaryText-red"/>
              </w:rPr>
            </w:pPr>
            <w:commentRangeStart w:id="2"/>
            <w:r w:rsidRPr="001E153B">
              <w:rPr>
                <w:rStyle w:val="SITemporaryText-red"/>
              </w:rPr>
              <w:t>Ecological Restoration (ECR)</w:t>
            </w:r>
            <w:commentRangeEnd w:id="2"/>
            <w:r w:rsidR="00830A92">
              <w:rPr>
                <w:lang w:eastAsia="en-AU"/>
              </w:rPr>
              <w:commentReference w:id="2"/>
            </w:r>
          </w:p>
        </w:tc>
      </w:tr>
    </w:tbl>
    <w:p w14:paraId="3EF0037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6AB68C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C0DAA6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990C8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5876A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E9CC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E64F00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E153B" w:rsidRPr="00963A46" w14:paraId="366F1C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CC1313" w14:textId="634AED2C" w:rsidR="001E153B" w:rsidRPr="001E153B" w:rsidRDefault="001E153B" w:rsidP="007F52CD">
            <w:r w:rsidRPr="000D5C5E">
              <w:t>1.</w:t>
            </w:r>
            <w:r w:rsidRPr="001E153B">
              <w:t xml:space="preserve"> </w:t>
            </w:r>
            <w:r w:rsidR="007F52CD">
              <w:t xml:space="preserve"> Identify </w:t>
            </w:r>
            <w:proofErr w:type="gramStart"/>
            <w:r w:rsidR="007F52CD">
              <w:t>activities  and</w:t>
            </w:r>
            <w:proofErr w:type="gramEnd"/>
            <w:r w:rsidR="007F52CD">
              <w:t xml:space="preserve"> inspect site for required works</w:t>
            </w:r>
          </w:p>
        </w:tc>
        <w:tc>
          <w:tcPr>
            <w:tcW w:w="3604" w:type="pct"/>
            <w:shd w:val="clear" w:color="auto" w:fill="auto"/>
          </w:tcPr>
          <w:p w14:paraId="15047ACD" w14:textId="23811FA7" w:rsidR="001E153B" w:rsidRPr="001E153B" w:rsidRDefault="001E153B" w:rsidP="001E153B">
            <w:r w:rsidRPr="000D5C5E">
              <w:t>1.1</w:t>
            </w:r>
            <w:r w:rsidR="007F52CD">
              <w:t xml:space="preserve"> </w:t>
            </w:r>
            <w:r w:rsidRPr="000D5C5E">
              <w:t xml:space="preserve">Locate </w:t>
            </w:r>
            <w:r w:rsidR="007F52CD">
              <w:t>work</w:t>
            </w:r>
            <w:r w:rsidRPr="000D5C5E">
              <w:t xml:space="preserve"> site </w:t>
            </w:r>
            <w:r w:rsidR="007F52CD">
              <w:t>from</w:t>
            </w:r>
            <w:r w:rsidRPr="000D5C5E">
              <w:t xml:space="preserve"> </w:t>
            </w:r>
            <w:r w:rsidR="007F52CD">
              <w:t xml:space="preserve">project </w:t>
            </w:r>
            <w:r w:rsidRPr="001E153B">
              <w:t>brief</w:t>
            </w:r>
          </w:p>
          <w:p w14:paraId="67E7B51B" w14:textId="1C6485E6" w:rsidR="001E153B" w:rsidRPr="001E153B" w:rsidRDefault="001E153B" w:rsidP="001E153B">
            <w:r>
              <w:t xml:space="preserve">1.2 </w:t>
            </w:r>
            <w:r w:rsidRPr="001E153B">
              <w:t xml:space="preserve">Locate </w:t>
            </w:r>
            <w:r w:rsidR="007F52CD">
              <w:t xml:space="preserve">elements </w:t>
            </w:r>
            <w:r w:rsidR="00111711">
              <w:t>within site that are intact and require protecting</w:t>
            </w:r>
            <w:r w:rsidR="00094A83">
              <w:t xml:space="preserve"> according to project brief</w:t>
            </w:r>
          </w:p>
          <w:p w14:paraId="3F1BB436" w14:textId="30CB3BDA" w:rsidR="001E153B" w:rsidRPr="001E153B" w:rsidRDefault="001E153B" w:rsidP="001E153B">
            <w:r>
              <w:t>1.3 I</w:t>
            </w:r>
            <w:r w:rsidRPr="001E153B">
              <w:t>dentify areas on site that have potential for natural or assisted regeneration</w:t>
            </w:r>
            <w:r w:rsidR="00111711">
              <w:t xml:space="preserve"> according to project brief</w:t>
            </w:r>
          </w:p>
          <w:p w14:paraId="24DD4892" w14:textId="169D86ED" w:rsidR="001E153B" w:rsidRPr="001E153B" w:rsidRDefault="001E153B" w:rsidP="001E153B">
            <w:r>
              <w:t>1.4 Identify</w:t>
            </w:r>
            <w:r w:rsidRPr="001E153B">
              <w:t xml:space="preserve"> or confirm areas requiring reintroduction of biota </w:t>
            </w:r>
            <w:r w:rsidR="00111711">
              <w:t>according to project brief</w:t>
            </w:r>
          </w:p>
          <w:p w14:paraId="57717CA1" w14:textId="77777777" w:rsidR="001E153B" w:rsidRDefault="001E153B" w:rsidP="00111711">
            <w:r>
              <w:t xml:space="preserve">1.5 </w:t>
            </w:r>
            <w:r w:rsidRPr="001E153B">
              <w:t>Identify treatments for specific locations on site</w:t>
            </w:r>
            <w:r w:rsidR="00111711" w:rsidRPr="001E153B">
              <w:t xml:space="preserve"> </w:t>
            </w:r>
            <w:r w:rsidR="00111711">
              <w:t>according to project</w:t>
            </w:r>
            <w:r w:rsidR="00111711" w:rsidRPr="00111711">
              <w:t xml:space="preserve"> brief</w:t>
            </w:r>
          </w:p>
          <w:p w14:paraId="0AB7561C" w14:textId="4EBA06D5" w:rsidR="00094A83" w:rsidRPr="001E153B" w:rsidRDefault="00094A83" w:rsidP="00111711">
            <w:r>
              <w:t>1.6 Confirm site works with supervisor</w:t>
            </w:r>
          </w:p>
        </w:tc>
      </w:tr>
      <w:tr w:rsidR="007F52CD" w:rsidRPr="00963A46" w14:paraId="4F5B13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92EEB25" w14:textId="4AE46B29" w:rsidR="007F52CD" w:rsidRPr="000D5C5E" w:rsidRDefault="007F52CD" w:rsidP="007F52CD">
            <w:r>
              <w:t xml:space="preserve">2. </w:t>
            </w:r>
            <w:r w:rsidRPr="007F52CD">
              <w:t xml:space="preserve">Prepare for basic </w:t>
            </w:r>
            <w:proofErr w:type="gramStart"/>
            <w:r w:rsidRPr="007F52CD">
              <w:t>ecological  restoration</w:t>
            </w:r>
            <w:proofErr w:type="gramEnd"/>
            <w:r w:rsidRPr="007F52CD">
              <w:t xml:space="preserve"> work</w:t>
            </w:r>
          </w:p>
        </w:tc>
        <w:tc>
          <w:tcPr>
            <w:tcW w:w="3604" w:type="pct"/>
            <w:shd w:val="clear" w:color="auto" w:fill="auto"/>
          </w:tcPr>
          <w:p w14:paraId="1B776C13" w14:textId="794F3CE8" w:rsidR="007F52CD" w:rsidRPr="007F52CD" w:rsidRDefault="00111711" w:rsidP="007F52CD">
            <w:r>
              <w:t>2.1</w:t>
            </w:r>
            <w:r w:rsidR="007F52CD">
              <w:t xml:space="preserve"> </w:t>
            </w:r>
            <w:r w:rsidR="007F52CD" w:rsidRPr="007F52CD">
              <w:t xml:space="preserve">Identify </w:t>
            </w:r>
            <w:r>
              <w:t xml:space="preserve">site specific </w:t>
            </w:r>
            <w:r w:rsidR="007F52CD" w:rsidRPr="007F52CD">
              <w:t>environmental and WH&amp;S</w:t>
            </w:r>
            <w:r>
              <w:t xml:space="preserve"> hazards, assess the </w:t>
            </w:r>
            <w:r w:rsidR="007F52CD" w:rsidRPr="007F52CD">
              <w:t xml:space="preserve">risks and report </w:t>
            </w:r>
            <w:r>
              <w:t>to supervisor</w:t>
            </w:r>
          </w:p>
          <w:p w14:paraId="4F79C8FA" w14:textId="7D31A905" w:rsidR="007F52CD" w:rsidRPr="007F52CD" w:rsidRDefault="00111711" w:rsidP="007F52CD">
            <w:r>
              <w:t xml:space="preserve">2.2 </w:t>
            </w:r>
            <w:r w:rsidR="007F52CD" w:rsidRPr="007F52CD">
              <w:t>Select, prepare and transport</w:t>
            </w:r>
            <w:r>
              <w:t xml:space="preserve"> tools, equipment and machinery for site works</w:t>
            </w:r>
          </w:p>
          <w:p w14:paraId="0E2001E1" w14:textId="7543A65C" w:rsidR="007F52CD" w:rsidRPr="007F52CD" w:rsidRDefault="00111711" w:rsidP="007F52CD">
            <w:r>
              <w:t xml:space="preserve">2.3 </w:t>
            </w:r>
            <w:r w:rsidR="007F52CD" w:rsidRPr="007F52CD">
              <w:t>Carry out pre-operational and safety checks on tools, equipment and machinery</w:t>
            </w:r>
          </w:p>
          <w:p w14:paraId="7CF4CD28" w14:textId="01B86243" w:rsidR="007F52CD" w:rsidRPr="007F52CD" w:rsidRDefault="00111711" w:rsidP="007F52CD">
            <w:r>
              <w:t xml:space="preserve">2.4 </w:t>
            </w:r>
            <w:r w:rsidR="007F52CD" w:rsidRPr="007F52CD">
              <w:t>Identify and implement biosecurity control measures</w:t>
            </w:r>
          </w:p>
          <w:p w14:paraId="17FFE75A" w14:textId="03890270" w:rsidR="007F52CD" w:rsidRPr="000D5C5E" w:rsidRDefault="00111711" w:rsidP="00111711">
            <w:r>
              <w:t>2.5</w:t>
            </w:r>
            <w:r w:rsidR="007F52CD" w:rsidRPr="007F52CD">
              <w:t xml:space="preserve"> Select, check and use personal protective equipment</w:t>
            </w:r>
          </w:p>
        </w:tc>
      </w:tr>
      <w:tr w:rsidR="001E153B" w:rsidRPr="00963A46" w14:paraId="02CD61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F9AD5C7" w14:textId="0B394FEF" w:rsidR="001E153B" w:rsidRPr="001E153B" w:rsidRDefault="005F0C9A" w:rsidP="005F0C9A">
            <w:r>
              <w:t>3</w:t>
            </w:r>
            <w:r w:rsidR="001E153B" w:rsidRPr="001E153B">
              <w:t>.</w:t>
            </w:r>
            <w:r w:rsidR="007F52CD">
              <w:t xml:space="preserve"> </w:t>
            </w:r>
            <w:r>
              <w:t>Implement</w:t>
            </w:r>
            <w:commentRangeStart w:id="3"/>
            <w:r w:rsidR="001E153B" w:rsidRPr="001E153B">
              <w:t xml:space="preserve"> basic ecological restoration treatments </w:t>
            </w:r>
            <w:commentRangeEnd w:id="3"/>
            <w:r w:rsidR="001E153B" w:rsidRPr="001E153B">
              <w:commentReference w:id="3"/>
            </w:r>
          </w:p>
        </w:tc>
        <w:tc>
          <w:tcPr>
            <w:tcW w:w="3604" w:type="pct"/>
            <w:shd w:val="clear" w:color="auto" w:fill="auto"/>
          </w:tcPr>
          <w:p w14:paraId="52082509" w14:textId="05137A66" w:rsidR="001E153B" w:rsidRPr="001E153B" w:rsidRDefault="005F0C9A" w:rsidP="001E153B">
            <w:r>
              <w:t>3</w:t>
            </w:r>
            <w:r w:rsidR="001E153B" w:rsidRPr="000D5C5E">
              <w:t>.1</w:t>
            </w:r>
            <w:r w:rsidR="007F52CD">
              <w:t xml:space="preserve"> </w:t>
            </w:r>
            <w:r w:rsidR="001E153B" w:rsidRPr="000D5C5E">
              <w:t xml:space="preserve">Prepare </w:t>
            </w:r>
            <w:r w:rsidR="001E153B" w:rsidRPr="001E153B">
              <w:t xml:space="preserve">tools and materials for ecological restoration treatments </w:t>
            </w:r>
            <w:r>
              <w:t>according to project brief</w:t>
            </w:r>
          </w:p>
          <w:p w14:paraId="1D8199C5" w14:textId="0044323D" w:rsidR="001E153B" w:rsidRPr="001E153B" w:rsidRDefault="005F0C9A" w:rsidP="001E153B">
            <w:r>
              <w:t>3</w:t>
            </w:r>
            <w:r w:rsidR="001E153B">
              <w:t xml:space="preserve">.2 </w:t>
            </w:r>
            <w:r w:rsidR="001E153B" w:rsidRPr="001E153B">
              <w:t xml:space="preserve">Apply basic substrate and hydrological treatments </w:t>
            </w:r>
            <w:r>
              <w:t>according to project brief</w:t>
            </w:r>
          </w:p>
          <w:p w14:paraId="161FF002" w14:textId="0BA4A534" w:rsidR="005F0C9A" w:rsidRPr="005F0C9A" w:rsidRDefault="005F0C9A" w:rsidP="005F0C9A">
            <w:r>
              <w:t>3</w:t>
            </w:r>
            <w:r w:rsidR="001E153B">
              <w:t>.3</w:t>
            </w:r>
            <w:r w:rsidR="001E153B" w:rsidRPr="001E153B">
              <w:t xml:space="preserve"> Control competing undesirable biota </w:t>
            </w:r>
            <w:r w:rsidRPr="005F0C9A">
              <w:t>a</w:t>
            </w:r>
            <w:bookmarkStart w:id="4" w:name="_GoBack"/>
            <w:bookmarkEnd w:id="4"/>
            <w:r w:rsidRPr="005F0C9A">
              <w:t>ccording to project brief</w:t>
            </w:r>
          </w:p>
          <w:p w14:paraId="241999EB" w14:textId="49E6F45B" w:rsidR="005F0C9A" w:rsidRPr="005F0C9A" w:rsidRDefault="005F0C9A" w:rsidP="005F0C9A">
            <w:r>
              <w:t>3</w:t>
            </w:r>
            <w:r w:rsidR="001E153B">
              <w:t xml:space="preserve">.4 </w:t>
            </w:r>
            <w:r w:rsidR="001E153B" w:rsidRPr="001E153B">
              <w:t xml:space="preserve">Install basic habitat elements </w:t>
            </w:r>
            <w:r w:rsidRPr="005F0C9A">
              <w:t>according to project brief</w:t>
            </w:r>
          </w:p>
          <w:p w14:paraId="017B8A2D" w14:textId="747C8292" w:rsidR="005F0C9A" w:rsidRPr="005F0C9A" w:rsidRDefault="005F0C9A" w:rsidP="005F0C9A">
            <w:r>
              <w:t>3</w:t>
            </w:r>
            <w:r w:rsidR="001E153B">
              <w:t xml:space="preserve">.5 </w:t>
            </w:r>
            <w:r w:rsidR="001E153B" w:rsidRPr="001E153B">
              <w:t xml:space="preserve">Apply basic reintroduction of biota </w:t>
            </w:r>
            <w:r w:rsidRPr="005F0C9A">
              <w:t>according to project brief</w:t>
            </w:r>
          </w:p>
          <w:p w14:paraId="7EFE74A2" w14:textId="540CC510" w:rsidR="001E153B" w:rsidRPr="001E153B" w:rsidRDefault="005F0C9A" w:rsidP="005F0C9A">
            <w:r>
              <w:t>3</w:t>
            </w:r>
            <w:r w:rsidR="001E153B">
              <w:t>.6</w:t>
            </w:r>
            <w:r w:rsidR="001E153B" w:rsidRPr="001E153B">
              <w:t xml:space="preserve"> </w:t>
            </w:r>
            <w:r>
              <w:t>Follow</w:t>
            </w:r>
            <w:r w:rsidR="001E153B" w:rsidRPr="001E153B">
              <w:t xml:space="preserve"> work health and safety policies and procedures</w:t>
            </w:r>
            <w:r>
              <w:t xml:space="preserve"> during works</w:t>
            </w:r>
          </w:p>
        </w:tc>
      </w:tr>
      <w:tr w:rsidR="001E153B" w:rsidRPr="00963A46" w14:paraId="2195CDB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32199D" w14:textId="08F0D108" w:rsidR="001E153B" w:rsidRPr="001E153B" w:rsidRDefault="001E153B" w:rsidP="005F0C9A">
            <w:r>
              <w:lastRenderedPageBreak/>
              <w:t>4</w:t>
            </w:r>
            <w:r w:rsidRPr="001E153B">
              <w:t>.</w:t>
            </w:r>
            <w:r w:rsidR="005F0C9A">
              <w:t xml:space="preserve"> </w:t>
            </w:r>
            <w:r w:rsidRPr="001E153B">
              <w:t>Complete basic ecological restoration works</w:t>
            </w:r>
          </w:p>
        </w:tc>
        <w:tc>
          <w:tcPr>
            <w:tcW w:w="3604" w:type="pct"/>
            <w:shd w:val="clear" w:color="auto" w:fill="auto"/>
          </w:tcPr>
          <w:p w14:paraId="490D5A14" w14:textId="7DDCDABC" w:rsidR="001E153B" w:rsidRPr="001E153B" w:rsidRDefault="005F0C9A" w:rsidP="001E153B">
            <w:r>
              <w:t>4</w:t>
            </w:r>
            <w:r w:rsidR="001E153B" w:rsidRPr="001E153B">
              <w:t>.1</w:t>
            </w:r>
            <w:r>
              <w:t xml:space="preserve"> </w:t>
            </w:r>
            <w:r w:rsidR="001E153B" w:rsidRPr="001E153B">
              <w:t xml:space="preserve">Install and maintain </w:t>
            </w:r>
            <w:r w:rsidRPr="005F0C9A">
              <w:t xml:space="preserve">security, support or protection devices </w:t>
            </w:r>
            <w:r>
              <w:t>according to project brief</w:t>
            </w:r>
          </w:p>
          <w:p w14:paraId="20458B08" w14:textId="6C58571D" w:rsidR="001E153B" w:rsidRPr="001E153B" w:rsidRDefault="005F0C9A" w:rsidP="001E153B">
            <w:r>
              <w:t>4</w:t>
            </w:r>
            <w:r w:rsidR="001E153B" w:rsidRPr="001E153B">
              <w:t>.2</w:t>
            </w:r>
            <w:r>
              <w:t xml:space="preserve"> </w:t>
            </w:r>
            <w:r w:rsidR="001E153B" w:rsidRPr="001E153B">
              <w:t xml:space="preserve">Undertake follow up of control of competing species or adjust soil, hydrology or habitat elements </w:t>
            </w:r>
            <w:r>
              <w:t>according to project brief</w:t>
            </w:r>
          </w:p>
          <w:p w14:paraId="26F37C9D" w14:textId="3DC689C9" w:rsidR="001E153B" w:rsidRPr="001E153B" w:rsidRDefault="005F0C9A" w:rsidP="001E153B">
            <w:r>
              <w:t>4</w:t>
            </w:r>
            <w:r w:rsidR="001E153B" w:rsidRPr="001E153B">
              <w:t>.3</w:t>
            </w:r>
            <w:r>
              <w:t xml:space="preserve"> Clear and dispose of site waste according to environmental procedures</w:t>
            </w:r>
          </w:p>
          <w:p w14:paraId="66004A2E" w14:textId="61C7CA13" w:rsidR="001E153B" w:rsidRPr="001E153B" w:rsidRDefault="005F0C9A" w:rsidP="001E153B">
            <w:r>
              <w:t>4</w:t>
            </w:r>
            <w:r w:rsidR="001E153B" w:rsidRPr="001E153B">
              <w:t>.4</w:t>
            </w:r>
            <w:r>
              <w:t xml:space="preserve"> </w:t>
            </w:r>
            <w:r w:rsidR="001E153B" w:rsidRPr="001E153B">
              <w:t>Clean, maintain and store tools, equipment and machinery</w:t>
            </w:r>
          </w:p>
          <w:p w14:paraId="6ED94E17" w14:textId="59FEA96F" w:rsidR="001E153B" w:rsidRPr="001E153B" w:rsidRDefault="005F0C9A" w:rsidP="005F0C9A">
            <w:r>
              <w:t xml:space="preserve">4.5 </w:t>
            </w:r>
            <w:r w:rsidR="001E153B" w:rsidRPr="001E153B">
              <w:t>Report work outcomes</w:t>
            </w:r>
            <w:r>
              <w:t xml:space="preserve"> according to workplace procedures</w:t>
            </w:r>
          </w:p>
        </w:tc>
      </w:tr>
    </w:tbl>
    <w:p w14:paraId="0B023EB3" w14:textId="77777777" w:rsidR="005F771F" w:rsidRDefault="005F771F" w:rsidP="005F771F">
      <w:pPr>
        <w:pStyle w:val="SIText"/>
      </w:pPr>
    </w:p>
    <w:p w14:paraId="702C229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8148DCF" w14:textId="77777777" w:rsidTr="00CA2922">
        <w:trPr>
          <w:tblHeader/>
        </w:trPr>
        <w:tc>
          <w:tcPr>
            <w:tcW w:w="5000" w:type="pct"/>
            <w:gridSpan w:val="2"/>
          </w:tcPr>
          <w:p w14:paraId="68387C62" w14:textId="77777777" w:rsidR="00F1480E" w:rsidRPr="000754EC" w:rsidRDefault="00FD557D" w:rsidP="000754EC">
            <w:pPr>
              <w:pStyle w:val="SIHeading2"/>
            </w:pPr>
            <w:commentRangeStart w:id="5"/>
            <w:r w:rsidRPr="00041E59">
              <w:t>F</w:t>
            </w:r>
            <w:r w:rsidRPr="000754EC">
              <w:t>oundation Skills</w:t>
            </w:r>
            <w:commentRangeEnd w:id="5"/>
            <w:r w:rsidR="00A70ACB">
              <w:rPr>
                <w:b w:val="0"/>
                <w:sz w:val="20"/>
                <w:szCs w:val="22"/>
                <w:lang w:eastAsia="en-AU"/>
              </w:rPr>
              <w:commentReference w:id="5"/>
            </w:r>
          </w:p>
          <w:p w14:paraId="5A08A0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D855C8" w14:textId="77777777" w:rsidTr="00CA2922">
        <w:trPr>
          <w:tblHeader/>
        </w:trPr>
        <w:tc>
          <w:tcPr>
            <w:tcW w:w="1396" w:type="pct"/>
          </w:tcPr>
          <w:p w14:paraId="679102C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123AE0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BB054D5" w14:textId="77777777" w:rsidTr="00CA2922">
        <w:tc>
          <w:tcPr>
            <w:tcW w:w="1396" w:type="pct"/>
          </w:tcPr>
          <w:p w14:paraId="565F8A35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2A460812" w14:textId="77777777" w:rsidR="00F1480E" w:rsidRPr="000754EC" w:rsidRDefault="00F1480E" w:rsidP="00DD0726">
            <w:pPr>
              <w:pStyle w:val="SIBulletList1"/>
            </w:pPr>
          </w:p>
        </w:tc>
      </w:tr>
      <w:tr w:rsidR="00F1480E" w:rsidRPr="00336FCA" w:rsidDel="00423CB2" w14:paraId="06FE6422" w14:textId="77777777" w:rsidTr="00CA2922">
        <w:tc>
          <w:tcPr>
            <w:tcW w:w="1396" w:type="pct"/>
          </w:tcPr>
          <w:p w14:paraId="16B3555C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78DE6610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  <w:tr w:rsidR="00F1480E" w:rsidRPr="00336FCA" w:rsidDel="00423CB2" w14:paraId="46289E95" w14:textId="77777777" w:rsidTr="00CA2922">
        <w:tc>
          <w:tcPr>
            <w:tcW w:w="1396" w:type="pct"/>
          </w:tcPr>
          <w:p w14:paraId="68542A9D" w14:textId="77777777" w:rsidR="00F1480E" w:rsidRPr="000754EC" w:rsidRDefault="00F1480E" w:rsidP="000754EC">
            <w:pPr>
              <w:pStyle w:val="SIText"/>
            </w:pPr>
          </w:p>
        </w:tc>
        <w:tc>
          <w:tcPr>
            <w:tcW w:w="3604" w:type="pct"/>
          </w:tcPr>
          <w:p w14:paraId="7FF3C710" w14:textId="77777777" w:rsidR="00F1480E" w:rsidRPr="000754EC" w:rsidRDefault="00F1480E" w:rsidP="000754EC">
            <w:pPr>
              <w:pStyle w:val="SIBulletList1"/>
              <w:rPr>
                <w:rFonts w:eastAsia="Calibri"/>
              </w:rPr>
            </w:pPr>
          </w:p>
        </w:tc>
      </w:tr>
    </w:tbl>
    <w:p w14:paraId="1F589804" w14:textId="77777777" w:rsidR="00916CD7" w:rsidRDefault="00916CD7" w:rsidP="005F771F">
      <w:pPr>
        <w:pStyle w:val="SIText"/>
      </w:pPr>
    </w:p>
    <w:p w14:paraId="24CC9BC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E02CA64" w14:textId="77777777" w:rsidTr="00F33FF2">
        <w:tc>
          <w:tcPr>
            <w:tcW w:w="5000" w:type="pct"/>
            <w:gridSpan w:val="4"/>
          </w:tcPr>
          <w:p w14:paraId="588128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FFC4691" w14:textId="77777777" w:rsidTr="00F33FF2">
        <w:tc>
          <w:tcPr>
            <w:tcW w:w="1028" w:type="pct"/>
          </w:tcPr>
          <w:p w14:paraId="7C1B521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292E9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9EE63C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9759C5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EF2D94A" w14:textId="77777777" w:rsidTr="00F33FF2">
        <w:tc>
          <w:tcPr>
            <w:tcW w:w="1028" w:type="pct"/>
          </w:tcPr>
          <w:p w14:paraId="3C2C1E04" w14:textId="77777777" w:rsidR="00041E59" w:rsidRPr="000754EC" w:rsidRDefault="001E153B" w:rsidP="001E153B">
            <w:pPr>
              <w:pStyle w:val="SIText"/>
            </w:pPr>
            <w:r w:rsidRPr="001E153B">
              <w:t>AHCECR2XX Carry out basic ecological restoration works</w:t>
            </w:r>
          </w:p>
        </w:tc>
        <w:tc>
          <w:tcPr>
            <w:tcW w:w="1105" w:type="pct"/>
          </w:tcPr>
          <w:p w14:paraId="03884451" w14:textId="77777777" w:rsidR="00041E59" w:rsidRPr="000754EC" w:rsidRDefault="001E153B" w:rsidP="000754EC">
            <w:pPr>
              <w:pStyle w:val="SIText"/>
            </w:pPr>
            <w:r w:rsidRPr="001E153B">
              <w:t>Replacement unit for NAR201 Carry out natural area restoration works</w:t>
            </w:r>
          </w:p>
        </w:tc>
        <w:tc>
          <w:tcPr>
            <w:tcW w:w="1251" w:type="pct"/>
          </w:tcPr>
          <w:p w14:paraId="1DB18822" w14:textId="0B2249CB" w:rsidR="00041E59" w:rsidRPr="000754EC" w:rsidRDefault="00041E59" w:rsidP="001E153B">
            <w:pPr>
              <w:pStyle w:val="SIText"/>
            </w:pPr>
          </w:p>
        </w:tc>
        <w:tc>
          <w:tcPr>
            <w:tcW w:w="1616" w:type="pct"/>
          </w:tcPr>
          <w:p w14:paraId="3EC03660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7586D2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E2C974C" w14:textId="77777777" w:rsidTr="00CA2922">
        <w:tc>
          <w:tcPr>
            <w:tcW w:w="1396" w:type="pct"/>
            <w:shd w:val="clear" w:color="auto" w:fill="auto"/>
          </w:tcPr>
          <w:p w14:paraId="504A85B6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5F86544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3551CCDA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2FB4F8C1" w14:textId="77777777" w:rsidR="00F1480E" w:rsidRDefault="00F1480E" w:rsidP="005F771F">
      <w:pPr>
        <w:pStyle w:val="SIText"/>
      </w:pPr>
    </w:p>
    <w:p w14:paraId="4CB7DC2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C1FAC8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85AE6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7810813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[Unit </w:t>
            </w:r>
            <w:r w:rsidR="001D5C1B" w:rsidRPr="000754EC">
              <w:t xml:space="preserve">code and </w:t>
            </w:r>
            <w:r w:rsidRPr="000754EC">
              <w:t>title in sentence case]</w:t>
            </w:r>
          </w:p>
        </w:tc>
      </w:tr>
      <w:tr w:rsidR="00556C4C" w:rsidRPr="00A55106" w14:paraId="70D55A23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6297E0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19DC57" w14:textId="77777777" w:rsidTr="00113678">
        <w:tc>
          <w:tcPr>
            <w:tcW w:w="5000" w:type="pct"/>
            <w:gridSpan w:val="2"/>
            <w:shd w:val="clear" w:color="auto" w:fill="auto"/>
          </w:tcPr>
          <w:p w14:paraId="43EFF15E" w14:textId="137CA644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70B7857" w14:textId="77777777" w:rsidR="0026394F" w:rsidRDefault="0026394F" w:rsidP="00E40225">
            <w:pPr>
              <w:pStyle w:val="SIText"/>
            </w:pPr>
          </w:p>
          <w:p w14:paraId="3E148F9A" w14:textId="77777777" w:rsidR="001E153B" w:rsidRPr="001E153B" w:rsidRDefault="001E153B" w:rsidP="001E153B">
            <w:pPr>
              <w:pStyle w:val="SIText"/>
            </w:pPr>
            <w:r w:rsidRPr="001E153B">
              <w:t xml:space="preserve">There must be evidence that the individual has performed ecological restoration works for </w:t>
            </w:r>
            <w:r w:rsidRPr="005F0C9A">
              <w:rPr>
                <w:rStyle w:val="SITemporaryText-red"/>
              </w:rPr>
              <w:t>at least two different ecological environments</w:t>
            </w:r>
            <w:r w:rsidRPr="001E153B">
              <w:t xml:space="preserve">. </w:t>
            </w:r>
          </w:p>
          <w:p w14:paraId="35D5D34C" w14:textId="77777777" w:rsidR="001E153B" w:rsidRPr="001E153B" w:rsidRDefault="001E153B" w:rsidP="001E153B">
            <w:pPr>
              <w:pStyle w:val="SIText"/>
            </w:pPr>
            <w:r w:rsidRPr="001E153B">
              <w:t xml:space="preserve">There must also be evidence that the individual has: </w:t>
            </w:r>
          </w:p>
          <w:p w14:paraId="6717E7F8" w14:textId="05197536" w:rsidR="001E153B" w:rsidRPr="001E153B" w:rsidRDefault="001E153B" w:rsidP="001E153B">
            <w:pPr>
              <w:pStyle w:val="SIBulletList1"/>
            </w:pPr>
            <w:r w:rsidRPr="001E153B">
              <w:t xml:space="preserve">established </w:t>
            </w:r>
            <w:r w:rsidR="005F0C9A">
              <w:t xml:space="preserve">activities for </w:t>
            </w:r>
            <w:r w:rsidRPr="001E153B">
              <w:t xml:space="preserve">works from the </w:t>
            </w:r>
            <w:r w:rsidR="005F0C9A">
              <w:t xml:space="preserve">project </w:t>
            </w:r>
            <w:r w:rsidRPr="001E153B">
              <w:t>brief and confirmed with supervisor</w:t>
            </w:r>
          </w:p>
          <w:p w14:paraId="1B2AFB60" w14:textId="4CE8DC9E" w:rsidR="001E153B" w:rsidRPr="001E153B" w:rsidRDefault="001E153B" w:rsidP="001E153B">
            <w:pPr>
              <w:pStyle w:val="SIBulletList1"/>
            </w:pPr>
            <w:r w:rsidRPr="001E153B">
              <w:t xml:space="preserve">confirmed appropriate project goal, approaches, methods and treatments according to </w:t>
            </w:r>
            <w:r w:rsidR="00094A83">
              <w:t>workplace procedures and practices</w:t>
            </w:r>
          </w:p>
          <w:p w14:paraId="65DABBD7" w14:textId="3D397850" w:rsidR="007F52CD" w:rsidRDefault="007F52CD" w:rsidP="001E153B">
            <w:pPr>
              <w:pStyle w:val="SIBulletList1"/>
            </w:pPr>
            <w:r>
              <w:t>inspected site for intact elements, including:</w:t>
            </w:r>
          </w:p>
          <w:p w14:paraId="4E1D0F4F" w14:textId="77777777" w:rsidR="007F52CD" w:rsidRDefault="007F52CD" w:rsidP="007F52CD">
            <w:pPr>
              <w:pStyle w:val="SIBulletList2"/>
            </w:pPr>
            <w:r w:rsidRPr="007F52CD">
              <w:t>biota</w:t>
            </w:r>
          </w:p>
          <w:p w14:paraId="4A88925D" w14:textId="77777777" w:rsidR="007F52CD" w:rsidRDefault="007F52CD" w:rsidP="007F52CD">
            <w:pPr>
              <w:pStyle w:val="SIBulletList2"/>
            </w:pPr>
            <w:r w:rsidRPr="007F52CD">
              <w:t>soil profiles</w:t>
            </w:r>
          </w:p>
          <w:p w14:paraId="60C97199" w14:textId="7CF16932" w:rsidR="007F52CD" w:rsidRDefault="007F52CD" w:rsidP="007F52CD">
            <w:pPr>
              <w:pStyle w:val="SIBulletList2"/>
            </w:pPr>
            <w:commentRangeStart w:id="6"/>
            <w:r w:rsidRPr="007F52CD">
              <w:t>other substrates</w:t>
            </w:r>
            <w:commentRangeEnd w:id="6"/>
            <w:r>
              <w:rPr>
                <w:szCs w:val="22"/>
                <w:lang w:eastAsia="en-AU"/>
              </w:rPr>
              <w:commentReference w:id="6"/>
            </w:r>
          </w:p>
          <w:p w14:paraId="6860A322" w14:textId="559E8336" w:rsidR="00111711" w:rsidRDefault="00111711" w:rsidP="00111711">
            <w:pPr>
              <w:pStyle w:val="SIBulletList1"/>
            </w:pPr>
            <w:r>
              <w:t>identified treatments from project brief, including:</w:t>
            </w:r>
          </w:p>
          <w:p w14:paraId="0BA01730" w14:textId="77777777" w:rsidR="00111711" w:rsidRDefault="00111711" w:rsidP="00111711">
            <w:pPr>
              <w:pStyle w:val="SIBulletList2"/>
            </w:pPr>
            <w:r w:rsidRPr="00111711">
              <w:t>substrate</w:t>
            </w:r>
          </w:p>
          <w:p w14:paraId="63766C5E" w14:textId="77777777" w:rsidR="00111711" w:rsidRDefault="00111711" w:rsidP="00111711">
            <w:pPr>
              <w:pStyle w:val="SIBulletList2"/>
            </w:pPr>
            <w:r w:rsidRPr="00111711">
              <w:t>hydrological</w:t>
            </w:r>
          </w:p>
          <w:p w14:paraId="2320A26B" w14:textId="77777777" w:rsidR="00111711" w:rsidRDefault="00111711" w:rsidP="00111711">
            <w:pPr>
              <w:pStyle w:val="SIBulletList2"/>
            </w:pPr>
            <w:r w:rsidRPr="00111711">
              <w:t>habitat</w:t>
            </w:r>
          </w:p>
          <w:p w14:paraId="59D70AEF" w14:textId="77777777" w:rsidR="00111711" w:rsidRDefault="00111711" w:rsidP="00111711">
            <w:pPr>
              <w:pStyle w:val="SIBulletList2"/>
            </w:pPr>
            <w:r w:rsidRPr="00111711">
              <w:t>competition</w:t>
            </w:r>
          </w:p>
          <w:p w14:paraId="08CE4F27" w14:textId="15DF12EF" w:rsidR="00111711" w:rsidRDefault="00111711" w:rsidP="00111711">
            <w:pPr>
              <w:pStyle w:val="SIBulletList2"/>
            </w:pPr>
            <w:r w:rsidRPr="00111711">
              <w:t>reintroduction</w:t>
            </w:r>
          </w:p>
          <w:p w14:paraId="4123BFAA" w14:textId="2CA002B9" w:rsidR="00094A83" w:rsidRPr="001E153B" w:rsidRDefault="001E153B" w:rsidP="00094A83">
            <w:pPr>
              <w:pStyle w:val="SIBulletList1"/>
            </w:pPr>
            <w:r w:rsidRPr="001E153B">
              <w:t xml:space="preserve">protected existing biota, habitat features and substrates according to </w:t>
            </w:r>
            <w:r w:rsidR="00094A83">
              <w:t>project brief</w:t>
            </w:r>
          </w:p>
          <w:p w14:paraId="4DEA4360" w14:textId="119535BF" w:rsidR="001E153B" w:rsidRPr="001E153B" w:rsidRDefault="001E153B" w:rsidP="001E153B">
            <w:pPr>
              <w:pStyle w:val="SIBulletList1"/>
            </w:pPr>
            <w:r w:rsidRPr="001E153B">
              <w:t>prepared and carried out at least two (2) of the following assisted regeneration treatments as part of a team:</w:t>
            </w:r>
          </w:p>
          <w:p w14:paraId="2F279FEE" w14:textId="77777777" w:rsidR="001E153B" w:rsidRPr="001E153B" w:rsidRDefault="001E153B" w:rsidP="001E153B">
            <w:pPr>
              <w:pStyle w:val="SIBulletList2"/>
            </w:pPr>
            <w:r w:rsidRPr="001E153B">
              <w:t>removal of competing biota</w:t>
            </w:r>
          </w:p>
          <w:p w14:paraId="1E2F3013" w14:textId="77777777" w:rsidR="001E153B" w:rsidRPr="001E153B" w:rsidRDefault="001E153B" w:rsidP="001E153B">
            <w:pPr>
              <w:pStyle w:val="SIBulletList2"/>
            </w:pPr>
            <w:r w:rsidRPr="001E153B">
              <w:t xml:space="preserve">installation of habitat features </w:t>
            </w:r>
          </w:p>
          <w:p w14:paraId="13540EBD" w14:textId="77777777" w:rsidR="001E153B" w:rsidRPr="001E153B" w:rsidRDefault="001E153B" w:rsidP="001E153B">
            <w:pPr>
              <w:pStyle w:val="SIBulletList2"/>
            </w:pPr>
            <w:r w:rsidRPr="001E153B">
              <w:t>applied disturbance to trigger recovery</w:t>
            </w:r>
          </w:p>
          <w:p w14:paraId="1AC6273A" w14:textId="77777777" w:rsidR="001E153B" w:rsidRPr="001E153B" w:rsidRDefault="001E153B" w:rsidP="001E153B">
            <w:pPr>
              <w:pStyle w:val="SIBulletList1"/>
            </w:pPr>
            <w:r w:rsidRPr="001E153B">
              <w:t>prepared and carried out basic control of competing species as part of a team</w:t>
            </w:r>
          </w:p>
          <w:p w14:paraId="3EDBA93F" w14:textId="4307DE62" w:rsidR="001E153B" w:rsidRPr="001E153B" w:rsidRDefault="00094A83" w:rsidP="001E153B">
            <w:pPr>
              <w:pStyle w:val="SIBulletList1"/>
            </w:pPr>
            <w:r>
              <w:t xml:space="preserve">transported tools and </w:t>
            </w:r>
            <w:r w:rsidR="001E153B" w:rsidRPr="001E153B">
              <w:t xml:space="preserve">materials to </w:t>
            </w:r>
            <w:r>
              <w:t>site</w:t>
            </w:r>
          </w:p>
          <w:p w14:paraId="0BF8B32D" w14:textId="1A432DD9" w:rsidR="001E153B" w:rsidRPr="001E153B" w:rsidRDefault="001E153B" w:rsidP="001E153B">
            <w:pPr>
              <w:pStyle w:val="SIBulletList1"/>
            </w:pPr>
            <w:r w:rsidRPr="001E153B">
              <w:t xml:space="preserve">carried out biological reintroduction treatments to industry standards including two (2) of the following methods: </w:t>
            </w:r>
          </w:p>
          <w:p w14:paraId="5EFE7E4B" w14:textId="77777777" w:rsidR="001E153B" w:rsidRPr="001E153B" w:rsidRDefault="001E153B" w:rsidP="001E153B">
            <w:pPr>
              <w:pStyle w:val="SIBulletList2"/>
            </w:pPr>
            <w:r w:rsidRPr="001E153B">
              <w:t>transplanted stock from natural area</w:t>
            </w:r>
          </w:p>
          <w:p w14:paraId="643FDEE2" w14:textId="77777777" w:rsidR="001E153B" w:rsidRPr="001E153B" w:rsidRDefault="001E153B" w:rsidP="001E153B">
            <w:pPr>
              <w:pStyle w:val="SIBulletList2"/>
            </w:pPr>
            <w:r w:rsidRPr="001E153B">
              <w:t>planted nursery stock</w:t>
            </w:r>
          </w:p>
          <w:p w14:paraId="01566390" w14:textId="77777777" w:rsidR="001E153B" w:rsidRPr="005F0C9A" w:rsidRDefault="001E153B" w:rsidP="001E153B">
            <w:pPr>
              <w:pStyle w:val="SIBulletList2"/>
              <w:rPr>
                <w:rStyle w:val="SITemporaryText-red"/>
              </w:rPr>
            </w:pPr>
            <w:r w:rsidRPr="001E153B">
              <w:t>sown seed or other propagules</w:t>
            </w:r>
          </w:p>
          <w:p w14:paraId="6A364E85" w14:textId="227831A2" w:rsidR="001E153B" w:rsidRPr="00094A83" w:rsidRDefault="00094A83" w:rsidP="00094A83">
            <w:pPr>
              <w:pStyle w:val="SIBulletList1"/>
            </w:pPr>
            <w:r w:rsidRPr="00094A83">
              <w:t>secured and protected the restored area</w:t>
            </w:r>
          </w:p>
          <w:p w14:paraId="406F41E6" w14:textId="5082E9E6" w:rsidR="001E153B" w:rsidRPr="001E153B" w:rsidRDefault="001E153B" w:rsidP="001E153B">
            <w:pPr>
              <w:pStyle w:val="SIBulletList1"/>
            </w:pPr>
            <w:r w:rsidRPr="001E153B">
              <w:t xml:space="preserve">removed waste and cleaned the site </w:t>
            </w:r>
            <w:r w:rsidR="00094A83">
              <w:t>according to workplace environmental procedures</w:t>
            </w:r>
          </w:p>
          <w:p w14:paraId="073FE3FC" w14:textId="49540455" w:rsidR="00556C4C" w:rsidRPr="000754EC" w:rsidRDefault="001E153B" w:rsidP="00094A83">
            <w:pPr>
              <w:pStyle w:val="SIBulletList1"/>
            </w:pPr>
            <w:r w:rsidRPr="001E153B">
              <w:t>carried out work according to industry standards and work health and safety requirements</w:t>
            </w:r>
            <w:r>
              <w:t>.</w:t>
            </w:r>
          </w:p>
        </w:tc>
      </w:tr>
    </w:tbl>
    <w:p w14:paraId="3026CC6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3BA1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7B3F6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2886AE" w14:textId="77777777" w:rsidTr="00CA2922">
        <w:tc>
          <w:tcPr>
            <w:tcW w:w="5000" w:type="pct"/>
            <w:shd w:val="clear" w:color="auto" w:fill="auto"/>
          </w:tcPr>
          <w:p w14:paraId="64BD808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4F80AA3" w14:textId="77777777" w:rsidR="001E153B" w:rsidRPr="001E153B" w:rsidRDefault="001E153B" w:rsidP="001E153B">
            <w:pPr>
              <w:pStyle w:val="SIBulletList1"/>
            </w:pPr>
            <w:r w:rsidRPr="001E153B">
              <w:t>basic principles of ecological restoration as conveyed in enterprise standards</w:t>
            </w:r>
          </w:p>
          <w:p w14:paraId="4ABD0261" w14:textId="77777777" w:rsidR="001E153B" w:rsidRPr="001E153B" w:rsidRDefault="001E153B" w:rsidP="001E153B">
            <w:pPr>
              <w:pStyle w:val="SIBulletList1"/>
            </w:pPr>
            <w:r w:rsidRPr="001E153B">
              <w:t>the concept of ecosystem resilience and its application in areas of different degradation level</w:t>
            </w:r>
          </w:p>
          <w:p w14:paraId="5011240C" w14:textId="77777777" w:rsidR="001E153B" w:rsidRDefault="001E153B" w:rsidP="001E153B">
            <w:pPr>
              <w:pStyle w:val="SIBulletList1"/>
            </w:pPr>
            <w:r w:rsidRPr="001E153B">
              <w:t>basic mechanisms of natural recovery</w:t>
            </w:r>
            <w:r>
              <w:t>,</w:t>
            </w:r>
            <w:r w:rsidRPr="001E153B">
              <w:t xml:space="preserve"> including</w:t>
            </w:r>
            <w:r>
              <w:t>:</w:t>
            </w:r>
          </w:p>
          <w:p w14:paraId="3CA0ADE9" w14:textId="77777777" w:rsidR="001E153B" w:rsidRDefault="001E153B" w:rsidP="001E153B">
            <w:pPr>
              <w:pStyle w:val="SIBulletList2"/>
            </w:pPr>
            <w:proofErr w:type="spellStart"/>
            <w:r w:rsidRPr="001E153B">
              <w:t>resprouting</w:t>
            </w:r>
            <w:proofErr w:type="spellEnd"/>
          </w:p>
          <w:p w14:paraId="7B3C9D68" w14:textId="77777777" w:rsidR="001E153B" w:rsidRDefault="001E153B" w:rsidP="001E153B">
            <w:pPr>
              <w:pStyle w:val="SIBulletList2"/>
            </w:pPr>
            <w:r w:rsidRPr="001E153B">
              <w:t>cell division</w:t>
            </w:r>
          </w:p>
          <w:p w14:paraId="5F6F8FD9" w14:textId="77777777" w:rsidR="001E153B" w:rsidRPr="001E153B" w:rsidRDefault="001E153B" w:rsidP="001E153B">
            <w:pPr>
              <w:pStyle w:val="SIBulletList2"/>
            </w:pPr>
            <w:r w:rsidRPr="001E153B">
              <w:t>propagule banks</w:t>
            </w:r>
          </w:p>
          <w:p w14:paraId="55EE556B" w14:textId="77777777" w:rsidR="001E153B" w:rsidRPr="001E153B" w:rsidRDefault="001E153B" w:rsidP="001E153B">
            <w:pPr>
              <w:pStyle w:val="SIBulletList1"/>
            </w:pPr>
            <w:r w:rsidRPr="001E153B">
              <w:t>basic ecological restoration approaches suited to different degrees of degradation</w:t>
            </w:r>
          </w:p>
          <w:p w14:paraId="334FBEB1" w14:textId="77777777" w:rsidR="001E153B" w:rsidRPr="001E153B" w:rsidRDefault="001E153B" w:rsidP="001E153B">
            <w:pPr>
              <w:pStyle w:val="SIBulletList1"/>
            </w:pPr>
            <w:r w:rsidRPr="001E153B">
              <w:t>basic ecological restoration techniques suited to different species and degrees of degradation</w:t>
            </w:r>
          </w:p>
          <w:p w14:paraId="15535775" w14:textId="77777777" w:rsidR="001E153B" w:rsidRPr="001E153B" w:rsidRDefault="001E153B" w:rsidP="001E153B">
            <w:pPr>
              <w:pStyle w:val="SIBulletList1"/>
            </w:pPr>
            <w:r w:rsidRPr="001E153B">
              <w:t>common names of key native plants, animals and other organisms present in restoration area</w:t>
            </w:r>
          </w:p>
          <w:p w14:paraId="394EDE19" w14:textId="77777777" w:rsidR="001E153B" w:rsidRPr="001E153B" w:rsidRDefault="001E153B" w:rsidP="001E153B">
            <w:pPr>
              <w:pStyle w:val="SIBulletList1"/>
            </w:pPr>
            <w:r w:rsidRPr="001E153B">
              <w:t>native plant and animal growth and habitat requirements specific to the ecosystems in a restoration area</w:t>
            </w:r>
          </w:p>
          <w:p w14:paraId="21AB4092" w14:textId="77777777" w:rsidR="001E153B" w:rsidRPr="001E153B" w:rsidRDefault="001E153B" w:rsidP="001E153B">
            <w:pPr>
              <w:pStyle w:val="SIBulletList1"/>
            </w:pPr>
            <w:r w:rsidRPr="001E153B">
              <w:t>common names of weeds, pest animals and other undesirable organisms present in restoration area</w:t>
            </w:r>
          </w:p>
          <w:p w14:paraId="41D8F290" w14:textId="77777777" w:rsidR="001E153B" w:rsidRPr="001E153B" w:rsidRDefault="001E153B" w:rsidP="001E153B">
            <w:pPr>
              <w:pStyle w:val="SIBulletList1"/>
            </w:pPr>
            <w:r w:rsidRPr="001E153B">
              <w:t>key physiological characteristics of undesirable species relevant to their control</w:t>
            </w:r>
          </w:p>
          <w:p w14:paraId="190670F8" w14:textId="532D82D6" w:rsidR="00E12B75" w:rsidRPr="000754EC" w:rsidRDefault="001E153B" w:rsidP="00094A83">
            <w:pPr>
              <w:pStyle w:val="SIBulletList1"/>
            </w:pPr>
            <w:r w:rsidRPr="001E153B">
              <w:lastRenderedPageBreak/>
              <w:t>the role of genetic diversity and integrity in fragmented ecosystems with a basic consideration of implications of climate change</w:t>
            </w:r>
            <w:r>
              <w:t>.</w:t>
            </w:r>
          </w:p>
        </w:tc>
      </w:tr>
    </w:tbl>
    <w:p w14:paraId="58C377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7B3CC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D070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B0F6992" w14:textId="77777777" w:rsidTr="00CA2922">
        <w:tc>
          <w:tcPr>
            <w:tcW w:w="5000" w:type="pct"/>
            <w:shd w:val="clear" w:color="auto" w:fill="auto"/>
          </w:tcPr>
          <w:p w14:paraId="32D83AF2" w14:textId="50825C54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C5A31C7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1B346D4C" w14:textId="0DFF94C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4551B375" w14:textId="01CB510C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>skills must be demonstrated in</w:t>
            </w:r>
            <w:r w:rsidR="00094A83">
              <w:t xml:space="preserve"> the field as specified in the performance evidence</w:t>
            </w:r>
          </w:p>
          <w:p w14:paraId="6A5E67D8" w14:textId="06CF1589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42C2A93A" w14:textId="186EB07F" w:rsidR="00366805" w:rsidRPr="000754EC" w:rsidRDefault="00094A83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tools and equipment required for ecological restoration works</w:t>
            </w:r>
          </w:p>
          <w:p w14:paraId="5DE3C643" w14:textId="5309C3F1" w:rsidR="00F83D7C" w:rsidRPr="00D67516" w:rsidRDefault="00D67516" w:rsidP="008551D2">
            <w:pPr>
              <w:pStyle w:val="SIBulletList2"/>
              <w:rPr>
                <w:rFonts w:eastAsia="Calibri"/>
              </w:rPr>
            </w:pPr>
            <w:r>
              <w:t>materials required for treatments</w:t>
            </w:r>
          </w:p>
          <w:p w14:paraId="0639E42A" w14:textId="38AEE95D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75F2E157" w14:textId="409073F2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specific workplace procedures</w:t>
            </w:r>
            <w:r w:rsidR="00D67516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</w:p>
          <w:p w14:paraId="1CF7773D" w14:textId="13743ED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D67516">
              <w:rPr>
                <w:rFonts w:eastAsia="Calibri"/>
              </w:rPr>
              <w:t>specific safety data sheets for chemical treatments</w:t>
            </w:r>
          </w:p>
          <w:p w14:paraId="5CA630AF" w14:textId="1D17AF2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D67516">
              <w:rPr>
                <w:rFonts w:eastAsia="Calibri"/>
              </w:rPr>
              <w:t xml:space="preserve"> and project brief</w:t>
            </w:r>
          </w:p>
          <w:p w14:paraId="0656DC50" w14:textId="0DDA0DD4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1C989BAB" w14:textId="4422E1B3" w:rsidR="00D67516" w:rsidRDefault="008B7138" w:rsidP="000754EC">
            <w:pPr>
              <w:pStyle w:val="SIBulletList2"/>
            </w:pPr>
            <w:r w:rsidRPr="000754EC">
              <w:t>t</w:t>
            </w:r>
            <w:r w:rsidR="00D67516">
              <w:t>eam members</w:t>
            </w:r>
          </w:p>
          <w:p w14:paraId="59C183DC" w14:textId="5925D546" w:rsidR="00366805" w:rsidRPr="000754EC" w:rsidRDefault="00D67516" w:rsidP="000754EC">
            <w:pPr>
              <w:pStyle w:val="SIBulletList2"/>
            </w:pPr>
            <w:r>
              <w:t>supervisor</w:t>
            </w:r>
          </w:p>
          <w:p w14:paraId="70698490" w14:textId="7BCFED9C" w:rsidR="00F1480E" w:rsidRPr="000754EC" w:rsidRDefault="007134FE" w:rsidP="00D67516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3951D7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0FE0596" w14:textId="77777777" w:rsidTr="004679E3">
        <w:tc>
          <w:tcPr>
            <w:tcW w:w="990" w:type="pct"/>
            <w:shd w:val="clear" w:color="auto" w:fill="auto"/>
          </w:tcPr>
          <w:p w14:paraId="13B91B6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5D7638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7F8D0B78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0C29233D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William Henderson" w:date="2019-12-11T13:17:00Z" w:initials="WH">
    <w:p w14:paraId="51A4F3E4" w14:textId="09473AE1" w:rsidR="00830A92" w:rsidRDefault="00830A92">
      <w:r>
        <w:annotationRef/>
      </w:r>
      <w:r>
        <w:t>This is a proposed name change for the Natural Area Restoration sector</w:t>
      </w:r>
    </w:p>
  </w:comment>
  <w:comment w:id="3" w:author="teinm" w:date="2019-12-09T18:42:00Z" w:initials="t">
    <w:p w14:paraId="3B7B08CB" w14:textId="51BFDA13" w:rsidR="001E153B" w:rsidRDefault="001E153B">
      <w:r>
        <w:annotationRef/>
      </w:r>
      <w:r>
        <w:t>We are not differentiating pre-treatments and treatments in this introductory unit</w:t>
      </w:r>
      <w:r w:rsidR="00830A92">
        <w:t>.</w:t>
      </w:r>
      <w:r>
        <w:t xml:space="preserve"> </w:t>
      </w:r>
      <w:r w:rsidR="00830A92">
        <w:t>T</w:t>
      </w:r>
      <w:r>
        <w:t>hey are all part of it.  In the specialised ‘reconstruction’ unit, pre-treatme</w:t>
      </w:r>
      <w:r w:rsidR="00830A92">
        <w:t>nt</w:t>
      </w:r>
      <w:r>
        <w:t>s are identified separately</w:t>
      </w:r>
    </w:p>
  </w:comment>
  <w:comment w:id="5" w:author="Ron Barrow" w:date="2019-11-04T18:09:00Z" w:initials="RB">
    <w:p w14:paraId="7A0D1741" w14:textId="77777777" w:rsidR="00A70ACB" w:rsidRDefault="00A70ACB">
      <w:r>
        <w:annotationRef/>
      </w:r>
      <w:r>
        <w:t>RB to complete after confirmation of Performance Criteria</w:t>
      </w:r>
    </w:p>
  </w:comment>
  <w:comment w:id="6" w:author="Ron Barrow" w:date="2019-12-11T09:10:00Z" w:initials="RB">
    <w:p w14:paraId="7BF1325E" w14:textId="77777777" w:rsidR="007F52CD" w:rsidRDefault="007F52CD">
      <w:r>
        <w:annotationRef/>
      </w:r>
      <w:r>
        <w:t>To what does this refer?</w:t>
      </w:r>
    </w:p>
    <w:p w14:paraId="545DA6E3" w14:textId="3BA71CB4" w:rsidR="007F52CD" w:rsidRDefault="007F52CD">
      <w:r>
        <w:t>Can these be listed too?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1A4F3E4" w15:done="0"/>
  <w15:commentEx w15:paraId="3B7B08CB" w15:done="0"/>
  <w15:commentEx w15:paraId="7A0D1741" w15:done="0"/>
  <w15:commentEx w15:paraId="545DA6E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1A4F3E4" w16cid:durableId="219B6AE8"/>
  <w16cid:commentId w16cid:paraId="3B7B08CB" w16cid:durableId="219B6ACE"/>
  <w16cid:commentId w16cid:paraId="7A0D1741" w16cid:durableId="219B6ACF"/>
  <w16cid:commentId w16cid:paraId="545DA6E3" w16cid:durableId="219B6AD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9142C" w14:textId="77777777" w:rsidR="0074300A" w:rsidRDefault="0074300A" w:rsidP="00BF3F0A">
      <w:r>
        <w:separator/>
      </w:r>
    </w:p>
    <w:p w14:paraId="4EC7B7B2" w14:textId="77777777" w:rsidR="0074300A" w:rsidRDefault="0074300A"/>
  </w:endnote>
  <w:endnote w:type="continuationSeparator" w:id="0">
    <w:p w14:paraId="2E2C6DCF" w14:textId="77777777" w:rsidR="0074300A" w:rsidRDefault="0074300A" w:rsidP="00BF3F0A">
      <w:r>
        <w:continuationSeparator/>
      </w:r>
    </w:p>
    <w:p w14:paraId="797D75CA" w14:textId="77777777" w:rsidR="0074300A" w:rsidRDefault="007430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647AB1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7516">
          <w:rPr>
            <w:noProof/>
          </w:rPr>
          <w:t>2</w:t>
        </w:r>
        <w:r w:rsidRPr="000754EC">
          <w:fldChar w:fldCharType="end"/>
        </w:r>
      </w:p>
      <w:p w14:paraId="167BE52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A13DC4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45F3D" w14:textId="77777777" w:rsidR="0074300A" w:rsidRDefault="0074300A" w:rsidP="00BF3F0A">
      <w:r>
        <w:separator/>
      </w:r>
    </w:p>
    <w:p w14:paraId="5DD66CD8" w14:textId="77777777" w:rsidR="0074300A" w:rsidRDefault="0074300A"/>
  </w:footnote>
  <w:footnote w:type="continuationSeparator" w:id="0">
    <w:p w14:paraId="3F7F9149" w14:textId="77777777" w:rsidR="0074300A" w:rsidRDefault="0074300A" w:rsidP="00BF3F0A">
      <w:r>
        <w:continuationSeparator/>
      </w:r>
    </w:p>
    <w:p w14:paraId="1BF57A0F" w14:textId="77777777" w:rsidR="0074300A" w:rsidRDefault="007430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18ED2" w14:textId="77777777" w:rsidR="009C2650" w:rsidRPr="001E153B" w:rsidRDefault="001E153B" w:rsidP="001E153B">
    <w:r w:rsidRPr="001E153B">
      <w:rPr>
        <w:lang w:eastAsia="en-US"/>
      </w:rPr>
      <w:t>AHC</w:t>
    </w:r>
    <w:r>
      <w:t>ECR</w:t>
    </w:r>
    <w:r w:rsidRPr="001E153B">
      <w:rPr>
        <w:lang w:eastAsia="en-US"/>
      </w:rPr>
      <w:t>2</w:t>
    </w:r>
    <w:r>
      <w:t>XX (Replacement for NAR20</w:t>
    </w:r>
    <w:r w:rsidRPr="001E153B">
      <w:rPr>
        <w:lang w:eastAsia="en-US"/>
      </w:rPr>
      <w:t>1</w:t>
    </w:r>
    <w:r>
      <w:t>)</w:t>
    </w:r>
    <w:r w:rsidRPr="001E153B">
      <w:rPr>
        <w:lang w:eastAsia="en-US"/>
      </w:rPr>
      <w:t xml:space="preserve"> Carry out basic ecological restoration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William Henderson">
    <w15:presenceInfo w15:providerId="AD" w15:userId="S::William@skillsimpact.com.au::1ce86f1a-73fa-44d5-af4c-0b88026ae619"/>
  </w15:person>
  <w15:person w15:author="teinm">
    <w15:presenceInfo w15:providerId="None" w15:userId="teinm"/>
  </w15:person>
  <w15:person w15:author="Ron Barrow">
    <w15:presenceInfo w15:providerId="None" w15:userId="Ron Bar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53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94A83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711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53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0C9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00A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2CD"/>
    <w:rsid w:val="007F5A8B"/>
    <w:rsid w:val="00817D51"/>
    <w:rsid w:val="00823530"/>
    <w:rsid w:val="00823FF4"/>
    <w:rsid w:val="00830267"/>
    <w:rsid w:val="008306E7"/>
    <w:rsid w:val="00830A92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08F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17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751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2B75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0C65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E5277"/>
  <w15:docId w15:val="{D81E2459-1926-47EB-9147-E446598E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1E153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E153B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1E153B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F81065B7E8A64DB3FB08B08FA01D4B" ma:contentTypeVersion="" ma:contentTypeDescription="Create a new document." ma:contentTypeScope="" ma:versionID="0ff6d9d26f5be273065fed0272ceebc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AF51C3-EEE1-47BE-B906-09B0CBA42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FCB5AB-BB8C-4C2F-8D6A-4D5D7A4BC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1</TotalTime>
  <Pages>4</Pages>
  <Words>1098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2019-12-11T02:19:00Z</dcterms:created>
  <dcterms:modified xsi:type="dcterms:W3CDTF">2019-12-11T02:19:00Z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0x01010013F81065B7E8A64DB3FB08B08FA01D4B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