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4E93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68A7D9B" w14:textId="77777777" w:rsidTr="00D900DC">
        <w:tc>
          <w:tcPr>
            <w:tcW w:w="2689" w:type="dxa"/>
          </w:tcPr>
          <w:p w14:paraId="2884642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7A02552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7426949" w14:textId="77777777" w:rsidTr="00D900DC">
        <w:tc>
          <w:tcPr>
            <w:tcW w:w="2689" w:type="dxa"/>
          </w:tcPr>
          <w:p w14:paraId="4A0190A1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9025C">
              <w:t xml:space="preserve"> </w:t>
            </w:r>
            <w:r w:rsidR="00337E82" w:rsidRPr="000754EC">
              <w:t>1</w:t>
            </w:r>
          </w:p>
        </w:tc>
        <w:tc>
          <w:tcPr>
            <w:tcW w:w="6945" w:type="dxa"/>
          </w:tcPr>
          <w:p w14:paraId="39164ADA" w14:textId="19CD40B2" w:rsidR="00F1480E" w:rsidRPr="000754EC" w:rsidRDefault="00CF33E6" w:rsidP="000754EC">
            <w:pPr>
              <w:pStyle w:val="SIText"/>
            </w:pPr>
            <w:r w:rsidRPr="00CF33E6">
              <w:t>This version released with AHC Agriculture, Horticulture and Conservation and Land Management Training Package Version 6.0</w:t>
            </w:r>
            <w:r w:rsidR="00F1480E" w:rsidRPr="000754EC">
              <w:t>.</w:t>
            </w:r>
          </w:p>
        </w:tc>
      </w:tr>
    </w:tbl>
    <w:p w14:paraId="39CDD2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78491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80080A9" w14:textId="44347634" w:rsidR="00F1480E" w:rsidRPr="000754EC" w:rsidRDefault="00B22550" w:rsidP="000754EC">
            <w:pPr>
              <w:pStyle w:val="SIUNITCODE"/>
            </w:pPr>
            <w:r w:rsidRPr="00B22550">
              <w:t>AHCBAC5</w:t>
            </w:r>
            <w:r w:rsidR="005C458D">
              <w:t>1</w:t>
            </w:r>
            <w:r w:rsidRPr="00B22550">
              <w:t>0</w:t>
            </w:r>
          </w:p>
        </w:tc>
        <w:tc>
          <w:tcPr>
            <w:tcW w:w="3604" w:type="pct"/>
            <w:shd w:val="clear" w:color="auto" w:fill="auto"/>
          </w:tcPr>
          <w:p w14:paraId="3654ACDC" w14:textId="77777777" w:rsidR="00F1480E" w:rsidRPr="000754EC" w:rsidRDefault="00B22550" w:rsidP="000754EC">
            <w:pPr>
              <w:pStyle w:val="SIUnittitle"/>
            </w:pPr>
            <w:r w:rsidRPr="00B22550">
              <w:t>Manage integrated crop and pasture production</w:t>
            </w:r>
          </w:p>
        </w:tc>
      </w:tr>
      <w:tr w:rsidR="00F1480E" w:rsidRPr="00963A46" w14:paraId="6CB427DD" w14:textId="77777777" w:rsidTr="00CA2922">
        <w:tc>
          <w:tcPr>
            <w:tcW w:w="1396" w:type="pct"/>
            <w:shd w:val="clear" w:color="auto" w:fill="auto"/>
          </w:tcPr>
          <w:p w14:paraId="4699CB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21ECC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84ABD6" w14:textId="4E7F27CD" w:rsidR="00B22550" w:rsidRPr="00B22550" w:rsidRDefault="00B22550" w:rsidP="00B22550">
            <w:pPr>
              <w:pStyle w:val="SIText"/>
            </w:pPr>
            <w:r w:rsidRPr="00B22550">
              <w:t xml:space="preserve">This unit of competency describes the skills and knowledge required to </w:t>
            </w:r>
            <w:r w:rsidR="0008082B">
              <w:t xml:space="preserve">develop and implement a pasture and crop management program, monitor crop and pasture growth and fodder production, </w:t>
            </w:r>
            <w:r w:rsidRPr="00B22550">
              <w:t xml:space="preserve">and </w:t>
            </w:r>
            <w:r w:rsidR="0008082B">
              <w:t>review</w:t>
            </w:r>
            <w:r w:rsidR="0008082B" w:rsidRPr="00B22550">
              <w:t xml:space="preserve"> </w:t>
            </w:r>
            <w:r w:rsidRPr="00B22550">
              <w:t>production</w:t>
            </w:r>
            <w:r w:rsidR="00456176">
              <w:t xml:space="preserve"> outcomes</w:t>
            </w:r>
            <w:r w:rsidRPr="00B22550">
              <w:t>.</w:t>
            </w:r>
          </w:p>
          <w:p w14:paraId="69C11704" w14:textId="77777777" w:rsidR="00B22550" w:rsidRDefault="00B22550" w:rsidP="00B22550">
            <w:pPr>
              <w:pStyle w:val="SIText"/>
            </w:pPr>
          </w:p>
          <w:p w14:paraId="0F81DA2C" w14:textId="2B1AC6FE" w:rsidR="00B22550" w:rsidRPr="00B22550" w:rsidRDefault="00B22550" w:rsidP="00B22550">
            <w:pPr>
              <w:pStyle w:val="SIText"/>
            </w:pPr>
            <w:r w:rsidRPr="00B22550">
              <w:t>Th</w:t>
            </w:r>
            <w:r w:rsidR="00A61536">
              <w:t>e</w:t>
            </w:r>
            <w:r w:rsidRPr="00B22550">
              <w:t xml:space="preserve"> unit applies to individuals who </w:t>
            </w:r>
            <w:r w:rsidR="00A61536">
              <w:t xml:space="preserve">apply specialised skills and knowledge to the management of integrated crop and pasture </w:t>
            </w:r>
            <w:proofErr w:type="gramStart"/>
            <w:r w:rsidR="00A61536">
              <w:t>production</w:t>
            </w:r>
            <w:r w:rsidRPr="00B22550">
              <w:t xml:space="preserve">, </w:t>
            </w:r>
            <w:r w:rsidR="00A61536">
              <w:t>and</w:t>
            </w:r>
            <w:proofErr w:type="gramEnd"/>
            <w:r w:rsidR="00A61536">
              <w:t xml:space="preserve"> </w:t>
            </w:r>
            <w:r w:rsidRPr="00B22550">
              <w:t xml:space="preserve">take personal responsibility and exercise autonomy in undertaking complex work. They </w:t>
            </w:r>
            <w:r w:rsidR="00A61536">
              <w:t>analyse and synthesise information</w:t>
            </w:r>
            <w:r w:rsidR="00A316D9">
              <w:t>,</w:t>
            </w:r>
            <w:r w:rsidRPr="00B22550">
              <w:t xml:space="preserve"> and analyse, design and communicate solutions to sometimes complex problems.</w:t>
            </w:r>
          </w:p>
          <w:p w14:paraId="039B8C9A" w14:textId="77777777" w:rsidR="00B22550" w:rsidRDefault="00B22550" w:rsidP="00B22550">
            <w:pPr>
              <w:pStyle w:val="SIText"/>
            </w:pPr>
          </w:p>
          <w:p w14:paraId="4AC3E7E6" w14:textId="77777777" w:rsidR="00A61536" w:rsidRPr="00A61536" w:rsidRDefault="00A61536" w:rsidP="00A61536">
            <w:pPr>
              <w:pStyle w:val="SIText"/>
            </w:pPr>
            <w:r w:rsidRPr="00B22550">
              <w:t xml:space="preserve">All work must be carried out to comply with workplace procedures, </w:t>
            </w:r>
            <w:r w:rsidRPr="00A61536">
              <w:t>health and safety in the workplace requirements, legislative and regulatory requirements, and sustainability and biosecurity practices.</w:t>
            </w:r>
          </w:p>
          <w:p w14:paraId="52ED6720" w14:textId="77777777" w:rsidR="00A61536" w:rsidRDefault="00A61536" w:rsidP="00B22550">
            <w:pPr>
              <w:pStyle w:val="SIText"/>
            </w:pPr>
          </w:p>
          <w:p w14:paraId="6323BA6F" w14:textId="10471465" w:rsidR="00373436" w:rsidRPr="000754EC" w:rsidRDefault="00B22550" w:rsidP="00643844">
            <w:pPr>
              <w:pStyle w:val="SIText"/>
            </w:pPr>
            <w:r w:rsidRPr="00B22550">
              <w:t>No licensing, legislative or certification requirements apply to this unit at the time of publication.</w:t>
            </w:r>
          </w:p>
        </w:tc>
      </w:tr>
      <w:tr w:rsidR="00F1480E" w:rsidRPr="00963A46" w14:paraId="18BAD0FC" w14:textId="77777777" w:rsidTr="00CA2922">
        <w:tc>
          <w:tcPr>
            <w:tcW w:w="1396" w:type="pct"/>
            <w:shd w:val="clear" w:color="auto" w:fill="auto"/>
          </w:tcPr>
          <w:p w14:paraId="566A320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30E5AB6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3E9AAC0" w14:textId="77777777" w:rsidTr="00CA2922">
        <w:tc>
          <w:tcPr>
            <w:tcW w:w="1396" w:type="pct"/>
            <w:shd w:val="clear" w:color="auto" w:fill="auto"/>
          </w:tcPr>
          <w:p w14:paraId="51F0175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BCE6AA" w14:textId="5F9303A2" w:rsidR="00F1480E" w:rsidRPr="000754EC" w:rsidRDefault="00B22550" w:rsidP="000754EC">
            <w:pPr>
              <w:pStyle w:val="SIText"/>
            </w:pPr>
            <w:r w:rsidRPr="00B22550">
              <w:t xml:space="preserve">Broad </w:t>
            </w:r>
            <w:r w:rsidR="00162D82">
              <w:t>A</w:t>
            </w:r>
            <w:r w:rsidRPr="00B22550">
              <w:t xml:space="preserve">cre </w:t>
            </w:r>
            <w:r w:rsidR="00162D82">
              <w:t>C</w:t>
            </w:r>
            <w:r w:rsidRPr="00B22550">
              <w:t>ropping (BAC)</w:t>
            </w:r>
          </w:p>
        </w:tc>
      </w:tr>
    </w:tbl>
    <w:p w14:paraId="56485A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3335F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D4F20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564F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9A82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A90A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05F52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2550" w:rsidRPr="00963A46" w14:paraId="653850D3" w14:textId="77777777" w:rsidTr="00D0313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7934" w14:textId="77777777" w:rsidR="00B22550" w:rsidRPr="00B22550" w:rsidRDefault="00B22550" w:rsidP="00B22550">
            <w:r w:rsidRPr="00DA3595">
              <w:t>1.</w:t>
            </w:r>
            <w:r>
              <w:t xml:space="preserve"> </w:t>
            </w:r>
            <w:r w:rsidRPr="00DA3595">
              <w:t>Develop a pasture and crop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8A4B" w14:textId="7237B14C" w:rsidR="00B22550" w:rsidRPr="00B22550" w:rsidRDefault="00B22550" w:rsidP="00B22550">
            <w:r w:rsidRPr="00DA3595">
              <w:t>1.1</w:t>
            </w:r>
            <w:r>
              <w:t xml:space="preserve"> </w:t>
            </w:r>
            <w:r w:rsidRPr="00DA3595">
              <w:t>Establish production targets for each crop and pasture type consistent with market</w:t>
            </w:r>
            <w:r w:rsidR="00623DE9">
              <w:t xml:space="preserve"> and</w:t>
            </w:r>
            <w:r w:rsidR="00456176">
              <w:t xml:space="preserve"> production constraints, </w:t>
            </w:r>
            <w:r w:rsidR="00623DE9">
              <w:t xml:space="preserve">and </w:t>
            </w:r>
            <w:r w:rsidR="00456176">
              <w:t>marketing</w:t>
            </w:r>
            <w:r w:rsidRPr="00DA3595">
              <w:t xml:space="preserve"> and </w:t>
            </w:r>
            <w:r w:rsidR="00042B6D">
              <w:t>workplace</w:t>
            </w:r>
            <w:r w:rsidRPr="00DA3595">
              <w:t xml:space="preserve"> objectives</w:t>
            </w:r>
          </w:p>
          <w:p w14:paraId="1BF4A3A2" w14:textId="50E93A59" w:rsidR="003E0A0C" w:rsidRDefault="00B22550" w:rsidP="003E0A0C">
            <w:r w:rsidRPr="00DA3595">
              <w:t>1.2</w:t>
            </w:r>
            <w:r>
              <w:t xml:space="preserve"> </w:t>
            </w:r>
            <w:r w:rsidRPr="00DA3595">
              <w:t xml:space="preserve">Select plant varieties that </w:t>
            </w:r>
            <w:r w:rsidRPr="00B22550">
              <w:t>are best suited to soil, climate, seasonal conditions and marketing goals</w:t>
            </w:r>
            <w:r w:rsidR="006C3CB6">
              <w:t xml:space="preserve"> for crop or pasture</w:t>
            </w:r>
          </w:p>
          <w:p w14:paraId="22874740" w14:textId="1D6732B4" w:rsidR="00B22550" w:rsidRPr="00B22550" w:rsidRDefault="003E0A0C" w:rsidP="003E0A0C">
            <w:r>
              <w:t>1.3 Determine</w:t>
            </w:r>
            <w:r w:rsidRPr="003E0A0C">
              <w:t xml:space="preserve"> longer term trends in weed, pest and disease incidence and </w:t>
            </w:r>
            <w:r>
              <w:t>evaluate</w:t>
            </w:r>
            <w:r w:rsidRPr="003E0A0C">
              <w:t xml:space="preserve"> any necessary control measures</w:t>
            </w:r>
            <w:r w:rsidR="00CF33E6">
              <w:t>,</w:t>
            </w:r>
            <w:r w:rsidRPr="003E0A0C">
              <w:t xml:space="preserve"> </w:t>
            </w:r>
            <w:r>
              <w:t>including integrated weed management strategies</w:t>
            </w:r>
          </w:p>
          <w:p w14:paraId="3AC51A39" w14:textId="43E8AB88" w:rsidR="00B22550" w:rsidRPr="00B22550" w:rsidRDefault="00B22550" w:rsidP="00B22550">
            <w:r w:rsidRPr="00DA3595">
              <w:t>1.</w:t>
            </w:r>
            <w:r w:rsidR="00526906">
              <w:t>4</w:t>
            </w:r>
            <w:r>
              <w:t xml:space="preserve"> </w:t>
            </w:r>
            <w:r w:rsidR="003E0A0C">
              <w:t>Assess soil moisture, rainfall patterns, decile probability, evaporation, wind and moisture requirements for growth</w:t>
            </w:r>
          </w:p>
          <w:p w14:paraId="5FC31C1E" w14:textId="447067A1" w:rsidR="003E0A0C" w:rsidRPr="00B22550" w:rsidRDefault="00B22550" w:rsidP="003E0A0C">
            <w:r w:rsidRPr="00DA3595">
              <w:t>1.</w:t>
            </w:r>
            <w:r w:rsidR="00526906">
              <w:t>5</w:t>
            </w:r>
            <w:r>
              <w:t xml:space="preserve"> </w:t>
            </w:r>
            <w:r w:rsidRPr="00DA3595">
              <w:t>Assess nutrient requirements for crops and pastures to determine appropriate fertiliser program</w:t>
            </w:r>
            <w:r w:rsidR="006D0116">
              <w:t>s</w:t>
            </w:r>
          </w:p>
          <w:p w14:paraId="2BE3BF5B" w14:textId="059D3EE8" w:rsidR="00B22550" w:rsidRPr="00B22550" w:rsidRDefault="00B22550" w:rsidP="00B22550">
            <w:r w:rsidRPr="00DA3595">
              <w:t>1.</w:t>
            </w:r>
            <w:r w:rsidR="003E0A0C">
              <w:t>6</w:t>
            </w:r>
            <w:r>
              <w:t xml:space="preserve"> </w:t>
            </w:r>
            <w:r w:rsidRPr="00DA3595">
              <w:t>Assess technology to ensure efficient performance of operations</w:t>
            </w:r>
          </w:p>
          <w:p w14:paraId="5B30C466" w14:textId="4AF9EE5E" w:rsidR="00B22550" w:rsidRPr="00B22550" w:rsidRDefault="00B22550" w:rsidP="00B22550">
            <w:r w:rsidRPr="00DA3595">
              <w:t>1.</w:t>
            </w:r>
            <w:r w:rsidR="003E0A0C">
              <w:t>7</w:t>
            </w:r>
            <w:r>
              <w:t xml:space="preserve"> </w:t>
            </w:r>
            <w:r w:rsidRPr="00DA3595">
              <w:t>Identify and maintain budgetary constraints</w:t>
            </w:r>
          </w:p>
          <w:p w14:paraId="78EB5BB0" w14:textId="6AD450A5" w:rsidR="00B22550" w:rsidRPr="00B22550" w:rsidRDefault="00B22550" w:rsidP="00B22550">
            <w:r w:rsidRPr="00DA3595">
              <w:t>1.</w:t>
            </w:r>
            <w:r w:rsidR="003E0A0C">
              <w:t>8</w:t>
            </w:r>
            <w:r>
              <w:t xml:space="preserve"> </w:t>
            </w:r>
            <w:r w:rsidRPr="00DA3595">
              <w:t xml:space="preserve">Develop a pasture and crop </w:t>
            </w:r>
            <w:r w:rsidRPr="00B22550">
              <w:t xml:space="preserve">program to meet production targets and </w:t>
            </w:r>
            <w:r w:rsidR="00042B6D">
              <w:t>workplace</w:t>
            </w:r>
            <w:r w:rsidRPr="00B22550">
              <w:t xml:space="preserve"> objectives</w:t>
            </w:r>
          </w:p>
          <w:p w14:paraId="78295895" w14:textId="1B10D72B" w:rsidR="00B22550" w:rsidRPr="00B22550" w:rsidRDefault="00B22550" w:rsidP="003E0A0C">
            <w:r w:rsidRPr="00DA3595">
              <w:t>1.</w:t>
            </w:r>
            <w:r w:rsidR="003E0A0C">
              <w:t>9</w:t>
            </w:r>
            <w:r>
              <w:t xml:space="preserve"> </w:t>
            </w:r>
            <w:r w:rsidRPr="00DA3595">
              <w:t>Identify work</w:t>
            </w:r>
            <w:r w:rsidR="0008082B">
              <w:t>place</w:t>
            </w:r>
            <w:r w:rsidRPr="00DA3595">
              <w:t xml:space="preserve"> health and safety hazards in crop </w:t>
            </w:r>
            <w:r w:rsidR="0008082B">
              <w:t>and</w:t>
            </w:r>
            <w:r w:rsidRPr="00DA3595">
              <w:t xml:space="preserve"> pasture management</w:t>
            </w:r>
            <w:r w:rsidR="00CF33E6">
              <w:t>,</w:t>
            </w:r>
            <w:r w:rsidRPr="00DA3595">
              <w:t xml:space="preserve"> and develop control strategies</w:t>
            </w:r>
          </w:p>
        </w:tc>
      </w:tr>
      <w:tr w:rsidR="00B22550" w:rsidRPr="00963A46" w14:paraId="6C3D06AC" w14:textId="77777777" w:rsidTr="00D0313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A2DE" w14:textId="77777777" w:rsidR="00B22550" w:rsidRPr="00B22550" w:rsidRDefault="00B22550" w:rsidP="00B22550">
            <w:r w:rsidRPr="00DA3595">
              <w:lastRenderedPageBreak/>
              <w:t>2.</w:t>
            </w:r>
            <w:r>
              <w:t xml:space="preserve"> </w:t>
            </w:r>
            <w:r w:rsidRPr="00DA3595">
              <w:t>Implement pasture and crop management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EDEC" w14:textId="2D728A30" w:rsidR="00B22550" w:rsidRPr="00B22550" w:rsidRDefault="00B22550" w:rsidP="00B22550">
            <w:r w:rsidRPr="00DA3595">
              <w:t>2.1</w:t>
            </w:r>
            <w:r>
              <w:t xml:space="preserve"> </w:t>
            </w:r>
            <w:r w:rsidRPr="00DA3595">
              <w:t>Implement</w:t>
            </w:r>
            <w:r w:rsidR="0008082B">
              <w:t xml:space="preserve"> and monitor</w:t>
            </w:r>
            <w:r w:rsidRPr="00DA3595">
              <w:t xml:space="preserve"> pasture and crop program</w:t>
            </w:r>
            <w:r w:rsidR="00216754">
              <w:t xml:space="preserve"> to ensure capacity and development is as planned</w:t>
            </w:r>
          </w:p>
          <w:p w14:paraId="66215751" w14:textId="31E6B33C" w:rsidR="00B22550" w:rsidRPr="00B22550" w:rsidRDefault="00B22550" w:rsidP="00B22550">
            <w:r w:rsidRPr="00DA3595">
              <w:t>2.2</w:t>
            </w:r>
            <w:r>
              <w:t xml:space="preserve"> </w:t>
            </w:r>
            <w:r w:rsidRPr="00DA3595">
              <w:t xml:space="preserve">Implement planned </w:t>
            </w:r>
            <w:r w:rsidR="00216754">
              <w:t>weed, pest and disease control</w:t>
            </w:r>
          </w:p>
          <w:p w14:paraId="281F9D70" w14:textId="3ACF09E0" w:rsidR="00B22550" w:rsidRPr="00B22550" w:rsidRDefault="00B22550" w:rsidP="00B22550">
            <w:r w:rsidRPr="00DA3595">
              <w:t>2.3</w:t>
            </w:r>
            <w:r>
              <w:t xml:space="preserve"> </w:t>
            </w:r>
            <w:r w:rsidRPr="00DA3595">
              <w:t xml:space="preserve">Determine and conduct fertiliser </w:t>
            </w:r>
            <w:r w:rsidR="003E7BB2">
              <w:t xml:space="preserve">and pesticide </w:t>
            </w:r>
            <w:r w:rsidRPr="00DA3595">
              <w:t>applications and rates appropriate to crop or pasture type</w:t>
            </w:r>
          </w:p>
          <w:p w14:paraId="5FE79173" w14:textId="77777777" w:rsidR="00B22550" w:rsidRPr="00B22550" w:rsidRDefault="00B22550" w:rsidP="00B22550">
            <w:r w:rsidRPr="00DA3595">
              <w:t>2.4</w:t>
            </w:r>
            <w:r>
              <w:t xml:space="preserve"> </w:t>
            </w:r>
            <w:r w:rsidRPr="00DA3595">
              <w:t xml:space="preserve">Apply </w:t>
            </w:r>
            <w:r w:rsidRPr="00B22550">
              <w:t>crop and pasture nutrient requirements to ensure achievement of yield and sustainability of pasture</w:t>
            </w:r>
          </w:p>
          <w:p w14:paraId="51C3D8B8" w14:textId="5D999922" w:rsidR="00B22550" w:rsidRPr="00B22550" w:rsidRDefault="00B22550" w:rsidP="00B22550">
            <w:r w:rsidRPr="00DA3595">
              <w:t>2.5</w:t>
            </w:r>
            <w:r>
              <w:t xml:space="preserve"> </w:t>
            </w:r>
            <w:r w:rsidR="00216754">
              <w:t>Evaluate in</w:t>
            </w:r>
            <w:r w:rsidR="00CF33E6">
              <w:t>-</w:t>
            </w:r>
            <w:r w:rsidR="00216754">
              <w:t xml:space="preserve">season </w:t>
            </w:r>
            <w:r w:rsidRPr="00DA3595">
              <w:t xml:space="preserve">soil moisture </w:t>
            </w:r>
            <w:r w:rsidR="00216754">
              <w:t xml:space="preserve">and review crop </w:t>
            </w:r>
            <w:r w:rsidR="00AF35E6">
              <w:t xml:space="preserve">and </w:t>
            </w:r>
            <w:r w:rsidR="00216754">
              <w:t>pasture production potential</w:t>
            </w:r>
          </w:p>
          <w:p w14:paraId="615DF2EB" w14:textId="27521A9C" w:rsidR="00B22550" w:rsidRPr="00B22550" w:rsidRDefault="00B22550" w:rsidP="00DA3618">
            <w:r w:rsidRPr="00DA3595">
              <w:t>2.6</w:t>
            </w:r>
            <w:r>
              <w:t xml:space="preserve"> </w:t>
            </w:r>
            <w:r w:rsidRPr="00DA3595">
              <w:t>Determine and implement processes to minimise waste</w:t>
            </w:r>
            <w:r w:rsidR="00CF33E6">
              <w:t xml:space="preserve"> and</w:t>
            </w:r>
            <w:r w:rsidRPr="00DA3595">
              <w:t xml:space="preserve"> soil degradation</w:t>
            </w:r>
            <w:r w:rsidR="00CF33E6">
              <w:t>,</w:t>
            </w:r>
            <w:r w:rsidRPr="00DA3595">
              <w:t xml:space="preserve"> and </w:t>
            </w:r>
            <w:r w:rsidR="00CF33E6">
              <w:t xml:space="preserve">meet </w:t>
            </w:r>
            <w:r w:rsidRPr="00DA3595">
              <w:t>environmental</w:t>
            </w:r>
            <w:r w:rsidR="00526906">
              <w:t xml:space="preserve"> and sustainability</w:t>
            </w:r>
            <w:r w:rsidRPr="00DA3595">
              <w:t xml:space="preserve"> standards</w:t>
            </w:r>
          </w:p>
        </w:tc>
      </w:tr>
      <w:tr w:rsidR="00B22550" w:rsidRPr="00963A46" w14:paraId="2EAD0023" w14:textId="77777777" w:rsidTr="00D0313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E480" w14:textId="0F9DFC77" w:rsidR="00B22550" w:rsidRPr="00B22550" w:rsidRDefault="00B22550" w:rsidP="00AF35E6">
            <w:r w:rsidRPr="00DA3595">
              <w:t>3.</w:t>
            </w:r>
            <w:r>
              <w:t xml:space="preserve"> </w:t>
            </w:r>
            <w:r w:rsidRPr="00DA3595">
              <w:t xml:space="preserve">Monitor crop </w:t>
            </w:r>
            <w:r w:rsidR="00AF35E6">
              <w:t>and</w:t>
            </w:r>
            <w:r w:rsidR="00AF35E6" w:rsidRPr="00DA3595">
              <w:t xml:space="preserve"> </w:t>
            </w:r>
            <w:r w:rsidRPr="00DA3595">
              <w:t>pasture growth and fodder production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22A0" w14:textId="244CB5E9" w:rsidR="00B22550" w:rsidRPr="00B22550" w:rsidRDefault="00B22550" w:rsidP="00B22550">
            <w:r w:rsidRPr="00DA3595">
              <w:t>3.</w:t>
            </w:r>
            <w:r w:rsidR="00526906">
              <w:t>1</w:t>
            </w:r>
            <w:r>
              <w:t xml:space="preserve"> </w:t>
            </w:r>
            <w:r w:rsidRPr="00DA3595">
              <w:t>Monitor soil structure</w:t>
            </w:r>
            <w:r w:rsidR="00526906">
              <w:t>, water infiltration</w:t>
            </w:r>
            <w:r w:rsidRPr="00DA3595">
              <w:t xml:space="preserve"> and erosion</w:t>
            </w:r>
            <w:r w:rsidR="0075674E">
              <w:t xml:space="preserve"> in accordance with workplace procedures and biosecurity requirements</w:t>
            </w:r>
            <w:r w:rsidRPr="00DA3595">
              <w:t xml:space="preserve"> </w:t>
            </w:r>
          </w:p>
          <w:p w14:paraId="05B0E4C8" w14:textId="66F0EFB3" w:rsidR="00B22550" w:rsidRPr="00B22550" w:rsidRDefault="00B22550" w:rsidP="00B22550">
            <w:r w:rsidRPr="00DA3595">
              <w:t>3.</w:t>
            </w:r>
            <w:r w:rsidR="00526906">
              <w:t>2</w:t>
            </w:r>
            <w:r>
              <w:t xml:space="preserve"> </w:t>
            </w:r>
            <w:r w:rsidRPr="00DA3595">
              <w:t>Monitor grazing management</w:t>
            </w:r>
          </w:p>
          <w:p w14:paraId="6E456FCC" w14:textId="44289EBD" w:rsidR="00B22550" w:rsidRPr="00B22550" w:rsidRDefault="00B22550" w:rsidP="00B22550">
            <w:r w:rsidRPr="00DA3595">
              <w:t>3.</w:t>
            </w:r>
            <w:r w:rsidR="00526906">
              <w:t>3</w:t>
            </w:r>
            <w:r>
              <w:t xml:space="preserve"> </w:t>
            </w:r>
            <w:r w:rsidRPr="00DA3595">
              <w:t xml:space="preserve">Integrate livestock into the cropping cycle through grazing of pastures returning to crop, stubbles and crop residues, and </w:t>
            </w:r>
            <w:proofErr w:type="gramStart"/>
            <w:r w:rsidRPr="00DA3595">
              <w:t>dual purpose</w:t>
            </w:r>
            <w:proofErr w:type="gramEnd"/>
            <w:r w:rsidRPr="00DA3595">
              <w:t xml:space="preserve"> crops</w:t>
            </w:r>
          </w:p>
          <w:p w14:paraId="78DEC637" w14:textId="47AA7D50" w:rsidR="00B22550" w:rsidRPr="00B22550" w:rsidRDefault="00B22550" w:rsidP="00B22550">
            <w:r w:rsidRPr="00DA3595">
              <w:t>3.</w:t>
            </w:r>
            <w:r w:rsidR="00526906">
              <w:t>4</w:t>
            </w:r>
            <w:r>
              <w:t xml:space="preserve"> </w:t>
            </w:r>
            <w:r w:rsidR="00ED349D">
              <w:t>Measur</w:t>
            </w:r>
            <w:r w:rsidR="00A07061">
              <w:t>e,</w:t>
            </w:r>
            <w:r w:rsidR="00ED349D">
              <w:t xml:space="preserve"> i</w:t>
            </w:r>
            <w:r w:rsidRPr="00DA3595">
              <w:t xml:space="preserve">dentify </w:t>
            </w:r>
            <w:r w:rsidR="00F444DE">
              <w:t xml:space="preserve">and calculate </w:t>
            </w:r>
            <w:r w:rsidRPr="00DA3595">
              <w:t>feed surpluses and deficiencies and take appropriate action</w:t>
            </w:r>
          </w:p>
          <w:p w14:paraId="173FFD4B" w14:textId="77777777" w:rsidR="00B22550" w:rsidRDefault="00B22550" w:rsidP="00AF35E6">
            <w:r w:rsidRPr="00DA3595">
              <w:t>3.</w:t>
            </w:r>
            <w:r w:rsidR="00526906">
              <w:t>5</w:t>
            </w:r>
            <w:r>
              <w:t xml:space="preserve"> </w:t>
            </w:r>
            <w:r w:rsidRPr="00DA3595">
              <w:t xml:space="preserve">Monitor crop </w:t>
            </w:r>
            <w:r w:rsidR="00AF35E6">
              <w:t xml:space="preserve">and </w:t>
            </w:r>
            <w:r w:rsidRPr="00DA3595">
              <w:t xml:space="preserve">pasture maturity and conduct harvesting to </w:t>
            </w:r>
            <w:r w:rsidR="00F444DE">
              <w:t>maximise quality and volume of harvesting efficiency</w:t>
            </w:r>
          </w:p>
          <w:p w14:paraId="15671568" w14:textId="0EC72456" w:rsidR="00A44DC4" w:rsidRPr="00B22550" w:rsidRDefault="00A44DC4" w:rsidP="002D02E5">
            <w:r>
              <w:t>3.</w:t>
            </w:r>
            <w:r w:rsidR="0075674E">
              <w:t>6</w:t>
            </w:r>
            <w:r>
              <w:t xml:space="preserve"> Determine if cultural practices, grazing management</w:t>
            </w:r>
            <w:r w:rsidR="0045765E">
              <w:t xml:space="preserve"> </w:t>
            </w:r>
            <w:r>
              <w:t xml:space="preserve">are conducive to production requirements and implement changes to practices where necessary </w:t>
            </w:r>
          </w:p>
        </w:tc>
      </w:tr>
      <w:tr w:rsidR="00B22550" w:rsidRPr="00963A46" w14:paraId="6900B5F1" w14:textId="77777777" w:rsidTr="00D0313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11E3" w14:textId="276724B7" w:rsidR="00B22550" w:rsidRPr="00B22550" w:rsidRDefault="00B22550" w:rsidP="00F444DE">
            <w:r w:rsidRPr="00DA3595">
              <w:t>4.</w:t>
            </w:r>
            <w:r>
              <w:t xml:space="preserve"> </w:t>
            </w:r>
            <w:r w:rsidRPr="00DA3595">
              <w:t xml:space="preserve">Review production </w:t>
            </w:r>
            <w:r w:rsidR="00456176">
              <w:t>outcomes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FCC4" w14:textId="7FC4B8D0" w:rsidR="00B22550" w:rsidRPr="00B22550" w:rsidRDefault="00B22550" w:rsidP="00B22550">
            <w:r w:rsidRPr="00DA3595">
              <w:t>4.1</w:t>
            </w:r>
            <w:r>
              <w:t xml:space="preserve"> </w:t>
            </w:r>
            <w:r w:rsidRPr="00DA3595">
              <w:t xml:space="preserve">Monitor pasture and crop yields and evaluate against production </w:t>
            </w:r>
            <w:r w:rsidR="006C3CB6">
              <w:t>targets</w:t>
            </w:r>
            <w:r w:rsidR="00F444DE">
              <w:t xml:space="preserve"> and determine possible reasons for variance</w:t>
            </w:r>
          </w:p>
          <w:p w14:paraId="4602DA19" w14:textId="77777777" w:rsidR="00B22550" w:rsidRPr="00B22550" w:rsidRDefault="00B22550" w:rsidP="00B22550">
            <w:r w:rsidRPr="00DA3595">
              <w:t>4.2</w:t>
            </w:r>
            <w:r>
              <w:t xml:space="preserve"> </w:t>
            </w:r>
            <w:r w:rsidRPr="00DA3595">
              <w:t>Evaluate efficiency and effectiveness of grazing and cropping programs and document for future best practice</w:t>
            </w:r>
          </w:p>
          <w:p w14:paraId="7675C453" w14:textId="3AF838AE" w:rsidR="00B22550" w:rsidRPr="00B22550" w:rsidRDefault="00B22550" w:rsidP="00B22550">
            <w:r w:rsidRPr="00DA3595">
              <w:t>4.3</w:t>
            </w:r>
            <w:r>
              <w:t xml:space="preserve"> </w:t>
            </w:r>
            <w:r w:rsidRPr="00DA3595">
              <w:t xml:space="preserve">Evaluate </w:t>
            </w:r>
            <w:r w:rsidR="003E7BB2">
              <w:t xml:space="preserve">workplace </w:t>
            </w:r>
            <w:r w:rsidRPr="00DA3595">
              <w:t>production performance and document for management program review</w:t>
            </w:r>
          </w:p>
          <w:p w14:paraId="1EF99CCA" w14:textId="795AFCD3" w:rsidR="00B22550" w:rsidRPr="00B22550" w:rsidRDefault="00B22550" w:rsidP="00B22550">
            <w:r w:rsidRPr="00DA3595">
              <w:t>4.4</w:t>
            </w:r>
            <w:r>
              <w:t xml:space="preserve"> </w:t>
            </w:r>
            <w:r w:rsidRPr="00DA3595">
              <w:t xml:space="preserve">Maintain appropriate production </w:t>
            </w:r>
            <w:r w:rsidR="003E7BB2">
              <w:t xml:space="preserve">and operations </w:t>
            </w:r>
            <w:r w:rsidRPr="00DA3595">
              <w:t>records for production performance analysis and evaluation</w:t>
            </w:r>
          </w:p>
        </w:tc>
      </w:tr>
    </w:tbl>
    <w:p w14:paraId="5B50C01B" w14:textId="77777777" w:rsidR="005F771F" w:rsidRDefault="005F771F" w:rsidP="005F771F">
      <w:pPr>
        <w:pStyle w:val="SIText"/>
      </w:pPr>
    </w:p>
    <w:p w14:paraId="43E6B8AE" w14:textId="77777777" w:rsidR="005F771F" w:rsidRPr="000754EC" w:rsidRDefault="005F771F" w:rsidP="000754EC">
      <w:r>
        <w:br w:type="page"/>
      </w:r>
    </w:p>
    <w:p w14:paraId="0547C22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9D04F3" w14:textId="77777777" w:rsidTr="00CA2922">
        <w:trPr>
          <w:tblHeader/>
        </w:trPr>
        <w:tc>
          <w:tcPr>
            <w:tcW w:w="5000" w:type="pct"/>
            <w:gridSpan w:val="2"/>
          </w:tcPr>
          <w:p w14:paraId="2CEF3A7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0A1BB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CDFA61" w14:textId="77777777" w:rsidTr="00CA2922">
        <w:trPr>
          <w:tblHeader/>
        </w:trPr>
        <w:tc>
          <w:tcPr>
            <w:tcW w:w="1396" w:type="pct"/>
          </w:tcPr>
          <w:p w14:paraId="2DD399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9C79C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8082B" w:rsidRPr="00336FCA" w:rsidDel="00423CB2" w14:paraId="57626063" w14:textId="77777777" w:rsidTr="00CA2922">
        <w:tc>
          <w:tcPr>
            <w:tcW w:w="1396" w:type="pct"/>
          </w:tcPr>
          <w:p w14:paraId="1E0B52AD" w14:textId="43662894" w:rsidR="0008082B" w:rsidRPr="0008082B" w:rsidRDefault="0008082B" w:rsidP="0008082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4F6CB8C" w14:textId="77777777" w:rsidR="001B431F" w:rsidRDefault="0008082B" w:rsidP="0008082B">
            <w:pPr>
              <w:pStyle w:val="SIBulletList1"/>
            </w:pPr>
            <w:r>
              <w:t xml:space="preserve">Identify and interpret information regarding </w:t>
            </w:r>
            <w:r w:rsidRPr="0008082B">
              <w:t xml:space="preserve">the </w:t>
            </w:r>
            <w:r w:rsidR="001B431F">
              <w:t xml:space="preserve">growing requirements of the </w:t>
            </w:r>
            <w:r w:rsidR="001B431F" w:rsidRPr="00DA3595">
              <w:t>crop and pasture</w:t>
            </w:r>
          </w:p>
          <w:p w14:paraId="336F7EDB" w14:textId="65EAB7D3" w:rsidR="0008082B" w:rsidRPr="0008082B" w:rsidRDefault="001B431F" w:rsidP="00DA3618">
            <w:pPr>
              <w:pStyle w:val="SIBulletList1"/>
            </w:pPr>
            <w:r>
              <w:t>Identify and interpret</w:t>
            </w:r>
            <w:r w:rsidRPr="001B431F">
              <w:t xml:space="preserve"> marketing and </w:t>
            </w:r>
            <w:r w:rsidR="00042B6D">
              <w:t>workplace</w:t>
            </w:r>
            <w:r w:rsidRPr="001B431F">
              <w:t xml:space="preserve"> objectives</w:t>
            </w:r>
          </w:p>
        </w:tc>
      </w:tr>
      <w:tr w:rsidR="00DA3618" w:rsidRPr="00336FCA" w:rsidDel="00423CB2" w14:paraId="461804B7" w14:textId="77777777" w:rsidTr="00CA2922">
        <w:tc>
          <w:tcPr>
            <w:tcW w:w="1396" w:type="pct"/>
          </w:tcPr>
          <w:p w14:paraId="7418A515" w14:textId="4ED1A132" w:rsidR="00DA3618" w:rsidRPr="00DA3618" w:rsidRDefault="00DA3618" w:rsidP="00DA361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081FEC7" w14:textId="647A9FEF" w:rsidR="00DA3618" w:rsidRPr="00DA3618" w:rsidRDefault="00DA3618" w:rsidP="00216754">
            <w:pPr>
              <w:pStyle w:val="SIBulletList1"/>
              <w:rPr>
                <w:rFonts w:eastAsia="Calibri"/>
              </w:rPr>
            </w:pPr>
            <w:r w:rsidRPr="003E33B8">
              <w:t xml:space="preserve">Develop </w:t>
            </w:r>
            <w:r w:rsidR="00EC73CD">
              <w:t xml:space="preserve">and maintain </w:t>
            </w:r>
            <w:r w:rsidRPr="00DA3618">
              <w:t xml:space="preserve">a fertiliser </w:t>
            </w:r>
            <w:r w:rsidR="003E7BB2">
              <w:t xml:space="preserve">and pesticide </w:t>
            </w:r>
            <w:r w:rsidRPr="00DA3618">
              <w:t>program, and production</w:t>
            </w:r>
            <w:r w:rsidR="003E7BB2">
              <w:t xml:space="preserve"> and operations</w:t>
            </w:r>
            <w:r w:rsidRPr="00DA3618">
              <w:t xml:space="preserve"> records</w:t>
            </w:r>
          </w:p>
        </w:tc>
      </w:tr>
      <w:tr w:rsidR="0008082B" w:rsidRPr="00336FCA" w:rsidDel="00423CB2" w14:paraId="3409A271" w14:textId="77777777" w:rsidTr="00CA2922">
        <w:tc>
          <w:tcPr>
            <w:tcW w:w="1396" w:type="pct"/>
          </w:tcPr>
          <w:p w14:paraId="2279B407" w14:textId="3AFA8317" w:rsidR="0008082B" w:rsidRPr="0008082B" w:rsidRDefault="0008082B" w:rsidP="0008082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30A3345" w14:textId="77777777" w:rsidR="00DA3618" w:rsidRPr="00F00BF6" w:rsidRDefault="00DA3618" w:rsidP="0008082B">
            <w:pPr>
              <w:pStyle w:val="SIBulletList1"/>
              <w:rPr>
                <w:rFonts w:eastAsia="Calibri"/>
              </w:rPr>
            </w:pPr>
            <w:r>
              <w:t>Access and interpret budget data</w:t>
            </w:r>
          </w:p>
          <w:p w14:paraId="6D2695C9" w14:textId="6AB0574A" w:rsidR="00F444DE" w:rsidRPr="00643844" w:rsidRDefault="00F444DE" w:rsidP="0008082B">
            <w:pPr>
              <w:pStyle w:val="SIBulletList1"/>
              <w:rPr>
                <w:rFonts w:eastAsia="Calibri"/>
              </w:rPr>
            </w:pPr>
            <w:r>
              <w:t>Calculate feed surpluses and deficiencies, including biomass</w:t>
            </w:r>
          </w:p>
          <w:p w14:paraId="31FC3853" w14:textId="6254CB67" w:rsidR="0008082B" w:rsidRPr="0008082B" w:rsidRDefault="0008082B" w:rsidP="003E7BB2">
            <w:pPr>
              <w:pStyle w:val="SIBulletList1"/>
              <w:rPr>
                <w:rFonts w:eastAsia="Calibri"/>
              </w:rPr>
            </w:pPr>
            <w:r w:rsidRPr="003E33B8">
              <w:t xml:space="preserve">Access and analyse data </w:t>
            </w:r>
            <w:r w:rsidR="00DA3618">
              <w:t xml:space="preserve">for input to fertiliser </w:t>
            </w:r>
            <w:r w:rsidR="00216754">
              <w:t xml:space="preserve">and pesticide </w:t>
            </w:r>
            <w:r w:rsidR="00DA3618">
              <w:t>program, pasture and crop program</w:t>
            </w:r>
            <w:r w:rsidR="003E7BB2">
              <w:t>,</w:t>
            </w:r>
            <w:r w:rsidR="00DA3618">
              <w:t xml:space="preserve"> production</w:t>
            </w:r>
            <w:r w:rsidR="003E7BB2">
              <w:t xml:space="preserve"> and operations</w:t>
            </w:r>
            <w:r w:rsidR="00DA3618">
              <w:t xml:space="preserve"> records</w:t>
            </w:r>
          </w:p>
        </w:tc>
      </w:tr>
    </w:tbl>
    <w:p w14:paraId="70A99E2B" w14:textId="695DE1DD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D6A8DF" w14:textId="77777777" w:rsidTr="00F33FF2">
        <w:tc>
          <w:tcPr>
            <w:tcW w:w="5000" w:type="pct"/>
            <w:gridSpan w:val="4"/>
          </w:tcPr>
          <w:p w14:paraId="3391FE5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282BF9" w14:textId="77777777" w:rsidTr="00F33FF2">
        <w:tc>
          <w:tcPr>
            <w:tcW w:w="1028" w:type="pct"/>
          </w:tcPr>
          <w:p w14:paraId="00192A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6D750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2E95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389E9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E0087" w14:paraId="02592515" w14:textId="77777777" w:rsidTr="00F33FF2">
        <w:tc>
          <w:tcPr>
            <w:tcW w:w="1028" w:type="pct"/>
          </w:tcPr>
          <w:p w14:paraId="774F2F80" w14:textId="2BA78820" w:rsidR="004E0087" w:rsidRPr="004E0087" w:rsidRDefault="004E0087" w:rsidP="004E0087">
            <w:pPr>
              <w:pStyle w:val="SIText"/>
            </w:pPr>
            <w:bookmarkStart w:id="1" w:name="_Hlk25320559"/>
            <w:r w:rsidRPr="00B22550">
              <w:t>AHCBAC5</w:t>
            </w:r>
            <w:r w:rsidR="005C458D">
              <w:t>1</w:t>
            </w:r>
            <w:r w:rsidRPr="00B22550">
              <w:t>0 Manage integrated crop and pasture production</w:t>
            </w:r>
          </w:p>
          <w:bookmarkEnd w:id="1"/>
          <w:p w14:paraId="2B2B9646" w14:textId="43CBD8EF" w:rsidR="004E0087" w:rsidRPr="004E0087" w:rsidRDefault="004E0087" w:rsidP="004E0087">
            <w:pPr>
              <w:pStyle w:val="SIText"/>
            </w:pPr>
          </w:p>
        </w:tc>
        <w:tc>
          <w:tcPr>
            <w:tcW w:w="1105" w:type="pct"/>
          </w:tcPr>
          <w:p w14:paraId="276C22BC" w14:textId="5FA335EA" w:rsidR="004E0087" w:rsidRPr="004E0087" w:rsidRDefault="004E0087" w:rsidP="004E0087">
            <w:pPr>
              <w:pStyle w:val="SIText"/>
            </w:pPr>
            <w:r w:rsidRPr="00B22550">
              <w:t>AHCBAC503</w:t>
            </w:r>
            <w:r w:rsidRPr="004E0087">
              <w:t xml:space="preserve"> Manage integrated crop and pasture production</w:t>
            </w:r>
          </w:p>
          <w:p w14:paraId="4230B25A" w14:textId="7E4E2163" w:rsidR="004E0087" w:rsidRPr="004E0087" w:rsidRDefault="004E0087" w:rsidP="004E0087">
            <w:pPr>
              <w:pStyle w:val="SIText"/>
            </w:pPr>
          </w:p>
        </w:tc>
        <w:tc>
          <w:tcPr>
            <w:tcW w:w="1251" w:type="pct"/>
          </w:tcPr>
          <w:p w14:paraId="0A68BFE5" w14:textId="77777777" w:rsidR="004E0087" w:rsidRPr="004E0087" w:rsidRDefault="004E0087" w:rsidP="004E0087">
            <w:pPr>
              <w:pStyle w:val="SIText"/>
            </w:pPr>
            <w:r>
              <w:t>Performance criteria clarified</w:t>
            </w:r>
          </w:p>
          <w:p w14:paraId="6F967454" w14:textId="77777777" w:rsidR="004E0087" w:rsidRPr="004E0087" w:rsidRDefault="004E0087" w:rsidP="004E0087">
            <w:pPr>
              <w:pStyle w:val="SIText"/>
            </w:pPr>
            <w:r>
              <w:t>Foundation skills added</w:t>
            </w:r>
          </w:p>
          <w:p w14:paraId="61370601" w14:textId="79F9B26F" w:rsidR="004E0087" w:rsidRPr="004E0087" w:rsidRDefault="004E0087" w:rsidP="004E0087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4AB44F75" w14:textId="295B6EAD" w:rsidR="004E0087" w:rsidRPr="000754EC" w:rsidRDefault="004E0087" w:rsidP="004E0087">
            <w:pPr>
              <w:pStyle w:val="SIText"/>
            </w:pPr>
            <w:r w:rsidRPr="000754EC">
              <w:t>Equivalent</w:t>
            </w:r>
          </w:p>
        </w:tc>
      </w:tr>
    </w:tbl>
    <w:p w14:paraId="30F047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1A53642" w14:textId="77777777" w:rsidTr="00CA2922">
        <w:tc>
          <w:tcPr>
            <w:tcW w:w="1396" w:type="pct"/>
            <w:shd w:val="clear" w:color="auto" w:fill="auto"/>
          </w:tcPr>
          <w:p w14:paraId="0CF3240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B41B1B" w14:textId="77777777" w:rsidR="00CF33E6" w:rsidRPr="00CF33E6" w:rsidRDefault="00CF33E6" w:rsidP="00CF33E6">
            <w:r w:rsidRPr="00CF33E6">
              <w:t xml:space="preserve">Companion Volumes, including Implementation Guides, are available at </w:t>
            </w:r>
            <w:proofErr w:type="spellStart"/>
            <w:r w:rsidRPr="00CF33E6">
              <w:t>VETNet</w:t>
            </w:r>
            <w:proofErr w:type="spellEnd"/>
            <w:r w:rsidRPr="00CF33E6">
              <w:t xml:space="preserve">: </w:t>
            </w:r>
          </w:p>
          <w:p w14:paraId="6D084753" w14:textId="26575EA8" w:rsidR="00F1480E" w:rsidRPr="000754EC" w:rsidRDefault="00FE50E9" w:rsidP="003517A5">
            <w:hyperlink r:id="rId11" w:history="1">
              <w:r w:rsidR="00CF33E6" w:rsidRPr="00CF33E6">
                <w:t>https://vetnet.gov.au/Pages/TrainingDocs.aspx?q=c6399549-9c62-4a5e-bf1a-524b2322cf72</w:t>
              </w:r>
            </w:hyperlink>
          </w:p>
        </w:tc>
      </w:tr>
    </w:tbl>
    <w:p w14:paraId="6A1F6C99" w14:textId="77777777" w:rsidR="00F1480E" w:rsidRDefault="00F1480E" w:rsidP="005F771F">
      <w:pPr>
        <w:pStyle w:val="SIText"/>
      </w:pPr>
    </w:p>
    <w:p w14:paraId="529615B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881E3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CB785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2D4E5FE" w14:textId="1663D60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22550" w:rsidRPr="00B22550">
              <w:t>AHCBAC5</w:t>
            </w:r>
            <w:r w:rsidR="005C458D">
              <w:t>1</w:t>
            </w:r>
            <w:r w:rsidR="00B22550" w:rsidRPr="00B22550">
              <w:t>0 Manage integrated crop and pasture production</w:t>
            </w:r>
          </w:p>
        </w:tc>
      </w:tr>
      <w:tr w:rsidR="00556C4C" w:rsidRPr="00A55106" w14:paraId="3DA0352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FAD3E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F36FF0" w14:textId="77777777" w:rsidTr="00113678">
        <w:tc>
          <w:tcPr>
            <w:tcW w:w="5000" w:type="pct"/>
            <w:gridSpan w:val="2"/>
            <w:shd w:val="clear" w:color="auto" w:fill="auto"/>
          </w:tcPr>
          <w:p w14:paraId="49409787" w14:textId="77777777" w:rsidR="00CF33E6" w:rsidRDefault="00DA3618" w:rsidP="00B22550">
            <w:r w:rsidRPr="00DA3618">
              <w:t xml:space="preserve">An individual demonstrating competency must satisfy </w:t>
            </w:r>
            <w:proofErr w:type="gramStart"/>
            <w:r w:rsidRPr="00DA3618">
              <w:t>all of</w:t>
            </w:r>
            <w:proofErr w:type="gramEnd"/>
            <w:r w:rsidRPr="00DA3618">
              <w:t xml:space="preserve"> the elements and performance criteria in this unit. </w:t>
            </w:r>
          </w:p>
          <w:p w14:paraId="390C5D6A" w14:textId="77777777" w:rsidR="00CF33E6" w:rsidRDefault="00CF33E6" w:rsidP="00B22550"/>
          <w:p w14:paraId="4AE9E5CC" w14:textId="2A6889D8" w:rsidR="00B22550" w:rsidRPr="0027745D" w:rsidRDefault="00DA3618" w:rsidP="00B22550">
            <w:r w:rsidRPr="00DA3618">
              <w:t>There must be evidence that the individual has</w:t>
            </w:r>
            <w:r>
              <w:t xml:space="preserve"> managed integrated crop and pasture production on at least </w:t>
            </w:r>
            <w:r w:rsidR="00B274BA">
              <w:t xml:space="preserve">one </w:t>
            </w:r>
            <w:r>
              <w:t>occasion</w:t>
            </w:r>
            <w:r w:rsidR="00CF33E6">
              <w:t>,</w:t>
            </w:r>
            <w:r>
              <w:t xml:space="preserve"> and has</w:t>
            </w:r>
            <w:r w:rsidR="00B22550" w:rsidRPr="0027745D">
              <w:t>:</w:t>
            </w:r>
          </w:p>
          <w:p w14:paraId="0A21A4E5" w14:textId="155813C8" w:rsidR="00B22550" w:rsidRPr="00B22550" w:rsidRDefault="006C3CB6" w:rsidP="00B22550">
            <w:pPr>
              <w:pStyle w:val="SIBulletList1"/>
            </w:pPr>
            <w:r>
              <w:t>determined</w:t>
            </w:r>
            <w:r w:rsidR="00B22550" w:rsidRPr="0027745D">
              <w:t xml:space="preserve"> fertiliser</w:t>
            </w:r>
            <w:r w:rsidR="003E7BB2">
              <w:t xml:space="preserve"> and pesticide</w:t>
            </w:r>
            <w:r>
              <w:t xml:space="preserve"> application rates</w:t>
            </w:r>
          </w:p>
          <w:p w14:paraId="1D775C5A" w14:textId="7FFB0D7D" w:rsidR="00B22550" w:rsidRPr="00B22550" w:rsidRDefault="00B22550" w:rsidP="00B22550">
            <w:pPr>
              <w:pStyle w:val="SIBulletList1"/>
            </w:pPr>
            <w:r w:rsidRPr="0027745D">
              <w:t>appl</w:t>
            </w:r>
            <w:r w:rsidR="00DA3618">
              <w:t>ied</w:t>
            </w:r>
            <w:r w:rsidRPr="0027745D">
              <w:t xml:space="preserve"> correct use of technology to improve efficiency</w:t>
            </w:r>
          </w:p>
          <w:p w14:paraId="071EA431" w14:textId="7722B029" w:rsidR="00B22550" w:rsidRPr="00B22550" w:rsidRDefault="00487F4B" w:rsidP="00B22550">
            <w:pPr>
              <w:pStyle w:val="SIBulletList1"/>
            </w:pPr>
            <w:r>
              <w:t xml:space="preserve">identified financial strategies and </w:t>
            </w:r>
            <w:r w:rsidRPr="00DA3595">
              <w:t>maintain</w:t>
            </w:r>
            <w:r>
              <w:t>ed</w:t>
            </w:r>
            <w:r w:rsidRPr="00DA3595">
              <w:t xml:space="preserve"> budgetary constraints</w:t>
            </w:r>
          </w:p>
          <w:p w14:paraId="21FCB3CD" w14:textId="72DFA361" w:rsidR="002944D3" w:rsidRPr="00B22550" w:rsidRDefault="00B22550" w:rsidP="002944D3">
            <w:pPr>
              <w:pStyle w:val="SIBulletList1"/>
            </w:pPr>
            <w:r w:rsidRPr="0027745D">
              <w:t>develop</w:t>
            </w:r>
            <w:r w:rsidR="00487F4B">
              <w:t>ed</w:t>
            </w:r>
            <w:r w:rsidRPr="0027745D">
              <w:t xml:space="preserve"> a pasture and crop program to meet production targets and </w:t>
            </w:r>
            <w:r w:rsidR="00042B6D">
              <w:t>workplace</w:t>
            </w:r>
            <w:r w:rsidRPr="0027745D">
              <w:t xml:space="preserve"> objectives</w:t>
            </w:r>
          </w:p>
          <w:p w14:paraId="3D8DA7D2" w14:textId="768A909E" w:rsidR="00B22550" w:rsidRPr="00B22550" w:rsidRDefault="002944D3" w:rsidP="002944D3">
            <w:pPr>
              <w:pStyle w:val="SIBulletList1"/>
            </w:pPr>
            <w:r>
              <w:t xml:space="preserve">developed and </w:t>
            </w:r>
            <w:r w:rsidRPr="002944D3">
              <w:t>implemented relevant workplace health and safety procedures</w:t>
            </w:r>
          </w:p>
          <w:p w14:paraId="0CF22E29" w14:textId="3EE2EF80" w:rsidR="00B22550" w:rsidRPr="00B22550" w:rsidRDefault="00B22550" w:rsidP="00B22550">
            <w:pPr>
              <w:pStyle w:val="SIBulletList1"/>
            </w:pPr>
            <w:r w:rsidRPr="0027745D">
              <w:t>monitor</w:t>
            </w:r>
            <w:r w:rsidR="00487F4B">
              <w:t>ed</w:t>
            </w:r>
            <w:r w:rsidRPr="0027745D">
              <w:t xml:space="preserve"> soil structure and erosion and ma</w:t>
            </w:r>
            <w:r w:rsidR="00487F4B">
              <w:t>de</w:t>
            </w:r>
            <w:r w:rsidRPr="0027745D">
              <w:t xml:space="preserve"> required changes to cultural practices and grazing management</w:t>
            </w:r>
          </w:p>
          <w:p w14:paraId="10D0FFD6" w14:textId="4F5AC2B2" w:rsidR="00556C4C" w:rsidRPr="000754EC" w:rsidRDefault="00B22550">
            <w:pPr>
              <w:pStyle w:val="SIBulletList1"/>
            </w:pPr>
            <w:r w:rsidRPr="0027745D">
              <w:t>evaluate</w:t>
            </w:r>
            <w:r w:rsidR="00487F4B">
              <w:t>d</w:t>
            </w:r>
            <w:r w:rsidRPr="0027745D">
              <w:t xml:space="preserve"> grazing and cropping programs for efficiency and effectiveness.</w:t>
            </w:r>
          </w:p>
        </w:tc>
      </w:tr>
    </w:tbl>
    <w:p w14:paraId="621A10B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36499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FF539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1E2D9A" w14:textId="77777777" w:rsidTr="00CA2922">
        <w:tc>
          <w:tcPr>
            <w:tcW w:w="5000" w:type="pct"/>
            <w:shd w:val="clear" w:color="auto" w:fill="auto"/>
          </w:tcPr>
          <w:p w14:paraId="5FB1936C" w14:textId="6C8664FB" w:rsidR="00B22550" w:rsidRPr="0027745D" w:rsidRDefault="00487F4B" w:rsidP="00487F4B">
            <w:r w:rsidRPr="00487F4B">
              <w:t>An individual</w:t>
            </w:r>
            <w:r w:rsidRPr="00487F4B" w:rsidDel="00487F4B">
              <w:t xml:space="preserve"> </w:t>
            </w:r>
            <w:r w:rsidR="00B22550" w:rsidRPr="0027745D">
              <w:t xml:space="preserve">must </w:t>
            </w:r>
            <w:r>
              <w:t xml:space="preserve">be able to </w:t>
            </w:r>
            <w:r w:rsidR="00B22550" w:rsidRPr="0027745D">
              <w:t xml:space="preserve">demonstrate </w:t>
            </w:r>
            <w:r>
              <w:t xml:space="preserve">the </w:t>
            </w:r>
            <w:r w:rsidRPr="00487F4B">
              <w:t xml:space="preserve">knowledge required to perform the tasks outlined in the elements and performance criteria of this unit. This includes </w:t>
            </w:r>
            <w:r w:rsidR="00B22550" w:rsidRPr="0027745D">
              <w:t>knowledge of:</w:t>
            </w:r>
          </w:p>
          <w:p w14:paraId="3A717C36" w14:textId="15B4E72A" w:rsidR="00B22550" w:rsidRPr="0027745D" w:rsidRDefault="00B22550" w:rsidP="00B22550">
            <w:pPr>
              <w:pStyle w:val="SIBulletList1"/>
            </w:pPr>
            <w:r w:rsidRPr="0027745D">
              <w:t>land and soil c</w:t>
            </w:r>
            <w:r w:rsidR="006C3CB6">
              <w:t>apability, and marketing constraints and their impact on sustainable production</w:t>
            </w:r>
          </w:p>
          <w:p w14:paraId="5465A317" w14:textId="77777777" w:rsidR="002944D3" w:rsidRPr="002944D3" w:rsidRDefault="002944D3" w:rsidP="002944D3">
            <w:pPr>
              <w:pStyle w:val="SIBulletList1"/>
            </w:pPr>
            <w:r>
              <w:t xml:space="preserve">establishment and </w:t>
            </w:r>
            <w:r w:rsidRPr="002944D3">
              <w:t>cultivation requirements for different types of crop</w:t>
            </w:r>
          </w:p>
          <w:p w14:paraId="666DA2AC" w14:textId="77777777" w:rsidR="002944D3" w:rsidRPr="002944D3" w:rsidRDefault="002944D3" w:rsidP="002944D3">
            <w:pPr>
              <w:pStyle w:val="SIBulletList1"/>
            </w:pPr>
            <w:r w:rsidRPr="0027745D">
              <w:t xml:space="preserve">infestation patterns </w:t>
            </w:r>
            <w:r w:rsidRPr="002944D3">
              <w:t>and control measures for different types of weeds, including integrated weed management strategies</w:t>
            </w:r>
          </w:p>
          <w:p w14:paraId="0D84BB25" w14:textId="22F0256D" w:rsidR="002944D3" w:rsidRPr="0027745D" w:rsidRDefault="003321ED" w:rsidP="002944D3">
            <w:pPr>
              <w:pStyle w:val="SIBulletList1"/>
            </w:pPr>
            <w:r>
              <w:t>the use</w:t>
            </w:r>
            <w:r w:rsidR="00B22550" w:rsidRPr="0027745D">
              <w:t xml:space="preserve"> of </w:t>
            </w:r>
            <w:r>
              <w:t xml:space="preserve">soil </w:t>
            </w:r>
            <w:r w:rsidR="00B22550" w:rsidRPr="0027745D">
              <w:t xml:space="preserve">nutrients </w:t>
            </w:r>
            <w:r>
              <w:t>to improve crop production</w:t>
            </w:r>
          </w:p>
          <w:p w14:paraId="380C3436" w14:textId="77777777" w:rsidR="002944D3" w:rsidRPr="002944D3" w:rsidRDefault="002944D3" w:rsidP="002944D3">
            <w:pPr>
              <w:pStyle w:val="SIBulletList1"/>
            </w:pPr>
            <w:r w:rsidRPr="0027745D">
              <w:t xml:space="preserve">role </w:t>
            </w:r>
            <w:r w:rsidRPr="002944D3">
              <w:t>and assessment of technology in improving efficiency and competitiveness</w:t>
            </w:r>
          </w:p>
          <w:p w14:paraId="75617C10" w14:textId="386C045D" w:rsidR="002944D3" w:rsidRPr="0027745D" w:rsidRDefault="002944D3" w:rsidP="002944D3">
            <w:pPr>
              <w:pStyle w:val="SIBulletList1"/>
            </w:pPr>
            <w:r>
              <w:t>r</w:t>
            </w:r>
            <w:r w:rsidRPr="002944D3">
              <w:t>elevant workplace health and safety legislation, regulations and workplace procedures</w:t>
            </w:r>
          </w:p>
          <w:p w14:paraId="2EB705A0" w14:textId="37E16FB1" w:rsidR="00B22550" w:rsidRPr="0027745D" w:rsidRDefault="002944D3" w:rsidP="002944D3">
            <w:pPr>
              <w:pStyle w:val="SIBulletList1"/>
            </w:pPr>
            <w:r>
              <w:t xml:space="preserve">types of </w:t>
            </w:r>
            <w:r w:rsidRPr="002944D3">
              <w:t>fertilisers and pesticides, their use, application and safe handling processes</w:t>
            </w:r>
          </w:p>
          <w:p w14:paraId="73E704D1" w14:textId="5435034E" w:rsidR="00B22550" w:rsidRPr="0027745D" w:rsidRDefault="00B22550" w:rsidP="00B22550">
            <w:pPr>
              <w:pStyle w:val="SIBulletList1"/>
            </w:pPr>
            <w:r w:rsidRPr="0027745D">
              <w:t>environmental standards</w:t>
            </w:r>
            <w:r w:rsidR="003321ED">
              <w:t xml:space="preserve"> applicable to managing integrated crop and pasture production</w:t>
            </w:r>
          </w:p>
          <w:p w14:paraId="0310807F" w14:textId="31E8A173" w:rsidR="00F1480E" w:rsidRPr="000754EC" w:rsidRDefault="001B3653">
            <w:pPr>
              <w:pStyle w:val="SIBulletList1"/>
            </w:pPr>
            <w:r>
              <w:t>methods for measuring crop and pasture development, capacity and quality</w:t>
            </w:r>
            <w:r w:rsidR="00B22550" w:rsidRPr="0027745D">
              <w:t>.</w:t>
            </w:r>
          </w:p>
        </w:tc>
      </w:tr>
    </w:tbl>
    <w:p w14:paraId="3FC83F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71F0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4801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4EDB06" w14:textId="77777777" w:rsidTr="00CA2922">
        <w:tc>
          <w:tcPr>
            <w:tcW w:w="5000" w:type="pct"/>
            <w:shd w:val="clear" w:color="auto" w:fill="auto"/>
          </w:tcPr>
          <w:p w14:paraId="35C1D107" w14:textId="77777777" w:rsidR="00162D82" w:rsidRPr="00162D82" w:rsidRDefault="00162D82" w:rsidP="00162D82">
            <w:pPr>
              <w:pStyle w:val="SIText"/>
            </w:pPr>
            <w:r w:rsidRPr="00162D82">
              <w:t xml:space="preserve">Assessment of the skills in this unit of competency must take place under the following conditions: </w:t>
            </w:r>
          </w:p>
          <w:p w14:paraId="44165AEF" w14:textId="4CD67CE8" w:rsidR="00DC1758" w:rsidRPr="00DC1758" w:rsidRDefault="00162D82" w:rsidP="00162D82">
            <w:pPr>
              <w:pStyle w:val="SIBulletList1"/>
            </w:pPr>
            <w:r w:rsidRPr="00162D82">
              <w:t>physical conditions:</w:t>
            </w:r>
          </w:p>
          <w:p w14:paraId="28AB5E8A" w14:textId="43280362" w:rsidR="00DC1758" w:rsidRPr="00DC1758" w:rsidRDefault="00DC1758" w:rsidP="00DC1758">
            <w:pPr>
              <w:pStyle w:val="SIBulletList2"/>
              <w:rPr>
                <w:rFonts w:eastAsia="Calibri"/>
              </w:rPr>
            </w:pPr>
            <w:r w:rsidRPr="00DC1758">
              <w:t>a workplace setting or an environment that accurately represent</w:t>
            </w:r>
            <w:r w:rsidR="00CF33E6">
              <w:t>s</w:t>
            </w:r>
            <w:r w:rsidRPr="00DC1758">
              <w:t xml:space="preserve"> workplace conditions</w:t>
            </w:r>
          </w:p>
          <w:p w14:paraId="51569432" w14:textId="77777777" w:rsidR="00DC1758" w:rsidRPr="00DC1758" w:rsidRDefault="00DC1758" w:rsidP="00DC1758">
            <w:pPr>
              <w:pStyle w:val="SIBulletList1"/>
            </w:pPr>
            <w:r w:rsidRPr="00DC1758">
              <w:t>resources, equipment and materials:</w:t>
            </w:r>
          </w:p>
          <w:p w14:paraId="0180279F" w14:textId="2E6E149E" w:rsidR="00DC1758" w:rsidRPr="00DC1758" w:rsidRDefault="00042B6D" w:rsidP="00DC1758">
            <w:pPr>
              <w:pStyle w:val="SIBulletList2"/>
              <w:rPr>
                <w:rFonts w:eastAsia="Calibri"/>
              </w:rPr>
            </w:pPr>
            <w:r>
              <w:t>workplace</w:t>
            </w:r>
            <w:r w:rsidR="00DC1758">
              <w:t xml:space="preserve"> budget, marketing and objectives</w:t>
            </w:r>
          </w:p>
          <w:p w14:paraId="2C7CAFFE" w14:textId="410636BE" w:rsidR="00DC1758" w:rsidRPr="00DC1758" w:rsidRDefault="00DC1758" w:rsidP="00DC1758">
            <w:pPr>
              <w:pStyle w:val="SIBulletList1"/>
            </w:pPr>
            <w:r>
              <w:t>specifications</w:t>
            </w:r>
            <w:r w:rsidRPr="00DC1758">
              <w:t>:</w:t>
            </w:r>
          </w:p>
          <w:p w14:paraId="467863B6" w14:textId="1E9AE874" w:rsidR="00DC1758" w:rsidRPr="00DC1758" w:rsidRDefault="00DC1758" w:rsidP="00DC1758">
            <w:pPr>
              <w:pStyle w:val="SIBulletList2"/>
            </w:pPr>
            <w:r>
              <w:t>workplace health and safety legislation, regulations and workplace procedures applicable to managing integrated crop and pasture production</w:t>
            </w:r>
          </w:p>
          <w:p w14:paraId="13962A8E" w14:textId="77777777" w:rsidR="00DC1758" w:rsidRPr="00DC1758" w:rsidRDefault="00DC1758" w:rsidP="00DC1758">
            <w:pPr>
              <w:pStyle w:val="SIBulletList1"/>
            </w:pPr>
            <w:r w:rsidRPr="00DC1758">
              <w:t>timeframes:</w:t>
            </w:r>
          </w:p>
          <w:p w14:paraId="02EB34E6" w14:textId="77777777" w:rsidR="00DC1758" w:rsidRPr="00DC1758" w:rsidRDefault="00DC1758" w:rsidP="00DC1758">
            <w:pPr>
              <w:pStyle w:val="SIBulletList2"/>
            </w:pPr>
            <w:r w:rsidRPr="00DC1758">
              <w:t>according to the job requirements.</w:t>
            </w:r>
          </w:p>
          <w:p w14:paraId="6FA7CE7B" w14:textId="77777777" w:rsidR="00B22550" w:rsidRPr="00B22550" w:rsidRDefault="00B22550" w:rsidP="00B22550">
            <w:pPr>
              <w:pStyle w:val="SIText"/>
            </w:pPr>
          </w:p>
          <w:p w14:paraId="13A93B26" w14:textId="2BC49F4B" w:rsidR="00F1480E" w:rsidRPr="000754EC" w:rsidRDefault="00B22550" w:rsidP="00B2255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B22550">
              <w:t xml:space="preserve">Assessors </w:t>
            </w:r>
            <w:r w:rsidR="007306C6">
              <w:t xml:space="preserve">of this unit </w:t>
            </w:r>
            <w:r w:rsidRPr="00B22550">
              <w:t xml:space="preserve">must satisfy </w:t>
            </w:r>
            <w:r w:rsidR="007306C6" w:rsidRPr="007306C6">
              <w:t>the requirements for assessors in applicable vocational education and training legislation, frameworks and/or standards</w:t>
            </w:r>
            <w:r w:rsidRPr="00B22550">
              <w:t>.</w:t>
            </w:r>
          </w:p>
        </w:tc>
      </w:tr>
    </w:tbl>
    <w:p w14:paraId="123554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7A44CB1" w14:textId="77777777" w:rsidTr="004679E3">
        <w:tc>
          <w:tcPr>
            <w:tcW w:w="990" w:type="pct"/>
            <w:shd w:val="clear" w:color="auto" w:fill="auto"/>
          </w:tcPr>
          <w:p w14:paraId="22EB9B9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18F8B0" w14:textId="77777777" w:rsidR="00CF33E6" w:rsidRPr="00CF33E6" w:rsidRDefault="00CF33E6" w:rsidP="00CF33E6">
            <w:r w:rsidRPr="00CF33E6">
              <w:t xml:space="preserve">Companion Volumes, including Implementation Guides, are available at </w:t>
            </w:r>
            <w:proofErr w:type="spellStart"/>
            <w:r w:rsidRPr="00CF33E6">
              <w:t>VETNet</w:t>
            </w:r>
            <w:proofErr w:type="spellEnd"/>
            <w:r w:rsidRPr="00CF33E6">
              <w:t xml:space="preserve">: </w:t>
            </w:r>
          </w:p>
          <w:p w14:paraId="43BBD341" w14:textId="2BCF9674" w:rsidR="00F1480E" w:rsidRPr="000754EC" w:rsidRDefault="00FE50E9" w:rsidP="00CF33E6">
            <w:hyperlink r:id="rId12" w:history="1">
              <w:r w:rsidR="00CF33E6" w:rsidRPr="00CF33E6">
                <w:t>https://vetnet.gov.au/Pages/TrainingDocs.aspx?q=c6399549-9c62-4a5e-bf1a-524b2322cf72</w:t>
              </w:r>
            </w:hyperlink>
          </w:p>
        </w:tc>
      </w:tr>
    </w:tbl>
    <w:p w14:paraId="151EE13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4479B" w14:textId="77777777" w:rsidR="000A5C96" w:rsidRDefault="000A5C96" w:rsidP="00BF3F0A">
      <w:r>
        <w:separator/>
      </w:r>
    </w:p>
    <w:p w14:paraId="6EEBBFE6" w14:textId="77777777" w:rsidR="000A5C96" w:rsidRDefault="000A5C96"/>
  </w:endnote>
  <w:endnote w:type="continuationSeparator" w:id="0">
    <w:p w14:paraId="2B6D5361" w14:textId="77777777" w:rsidR="000A5C96" w:rsidRDefault="000A5C96" w:rsidP="00BF3F0A">
      <w:r>
        <w:continuationSeparator/>
      </w:r>
    </w:p>
    <w:p w14:paraId="1C2482A9" w14:textId="77777777" w:rsidR="000A5C96" w:rsidRDefault="000A5C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5AB9A8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F35E6">
          <w:rPr>
            <w:noProof/>
          </w:rPr>
          <w:t>2</w:t>
        </w:r>
        <w:r w:rsidRPr="000754EC">
          <w:fldChar w:fldCharType="end"/>
        </w:r>
      </w:p>
      <w:p w14:paraId="0353890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BBB7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E2E03" w14:textId="77777777" w:rsidR="000A5C96" w:rsidRDefault="000A5C96" w:rsidP="00BF3F0A">
      <w:r>
        <w:separator/>
      </w:r>
    </w:p>
    <w:p w14:paraId="04180A0D" w14:textId="77777777" w:rsidR="000A5C96" w:rsidRDefault="000A5C96"/>
  </w:footnote>
  <w:footnote w:type="continuationSeparator" w:id="0">
    <w:p w14:paraId="088BDB5C" w14:textId="77777777" w:rsidR="000A5C96" w:rsidRDefault="000A5C96" w:rsidP="00BF3F0A">
      <w:r>
        <w:continuationSeparator/>
      </w:r>
    </w:p>
    <w:p w14:paraId="786AFD82" w14:textId="77777777" w:rsidR="000A5C96" w:rsidRDefault="000A5C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A3833" w14:textId="14EB1809" w:rsidR="00B22550" w:rsidRDefault="00B22550">
    <w:r w:rsidRPr="00B22550">
      <w:t>AHCBAC5</w:t>
    </w:r>
    <w:r w:rsidR="005C458D">
      <w:t>1</w:t>
    </w:r>
    <w:r w:rsidRPr="00B22550">
      <w:t>0 Manage integrated crop and pasture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FC"/>
    <w:rsid w:val="000014B9"/>
    <w:rsid w:val="0000156E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B6D"/>
    <w:rsid w:val="00064BFE"/>
    <w:rsid w:val="00070B3E"/>
    <w:rsid w:val="00071F95"/>
    <w:rsid w:val="000737BB"/>
    <w:rsid w:val="00074E47"/>
    <w:rsid w:val="000754EC"/>
    <w:rsid w:val="0008082B"/>
    <w:rsid w:val="0009093B"/>
    <w:rsid w:val="000A02AA"/>
    <w:rsid w:val="000A5441"/>
    <w:rsid w:val="000A5C96"/>
    <w:rsid w:val="000C042B"/>
    <w:rsid w:val="000C149A"/>
    <w:rsid w:val="000C224E"/>
    <w:rsid w:val="000E25E6"/>
    <w:rsid w:val="000E2C86"/>
    <w:rsid w:val="000F29F2"/>
    <w:rsid w:val="00101659"/>
    <w:rsid w:val="00105AEA"/>
    <w:rsid w:val="001078BF"/>
    <w:rsid w:val="001266F1"/>
    <w:rsid w:val="00133957"/>
    <w:rsid w:val="001372F6"/>
    <w:rsid w:val="00144385"/>
    <w:rsid w:val="00146EEC"/>
    <w:rsid w:val="00151D55"/>
    <w:rsid w:val="00151D93"/>
    <w:rsid w:val="00156EF3"/>
    <w:rsid w:val="00162D82"/>
    <w:rsid w:val="00176E4F"/>
    <w:rsid w:val="001823F0"/>
    <w:rsid w:val="00184703"/>
    <w:rsid w:val="0018546B"/>
    <w:rsid w:val="001A6A3E"/>
    <w:rsid w:val="001A7B6D"/>
    <w:rsid w:val="001B34D5"/>
    <w:rsid w:val="001B3653"/>
    <w:rsid w:val="001B431F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754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4D3"/>
    <w:rsid w:val="002970C3"/>
    <w:rsid w:val="002A452D"/>
    <w:rsid w:val="002A4CD3"/>
    <w:rsid w:val="002A6CC4"/>
    <w:rsid w:val="002C55E9"/>
    <w:rsid w:val="002D02E5"/>
    <w:rsid w:val="002D0C8B"/>
    <w:rsid w:val="002D330A"/>
    <w:rsid w:val="002E170C"/>
    <w:rsid w:val="002E193E"/>
    <w:rsid w:val="002E6FA7"/>
    <w:rsid w:val="00305EFF"/>
    <w:rsid w:val="00310A6A"/>
    <w:rsid w:val="003144E6"/>
    <w:rsid w:val="003321ED"/>
    <w:rsid w:val="00337E82"/>
    <w:rsid w:val="0034109F"/>
    <w:rsid w:val="00346FDC"/>
    <w:rsid w:val="00350BB1"/>
    <w:rsid w:val="003517A5"/>
    <w:rsid w:val="00352C83"/>
    <w:rsid w:val="00366266"/>
    <w:rsid w:val="00366805"/>
    <w:rsid w:val="0037067D"/>
    <w:rsid w:val="00373436"/>
    <w:rsid w:val="0038735B"/>
    <w:rsid w:val="003916D1"/>
    <w:rsid w:val="00394C47"/>
    <w:rsid w:val="003A21F0"/>
    <w:rsid w:val="003A277F"/>
    <w:rsid w:val="003A58BA"/>
    <w:rsid w:val="003A5AE7"/>
    <w:rsid w:val="003A7221"/>
    <w:rsid w:val="003B3493"/>
    <w:rsid w:val="003C13AE"/>
    <w:rsid w:val="003D2E73"/>
    <w:rsid w:val="003E0A0C"/>
    <w:rsid w:val="003E72B6"/>
    <w:rsid w:val="003E7BB2"/>
    <w:rsid w:val="003E7BBE"/>
    <w:rsid w:val="004127E3"/>
    <w:rsid w:val="0043212E"/>
    <w:rsid w:val="00434366"/>
    <w:rsid w:val="00434ECE"/>
    <w:rsid w:val="00444423"/>
    <w:rsid w:val="00452F3E"/>
    <w:rsid w:val="00456176"/>
    <w:rsid w:val="0045765E"/>
    <w:rsid w:val="004640AE"/>
    <w:rsid w:val="004679E3"/>
    <w:rsid w:val="00475172"/>
    <w:rsid w:val="004758B0"/>
    <w:rsid w:val="004832D2"/>
    <w:rsid w:val="00485559"/>
    <w:rsid w:val="00487F4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087"/>
    <w:rsid w:val="004E0460"/>
    <w:rsid w:val="004E1579"/>
    <w:rsid w:val="004E5FAE"/>
    <w:rsid w:val="004E6245"/>
    <w:rsid w:val="004E6741"/>
    <w:rsid w:val="004E7094"/>
    <w:rsid w:val="004F50AA"/>
    <w:rsid w:val="004F5DC7"/>
    <w:rsid w:val="004F78DA"/>
    <w:rsid w:val="00520E9A"/>
    <w:rsid w:val="005248C1"/>
    <w:rsid w:val="00525FAF"/>
    <w:rsid w:val="00526134"/>
    <w:rsid w:val="0052690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58D"/>
    <w:rsid w:val="005D16C9"/>
    <w:rsid w:val="005D1AFD"/>
    <w:rsid w:val="005E51E6"/>
    <w:rsid w:val="005F027A"/>
    <w:rsid w:val="005F33CC"/>
    <w:rsid w:val="005F771F"/>
    <w:rsid w:val="006121D4"/>
    <w:rsid w:val="00613B49"/>
    <w:rsid w:val="006140FC"/>
    <w:rsid w:val="00616845"/>
    <w:rsid w:val="00620E8E"/>
    <w:rsid w:val="00623DE9"/>
    <w:rsid w:val="00630251"/>
    <w:rsid w:val="00633CFE"/>
    <w:rsid w:val="00634FCA"/>
    <w:rsid w:val="00643844"/>
    <w:rsid w:val="00643D1B"/>
    <w:rsid w:val="006452B8"/>
    <w:rsid w:val="0064616C"/>
    <w:rsid w:val="00652E62"/>
    <w:rsid w:val="006848CC"/>
    <w:rsid w:val="00686A49"/>
    <w:rsid w:val="00687B62"/>
    <w:rsid w:val="00690C44"/>
    <w:rsid w:val="006969D9"/>
    <w:rsid w:val="006A2B68"/>
    <w:rsid w:val="006A56B2"/>
    <w:rsid w:val="006C2F32"/>
    <w:rsid w:val="006C3CB6"/>
    <w:rsid w:val="006D0116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89C"/>
    <w:rsid w:val="00715794"/>
    <w:rsid w:val="00717385"/>
    <w:rsid w:val="00722769"/>
    <w:rsid w:val="00727901"/>
    <w:rsid w:val="007306C6"/>
    <w:rsid w:val="0073075B"/>
    <w:rsid w:val="0073404B"/>
    <w:rsid w:val="007341FF"/>
    <w:rsid w:val="007404E9"/>
    <w:rsid w:val="007444CF"/>
    <w:rsid w:val="00752C75"/>
    <w:rsid w:val="0075674E"/>
    <w:rsid w:val="00757005"/>
    <w:rsid w:val="00761DBE"/>
    <w:rsid w:val="0076523B"/>
    <w:rsid w:val="00771B60"/>
    <w:rsid w:val="00781D77"/>
    <w:rsid w:val="00783549"/>
    <w:rsid w:val="007860B7"/>
    <w:rsid w:val="00786DC8"/>
    <w:rsid w:val="007924DE"/>
    <w:rsid w:val="007A300D"/>
    <w:rsid w:val="007D5A78"/>
    <w:rsid w:val="007E3BD1"/>
    <w:rsid w:val="007F1563"/>
    <w:rsid w:val="007F1EB2"/>
    <w:rsid w:val="007F44DB"/>
    <w:rsid w:val="007F5A8B"/>
    <w:rsid w:val="008047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C62"/>
    <w:rsid w:val="008B7138"/>
    <w:rsid w:val="008E260C"/>
    <w:rsid w:val="008E39BE"/>
    <w:rsid w:val="008E62EC"/>
    <w:rsid w:val="008F32F6"/>
    <w:rsid w:val="00916CD7"/>
    <w:rsid w:val="00920111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AA4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061"/>
    <w:rsid w:val="00A13052"/>
    <w:rsid w:val="00A216A8"/>
    <w:rsid w:val="00A223A6"/>
    <w:rsid w:val="00A316D9"/>
    <w:rsid w:val="00A3639E"/>
    <w:rsid w:val="00A44DC4"/>
    <w:rsid w:val="00A5092E"/>
    <w:rsid w:val="00A554D6"/>
    <w:rsid w:val="00A56E14"/>
    <w:rsid w:val="00A61536"/>
    <w:rsid w:val="00A6476B"/>
    <w:rsid w:val="00A76C6C"/>
    <w:rsid w:val="00A87356"/>
    <w:rsid w:val="00A92D30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5E6"/>
    <w:rsid w:val="00AF3957"/>
    <w:rsid w:val="00AF5D3F"/>
    <w:rsid w:val="00B0712C"/>
    <w:rsid w:val="00B12013"/>
    <w:rsid w:val="00B22550"/>
    <w:rsid w:val="00B22C67"/>
    <w:rsid w:val="00B274BA"/>
    <w:rsid w:val="00B3508F"/>
    <w:rsid w:val="00B443EE"/>
    <w:rsid w:val="00B560C8"/>
    <w:rsid w:val="00B61150"/>
    <w:rsid w:val="00B65BC7"/>
    <w:rsid w:val="00B746B9"/>
    <w:rsid w:val="00B848D4"/>
    <w:rsid w:val="00B865B7"/>
    <w:rsid w:val="00BA1A1A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0BE2"/>
    <w:rsid w:val="00C317DC"/>
    <w:rsid w:val="00C578E9"/>
    <w:rsid w:val="00C70626"/>
    <w:rsid w:val="00C72860"/>
    <w:rsid w:val="00C73582"/>
    <w:rsid w:val="00C73B90"/>
    <w:rsid w:val="00C742EC"/>
    <w:rsid w:val="00C9025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3E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5B9"/>
    <w:rsid w:val="00D54C76"/>
    <w:rsid w:val="00D71E43"/>
    <w:rsid w:val="00D727F3"/>
    <w:rsid w:val="00D73695"/>
    <w:rsid w:val="00D810DE"/>
    <w:rsid w:val="00D87D32"/>
    <w:rsid w:val="00D900DC"/>
    <w:rsid w:val="00D91188"/>
    <w:rsid w:val="00D92C83"/>
    <w:rsid w:val="00DA0A81"/>
    <w:rsid w:val="00DA3618"/>
    <w:rsid w:val="00DA3C10"/>
    <w:rsid w:val="00DA53B5"/>
    <w:rsid w:val="00DC1758"/>
    <w:rsid w:val="00DC1D69"/>
    <w:rsid w:val="00DC54A5"/>
    <w:rsid w:val="00DC5A3A"/>
    <w:rsid w:val="00DC60E6"/>
    <w:rsid w:val="00DD0726"/>
    <w:rsid w:val="00DF0977"/>
    <w:rsid w:val="00E238E6"/>
    <w:rsid w:val="00E35064"/>
    <w:rsid w:val="00E3681D"/>
    <w:rsid w:val="00E40225"/>
    <w:rsid w:val="00E4585F"/>
    <w:rsid w:val="00E501F0"/>
    <w:rsid w:val="00E6166D"/>
    <w:rsid w:val="00E91BFF"/>
    <w:rsid w:val="00E92933"/>
    <w:rsid w:val="00E94FAD"/>
    <w:rsid w:val="00EB0AA4"/>
    <w:rsid w:val="00EB5C88"/>
    <w:rsid w:val="00EC0469"/>
    <w:rsid w:val="00EC73CD"/>
    <w:rsid w:val="00EC7E7A"/>
    <w:rsid w:val="00ED349D"/>
    <w:rsid w:val="00EF01F8"/>
    <w:rsid w:val="00EF40EF"/>
    <w:rsid w:val="00EF47FE"/>
    <w:rsid w:val="00F00BF6"/>
    <w:rsid w:val="00F069BD"/>
    <w:rsid w:val="00F11C81"/>
    <w:rsid w:val="00F1480E"/>
    <w:rsid w:val="00F1497D"/>
    <w:rsid w:val="00F16AAC"/>
    <w:rsid w:val="00F33FF2"/>
    <w:rsid w:val="00F438FC"/>
    <w:rsid w:val="00F444DE"/>
    <w:rsid w:val="00F5616F"/>
    <w:rsid w:val="00F56451"/>
    <w:rsid w:val="00F56827"/>
    <w:rsid w:val="00F62866"/>
    <w:rsid w:val="00F65EF0"/>
    <w:rsid w:val="00F71651"/>
    <w:rsid w:val="00F76191"/>
    <w:rsid w:val="00F76CC6"/>
    <w:rsid w:val="00F809A2"/>
    <w:rsid w:val="00F83D7C"/>
    <w:rsid w:val="00FB232E"/>
    <w:rsid w:val="00FD448A"/>
    <w:rsid w:val="00FD557D"/>
    <w:rsid w:val="00FE0282"/>
    <w:rsid w:val="00FE124D"/>
    <w:rsid w:val="00FE50E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D2ACD0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B22550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225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22550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22550"/>
    <w:pPr>
      <w:ind w:left="1083" w:hanging="36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487F4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CB3D9-4802-43DD-80A6-E75227A3F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d50bbff7-d6dd-47d2-864a-cfdc2c3db0f4"/>
    <ds:schemaRef ds:uri="http://purl.org/dc/terms/"/>
    <ds:schemaRef ds:uri="http://purl.org/dc/elements/1.1/"/>
    <ds:schemaRef ds:uri="http://schemas.openxmlformats.org/package/2006/metadata/core-properties"/>
    <ds:schemaRef ds:uri="fd25c7f2-c1ba-4eb5-a1ed-ac45092cec8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4626F8-E5D5-4232-886B-EF76ED7D2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1</TotalTime>
  <Pages>4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8297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Lucinda O'Brien</cp:lastModifiedBy>
  <cp:revision>3</cp:revision>
  <cp:lastPrinted>2016-05-27T05:21:00Z</cp:lastPrinted>
  <dcterms:created xsi:type="dcterms:W3CDTF">2020-05-11T02:56:00Z</dcterms:created>
  <dcterms:modified xsi:type="dcterms:W3CDTF">2020-07-27T00:21:00Z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