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5033E322" w:rsidR="00A301E0" w:rsidRPr="00923720" w:rsidRDefault="00D530DB" w:rsidP="009C7708">
            <w:pPr>
              <w:pStyle w:val="SISSCODE"/>
            </w:pPr>
            <w:r w:rsidRPr="00D530DB">
              <w:t>FBPSSXXXX1</w:t>
            </w:r>
          </w:p>
        </w:tc>
        <w:tc>
          <w:tcPr>
            <w:tcW w:w="3604" w:type="pct"/>
            <w:shd w:val="clear" w:color="auto" w:fill="auto"/>
          </w:tcPr>
          <w:p w14:paraId="30393142" w14:textId="3B940508" w:rsidR="00A301E0" w:rsidRPr="00923720" w:rsidRDefault="00D530DB" w:rsidP="009C7708">
            <w:pPr>
              <w:pStyle w:val="SISStitle"/>
            </w:pPr>
            <w:r w:rsidRPr="00D530DB">
              <w:t>FBPSSXXXX1 Cheesemonger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FEF86A7" w14:textId="1A362A6B" w:rsidR="00CC7DDF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work as a cheesemonger, </w:t>
            </w:r>
            <w:r w:rsidR="00D530DB" w:rsidRPr="00D530DB">
              <w:t>prepar</w:t>
            </w:r>
            <w:r w:rsidR="00D530DB">
              <w:t xml:space="preserve">ing and storing cheese and conveying knowledge of cheese </w:t>
            </w:r>
            <w:r w:rsidR="00D530DB" w:rsidRPr="00D530DB">
              <w:t>to a customer in a retail environment.</w:t>
            </w:r>
            <w:r w:rsidR="00270B3A">
              <w:t xml:space="preserve"> </w:t>
            </w:r>
            <w:r w:rsidR="00CC7DDF" w:rsidRPr="00CC7DDF"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1433DF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3939D1F4" w:rsidR="00D530DB" w:rsidRPr="00D530DB" w:rsidRDefault="00D530DB" w:rsidP="00D530DB">
            <w:pPr>
              <w:pStyle w:val="SIBulletList1"/>
            </w:pPr>
            <w:r w:rsidRPr="00D530DB">
              <w:t xml:space="preserve">FBP4XX19 Certificate IV in </w:t>
            </w:r>
            <w:r w:rsidR="002F2559">
              <w:t xml:space="preserve">Artisan </w:t>
            </w:r>
            <w:r w:rsidRPr="00D530DB">
              <w:t xml:space="preserve">Fermented </w:t>
            </w:r>
            <w:r w:rsidR="005E042F">
              <w:t>Products</w:t>
            </w:r>
            <w:bookmarkStart w:id="0" w:name="_GoBack"/>
            <w:bookmarkEnd w:id="0"/>
          </w:p>
          <w:p w14:paraId="2763F038" w14:textId="77777777" w:rsidR="00D530DB" w:rsidRPr="00D530DB" w:rsidRDefault="00D530DB" w:rsidP="00D530DB">
            <w:pPr>
              <w:pStyle w:val="SIBulletList1"/>
            </w:pPr>
            <w:r w:rsidRPr="00D530DB">
              <w:t>FBP5XX19 Diploma of Artisan Cheese Making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B13E7A3" w14:textId="77777777" w:rsidR="00D530DB" w:rsidRDefault="00D530DB" w:rsidP="00D530DB">
            <w:pPr>
              <w:pStyle w:val="SIBulletList1"/>
            </w:pPr>
            <w:r w:rsidRPr="00D530DB">
              <w:t>FBPCHE4XX1 Prepare and present cheese</w:t>
            </w:r>
          </w:p>
          <w:p w14:paraId="25AA4311" w14:textId="6B9DE25B" w:rsidR="00D530DB" w:rsidRPr="00D530DB" w:rsidRDefault="00D530DB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64C150B" w14:textId="77777777" w:rsidR="00D530DB" w:rsidRPr="00D530DB" w:rsidRDefault="00D530DB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C59D3BC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>
              <w:t>cheesemongers</w:t>
            </w:r>
            <w:r w:rsidR="00E36729">
              <w:t xml:space="preserve"> who </w:t>
            </w:r>
            <w:r w:rsidR="00BF3C09">
              <w:t>store, present and convey knowledge of cheese 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6593EEC0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1433DF">
              <w:rPr>
                <w:rStyle w:val="SIText-Italic"/>
              </w:rPr>
              <w:t xml:space="preserve">FBP </w:t>
            </w:r>
            <w:r w:rsidRPr="001433DF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="001433DF">
              <w:t xml:space="preserve">and the </w:t>
            </w:r>
            <w:r w:rsidR="001433DF" w:rsidRPr="001433DF">
              <w:rPr>
                <w:rStyle w:val="SIText-Italic"/>
              </w:rPr>
              <w:t>SIR Retail Services Training Package</w:t>
            </w:r>
            <w:r w:rsidR="001433DF">
              <w:t xml:space="preserve"> </w:t>
            </w:r>
            <w:r w:rsidRPr="00D26449">
              <w:t xml:space="preserve">meet the requirements for </w:t>
            </w:r>
            <w:r w:rsidR="00BF3C09">
              <w:t>a cheesemonger.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D9147" w14:textId="77777777" w:rsidR="00190429" w:rsidRDefault="00190429" w:rsidP="00BF3F0A">
      <w:r>
        <w:separator/>
      </w:r>
    </w:p>
    <w:p w14:paraId="7D6B3DCF" w14:textId="77777777" w:rsidR="00190429" w:rsidRDefault="00190429"/>
  </w:endnote>
  <w:endnote w:type="continuationSeparator" w:id="0">
    <w:p w14:paraId="2CBA843B" w14:textId="77777777" w:rsidR="00190429" w:rsidRDefault="00190429" w:rsidP="00BF3F0A">
      <w:r>
        <w:continuationSeparator/>
      </w:r>
    </w:p>
    <w:p w14:paraId="0A6F946B" w14:textId="77777777" w:rsidR="00190429" w:rsidRDefault="00190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D09CC" w14:textId="77777777" w:rsidR="00190429" w:rsidRDefault="00190429" w:rsidP="00BF3F0A">
      <w:r>
        <w:separator/>
      </w:r>
    </w:p>
    <w:p w14:paraId="506DAFE6" w14:textId="77777777" w:rsidR="00190429" w:rsidRDefault="00190429"/>
  </w:footnote>
  <w:footnote w:type="continuationSeparator" w:id="0">
    <w:p w14:paraId="340B1833" w14:textId="77777777" w:rsidR="00190429" w:rsidRDefault="00190429" w:rsidP="00BF3F0A">
      <w:r>
        <w:continuationSeparator/>
      </w:r>
    </w:p>
    <w:p w14:paraId="28AC2582" w14:textId="77777777" w:rsidR="00190429" w:rsidRDefault="001904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791D7E74" w:rsidR="009C2650" w:rsidRDefault="005E042F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FBPSSXXXX1 Cheesemonger</w:t>
    </w:r>
    <w:r w:rsidR="00D530DB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33DF"/>
    <w:rsid w:val="00144385"/>
    <w:rsid w:val="00151D93"/>
    <w:rsid w:val="00156EF3"/>
    <w:rsid w:val="0016138C"/>
    <w:rsid w:val="00176E4F"/>
    <w:rsid w:val="0018546B"/>
    <w:rsid w:val="00190429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0B3A"/>
    <w:rsid w:val="00276DB8"/>
    <w:rsid w:val="00282664"/>
    <w:rsid w:val="00285FB8"/>
    <w:rsid w:val="002931C2"/>
    <w:rsid w:val="002A4CD3"/>
    <w:rsid w:val="002C55E9"/>
    <w:rsid w:val="002D0C8B"/>
    <w:rsid w:val="002E193E"/>
    <w:rsid w:val="002F2559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E042F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08E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74778"/>
    <w:rsid w:val="00C85416"/>
    <w:rsid w:val="00C96AF3"/>
    <w:rsid w:val="00C97CCC"/>
    <w:rsid w:val="00CA0274"/>
    <w:rsid w:val="00CB746F"/>
    <w:rsid w:val="00CC451E"/>
    <w:rsid w:val="00CC7DD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47C14-A7C3-4614-8988-A32631D0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17</cp:revision>
  <cp:lastPrinted>2016-05-27T05:21:00Z</cp:lastPrinted>
  <dcterms:created xsi:type="dcterms:W3CDTF">2019-01-06T21:14:00Z</dcterms:created>
  <dcterms:modified xsi:type="dcterms:W3CDTF">2019-05-14T02:56:00Z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