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D237A7C" w14:textId="77777777" w:rsidTr="009C7708">
        <w:tc>
          <w:tcPr>
            <w:tcW w:w="1396" w:type="pct"/>
            <w:shd w:val="clear" w:color="auto" w:fill="auto"/>
          </w:tcPr>
          <w:p w14:paraId="181672A7" w14:textId="43BD8582" w:rsidR="00A301E0" w:rsidRPr="00923720" w:rsidRDefault="00D530DB" w:rsidP="009C7708">
            <w:pPr>
              <w:pStyle w:val="SISSCODE"/>
            </w:pPr>
            <w:bookmarkStart w:id="0" w:name="_GoBack"/>
            <w:bookmarkEnd w:id="0"/>
            <w:r w:rsidRPr="00D530DB">
              <w:t>FBPSSXXXX</w:t>
            </w:r>
            <w:r w:rsidR="002A5887">
              <w:t>8</w:t>
            </w:r>
          </w:p>
        </w:tc>
        <w:tc>
          <w:tcPr>
            <w:tcW w:w="3604" w:type="pct"/>
            <w:shd w:val="clear" w:color="auto" w:fill="auto"/>
          </w:tcPr>
          <w:p w14:paraId="30393142" w14:textId="1687C194" w:rsidR="00A301E0" w:rsidRPr="00923720" w:rsidRDefault="00D530DB" w:rsidP="009C7708">
            <w:pPr>
              <w:pStyle w:val="SISStitle"/>
            </w:pPr>
            <w:r w:rsidRPr="00D530DB">
              <w:t>FBPSSXXXX</w:t>
            </w:r>
            <w:r w:rsidR="002A5887">
              <w:t>8</w:t>
            </w:r>
            <w:r w:rsidRPr="00D530DB">
              <w:t xml:space="preserve"> </w:t>
            </w:r>
            <w:r w:rsidR="002A5887">
              <w:t xml:space="preserve">Present Artisan Food or Beverages </w:t>
            </w:r>
            <w:r w:rsidRPr="00D530DB">
              <w:t>Skill Set</w:t>
            </w:r>
          </w:p>
        </w:tc>
      </w:tr>
    </w:tbl>
    <w:p w14:paraId="751EA1CA" w14:textId="77777777" w:rsidR="00A301E0" w:rsidRPr="00A301E0" w:rsidRDefault="00A301E0" w:rsidP="00A301E0"/>
    <w:p w14:paraId="3331ABC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7464C8" w14:textId="77777777" w:rsidTr="009C7708">
        <w:trPr>
          <w:tblHeader/>
        </w:trPr>
        <w:tc>
          <w:tcPr>
            <w:tcW w:w="2689" w:type="dxa"/>
          </w:tcPr>
          <w:p w14:paraId="1398ED8F" w14:textId="77777777" w:rsidR="00F1480E" w:rsidRPr="00A326C2" w:rsidRDefault="000D7BE6" w:rsidP="009C7708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DE33C1" w14:textId="77777777" w:rsidR="00F1480E" w:rsidRPr="00A326C2" w:rsidRDefault="000D7BE6" w:rsidP="009C7708">
            <w:pPr>
              <w:pStyle w:val="SIText-Bold"/>
            </w:pPr>
            <w:r w:rsidRPr="00A326C2">
              <w:t>Comments</w:t>
            </w:r>
          </w:p>
        </w:tc>
      </w:tr>
      <w:tr w:rsidR="00F1480E" w14:paraId="47BF66BC" w14:textId="77777777" w:rsidTr="009C7708">
        <w:tc>
          <w:tcPr>
            <w:tcW w:w="2689" w:type="dxa"/>
          </w:tcPr>
          <w:p w14:paraId="434B154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5D56">
              <w:t xml:space="preserve"> 1</w:t>
            </w:r>
          </w:p>
        </w:tc>
        <w:tc>
          <w:tcPr>
            <w:tcW w:w="6939" w:type="dxa"/>
          </w:tcPr>
          <w:p w14:paraId="327B858E" w14:textId="424BC6C5" w:rsidR="00F1480E" w:rsidRPr="00CC451E" w:rsidRDefault="00F1480E" w:rsidP="000B5D56">
            <w:pPr>
              <w:pStyle w:val="SIText"/>
            </w:pPr>
            <w:r w:rsidRPr="00CC451E">
              <w:t xml:space="preserve">This version released with </w:t>
            </w:r>
            <w:r w:rsidR="000B5D56">
              <w:t>FBP Food, Beverage and Pharmaceutical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D530DB">
              <w:t>3</w:t>
            </w:r>
            <w:r w:rsidR="000B5D56">
              <w:t>.0</w:t>
            </w:r>
            <w:r w:rsidRPr="00CC451E">
              <w:t>.</w:t>
            </w:r>
          </w:p>
        </w:tc>
      </w:tr>
    </w:tbl>
    <w:p w14:paraId="14D525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EC9316" w14:textId="77777777" w:rsidTr="000D7BE6">
        <w:tc>
          <w:tcPr>
            <w:tcW w:w="5000" w:type="pct"/>
            <w:shd w:val="clear" w:color="auto" w:fill="auto"/>
          </w:tcPr>
          <w:p w14:paraId="500A568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0F784E74" w14:textId="4C7C5076" w:rsidR="007961A9" w:rsidRPr="007961A9" w:rsidRDefault="007961A9" w:rsidP="007961A9">
            <w:pPr>
              <w:pStyle w:val="SIText"/>
            </w:pPr>
            <w:r w:rsidRPr="007961A9">
              <w:t xml:space="preserve">This </w:t>
            </w:r>
            <w:r>
              <w:t>skill set</w:t>
            </w:r>
            <w:r w:rsidRPr="007961A9">
              <w:t xml:space="preserve"> is designed to </w:t>
            </w:r>
            <w:r w:rsidR="004F0529">
              <w:t>cover</w:t>
            </w:r>
            <w:r w:rsidRPr="007961A9">
              <w:t xml:space="preserve"> the knowledge and skills </w:t>
            </w:r>
            <w:r w:rsidR="004F0529">
              <w:t xml:space="preserve">required </w:t>
            </w:r>
            <w:r w:rsidR="00D530DB">
              <w:t xml:space="preserve">to </w:t>
            </w:r>
            <w:r w:rsidR="002A5887">
              <w:t xml:space="preserve">prepare and present artisan food or beverages </w:t>
            </w:r>
            <w:r w:rsidR="00D530DB" w:rsidRPr="00D530DB">
              <w:t>to</w:t>
            </w:r>
            <w:r w:rsidR="002A5887">
              <w:t xml:space="preserve"> </w:t>
            </w:r>
            <w:r w:rsidR="00D530DB" w:rsidRPr="00D530DB">
              <w:t>customer</w:t>
            </w:r>
            <w:r w:rsidR="002A5887">
              <w:t>s</w:t>
            </w:r>
            <w:r w:rsidR="00D530DB" w:rsidRPr="00D530DB">
              <w:t xml:space="preserve"> in a retail environment.</w:t>
            </w:r>
          </w:p>
          <w:p w14:paraId="0879ACF3" w14:textId="77777777" w:rsidR="00A772D9" w:rsidRPr="00856837" w:rsidRDefault="00A772D9" w:rsidP="007961A9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0A5067D" w14:textId="77777777" w:rsidTr="009C7708">
        <w:trPr>
          <w:trHeight w:val="790"/>
        </w:trPr>
        <w:tc>
          <w:tcPr>
            <w:tcW w:w="5000" w:type="pct"/>
            <w:shd w:val="clear" w:color="auto" w:fill="auto"/>
          </w:tcPr>
          <w:p w14:paraId="14D37E4C" w14:textId="77777777" w:rsidR="00A301E0" w:rsidRDefault="00A301E0" w:rsidP="009C7708">
            <w:pPr>
              <w:pStyle w:val="SITextHeading2"/>
            </w:pPr>
            <w:r>
              <w:t>Pathways Information</w:t>
            </w:r>
          </w:p>
          <w:p w14:paraId="57B75408" w14:textId="28AC2E09" w:rsidR="00AF1BBA" w:rsidRPr="00AF1BBA" w:rsidRDefault="00AF1BBA" w:rsidP="00AF1BBA">
            <w:pPr>
              <w:pStyle w:val="SIText"/>
            </w:pPr>
            <w:r w:rsidRPr="00AF1BBA">
              <w:t xml:space="preserve">These units of competency provide credit towards a number of qualifications in the </w:t>
            </w:r>
            <w:r w:rsidRPr="0025372E">
              <w:rPr>
                <w:rStyle w:val="SIText-Italic"/>
              </w:rPr>
              <w:t>FBP Food, Beverage and Pharmaceutical Training Package</w:t>
            </w:r>
            <w:r w:rsidR="00500701">
              <w:t xml:space="preserve">, </w:t>
            </w:r>
            <w:r w:rsidRPr="00AF1BBA">
              <w:t>including:</w:t>
            </w:r>
          </w:p>
          <w:p w14:paraId="77BEC8B2" w14:textId="77777777" w:rsidR="00613262" w:rsidRDefault="00613262" w:rsidP="00CA7DD1">
            <w:pPr>
              <w:pStyle w:val="SIBulletList1"/>
            </w:pPr>
            <w:r>
              <w:t xml:space="preserve">FBP40418 </w:t>
            </w:r>
            <w:r w:rsidRPr="0025372E">
              <w:t>Certificate IV in Food Science and Technology</w:t>
            </w:r>
          </w:p>
          <w:p w14:paraId="5B65B64D" w14:textId="6D2656D0" w:rsidR="00613262" w:rsidRDefault="00613262" w:rsidP="00613262">
            <w:pPr>
              <w:pStyle w:val="SIBulletList1"/>
            </w:pPr>
            <w:r>
              <w:t>FBP50118</w:t>
            </w:r>
            <w:r w:rsidRPr="0025372E">
              <w:t xml:space="preserve"> Diploma of Food Science and Technology</w:t>
            </w:r>
          </w:p>
          <w:p w14:paraId="0186B1E9" w14:textId="2F43E99B" w:rsidR="00D530DB" w:rsidRPr="00D530DB" w:rsidRDefault="00D530DB" w:rsidP="00D530DB">
            <w:pPr>
              <w:pStyle w:val="SIBulletList1"/>
            </w:pPr>
            <w:r w:rsidRPr="00D530DB">
              <w:t>FBP4XX19 Certificate IV in Fermented Food and Beverages</w:t>
            </w:r>
          </w:p>
          <w:p w14:paraId="5093C979" w14:textId="1C1FED87" w:rsidR="00500701" w:rsidRPr="00890663" w:rsidRDefault="00500701" w:rsidP="002A5887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A301E0" w:rsidRPr="00963A46" w14:paraId="20BAE80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5F6D9F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028766A" w14:textId="77777777" w:rsidR="00D530DB" w:rsidRPr="00D530DB" w:rsidRDefault="00D530DB" w:rsidP="00D530DB">
            <w:pPr>
              <w:pStyle w:val="SIText"/>
            </w:pPr>
            <w:r w:rsidRPr="00D530DB">
              <w:t xml:space="preserve">Legislative and regulatory requirements apply to food safety </w:t>
            </w:r>
            <w:r w:rsidRPr="00D530DB">
              <w:rPr>
                <w:rFonts w:eastAsiaTheme="minorHAnsi"/>
              </w:rPr>
              <w:t xml:space="preserve">and are enforced through state/territory jurisdictions. </w:t>
            </w:r>
            <w:r w:rsidRPr="00D530DB">
              <w:t>Users must check with the relevant regulatory authority before delivery.</w:t>
            </w:r>
          </w:p>
          <w:p w14:paraId="07B75EC2" w14:textId="39D3DF40" w:rsidR="00C722F1" w:rsidRPr="00A301E0" w:rsidRDefault="00C722F1" w:rsidP="00F62A6C">
            <w:pPr>
              <w:pStyle w:val="SIText"/>
            </w:pPr>
          </w:p>
        </w:tc>
      </w:tr>
      <w:tr w:rsidR="00A772D9" w:rsidRPr="00963A46" w14:paraId="06E6B46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65480A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4482B1E" w14:textId="77777777" w:rsidR="004F0529" w:rsidRDefault="004F0529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7D67557A" w14:textId="562F2F52" w:rsidR="002A5887" w:rsidRDefault="002A5887" w:rsidP="00D530DB">
            <w:pPr>
              <w:pStyle w:val="SIBulletList1"/>
            </w:pPr>
            <w:r>
              <w:t>F</w:t>
            </w:r>
            <w:r w:rsidRPr="002A5887">
              <w:t>BPPPL4XX1 Prepare and present artisanal food and beverages</w:t>
            </w:r>
          </w:p>
          <w:p w14:paraId="25AA4311" w14:textId="5D9A2416" w:rsidR="00D530DB" w:rsidRPr="00D530DB" w:rsidRDefault="00D530DB" w:rsidP="00D530DB">
            <w:pPr>
              <w:pStyle w:val="SIBulletList1"/>
            </w:pPr>
            <w:r w:rsidRPr="00D530DB">
              <w:t>FBPFST4XX2 Apply sensory analysis in fermented food and</w:t>
            </w:r>
            <w:r>
              <w:t>/or</w:t>
            </w:r>
            <w:r w:rsidRPr="00D530DB">
              <w:t xml:space="preserve"> beverage production</w:t>
            </w:r>
          </w:p>
          <w:p w14:paraId="0FDB9767" w14:textId="77777777" w:rsidR="00D530DB" w:rsidRPr="00D530DB" w:rsidRDefault="00D530DB" w:rsidP="00D530DB">
            <w:pPr>
              <w:pStyle w:val="SIBulletList1"/>
            </w:pPr>
            <w:r w:rsidRPr="00D530DB">
              <w:t>FBPTEC4003 Control food contamination and spoilage</w:t>
            </w:r>
          </w:p>
          <w:p w14:paraId="764C150B" w14:textId="77777777" w:rsidR="00D530DB" w:rsidRPr="00D530DB" w:rsidRDefault="00D530DB" w:rsidP="00D530DB">
            <w:pPr>
              <w:pStyle w:val="SIBulletList1"/>
            </w:pPr>
            <w:r w:rsidRPr="00D530DB">
              <w:t>SIRRFSA001 Handle food safely in a retail environment</w:t>
            </w:r>
          </w:p>
          <w:p w14:paraId="2A02D9CA" w14:textId="77777777" w:rsidR="00F62A6C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3574B0B" w14:textId="3A8561B9" w:rsidR="00F62A6C" w:rsidRPr="009C7708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0F3EFA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BA45B6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C5335AD" w14:textId="24B46407" w:rsidR="0016138C" w:rsidRPr="009C7708" w:rsidRDefault="00D530DB" w:rsidP="009C7708">
            <w:pPr>
              <w:pStyle w:val="SIText"/>
            </w:pPr>
            <w:r w:rsidRPr="00D530DB">
              <w:t xml:space="preserve">This skill set is for </w:t>
            </w:r>
            <w:r w:rsidR="002A5887">
              <w:t xml:space="preserve">those </w:t>
            </w:r>
            <w:r w:rsidR="00E36729">
              <w:t xml:space="preserve">who </w:t>
            </w:r>
            <w:r w:rsidR="00BF3C09">
              <w:t xml:space="preserve">store, present and convey knowledge of </w:t>
            </w:r>
            <w:r w:rsidR="002A5887">
              <w:t xml:space="preserve">artisan food or beverages </w:t>
            </w:r>
            <w:r w:rsidR="00BF3C09">
              <w:t>in a retail environment.</w:t>
            </w:r>
          </w:p>
        </w:tc>
      </w:tr>
      <w:tr w:rsidR="00DB557A" w:rsidRPr="00963A46" w14:paraId="6F19A0C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2852D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BFF60DD" w14:textId="1880CD45" w:rsidR="00DB557A" w:rsidRDefault="00D26449" w:rsidP="00DB557A">
            <w:pPr>
              <w:pStyle w:val="SIText"/>
            </w:pPr>
            <w:r w:rsidRPr="00D26449">
              <w:t xml:space="preserve">These competencies from the </w:t>
            </w:r>
            <w:r w:rsidR="00BC74DC" w:rsidRPr="00CA7DD1">
              <w:rPr>
                <w:rStyle w:val="SIText-Italic"/>
              </w:rPr>
              <w:t xml:space="preserve">FBP </w:t>
            </w:r>
            <w:r w:rsidRPr="00CA7DD1">
              <w:rPr>
                <w:rStyle w:val="SIText-Italic"/>
              </w:rPr>
              <w:t>Food, Beverage and Pharmaceutical Training Package</w:t>
            </w:r>
            <w:r w:rsidR="008B6A97">
              <w:t xml:space="preserve"> </w:t>
            </w:r>
            <w:r w:rsidRPr="00D26449">
              <w:t xml:space="preserve">meet the requirements </w:t>
            </w:r>
            <w:r w:rsidR="002A5887">
              <w:t xml:space="preserve">of those </w:t>
            </w:r>
            <w:r w:rsidR="002A5887" w:rsidRPr="002A5887">
              <w:t>who store, present and convey knowledge of artisan food or beverages in a retail environment.</w:t>
            </w:r>
          </w:p>
          <w:p w14:paraId="1FFAAF09" w14:textId="77777777" w:rsidR="00DB557A" w:rsidRPr="00EB7EB1" w:rsidRDefault="00DB557A" w:rsidP="00BC74DC">
            <w:pPr>
              <w:pStyle w:val="SITemporarytext"/>
              <w:rPr>
                <w:b/>
              </w:rPr>
            </w:pPr>
          </w:p>
        </w:tc>
      </w:tr>
    </w:tbl>
    <w:p w14:paraId="035FB5AE" w14:textId="495C20BB" w:rsidR="000B76D6" w:rsidRDefault="000B76D6" w:rsidP="00DB557A">
      <w:pPr>
        <w:spacing w:after="200" w:line="276" w:lineRule="auto"/>
      </w:pPr>
    </w:p>
    <w:sectPr w:rsidR="000B76D6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95AB0F" w14:textId="77777777" w:rsidR="00B94F06" w:rsidRDefault="00B94F06" w:rsidP="00BF3F0A">
      <w:r>
        <w:separator/>
      </w:r>
    </w:p>
    <w:p w14:paraId="4DD024BB" w14:textId="77777777" w:rsidR="00B94F06" w:rsidRDefault="00B94F06"/>
  </w:endnote>
  <w:endnote w:type="continuationSeparator" w:id="0">
    <w:p w14:paraId="2B4B6B84" w14:textId="77777777" w:rsidR="00B94F06" w:rsidRDefault="00B94F06" w:rsidP="00BF3F0A">
      <w:r>
        <w:continuationSeparator/>
      </w:r>
    </w:p>
    <w:p w14:paraId="07686021" w14:textId="77777777" w:rsidR="00B94F06" w:rsidRDefault="00B94F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A2D167" w14:textId="1D6AACC4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8B6A97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F48577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54FBA8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8F834C" w14:textId="77777777" w:rsidR="00B94F06" w:rsidRDefault="00B94F06" w:rsidP="00BF3F0A">
      <w:r>
        <w:separator/>
      </w:r>
    </w:p>
    <w:p w14:paraId="12ACEA68" w14:textId="77777777" w:rsidR="00B94F06" w:rsidRDefault="00B94F06"/>
  </w:footnote>
  <w:footnote w:type="continuationSeparator" w:id="0">
    <w:p w14:paraId="0FC47422" w14:textId="77777777" w:rsidR="00B94F06" w:rsidRDefault="00B94F06" w:rsidP="00BF3F0A">
      <w:r>
        <w:continuationSeparator/>
      </w:r>
    </w:p>
    <w:p w14:paraId="7EA80541" w14:textId="77777777" w:rsidR="00B94F06" w:rsidRDefault="00B94F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D4A01" w14:textId="0A91A0F3" w:rsidR="009C2650" w:rsidRDefault="00B94F06" w:rsidP="00D530DB">
    <w:pPr>
      <w:pStyle w:val="SIText"/>
    </w:pPr>
    <w:sdt>
      <w:sdtPr>
        <w:id w:val="2080790125"/>
        <w:docPartObj>
          <w:docPartGallery w:val="Watermarks"/>
          <w:docPartUnique/>
        </w:docPartObj>
      </w:sdtPr>
      <w:sdtEndPr/>
      <w:sdtContent>
        <w:r>
          <w:pict w14:anchorId="3F16B11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530DB" w:rsidRPr="00D530DB">
      <w:t xml:space="preserve"> </w:t>
    </w:r>
    <w:r w:rsidR="002A5887" w:rsidRPr="002A5887">
      <w:t>FBPSSXXXX8 Present Artisan Food or Beverages Skill Set</w:t>
    </w:r>
    <w:r w:rsidR="002A5887" w:rsidRPr="002A5887" w:rsidDel="002A5887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D5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5D56"/>
    <w:rsid w:val="000B76D6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0A5C"/>
    <w:rsid w:val="00223124"/>
    <w:rsid w:val="00234444"/>
    <w:rsid w:val="002349E5"/>
    <w:rsid w:val="00242293"/>
    <w:rsid w:val="00244EA7"/>
    <w:rsid w:val="0025372E"/>
    <w:rsid w:val="00262FC3"/>
    <w:rsid w:val="00276DB8"/>
    <w:rsid w:val="00282664"/>
    <w:rsid w:val="00285FB8"/>
    <w:rsid w:val="002931C2"/>
    <w:rsid w:val="002A4CD3"/>
    <w:rsid w:val="002A5887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92AAC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5E5A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38D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E7FBE"/>
    <w:rsid w:val="004F0529"/>
    <w:rsid w:val="004F435A"/>
    <w:rsid w:val="004F5DC7"/>
    <w:rsid w:val="004F78DA"/>
    <w:rsid w:val="00500701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199C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262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C7AFB"/>
    <w:rsid w:val="006D4448"/>
    <w:rsid w:val="006E2C4D"/>
    <w:rsid w:val="006E4FED"/>
    <w:rsid w:val="00705EEC"/>
    <w:rsid w:val="00707741"/>
    <w:rsid w:val="00722769"/>
    <w:rsid w:val="00727901"/>
    <w:rsid w:val="0073075B"/>
    <w:rsid w:val="007341FF"/>
    <w:rsid w:val="007404E9"/>
    <w:rsid w:val="007444CF"/>
    <w:rsid w:val="0075775D"/>
    <w:rsid w:val="0076523B"/>
    <w:rsid w:val="00771B60"/>
    <w:rsid w:val="007725D9"/>
    <w:rsid w:val="007748BE"/>
    <w:rsid w:val="00781D77"/>
    <w:rsid w:val="00783DE8"/>
    <w:rsid w:val="007860B7"/>
    <w:rsid w:val="0078615E"/>
    <w:rsid w:val="00786DC8"/>
    <w:rsid w:val="007961A9"/>
    <w:rsid w:val="007D5A78"/>
    <w:rsid w:val="007E3BD1"/>
    <w:rsid w:val="007F1563"/>
    <w:rsid w:val="007F44DB"/>
    <w:rsid w:val="007F5A8B"/>
    <w:rsid w:val="007F7D9A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4B50"/>
    <w:rsid w:val="00865011"/>
    <w:rsid w:val="00883C6C"/>
    <w:rsid w:val="00886790"/>
    <w:rsid w:val="00890663"/>
    <w:rsid w:val="008908DE"/>
    <w:rsid w:val="00894FBB"/>
    <w:rsid w:val="008A09EB"/>
    <w:rsid w:val="008A12ED"/>
    <w:rsid w:val="008B2C77"/>
    <w:rsid w:val="008B4AD2"/>
    <w:rsid w:val="008B6A97"/>
    <w:rsid w:val="008C574D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B20"/>
    <w:rsid w:val="009527CB"/>
    <w:rsid w:val="00953835"/>
    <w:rsid w:val="00960F6C"/>
    <w:rsid w:val="00970747"/>
    <w:rsid w:val="0098725E"/>
    <w:rsid w:val="009A5900"/>
    <w:rsid w:val="009C2650"/>
    <w:rsid w:val="009C7708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67E93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430"/>
    <w:rsid w:val="00AD3896"/>
    <w:rsid w:val="00AD5B47"/>
    <w:rsid w:val="00AE1ED9"/>
    <w:rsid w:val="00AE32CB"/>
    <w:rsid w:val="00AF1BBA"/>
    <w:rsid w:val="00AF3957"/>
    <w:rsid w:val="00B12013"/>
    <w:rsid w:val="00B22C67"/>
    <w:rsid w:val="00B3508F"/>
    <w:rsid w:val="00B443EE"/>
    <w:rsid w:val="00B444A2"/>
    <w:rsid w:val="00B560C8"/>
    <w:rsid w:val="00B61150"/>
    <w:rsid w:val="00B65BC7"/>
    <w:rsid w:val="00B746B9"/>
    <w:rsid w:val="00B848D4"/>
    <w:rsid w:val="00B85A20"/>
    <w:rsid w:val="00B865B7"/>
    <w:rsid w:val="00B9420A"/>
    <w:rsid w:val="00B94F06"/>
    <w:rsid w:val="00BA1CB1"/>
    <w:rsid w:val="00BA482D"/>
    <w:rsid w:val="00BA7B66"/>
    <w:rsid w:val="00BB23F4"/>
    <w:rsid w:val="00BC5075"/>
    <w:rsid w:val="00BC74DC"/>
    <w:rsid w:val="00BD3B0F"/>
    <w:rsid w:val="00BF1D4C"/>
    <w:rsid w:val="00BF3C09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2F1"/>
    <w:rsid w:val="00C72860"/>
    <w:rsid w:val="00C73B90"/>
    <w:rsid w:val="00C73EAF"/>
    <w:rsid w:val="00C85416"/>
    <w:rsid w:val="00C96AF3"/>
    <w:rsid w:val="00C97CCC"/>
    <w:rsid w:val="00CA0274"/>
    <w:rsid w:val="00CA7DD1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449"/>
    <w:rsid w:val="00D30BC5"/>
    <w:rsid w:val="00D32124"/>
    <w:rsid w:val="00D530DB"/>
    <w:rsid w:val="00D54C76"/>
    <w:rsid w:val="00D65221"/>
    <w:rsid w:val="00D727F3"/>
    <w:rsid w:val="00D73695"/>
    <w:rsid w:val="00D7528F"/>
    <w:rsid w:val="00D810DE"/>
    <w:rsid w:val="00D87D32"/>
    <w:rsid w:val="00D92C83"/>
    <w:rsid w:val="00DA0A81"/>
    <w:rsid w:val="00DA3C10"/>
    <w:rsid w:val="00DA53B5"/>
    <w:rsid w:val="00DA6A76"/>
    <w:rsid w:val="00DB557A"/>
    <w:rsid w:val="00DC1D69"/>
    <w:rsid w:val="00DC5A3A"/>
    <w:rsid w:val="00E238E6"/>
    <w:rsid w:val="00E35064"/>
    <w:rsid w:val="00E36729"/>
    <w:rsid w:val="00E438C3"/>
    <w:rsid w:val="00E501F0"/>
    <w:rsid w:val="00E8242C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2A6C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AEF253"/>
  <w15:docId w15:val="{1403C8D8-C18B-4D63-A794-3CAA97A1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D56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E5DD5219E2314FB5D9B8C0D8C14D95" ma:contentTypeVersion="" ma:contentTypeDescription="Create a new document." ma:contentTypeScope="" ma:versionID="61824546e71d86b3dffc980502be10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802289-9e99-4ac8-a352-5f3fc332ac59" targetNamespace="http://schemas.microsoft.com/office/2006/metadata/properties" ma:root="true" ma:fieldsID="bd17f18ccd9207f9f54f9a717e511703" ns1:_="" ns2:_="" ns3:_="">
    <xsd:import namespace="http://schemas.microsoft.com/sharepoint/v3"/>
    <xsd:import namespace="d50bbff7-d6dd-47d2-864a-cfdc2c3db0f4"/>
    <xsd:import namespace="1d802289-9e99-4ac8-a352-5f3fc332ac5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802289-9e99-4ac8-a352-5f3fc332a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AA2C82-9EDD-46A6-B08B-778719282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802289-9e99-4ac8-a352-5f3fc332a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45B54D-796A-4A78-AF8F-409D245F4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5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Danni McDonald</dc:creator>
  <cp:keywords/>
  <dc:description/>
  <cp:lastModifiedBy>Danni McDonald</cp:lastModifiedBy>
  <cp:revision>5</cp:revision>
  <cp:lastPrinted>2016-05-27T05:21:00Z</cp:lastPrinted>
  <dcterms:created xsi:type="dcterms:W3CDTF">2019-04-01T00:11:00Z</dcterms:created>
  <dcterms:modified xsi:type="dcterms:W3CDTF">2019-04-05T01:31:00Z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0x0101000CE5DD5219E2314FB5D9B8C0D8C14D95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