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C173B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F89707C" w14:textId="77777777" w:rsidTr="00146EEC">
        <w:tc>
          <w:tcPr>
            <w:tcW w:w="2689" w:type="dxa"/>
          </w:tcPr>
          <w:p w14:paraId="6780DE90" w14:textId="77777777" w:rsidR="00F1480E" w:rsidRPr="000754EC" w:rsidRDefault="00830267" w:rsidP="000754EC">
            <w:pPr>
              <w:pStyle w:val="SIText-Bold"/>
            </w:pPr>
            <w:r w:rsidRPr="00A326C2">
              <w:t>Release</w:t>
            </w:r>
          </w:p>
        </w:tc>
        <w:tc>
          <w:tcPr>
            <w:tcW w:w="6939" w:type="dxa"/>
          </w:tcPr>
          <w:p w14:paraId="55E72529" w14:textId="77777777" w:rsidR="00F1480E" w:rsidRPr="000754EC" w:rsidRDefault="00830267" w:rsidP="000754EC">
            <w:pPr>
              <w:pStyle w:val="SIText-Bold"/>
            </w:pPr>
            <w:r w:rsidRPr="00A326C2">
              <w:t>Comments</w:t>
            </w:r>
          </w:p>
        </w:tc>
      </w:tr>
      <w:tr w:rsidR="00890FB8" w14:paraId="19CF835B" w14:textId="77777777" w:rsidTr="00146EEC">
        <w:tc>
          <w:tcPr>
            <w:tcW w:w="2689" w:type="dxa"/>
          </w:tcPr>
          <w:p w14:paraId="634874BE" w14:textId="77777777" w:rsidR="00890FB8" w:rsidRPr="00890FB8" w:rsidRDefault="00890FB8" w:rsidP="00890FB8">
            <w:pPr>
              <w:pStyle w:val="SIText"/>
            </w:pPr>
            <w:r w:rsidRPr="00890FB8">
              <w:t>Release 1</w:t>
            </w:r>
          </w:p>
        </w:tc>
        <w:tc>
          <w:tcPr>
            <w:tcW w:w="6939" w:type="dxa"/>
          </w:tcPr>
          <w:p w14:paraId="6DB37D01" w14:textId="3F84FCC5" w:rsidR="00890FB8" w:rsidRPr="00890FB8" w:rsidRDefault="00890FB8" w:rsidP="00890FB8">
            <w:pPr>
              <w:pStyle w:val="SIText"/>
            </w:pPr>
            <w:r w:rsidRPr="00890FB8">
              <w:t xml:space="preserve">This version released with AHC Agriculture, Horticulture, Conservation and Land Management Training Package Version </w:t>
            </w:r>
            <w:r w:rsidR="005C1F03">
              <w:t>4</w:t>
            </w:r>
            <w:r w:rsidRPr="00890FB8">
              <w:t>.0.</w:t>
            </w:r>
          </w:p>
        </w:tc>
      </w:tr>
    </w:tbl>
    <w:p w14:paraId="48EEF46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FC2B9EE" w14:textId="77777777" w:rsidTr="00CA2922">
        <w:trPr>
          <w:tblHeader/>
        </w:trPr>
        <w:tc>
          <w:tcPr>
            <w:tcW w:w="1396" w:type="pct"/>
            <w:shd w:val="clear" w:color="auto" w:fill="auto"/>
          </w:tcPr>
          <w:p w14:paraId="1223E68C" w14:textId="745F1F5C" w:rsidR="00F1480E" w:rsidRPr="000754EC" w:rsidRDefault="00CA49AE" w:rsidP="000754EC">
            <w:pPr>
              <w:pStyle w:val="SIUNITCODE"/>
            </w:pPr>
            <w:r>
              <w:t>AHCARBXX</w:t>
            </w:r>
            <w:r w:rsidR="0038370B">
              <w:t>3</w:t>
            </w:r>
            <w:r w:rsidR="006B0D1D">
              <w:t>XX</w:t>
            </w:r>
          </w:p>
        </w:tc>
        <w:tc>
          <w:tcPr>
            <w:tcW w:w="3604" w:type="pct"/>
            <w:shd w:val="clear" w:color="auto" w:fill="auto"/>
          </w:tcPr>
          <w:p w14:paraId="06504063" w14:textId="03FDC59B" w:rsidR="00F1480E" w:rsidRPr="000754EC" w:rsidRDefault="0046483B" w:rsidP="000754EC">
            <w:pPr>
              <w:pStyle w:val="SIUnittitle"/>
            </w:pPr>
            <w:r>
              <w:t>Access tree for inspection or ecology</w:t>
            </w:r>
          </w:p>
        </w:tc>
      </w:tr>
      <w:tr w:rsidR="00F1480E" w:rsidRPr="00963A46" w14:paraId="24E2D2A0" w14:textId="77777777" w:rsidTr="00CA2922">
        <w:tc>
          <w:tcPr>
            <w:tcW w:w="1396" w:type="pct"/>
            <w:shd w:val="clear" w:color="auto" w:fill="auto"/>
          </w:tcPr>
          <w:p w14:paraId="7C63C07D" w14:textId="77777777" w:rsidR="00F1480E" w:rsidRPr="000754EC" w:rsidRDefault="00FD557D" w:rsidP="000754EC">
            <w:pPr>
              <w:pStyle w:val="SIHeading2"/>
            </w:pPr>
            <w:r w:rsidRPr="00FD557D">
              <w:t>Application</w:t>
            </w:r>
          </w:p>
          <w:p w14:paraId="19DC843B" w14:textId="77777777" w:rsidR="00FD557D" w:rsidRPr="00923720" w:rsidRDefault="00FD557D" w:rsidP="000754EC">
            <w:pPr>
              <w:pStyle w:val="SIHeading2"/>
            </w:pPr>
          </w:p>
        </w:tc>
        <w:tc>
          <w:tcPr>
            <w:tcW w:w="3604" w:type="pct"/>
            <w:shd w:val="clear" w:color="auto" w:fill="auto"/>
          </w:tcPr>
          <w:p w14:paraId="3FFED550" w14:textId="5D9C0424" w:rsidR="0038370B" w:rsidRDefault="0046483B" w:rsidP="0038370B">
            <w:pPr>
              <w:pStyle w:val="SIText"/>
            </w:pPr>
            <w:r w:rsidRPr="0046483B">
              <w:t>This unit describes the skills and knowledge required to access trees for ecological or environmental inspection. It does not describe the skills and knowledge required to access trees</w:t>
            </w:r>
            <w:r>
              <w:t xml:space="preserve"> to conduct arboricultural work, </w:t>
            </w:r>
            <w:r w:rsidRPr="0046483B">
              <w:t xml:space="preserve">tree pruning or </w:t>
            </w:r>
            <w:r>
              <w:t>removal</w:t>
            </w:r>
            <w:r w:rsidRPr="0046483B">
              <w:t xml:space="preserve">. </w:t>
            </w:r>
          </w:p>
          <w:p w14:paraId="5B8E665C" w14:textId="77777777" w:rsidR="0046483B" w:rsidRPr="00A25F91" w:rsidRDefault="0046483B" w:rsidP="0038370B">
            <w:pPr>
              <w:pStyle w:val="SIText"/>
            </w:pPr>
          </w:p>
          <w:p w14:paraId="2E4A28C4" w14:textId="77777777" w:rsidR="00B302B9" w:rsidRPr="00B302B9" w:rsidRDefault="00B302B9" w:rsidP="00B302B9">
            <w:pPr>
              <w:pStyle w:val="SIText"/>
            </w:pPr>
            <w:r w:rsidRPr="00144991">
              <w:t>The unit applies to individuals who work under broad direction and take responsibility for their own work. They use discretion and judgement in the selection, allocation and use of available resources and for solving problems.</w:t>
            </w:r>
          </w:p>
          <w:p w14:paraId="2E296E55" w14:textId="77777777" w:rsidR="0038370B" w:rsidRPr="00A25F91" w:rsidRDefault="0038370B" w:rsidP="0038370B">
            <w:pPr>
              <w:pStyle w:val="SIText"/>
            </w:pPr>
          </w:p>
          <w:p w14:paraId="067A823B" w14:textId="671DEE8A" w:rsidR="00373436" w:rsidRPr="000754EC" w:rsidRDefault="00B302B9" w:rsidP="0038370B">
            <w:pPr>
              <w:pStyle w:val="SIText"/>
            </w:pPr>
            <w:r w:rsidRPr="00B302B9">
              <w:t>No occupational licensing, legislative or certification requirements are known to apply to this unit at the time of publication.</w:t>
            </w:r>
          </w:p>
        </w:tc>
      </w:tr>
      <w:tr w:rsidR="00F1480E" w:rsidRPr="00963A46" w14:paraId="4C097142" w14:textId="77777777" w:rsidTr="00CA2922">
        <w:tc>
          <w:tcPr>
            <w:tcW w:w="1396" w:type="pct"/>
            <w:shd w:val="clear" w:color="auto" w:fill="auto"/>
          </w:tcPr>
          <w:p w14:paraId="2CB6F8A7" w14:textId="77777777" w:rsidR="00F1480E" w:rsidRPr="000754EC" w:rsidRDefault="00FD557D" w:rsidP="000754EC">
            <w:pPr>
              <w:pStyle w:val="SIHeading2"/>
            </w:pPr>
            <w:r w:rsidRPr="00923720">
              <w:t>Prerequisite Unit</w:t>
            </w:r>
          </w:p>
        </w:tc>
        <w:tc>
          <w:tcPr>
            <w:tcW w:w="3604" w:type="pct"/>
            <w:shd w:val="clear" w:color="auto" w:fill="auto"/>
          </w:tcPr>
          <w:p w14:paraId="026DDED0" w14:textId="134977FE" w:rsidR="00F1480E" w:rsidRPr="000754EC" w:rsidRDefault="004E4F4D" w:rsidP="00890FB8">
            <w:pPr>
              <w:pStyle w:val="SIText"/>
            </w:pPr>
            <w:r>
              <w:t>Nil</w:t>
            </w:r>
          </w:p>
        </w:tc>
      </w:tr>
      <w:tr w:rsidR="00F1480E" w:rsidRPr="00963A46" w14:paraId="7E4A678F" w14:textId="77777777" w:rsidTr="00CA2922">
        <w:tc>
          <w:tcPr>
            <w:tcW w:w="1396" w:type="pct"/>
            <w:shd w:val="clear" w:color="auto" w:fill="auto"/>
          </w:tcPr>
          <w:p w14:paraId="214AC474" w14:textId="77777777" w:rsidR="00F1480E" w:rsidRPr="000754EC" w:rsidRDefault="00FD557D" w:rsidP="000754EC">
            <w:pPr>
              <w:pStyle w:val="SIHeading2"/>
            </w:pPr>
            <w:r w:rsidRPr="00923720">
              <w:t>Unit Sector</w:t>
            </w:r>
          </w:p>
        </w:tc>
        <w:tc>
          <w:tcPr>
            <w:tcW w:w="3604" w:type="pct"/>
            <w:shd w:val="clear" w:color="auto" w:fill="auto"/>
          </w:tcPr>
          <w:p w14:paraId="4C5F4798" w14:textId="77777777" w:rsidR="00F1480E" w:rsidRPr="000754EC" w:rsidRDefault="00F60946" w:rsidP="000754EC">
            <w:pPr>
              <w:pStyle w:val="SIText"/>
            </w:pPr>
            <w:r w:rsidRPr="00D001BE">
              <w:t>Arboriculture (ARB)</w:t>
            </w:r>
          </w:p>
        </w:tc>
      </w:tr>
    </w:tbl>
    <w:p w14:paraId="0773D4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CCAE996" w14:textId="77777777" w:rsidTr="00CA2922">
        <w:trPr>
          <w:cantSplit/>
          <w:tblHeader/>
        </w:trPr>
        <w:tc>
          <w:tcPr>
            <w:tcW w:w="1396" w:type="pct"/>
            <w:tcBorders>
              <w:bottom w:val="single" w:sz="4" w:space="0" w:color="C0C0C0"/>
            </w:tcBorders>
            <w:shd w:val="clear" w:color="auto" w:fill="auto"/>
          </w:tcPr>
          <w:p w14:paraId="01BAA65E"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08D0377" w14:textId="77777777" w:rsidR="00F1480E" w:rsidRPr="000754EC" w:rsidRDefault="00FD557D" w:rsidP="000754EC">
            <w:pPr>
              <w:pStyle w:val="SIHeading2"/>
            </w:pPr>
            <w:r w:rsidRPr="00923720">
              <w:t>Performance Criteria</w:t>
            </w:r>
          </w:p>
        </w:tc>
      </w:tr>
      <w:tr w:rsidR="00F1480E" w:rsidRPr="00963A46" w14:paraId="5377865E" w14:textId="77777777" w:rsidTr="00CA2922">
        <w:trPr>
          <w:cantSplit/>
          <w:tblHeader/>
        </w:trPr>
        <w:tc>
          <w:tcPr>
            <w:tcW w:w="1396" w:type="pct"/>
            <w:tcBorders>
              <w:top w:val="single" w:sz="4" w:space="0" w:color="C0C0C0"/>
            </w:tcBorders>
            <w:shd w:val="clear" w:color="auto" w:fill="auto"/>
          </w:tcPr>
          <w:p w14:paraId="3F700BE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885E38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8370B" w:rsidRPr="00963A46" w14:paraId="4EE50B19" w14:textId="77777777" w:rsidTr="00CA2922">
        <w:trPr>
          <w:cantSplit/>
        </w:trPr>
        <w:tc>
          <w:tcPr>
            <w:tcW w:w="1396" w:type="pct"/>
            <w:shd w:val="clear" w:color="auto" w:fill="auto"/>
          </w:tcPr>
          <w:p w14:paraId="2B6A9E70" w14:textId="77777777" w:rsidR="0038370B" w:rsidRPr="0038370B" w:rsidRDefault="0038370B" w:rsidP="0038370B">
            <w:pPr>
              <w:pStyle w:val="SIText"/>
            </w:pPr>
            <w:r>
              <w:t>1.</w:t>
            </w:r>
            <w:r w:rsidR="004E4F4D">
              <w:t xml:space="preserve"> </w:t>
            </w:r>
            <w:r w:rsidRPr="0038370B">
              <w:t>Prepare site and inspect equipment</w:t>
            </w:r>
          </w:p>
        </w:tc>
        <w:tc>
          <w:tcPr>
            <w:tcW w:w="3604" w:type="pct"/>
            <w:shd w:val="clear" w:color="auto" w:fill="auto"/>
          </w:tcPr>
          <w:p w14:paraId="344D03CF" w14:textId="7BC1E97B" w:rsidR="004E4F4D" w:rsidRPr="004E4F4D" w:rsidRDefault="004E4F4D" w:rsidP="004E4F4D">
            <w:pPr>
              <w:pStyle w:val="SIText"/>
            </w:pPr>
            <w:r w:rsidRPr="004E4F4D">
              <w:t>1.1 Confirm ac</w:t>
            </w:r>
            <w:r w:rsidR="0046483B">
              <w:t>cess to site and scope of works according to workplace procedures</w:t>
            </w:r>
          </w:p>
          <w:p w14:paraId="2200DAC3" w14:textId="6BE1E8A1" w:rsidR="004E4F4D" w:rsidRPr="004E4F4D" w:rsidRDefault="004E4F4D" w:rsidP="004E4F4D">
            <w:pPr>
              <w:pStyle w:val="SIText"/>
            </w:pPr>
            <w:r w:rsidRPr="004E4F4D">
              <w:t>1.</w:t>
            </w:r>
            <w:r w:rsidR="0046483B">
              <w:t>2</w:t>
            </w:r>
            <w:r w:rsidRPr="004E4F4D">
              <w:t xml:space="preserve"> </w:t>
            </w:r>
            <w:r w:rsidR="0046483B" w:rsidRPr="0046483B">
              <w:t>Undertake a site-specific Job Safety Analysis (JSA)</w:t>
            </w:r>
            <w:r w:rsidR="00B35631">
              <w:t>,</w:t>
            </w:r>
            <w:r w:rsidR="0046483B" w:rsidRPr="0046483B">
              <w:t xml:space="preserve"> record and implement control measures according to workplace safety procedures</w:t>
            </w:r>
          </w:p>
          <w:p w14:paraId="15D52177" w14:textId="5D3C5B56" w:rsidR="004E4F4D" w:rsidRPr="004E4F4D" w:rsidRDefault="004E4F4D" w:rsidP="004E4F4D">
            <w:pPr>
              <w:pStyle w:val="SIText"/>
            </w:pPr>
            <w:r w:rsidRPr="004E4F4D">
              <w:t>1.</w:t>
            </w:r>
            <w:r w:rsidR="0046483B">
              <w:t>3</w:t>
            </w:r>
            <w:r w:rsidRPr="004E4F4D">
              <w:t xml:space="preserve"> Confirm availability of first aid and rescue personnel, equipment and procedures</w:t>
            </w:r>
          </w:p>
          <w:p w14:paraId="2C7195AB" w14:textId="6FB0B74A" w:rsidR="004E4F4D" w:rsidRPr="004E4F4D" w:rsidRDefault="004E4F4D" w:rsidP="004E4F4D">
            <w:pPr>
              <w:pStyle w:val="SIText"/>
            </w:pPr>
            <w:r w:rsidRPr="004E4F4D">
              <w:t>1.</w:t>
            </w:r>
            <w:r w:rsidR="0046483B">
              <w:t>4</w:t>
            </w:r>
            <w:r w:rsidRPr="004E4F4D">
              <w:t xml:space="preserve"> Conduct pre-operational preparations and safety checks, on ropes, harnesses, tools and equipment</w:t>
            </w:r>
          </w:p>
          <w:p w14:paraId="567E85EF" w14:textId="168A4A8F" w:rsidR="0038370B" w:rsidRPr="0038370B" w:rsidRDefault="004E4F4D" w:rsidP="0038370B">
            <w:pPr>
              <w:pStyle w:val="SIText"/>
            </w:pPr>
            <w:r>
              <w:t>1.</w:t>
            </w:r>
            <w:r w:rsidR="0046483B">
              <w:t>5</w:t>
            </w:r>
            <w:r w:rsidRPr="004E4F4D">
              <w:t xml:space="preserve"> Select, </w:t>
            </w:r>
            <w:r w:rsidR="0046483B">
              <w:t>check</w:t>
            </w:r>
            <w:r w:rsidRPr="004E4F4D">
              <w:t xml:space="preserve"> and use personal protective equipment</w:t>
            </w:r>
          </w:p>
        </w:tc>
      </w:tr>
      <w:tr w:rsidR="0038370B" w:rsidRPr="00963A46" w14:paraId="5D73E335" w14:textId="77777777" w:rsidTr="0038370B">
        <w:trPr>
          <w:cantSplit/>
        </w:trPr>
        <w:tc>
          <w:tcPr>
            <w:tcW w:w="1396" w:type="pct"/>
            <w:shd w:val="clear" w:color="auto" w:fill="auto"/>
          </w:tcPr>
          <w:p w14:paraId="43E79FCA" w14:textId="525B207F" w:rsidR="0038370B" w:rsidRPr="0038370B" w:rsidRDefault="0038370B">
            <w:pPr>
              <w:pStyle w:val="SIText"/>
            </w:pPr>
            <w:r>
              <w:t>2.</w:t>
            </w:r>
            <w:r w:rsidR="004E4F4D">
              <w:t xml:space="preserve"> Prepare to access tree</w:t>
            </w:r>
          </w:p>
        </w:tc>
        <w:tc>
          <w:tcPr>
            <w:tcW w:w="3604" w:type="pct"/>
            <w:shd w:val="clear" w:color="auto" w:fill="auto"/>
          </w:tcPr>
          <w:p w14:paraId="27E9DCD4" w14:textId="77777777" w:rsidR="004E4F4D" w:rsidRPr="004E4F4D" w:rsidRDefault="004E4F4D" w:rsidP="004E4F4D">
            <w:pPr>
              <w:pStyle w:val="SIText"/>
            </w:pPr>
            <w:r w:rsidRPr="004E4F4D">
              <w:t xml:space="preserve">2.1 Inspect tree to determine efficient low risk access route and </w:t>
            </w:r>
            <w:r>
              <w:t xml:space="preserve">climbing </w:t>
            </w:r>
            <w:r w:rsidRPr="004E4F4D">
              <w:t>method through discussion with work team</w:t>
            </w:r>
          </w:p>
          <w:p w14:paraId="51C97FB1" w14:textId="2178BE82" w:rsidR="004E4F4D" w:rsidRPr="004E4F4D" w:rsidRDefault="004E4F4D" w:rsidP="004E4F4D">
            <w:pPr>
              <w:pStyle w:val="SIText"/>
            </w:pPr>
            <w:r w:rsidRPr="004E4F4D">
              <w:t>2.2 Select and prepare climbing equipment according to manufacturer instructions, work</w:t>
            </w:r>
            <w:r w:rsidR="00CB2553">
              <w:t>place</w:t>
            </w:r>
            <w:r w:rsidRPr="004E4F4D">
              <w:t xml:space="preserve"> health and safety regulations and industry standards</w:t>
            </w:r>
          </w:p>
          <w:p w14:paraId="3A347880" w14:textId="77777777" w:rsidR="004E4F4D" w:rsidRPr="004E4F4D" w:rsidRDefault="004E4F4D" w:rsidP="004E4F4D">
            <w:pPr>
              <w:pStyle w:val="SIText"/>
            </w:pPr>
            <w:r w:rsidRPr="004E4F4D">
              <w:t>2.</w:t>
            </w:r>
            <w:r>
              <w:t>3</w:t>
            </w:r>
            <w:r w:rsidRPr="004E4F4D">
              <w:t xml:space="preserve"> Configure climbing equipment components to form functional tree climbing system appropriate to the access method selected</w:t>
            </w:r>
          </w:p>
          <w:p w14:paraId="09FFA01E" w14:textId="77777777" w:rsidR="004E4F4D" w:rsidRDefault="004E4F4D" w:rsidP="004E4F4D">
            <w:pPr>
              <w:pStyle w:val="SIText"/>
            </w:pPr>
            <w:r w:rsidRPr="004E4F4D">
              <w:t>2.</w:t>
            </w:r>
            <w:r>
              <w:t>4</w:t>
            </w:r>
            <w:r w:rsidR="0079563B">
              <w:t xml:space="preserve"> </w:t>
            </w:r>
            <w:r w:rsidRPr="004E4F4D">
              <w:t>Tie, dress, set and finish climbing knots and hitches according to climbing system</w:t>
            </w:r>
          </w:p>
          <w:p w14:paraId="3949C0BD" w14:textId="4633681A" w:rsidR="0038370B" w:rsidRPr="0038370B" w:rsidRDefault="004E4F4D" w:rsidP="0038370B">
            <w:pPr>
              <w:pStyle w:val="SIText"/>
            </w:pPr>
            <w:r w:rsidRPr="004E4F4D">
              <w:t>2.</w:t>
            </w:r>
            <w:r w:rsidR="0046483B">
              <w:t>5</w:t>
            </w:r>
            <w:r w:rsidRPr="004E4F4D">
              <w:t xml:space="preserve"> Conduct pre-climb checks of configured systems to ensure compatibility, safety and function according to </w:t>
            </w:r>
            <w:r>
              <w:t xml:space="preserve">selected </w:t>
            </w:r>
            <w:r w:rsidRPr="004E4F4D">
              <w:t>climbing system, industry standards and manufacturer instructions</w:t>
            </w:r>
          </w:p>
        </w:tc>
      </w:tr>
      <w:tr w:rsidR="0038370B" w:rsidRPr="00963A46" w14:paraId="52B4DE40" w14:textId="77777777" w:rsidTr="0038370B">
        <w:trPr>
          <w:cantSplit/>
        </w:trPr>
        <w:tc>
          <w:tcPr>
            <w:tcW w:w="1396" w:type="pct"/>
            <w:shd w:val="clear" w:color="auto" w:fill="auto"/>
          </w:tcPr>
          <w:p w14:paraId="41E04C35" w14:textId="3D2D89AF" w:rsidR="0038370B" w:rsidRPr="0038370B" w:rsidRDefault="0038370B">
            <w:pPr>
              <w:pStyle w:val="SIText"/>
            </w:pPr>
            <w:r>
              <w:t>3.</w:t>
            </w:r>
            <w:r w:rsidR="004E4F4D">
              <w:t xml:space="preserve"> </w:t>
            </w:r>
            <w:r w:rsidR="0079563B">
              <w:t>A</w:t>
            </w:r>
            <w:r w:rsidRPr="0038370B">
              <w:t>ccess tree</w:t>
            </w:r>
            <w:r w:rsidR="0079563B">
              <w:t xml:space="preserve"> </w:t>
            </w:r>
            <w:r w:rsidR="002A0F60">
              <w:t xml:space="preserve">safely </w:t>
            </w:r>
            <w:r w:rsidR="0079563B">
              <w:t>to work position</w:t>
            </w:r>
          </w:p>
        </w:tc>
        <w:tc>
          <w:tcPr>
            <w:tcW w:w="3604" w:type="pct"/>
            <w:shd w:val="clear" w:color="auto" w:fill="auto"/>
          </w:tcPr>
          <w:p w14:paraId="54D872EE" w14:textId="22528924" w:rsidR="0079563B" w:rsidRDefault="0079563B" w:rsidP="0038370B">
            <w:pPr>
              <w:pStyle w:val="SIText"/>
            </w:pPr>
            <w:r w:rsidRPr="00A25F91">
              <w:t>3.</w:t>
            </w:r>
            <w:r>
              <w:t>1</w:t>
            </w:r>
            <w:r w:rsidRPr="0079563B">
              <w:t xml:space="preserve"> Select and install </w:t>
            </w:r>
            <w:r w:rsidR="0046483B">
              <w:t xml:space="preserve">suitable </w:t>
            </w:r>
            <w:r w:rsidRPr="0079563B">
              <w:t>anchor points according to access method selected</w:t>
            </w:r>
          </w:p>
          <w:p w14:paraId="2A379172" w14:textId="77777777" w:rsidR="0072473D" w:rsidRDefault="0038370B" w:rsidP="0038370B">
            <w:pPr>
              <w:pStyle w:val="SIText"/>
            </w:pPr>
            <w:r w:rsidRPr="00A25F91">
              <w:t>3.2</w:t>
            </w:r>
            <w:r>
              <w:t xml:space="preserve"> </w:t>
            </w:r>
            <w:r w:rsidR="0072473D">
              <w:t xml:space="preserve">Use </w:t>
            </w:r>
            <w:r w:rsidR="0072473D" w:rsidRPr="0072473D">
              <w:t xml:space="preserve">harness and lanyard </w:t>
            </w:r>
            <w:r w:rsidR="0072473D">
              <w:t>to a</w:t>
            </w:r>
            <w:r w:rsidR="0072473D" w:rsidRPr="0072473D">
              <w:t xml:space="preserve">scend tree </w:t>
            </w:r>
            <w:r w:rsidR="0072473D">
              <w:t>to</w:t>
            </w:r>
            <w:r w:rsidR="0072473D" w:rsidRPr="0072473D">
              <w:t xml:space="preserve"> suitable work positions within crown using </w:t>
            </w:r>
            <w:r w:rsidR="0072473D">
              <w:t>safe access route</w:t>
            </w:r>
          </w:p>
          <w:p w14:paraId="12EB6ACA" w14:textId="2AC46DA1" w:rsidR="0046483B" w:rsidRDefault="0046483B" w:rsidP="0038370B">
            <w:pPr>
              <w:pStyle w:val="SIText"/>
            </w:pPr>
            <w:r w:rsidRPr="0046483B">
              <w:t xml:space="preserve">3.3 </w:t>
            </w:r>
            <w:r>
              <w:t xml:space="preserve">Undertake </w:t>
            </w:r>
            <w:r w:rsidRPr="0046483B">
              <w:t xml:space="preserve">transitions between attachment points </w:t>
            </w:r>
            <w:r>
              <w:t xml:space="preserve">safely </w:t>
            </w:r>
            <w:r w:rsidRPr="0046483B">
              <w:t>to reach suitable work positions</w:t>
            </w:r>
          </w:p>
          <w:p w14:paraId="2ED65171" w14:textId="1DA90C1B" w:rsidR="009E441D" w:rsidRDefault="009E441D" w:rsidP="0038370B">
            <w:pPr>
              <w:pStyle w:val="SIText"/>
            </w:pPr>
            <w:r>
              <w:t>3.</w:t>
            </w:r>
            <w:r w:rsidR="00256FB4">
              <w:t>4</w:t>
            </w:r>
            <w:r w:rsidR="002A0F60">
              <w:t xml:space="preserve"> </w:t>
            </w:r>
            <w:r w:rsidRPr="009E441D">
              <w:t xml:space="preserve">Communicate with work team during operations </w:t>
            </w:r>
            <w:r>
              <w:t xml:space="preserve">according to </w:t>
            </w:r>
            <w:r w:rsidRPr="009E441D">
              <w:t xml:space="preserve">work site and </w:t>
            </w:r>
            <w:r>
              <w:t>e</w:t>
            </w:r>
            <w:r w:rsidRPr="009E441D">
              <w:t>nvironmental conditions using method</w:t>
            </w:r>
            <w:r>
              <w:t xml:space="preserve">s agreed with work team </w:t>
            </w:r>
          </w:p>
          <w:p w14:paraId="29CDAEBA" w14:textId="2D92AB96" w:rsidR="0038370B" w:rsidRPr="0038370B" w:rsidRDefault="0038370B">
            <w:pPr>
              <w:pStyle w:val="SIText"/>
            </w:pPr>
            <w:r w:rsidRPr="00A25F91">
              <w:t>3.</w:t>
            </w:r>
            <w:r w:rsidR="00256FB4">
              <w:t>5</w:t>
            </w:r>
            <w:r>
              <w:t xml:space="preserve"> </w:t>
            </w:r>
            <w:r w:rsidRPr="00A25F91">
              <w:t xml:space="preserve">Maintain awareness </w:t>
            </w:r>
            <w:r w:rsidR="00090A2C">
              <w:t xml:space="preserve">and </w:t>
            </w:r>
            <w:r w:rsidR="00090A2C" w:rsidRPr="00A25F91">
              <w:t>clearances</w:t>
            </w:r>
            <w:r w:rsidR="00090A2C" w:rsidRPr="00090A2C">
              <w:t xml:space="preserve"> </w:t>
            </w:r>
            <w:r w:rsidR="00090A2C">
              <w:t>to avoid</w:t>
            </w:r>
            <w:r w:rsidR="009E441D">
              <w:t xml:space="preserve"> </w:t>
            </w:r>
            <w:r w:rsidRPr="00A25F91">
              <w:t>power line</w:t>
            </w:r>
            <w:r w:rsidR="0046483B">
              <w:t>s</w:t>
            </w:r>
            <w:r w:rsidR="00090A2C">
              <w:t xml:space="preserve"> according to workplace safety procedures</w:t>
            </w:r>
          </w:p>
        </w:tc>
      </w:tr>
      <w:tr w:rsidR="0038370B" w:rsidRPr="00963A46" w14:paraId="1C45C526" w14:textId="77777777" w:rsidTr="00CA2922">
        <w:trPr>
          <w:cantSplit/>
        </w:trPr>
        <w:tc>
          <w:tcPr>
            <w:tcW w:w="1396" w:type="pct"/>
            <w:shd w:val="clear" w:color="auto" w:fill="auto"/>
          </w:tcPr>
          <w:p w14:paraId="3600D634" w14:textId="6ECD5EA6" w:rsidR="0038370B" w:rsidRPr="0038370B" w:rsidRDefault="00090A2C" w:rsidP="0038370B">
            <w:pPr>
              <w:pStyle w:val="SIText"/>
            </w:pPr>
            <w:r>
              <w:t>4</w:t>
            </w:r>
            <w:r w:rsidR="0038370B">
              <w:t>.</w:t>
            </w:r>
            <w:r w:rsidR="004E4F4D">
              <w:t xml:space="preserve"> </w:t>
            </w:r>
            <w:r w:rsidR="0038370B" w:rsidRPr="0038370B">
              <w:t>Descend from tree</w:t>
            </w:r>
          </w:p>
        </w:tc>
        <w:tc>
          <w:tcPr>
            <w:tcW w:w="3604" w:type="pct"/>
            <w:shd w:val="clear" w:color="auto" w:fill="auto"/>
          </w:tcPr>
          <w:p w14:paraId="59266893" w14:textId="57B4F93E" w:rsidR="0038370B" w:rsidRPr="0038370B" w:rsidRDefault="00090A2C" w:rsidP="0038370B">
            <w:pPr>
              <w:pStyle w:val="SIText"/>
            </w:pPr>
            <w:r>
              <w:t>4</w:t>
            </w:r>
            <w:r w:rsidR="0038370B" w:rsidRPr="00A25F91">
              <w:t>.1</w:t>
            </w:r>
            <w:r w:rsidR="0038370B">
              <w:t xml:space="preserve"> </w:t>
            </w:r>
            <w:r w:rsidR="0038370B" w:rsidRPr="00A25F91">
              <w:t xml:space="preserve">Descend tree </w:t>
            </w:r>
            <w:r>
              <w:t xml:space="preserve">using climbing equipment </w:t>
            </w:r>
            <w:r w:rsidR="0038370B" w:rsidRPr="00A25F91">
              <w:t>in a controlled manner</w:t>
            </w:r>
          </w:p>
          <w:p w14:paraId="3186A785" w14:textId="7F192C09" w:rsidR="0038370B" w:rsidRPr="0038370B" w:rsidRDefault="00090A2C" w:rsidP="0038370B">
            <w:pPr>
              <w:pStyle w:val="SIText"/>
            </w:pPr>
            <w:r>
              <w:t>4</w:t>
            </w:r>
            <w:r w:rsidR="0038370B" w:rsidRPr="00A25F91">
              <w:t>.2</w:t>
            </w:r>
            <w:r w:rsidR="0038370B">
              <w:t xml:space="preserve"> </w:t>
            </w:r>
            <w:r w:rsidR="0038370B" w:rsidRPr="00A25F91">
              <w:t xml:space="preserve">Remove all </w:t>
            </w:r>
            <w:r>
              <w:t>climbing</w:t>
            </w:r>
            <w:r w:rsidRPr="00A25F91">
              <w:t xml:space="preserve"> </w:t>
            </w:r>
            <w:r w:rsidR="0038370B" w:rsidRPr="00A25F91">
              <w:t>equipment</w:t>
            </w:r>
            <w:r>
              <w:t xml:space="preserve"> safely</w:t>
            </w:r>
            <w:r w:rsidR="0038370B" w:rsidRPr="00A25F91">
              <w:t xml:space="preserve"> in a controlled manner</w:t>
            </w:r>
            <w:r>
              <w:t xml:space="preserve"> according to manufacturer instructions</w:t>
            </w:r>
          </w:p>
          <w:p w14:paraId="3670B112" w14:textId="2DDE6D90" w:rsidR="0038370B" w:rsidRPr="0038370B" w:rsidRDefault="00090A2C">
            <w:pPr>
              <w:pStyle w:val="SIText"/>
            </w:pPr>
            <w:r>
              <w:t>4</w:t>
            </w:r>
            <w:r w:rsidR="0038370B" w:rsidRPr="00A25F91">
              <w:t>.3</w:t>
            </w:r>
            <w:r w:rsidR="0038370B">
              <w:t xml:space="preserve"> </w:t>
            </w:r>
            <w:r w:rsidR="003C0072">
              <w:t>Inspect, c</w:t>
            </w:r>
            <w:r w:rsidR="0038370B" w:rsidRPr="00A25F91">
              <w:t>lean</w:t>
            </w:r>
            <w:r>
              <w:t>, maintain,</w:t>
            </w:r>
            <w:r w:rsidR="003C0072">
              <w:t xml:space="preserve"> </w:t>
            </w:r>
            <w:r w:rsidR="0038370B" w:rsidRPr="00A25F91">
              <w:t xml:space="preserve">and store </w:t>
            </w:r>
            <w:r w:rsidR="003C0072">
              <w:t>climbing</w:t>
            </w:r>
            <w:r w:rsidR="003C0072" w:rsidRPr="00A25F91">
              <w:t xml:space="preserve"> </w:t>
            </w:r>
            <w:r w:rsidR="003C0072">
              <w:t xml:space="preserve">and safety </w:t>
            </w:r>
            <w:r w:rsidR="0038370B" w:rsidRPr="00A25F91">
              <w:t>equipment</w:t>
            </w:r>
            <w:r w:rsidR="003C0072">
              <w:t xml:space="preserve"> according to manufacturer instructions</w:t>
            </w:r>
          </w:p>
        </w:tc>
      </w:tr>
    </w:tbl>
    <w:p w14:paraId="3BA912D4"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AC66904" w14:textId="77777777" w:rsidTr="00CA2922">
        <w:trPr>
          <w:tblHeader/>
        </w:trPr>
        <w:tc>
          <w:tcPr>
            <w:tcW w:w="5000" w:type="pct"/>
            <w:gridSpan w:val="2"/>
          </w:tcPr>
          <w:p w14:paraId="46CDA843" w14:textId="77777777" w:rsidR="00F1480E" w:rsidRPr="000754EC" w:rsidRDefault="00FD557D" w:rsidP="000754EC">
            <w:pPr>
              <w:pStyle w:val="SIHeading2"/>
            </w:pPr>
            <w:r w:rsidRPr="00041E59">
              <w:t>F</w:t>
            </w:r>
            <w:r w:rsidRPr="000754EC">
              <w:t>oundation Skills</w:t>
            </w:r>
          </w:p>
          <w:p w14:paraId="5ABCDF11"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C6468AE" w14:textId="77777777" w:rsidTr="00CA2922">
        <w:trPr>
          <w:tblHeader/>
        </w:trPr>
        <w:tc>
          <w:tcPr>
            <w:tcW w:w="1396" w:type="pct"/>
          </w:tcPr>
          <w:p w14:paraId="48B79020"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520F504"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3D9A89A3" w14:textId="77777777" w:rsidTr="00CA2922">
        <w:tc>
          <w:tcPr>
            <w:tcW w:w="1396" w:type="pct"/>
          </w:tcPr>
          <w:p w14:paraId="5310A6F6" w14:textId="535DF91E" w:rsidR="00F1480E" w:rsidRPr="000754EC" w:rsidRDefault="007212B3" w:rsidP="000754EC">
            <w:pPr>
              <w:pStyle w:val="SIText"/>
            </w:pPr>
            <w:r>
              <w:t>Writing</w:t>
            </w:r>
          </w:p>
        </w:tc>
        <w:tc>
          <w:tcPr>
            <w:tcW w:w="3604" w:type="pct"/>
          </w:tcPr>
          <w:p w14:paraId="40E21DB5" w14:textId="4251F7E4" w:rsidR="00F1480E" w:rsidRPr="000754EC" w:rsidRDefault="007212B3" w:rsidP="007212B3">
            <w:pPr>
              <w:pStyle w:val="SIBulletList1"/>
            </w:pPr>
            <w:r w:rsidRPr="007212B3">
              <w:t xml:space="preserve">Accurately record and complete </w:t>
            </w:r>
            <w:r>
              <w:t>workplace</w:t>
            </w:r>
            <w:r w:rsidRPr="007212B3">
              <w:t xml:space="preserve"> Job Safety Analysis using clear language, correct spelling, grammar and industry terminology</w:t>
            </w:r>
          </w:p>
        </w:tc>
      </w:tr>
    </w:tbl>
    <w:p w14:paraId="504C2204"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A6CC110" w14:textId="77777777" w:rsidTr="00F33FF2">
        <w:tc>
          <w:tcPr>
            <w:tcW w:w="5000" w:type="pct"/>
            <w:gridSpan w:val="4"/>
          </w:tcPr>
          <w:p w14:paraId="629788EC" w14:textId="77777777" w:rsidR="00F1480E" w:rsidRPr="000754EC" w:rsidRDefault="00FD557D" w:rsidP="000754EC">
            <w:pPr>
              <w:pStyle w:val="SIHeading2"/>
            </w:pPr>
            <w:r w:rsidRPr="00923720">
              <w:t>U</w:t>
            </w:r>
            <w:r w:rsidRPr="000754EC">
              <w:t>nit Mapping Information</w:t>
            </w:r>
          </w:p>
        </w:tc>
      </w:tr>
      <w:tr w:rsidR="00F1480E" w14:paraId="5C94776C" w14:textId="77777777" w:rsidTr="00F33FF2">
        <w:tc>
          <w:tcPr>
            <w:tcW w:w="1028" w:type="pct"/>
          </w:tcPr>
          <w:p w14:paraId="69378243" w14:textId="77777777" w:rsidR="00F1480E" w:rsidRPr="000754EC" w:rsidRDefault="00F1480E" w:rsidP="000754EC">
            <w:pPr>
              <w:pStyle w:val="SIText-Bold"/>
            </w:pPr>
            <w:r w:rsidRPr="00923720">
              <w:t>Code and title current version</w:t>
            </w:r>
          </w:p>
        </w:tc>
        <w:tc>
          <w:tcPr>
            <w:tcW w:w="1105" w:type="pct"/>
          </w:tcPr>
          <w:p w14:paraId="118D436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3603C1B" w14:textId="77777777" w:rsidR="00F1480E" w:rsidRPr="000754EC" w:rsidRDefault="00F1480E" w:rsidP="000754EC">
            <w:pPr>
              <w:pStyle w:val="SIText-Bold"/>
            </w:pPr>
            <w:r w:rsidRPr="00923720">
              <w:t>Comments</w:t>
            </w:r>
          </w:p>
        </w:tc>
        <w:tc>
          <w:tcPr>
            <w:tcW w:w="1616" w:type="pct"/>
          </w:tcPr>
          <w:p w14:paraId="4DEEC8A6" w14:textId="77777777" w:rsidR="00F1480E" w:rsidRPr="000754EC" w:rsidRDefault="00F1480E" w:rsidP="000754EC">
            <w:pPr>
              <w:pStyle w:val="SIText-Bold"/>
            </w:pPr>
            <w:r w:rsidRPr="00923720">
              <w:t>Equivalence status</w:t>
            </w:r>
          </w:p>
        </w:tc>
      </w:tr>
      <w:tr w:rsidR="0038370B" w14:paraId="4A4CD9B9" w14:textId="77777777" w:rsidTr="00F33FF2">
        <w:tc>
          <w:tcPr>
            <w:tcW w:w="1028" w:type="pct"/>
          </w:tcPr>
          <w:p w14:paraId="64A6A241" w14:textId="0F6CDBA7" w:rsidR="0038370B" w:rsidRDefault="00CA49AE" w:rsidP="007212B3">
            <w:pPr>
              <w:pStyle w:val="SIText"/>
            </w:pPr>
            <w:r>
              <w:t>AHCARBXX</w:t>
            </w:r>
            <w:r w:rsidR="0046483B" w:rsidRPr="0038370B">
              <w:t>3</w:t>
            </w:r>
            <w:r w:rsidR="0046483B">
              <w:t>XX</w:t>
            </w:r>
            <w:r w:rsidR="0046483B" w:rsidRPr="0038370B">
              <w:t xml:space="preserve"> </w:t>
            </w:r>
            <w:r w:rsidR="0046483B" w:rsidRPr="0046483B">
              <w:t>Access tree for inspection or ecology</w:t>
            </w:r>
          </w:p>
          <w:p w14:paraId="46B65262" w14:textId="710AB222" w:rsidR="00B35631" w:rsidRPr="0038370B" w:rsidRDefault="00B35631" w:rsidP="007212B3">
            <w:pPr>
              <w:pStyle w:val="SIText"/>
            </w:pPr>
          </w:p>
        </w:tc>
        <w:tc>
          <w:tcPr>
            <w:tcW w:w="1105" w:type="pct"/>
          </w:tcPr>
          <w:p w14:paraId="4A12DF04" w14:textId="0042FAB8" w:rsidR="0038370B" w:rsidRDefault="005F0966" w:rsidP="0038370B">
            <w:pPr>
              <w:pStyle w:val="SIText"/>
            </w:pPr>
            <w:r>
              <w:t>AHCA</w:t>
            </w:r>
            <w:r w:rsidRPr="005F0966">
              <w:t>RB312 Use standard climbing techniques to access trees</w:t>
            </w:r>
          </w:p>
          <w:p w14:paraId="5B8365DF" w14:textId="4260C361" w:rsidR="00B35631" w:rsidRPr="0038370B" w:rsidRDefault="00B35631" w:rsidP="0038370B">
            <w:pPr>
              <w:pStyle w:val="SIText"/>
            </w:pPr>
          </w:p>
        </w:tc>
        <w:tc>
          <w:tcPr>
            <w:tcW w:w="1251" w:type="pct"/>
          </w:tcPr>
          <w:p w14:paraId="50EC9706" w14:textId="6695817B" w:rsidR="00E73924" w:rsidRPr="00E73924" w:rsidRDefault="00E73924" w:rsidP="00E73924">
            <w:pPr>
              <w:pStyle w:val="SIText"/>
            </w:pPr>
            <w:r w:rsidRPr="00E73924">
              <w:t>P</w:t>
            </w:r>
            <w:r>
              <w:t>rerequisite</w:t>
            </w:r>
            <w:r w:rsidRPr="00E73924">
              <w:t xml:space="preserve"> removed </w:t>
            </w:r>
          </w:p>
          <w:p w14:paraId="1F6A93D5" w14:textId="77777777" w:rsidR="00E73924" w:rsidRPr="00E73924" w:rsidRDefault="00E73924" w:rsidP="00E73924">
            <w:pPr>
              <w:pStyle w:val="SIText"/>
            </w:pPr>
            <w:r w:rsidRPr="00E73924">
              <w:t>Performance criteria clarified</w:t>
            </w:r>
          </w:p>
          <w:p w14:paraId="56B603E8" w14:textId="77777777" w:rsidR="00E73924" w:rsidRPr="00E73924" w:rsidRDefault="00E73924" w:rsidP="00E73924">
            <w:pPr>
              <w:pStyle w:val="SIText"/>
            </w:pPr>
            <w:r w:rsidRPr="00E73924">
              <w:t>Foundation skills added</w:t>
            </w:r>
          </w:p>
          <w:p w14:paraId="1FC0B798" w14:textId="77777777" w:rsidR="00E73924" w:rsidRPr="00E73924" w:rsidRDefault="00E73924" w:rsidP="00E73924">
            <w:pPr>
              <w:pStyle w:val="SIText"/>
            </w:pPr>
            <w:r w:rsidRPr="00E73924">
              <w:t>Assessment requirements updated</w:t>
            </w:r>
          </w:p>
          <w:p w14:paraId="5AE807E8" w14:textId="23D66302" w:rsidR="0038370B" w:rsidRPr="000754EC" w:rsidRDefault="0038370B">
            <w:pPr>
              <w:pStyle w:val="SIText"/>
            </w:pPr>
          </w:p>
        </w:tc>
        <w:tc>
          <w:tcPr>
            <w:tcW w:w="1616" w:type="pct"/>
          </w:tcPr>
          <w:p w14:paraId="12843EB4" w14:textId="77777777" w:rsidR="0038370B" w:rsidRPr="0038370B" w:rsidRDefault="0038370B" w:rsidP="0038370B">
            <w:pPr>
              <w:pStyle w:val="SIText"/>
            </w:pPr>
            <w:r w:rsidRPr="000754EC">
              <w:t xml:space="preserve">Equivalent unit </w:t>
            </w:r>
          </w:p>
          <w:p w14:paraId="766636AF" w14:textId="77777777" w:rsidR="0038370B" w:rsidRPr="000754EC" w:rsidRDefault="0038370B" w:rsidP="0038370B">
            <w:pPr>
              <w:pStyle w:val="SIText"/>
            </w:pPr>
          </w:p>
        </w:tc>
      </w:tr>
    </w:tbl>
    <w:p w14:paraId="01497BAE" w14:textId="66C1537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7F90B21" w14:textId="77777777" w:rsidTr="00CA2922">
        <w:tc>
          <w:tcPr>
            <w:tcW w:w="1396" w:type="pct"/>
            <w:shd w:val="clear" w:color="auto" w:fill="auto"/>
          </w:tcPr>
          <w:p w14:paraId="7B1A8425" w14:textId="77777777" w:rsidR="00F1480E" w:rsidRPr="000754EC" w:rsidRDefault="00FD557D" w:rsidP="000754EC">
            <w:pPr>
              <w:pStyle w:val="SIHeading2"/>
            </w:pPr>
            <w:r w:rsidRPr="00CC451E">
              <w:t>L</w:t>
            </w:r>
            <w:r w:rsidRPr="000754EC">
              <w:t>inks</w:t>
            </w:r>
          </w:p>
        </w:tc>
        <w:tc>
          <w:tcPr>
            <w:tcW w:w="3604" w:type="pct"/>
            <w:shd w:val="clear" w:color="auto" w:fill="auto"/>
          </w:tcPr>
          <w:p w14:paraId="434C79A7" w14:textId="4C4B444F" w:rsidR="00520E9A" w:rsidRPr="000754EC" w:rsidRDefault="00520E9A" w:rsidP="000754EC">
            <w:pPr>
              <w:pStyle w:val="SIText"/>
            </w:pPr>
            <w:r>
              <w:t xml:space="preserve">Companion Volumes, including Implementation </w:t>
            </w:r>
            <w:r w:rsidR="00346FDC">
              <w:t xml:space="preserve">Guides, are available at VETNet: </w:t>
            </w:r>
          </w:p>
          <w:p w14:paraId="67E3C492" w14:textId="77777777" w:rsidR="00F1480E" w:rsidRPr="000754EC" w:rsidRDefault="00C7310B" w:rsidP="00E40225">
            <w:pPr>
              <w:pStyle w:val="SIText"/>
            </w:pPr>
            <w:hyperlink r:id="rId11" w:history="1">
              <w:r w:rsidR="00890FB8" w:rsidRPr="00890FB8">
                <w:t>https://vetnet.education.gov.au/Pages/TrainingDocs.aspx?q=c6399549-9c62-4a5e-bf1a-524b2322cf72</w:t>
              </w:r>
            </w:hyperlink>
          </w:p>
        </w:tc>
      </w:tr>
    </w:tbl>
    <w:p w14:paraId="182CAEA8" w14:textId="77777777" w:rsidR="00F1480E" w:rsidRDefault="00F1480E" w:rsidP="005F771F">
      <w:pPr>
        <w:pStyle w:val="SIText"/>
      </w:pPr>
    </w:p>
    <w:p w14:paraId="0535295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AC4DF09" w14:textId="77777777" w:rsidTr="00113678">
        <w:trPr>
          <w:tblHeader/>
        </w:trPr>
        <w:tc>
          <w:tcPr>
            <w:tcW w:w="1478" w:type="pct"/>
            <w:shd w:val="clear" w:color="auto" w:fill="auto"/>
          </w:tcPr>
          <w:p w14:paraId="637ECA7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2290581" w14:textId="72A10DE7" w:rsidR="00556C4C" w:rsidRPr="000754EC" w:rsidRDefault="00556C4C" w:rsidP="006B0D1D">
            <w:pPr>
              <w:pStyle w:val="SIUnittitle"/>
            </w:pPr>
            <w:r w:rsidRPr="00F56827">
              <w:t xml:space="preserve">Assessment requirements for </w:t>
            </w:r>
            <w:r w:rsidR="00CA49AE">
              <w:t>AHCARBXX</w:t>
            </w:r>
            <w:r w:rsidR="0038370B" w:rsidRPr="0038370B">
              <w:t>3</w:t>
            </w:r>
            <w:r w:rsidR="006B0D1D">
              <w:t>XX</w:t>
            </w:r>
            <w:r w:rsidR="0038370B" w:rsidRPr="0038370B">
              <w:t xml:space="preserve"> </w:t>
            </w:r>
            <w:r w:rsidR="006B0D1D" w:rsidRPr="006B0D1D">
              <w:t>Access tree for inspection or ecology</w:t>
            </w:r>
          </w:p>
        </w:tc>
      </w:tr>
      <w:tr w:rsidR="00556C4C" w:rsidRPr="00A55106" w14:paraId="76A8DCDF" w14:textId="77777777" w:rsidTr="00113678">
        <w:trPr>
          <w:tblHeader/>
        </w:trPr>
        <w:tc>
          <w:tcPr>
            <w:tcW w:w="5000" w:type="pct"/>
            <w:gridSpan w:val="2"/>
            <w:shd w:val="clear" w:color="auto" w:fill="auto"/>
          </w:tcPr>
          <w:p w14:paraId="7DAD2672" w14:textId="77777777" w:rsidR="00556C4C" w:rsidRPr="000754EC" w:rsidRDefault="00D71E43" w:rsidP="000754EC">
            <w:pPr>
              <w:pStyle w:val="SIHeading2"/>
            </w:pPr>
            <w:r>
              <w:t>Performance E</w:t>
            </w:r>
            <w:r w:rsidRPr="000754EC">
              <w:t>vidence</w:t>
            </w:r>
          </w:p>
        </w:tc>
      </w:tr>
      <w:tr w:rsidR="00556C4C" w:rsidRPr="00067E1C" w14:paraId="5DC9D4E6" w14:textId="77777777" w:rsidTr="00113678">
        <w:tc>
          <w:tcPr>
            <w:tcW w:w="5000" w:type="pct"/>
            <w:gridSpan w:val="2"/>
            <w:shd w:val="clear" w:color="auto" w:fill="auto"/>
          </w:tcPr>
          <w:p w14:paraId="472E41C9" w14:textId="77777777" w:rsidR="003117E4" w:rsidRPr="003117E4" w:rsidRDefault="003117E4" w:rsidP="003117E4">
            <w:pPr>
              <w:rPr>
                <w:lang w:eastAsia="en-US"/>
              </w:rPr>
            </w:pPr>
            <w:r w:rsidRPr="003117E4">
              <w:t>An individual demonstrating competency must satisfy all of the elements and performance criteria in this unit.</w:t>
            </w:r>
          </w:p>
          <w:p w14:paraId="549E8FB7" w14:textId="77777777" w:rsidR="003117E4" w:rsidRPr="003117E4" w:rsidRDefault="003117E4" w:rsidP="003117E4"/>
          <w:p w14:paraId="283C5846" w14:textId="20595ED9" w:rsidR="0038370B" w:rsidRPr="00B35631" w:rsidRDefault="003117E4" w:rsidP="00B35631">
            <w:pPr>
              <w:pStyle w:val="SIText"/>
            </w:pPr>
            <w:r w:rsidRPr="00B35631">
              <w:t xml:space="preserve">There must be evidence that the individual has </w:t>
            </w:r>
            <w:r w:rsidR="003E7C28" w:rsidRPr="00B35631">
              <w:t>use</w:t>
            </w:r>
            <w:r w:rsidR="00CB2553">
              <w:t>d</w:t>
            </w:r>
            <w:r w:rsidR="003E7C28" w:rsidRPr="00B35631">
              <w:t xml:space="preserve"> of </w:t>
            </w:r>
            <w:r w:rsidR="000D0662" w:rsidRPr="00B35631">
              <w:t xml:space="preserve">climbing techniques </w:t>
            </w:r>
            <w:r w:rsidR="003E7C28" w:rsidRPr="00B35631">
              <w:t>to access</w:t>
            </w:r>
            <w:r w:rsidR="000D0662" w:rsidRPr="00B35631">
              <w:t xml:space="preserve"> </w:t>
            </w:r>
            <w:r w:rsidR="000D0662" w:rsidRPr="00B35631">
              <w:rPr>
                <w:rStyle w:val="SITemporaryText"/>
                <w:color w:val="auto"/>
                <w:sz w:val="20"/>
              </w:rPr>
              <w:t xml:space="preserve">at least </w:t>
            </w:r>
            <w:r w:rsidR="00AE204D" w:rsidRPr="00B35631">
              <w:rPr>
                <w:rStyle w:val="SITemporaryText"/>
                <w:color w:val="auto"/>
                <w:sz w:val="20"/>
              </w:rPr>
              <w:t xml:space="preserve">2 </w:t>
            </w:r>
            <w:r w:rsidR="000D0662" w:rsidRPr="00B35631">
              <w:rPr>
                <w:rStyle w:val="SITemporaryText"/>
                <w:color w:val="auto"/>
                <w:sz w:val="20"/>
              </w:rPr>
              <w:t>structurally different trees</w:t>
            </w:r>
            <w:r w:rsidR="00F33A4C" w:rsidRPr="00B35631">
              <w:rPr>
                <w:rStyle w:val="SITemporaryText"/>
                <w:color w:val="auto"/>
                <w:sz w:val="20"/>
              </w:rPr>
              <w:t>,</w:t>
            </w:r>
            <w:r w:rsidR="002F1810" w:rsidRPr="00B35631">
              <w:rPr>
                <w:rStyle w:val="SITemporaryText"/>
                <w:color w:val="auto"/>
                <w:sz w:val="20"/>
              </w:rPr>
              <w:t>, including</w:t>
            </w:r>
            <w:r w:rsidR="004D6220" w:rsidRPr="00B35631">
              <w:rPr>
                <w:rStyle w:val="SITemporaryText"/>
                <w:color w:val="auto"/>
                <w:sz w:val="20"/>
              </w:rPr>
              <w:t>:</w:t>
            </w:r>
          </w:p>
          <w:p w14:paraId="07B8DE11" w14:textId="67F32840" w:rsidR="00C577EF" w:rsidRDefault="00C577EF" w:rsidP="00CB299B">
            <w:pPr>
              <w:pStyle w:val="SIBulletList1"/>
            </w:pPr>
            <w:r>
              <w:t xml:space="preserve">confirmed access to site and scope of works </w:t>
            </w:r>
          </w:p>
          <w:p w14:paraId="5A2BF8C2" w14:textId="3ED4D178" w:rsidR="0038370B" w:rsidRDefault="00C577EF" w:rsidP="00CB299B">
            <w:pPr>
              <w:pStyle w:val="SIBulletList1"/>
            </w:pPr>
            <w:r>
              <w:t>identified work</w:t>
            </w:r>
            <w:r w:rsidR="00CB2553">
              <w:t>place</w:t>
            </w:r>
            <w:r>
              <w:t xml:space="preserve"> health, safety and environmental hazards and </w:t>
            </w:r>
            <w:r w:rsidR="003E7C28">
              <w:t>completed</w:t>
            </w:r>
            <w:r>
              <w:t xml:space="preserve"> a job safety analysis (JSA) or safe work method statement (SWMS) for the site and activities</w:t>
            </w:r>
          </w:p>
          <w:p w14:paraId="7D94A21C" w14:textId="42A06B52" w:rsidR="0038370B" w:rsidRPr="0038370B" w:rsidRDefault="0038370B" w:rsidP="0038370B">
            <w:pPr>
              <w:pStyle w:val="SIBulletList1"/>
            </w:pPr>
            <w:r w:rsidRPr="00351971">
              <w:t>confirm</w:t>
            </w:r>
            <w:r w:rsidR="00C577EF">
              <w:t>ed</w:t>
            </w:r>
            <w:r w:rsidRPr="00351971">
              <w:t xml:space="preserve"> </w:t>
            </w:r>
            <w:r w:rsidR="00CE2C58">
              <w:t xml:space="preserve">availability of </w:t>
            </w:r>
            <w:r w:rsidRPr="00351971">
              <w:t xml:space="preserve">first aid and rescue personnel, equipment and procedures </w:t>
            </w:r>
          </w:p>
          <w:p w14:paraId="32278435" w14:textId="28BB9BDE" w:rsidR="0038370B" w:rsidRPr="0038370B" w:rsidRDefault="00CE2C58" w:rsidP="0038370B">
            <w:pPr>
              <w:pStyle w:val="SIBulletList1"/>
            </w:pPr>
            <w:r>
              <w:t xml:space="preserve">conducted </w:t>
            </w:r>
            <w:r w:rsidR="0038370B" w:rsidRPr="00351971">
              <w:t>pre-operational safety checks, on ropes, harnesses, tools and equipment</w:t>
            </w:r>
          </w:p>
          <w:p w14:paraId="3107B9A0" w14:textId="7083FA75" w:rsidR="0038370B" w:rsidRPr="0038370B" w:rsidRDefault="0038370B" w:rsidP="0038370B">
            <w:pPr>
              <w:pStyle w:val="SIBulletList1"/>
            </w:pPr>
            <w:r w:rsidRPr="00351971">
              <w:t>select</w:t>
            </w:r>
            <w:r w:rsidR="00CE2C58">
              <w:t>ed</w:t>
            </w:r>
            <w:r w:rsidRPr="00351971">
              <w:t xml:space="preserve"> and us</w:t>
            </w:r>
            <w:r w:rsidR="00CE2C58">
              <w:t>ed</w:t>
            </w:r>
            <w:r w:rsidRPr="00351971">
              <w:t xml:space="preserve"> personal protective equipment and safety equipment</w:t>
            </w:r>
            <w:r w:rsidR="00CE2C58">
              <w:t xml:space="preserve"> during works</w:t>
            </w:r>
          </w:p>
          <w:p w14:paraId="1068F6D6" w14:textId="241C2D20" w:rsidR="00CE2C58" w:rsidRPr="00CE2C58" w:rsidRDefault="00CE2C58" w:rsidP="00CE2C58">
            <w:pPr>
              <w:pStyle w:val="SIBulletList1"/>
            </w:pPr>
            <w:r w:rsidRPr="00351971">
              <w:t>inspect</w:t>
            </w:r>
            <w:r>
              <w:t>ed</w:t>
            </w:r>
            <w:r w:rsidRPr="00351971">
              <w:t xml:space="preserve"> tree </w:t>
            </w:r>
            <w:r>
              <w:t xml:space="preserve">and discussed with work team </w:t>
            </w:r>
            <w:r w:rsidR="003E7C28">
              <w:t xml:space="preserve">to determine </w:t>
            </w:r>
            <w:r>
              <w:t>a safe</w:t>
            </w:r>
            <w:r w:rsidRPr="00351971">
              <w:t xml:space="preserve"> </w:t>
            </w:r>
            <w:r w:rsidR="003E7C28">
              <w:t>and efficient access route</w:t>
            </w:r>
          </w:p>
          <w:p w14:paraId="08A3D845" w14:textId="7E6D444D" w:rsidR="0038370B" w:rsidRDefault="0038370B" w:rsidP="0038370B">
            <w:pPr>
              <w:pStyle w:val="SIBulletList1"/>
            </w:pPr>
            <w:r w:rsidRPr="00351971">
              <w:t>selec</w:t>
            </w:r>
            <w:r w:rsidR="00CE2C58">
              <w:t xml:space="preserve">ted and prepared climbing </w:t>
            </w:r>
            <w:r w:rsidRPr="00351971">
              <w:t xml:space="preserve">equipment for </w:t>
            </w:r>
            <w:r w:rsidR="00CE2C58">
              <w:t>accessing tree</w:t>
            </w:r>
          </w:p>
          <w:p w14:paraId="47046A0E" w14:textId="389C925D" w:rsidR="00CE2C58" w:rsidRDefault="00910774" w:rsidP="0038370B">
            <w:pPr>
              <w:pStyle w:val="SIBulletList1"/>
            </w:pPr>
            <w:r>
              <w:t xml:space="preserve">ascended, </w:t>
            </w:r>
            <w:r w:rsidR="00CE2C58">
              <w:t>navigat</w:t>
            </w:r>
            <w:r>
              <w:t xml:space="preserve">ed though and descended </w:t>
            </w:r>
            <w:r w:rsidR="00CE2C58">
              <w:t xml:space="preserve">tree canopy using </w:t>
            </w:r>
            <w:r>
              <w:t>harness and lanyard</w:t>
            </w:r>
            <w:r w:rsidR="00CE2C58">
              <w:t xml:space="preserve"> </w:t>
            </w:r>
            <w:r w:rsidR="00AE093D">
              <w:t xml:space="preserve">and safe anchor points </w:t>
            </w:r>
            <w:r w:rsidR="00CE2C58">
              <w:t xml:space="preserve">following </w:t>
            </w:r>
            <w:r>
              <w:t xml:space="preserve">safe </w:t>
            </w:r>
            <w:r w:rsidR="00CE2C58">
              <w:t>climbing techniques</w:t>
            </w:r>
            <w:r w:rsidR="002F1810">
              <w:t>, including</w:t>
            </w:r>
            <w:r w:rsidR="004D6220">
              <w:t>:</w:t>
            </w:r>
          </w:p>
          <w:p w14:paraId="0F656651" w14:textId="1DEDF22E" w:rsidR="00CE2C58" w:rsidRDefault="00CE2C58" w:rsidP="00083D74">
            <w:pPr>
              <w:pStyle w:val="SIBulletList2"/>
            </w:pPr>
            <w:r>
              <w:t>m</w:t>
            </w:r>
            <w:r w:rsidRPr="00083D74">
              <w:t xml:space="preserve">oving </w:t>
            </w:r>
            <w:r>
              <w:t>r</w:t>
            </w:r>
            <w:r w:rsidRPr="007212B3">
              <w:t>ope</w:t>
            </w:r>
            <w:r w:rsidR="003E7C28">
              <w:t xml:space="preserve"> with prusik</w:t>
            </w:r>
            <w:r w:rsidRPr="007212B3">
              <w:t xml:space="preserve"> t</w:t>
            </w:r>
            <w:r w:rsidRPr="00083D74">
              <w:t xml:space="preserve">echnique </w:t>
            </w:r>
          </w:p>
          <w:p w14:paraId="155E84AB" w14:textId="77777777" w:rsidR="003E7C28" w:rsidRDefault="00CE2C58" w:rsidP="00083D74">
            <w:pPr>
              <w:pStyle w:val="SIBulletList2"/>
            </w:pPr>
            <w:r w:rsidRPr="00083D74">
              <w:t>trunk walki</w:t>
            </w:r>
            <w:r w:rsidRPr="007212B3">
              <w:t>ng technique</w:t>
            </w:r>
          </w:p>
          <w:p w14:paraId="3200AB47" w14:textId="7DEACC66" w:rsidR="00CE2C58" w:rsidRPr="00083D74" w:rsidRDefault="003E7C28" w:rsidP="00083D74">
            <w:pPr>
              <w:pStyle w:val="SIBulletList2"/>
            </w:pPr>
            <w:r>
              <w:t xml:space="preserve">use of </w:t>
            </w:r>
            <w:r w:rsidR="00CE2C58" w:rsidRPr="007212B3">
              <w:t>foot ascenders</w:t>
            </w:r>
          </w:p>
          <w:p w14:paraId="651ED4BD" w14:textId="355EC53C" w:rsidR="0038370B" w:rsidRDefault="00CE2C58" w:rsidP="0038370B">
            <w:pPr>
              <w:pStyle w:val="SIBulletList1"/>
            </w:pPr>
            <w:r w:rsidRPr="00351971">
              <w:t>ti</w:t>
            </w:r>
            <w:r>
              <w:t xml:space="preserve">ed, </w:t>
            </w:r>
            <w:r w:rsidR="0038370B" w:rsidRPr="00351971">
              <w:t>dress</w:t>
            </w:r>
            <w:r>
              <w:t>ed</w:t>
            </w:r>
            <w:r w:rsidR="0038370B" w:rsidRPr="00351971">
              <w:t>, set and finish</w:t>
            </w:r>
            <w:r>
              <w:t>ed the following c</w:t>
            </w:r>
            <w:r w:rsidR="0038370B" w:rsidRPr="00351971">
              <w:t>limbing knots and hitches</w:t>
            </w:r>
            <w:r w:rsidR="00944B98">
              <w:t>, including</w:t>
            </w:r>
            <w:r>
              <w:t>:</w:t>
            </w:r>
          </w:p>
          <w:p w14:paraId="3FD2ADFF" w14:textId="77777777" w:rsidR="003E7C28" w:rsidRPr="003E7C28" w:rsidRDefault="003E7C28" w:rsidP="003E7C28">
            <w:pPr>
              <w:pStyle w:val="SIBulletList2"/>
            </w:pPr>
            <w:r w:rsidRPr="003E7C28">
              <w:t>Alpine butterfly</w:t>
            </w:r>
          </w:p>
          <w:p w14:paraId="1069D506" w14:textId="77777777" w:rsidR="003E7C28" w:rsidRPr="003E7C28" w:rsidRDefault="003E7C28" w:rsidP="003E7C28">
            <w:pPr>
              <w:pStyle w:val="SIBulletList2"/>
            </w:pPr>
            <w:r w:rsidRPr="003E7C28">
              <w:t>Blake's hitch</w:t>
            </w:r>
          </w:p>
          <w:p w14:paraId="471E024C" w14:textId="77777777" w:rsidR="003E7C28" w:rsidRPr="003E7C28" w:rsidRDefault="003E7C28" w:rsidP="003E7C28">
            <w:pPr>
              <w:pStyle w:val="SIBulletList2"/>
            </w:pPr>
            <w:r w:rsidRPr="003E7C28">
              <w:t>Scaffold knot</w:t>
            </w:r>
          </w:p>
          <w:p w14:paraId="654B0383" w14:textId="77777777" w:rsidR="003E7C28" w:rsidRPr="003E7C28" w:rsidRDefault="003E7C28" w:rsidP="003E7C28">
            <w:pPr>
              <w:pStyle w:val="SIBulletList2"/>
            </w:pPr>
            <w:r w:rsidRPr="003E7C28">
              <w:t>Double fisherman's bend/Prusik loop</w:t>
            </w:r>
          </w:p>
          <w:p w14:paraId="09D293A2" w14:textId="77777777" w:rsidR="003E7C28" w:rsidRPr="003E7C28" w:rsidRDefault="003E7C28" w:rsidP="003E7C28">
            <w:pPr>
              <w:pStyle w:val="SIBulletList2"/>
            </w:pPr>
            <w:r w:rsidRPr="003E7C28">
              <w:t>Girth hitch</w:t>
            </w:r>
          </w:p>
          <w:p w14:paraId="6E765590" w14:textId="77777777" w:rsidR="003E7C28" w:rsidRPr="003E7C28" w:rsidRDefault="003E7C28" w:rsidP="003E7C28">
            <w:pPr>
              <w:pStyle w:val="SIBulletList2"/>
            </w:pPr>
            <w:r w:rsidRPr="003E7C28">
              <w:t>English prusik hitch</w:t>
            </w:r>
          </w:p>
          <w:p w14:paraId="4CBD597E" w14:textId="77777777" w:rsidR="003E7C28" w:rsidRPr="003E7C28" w:rsidRDefault="003E7C28" w:rsidP="003E7C28">
            <w:pPr>
              <w:pStyle w:val="SIBulletList2"/>
            </w:pPr>
            <w:r w:rsidRPr="003E7C28">
              <w:t>Marlinspike hitch</w:t>
            </w:r>
          </w:p>
          <w:p w14:paraId="171F0B12" w14:textId="77777777" w:rsidR="003E7C28" w:rsidRPr="003E7C28" w:rsidRDefault="003E7C28" w:rsidP="003E7C28">
            <w:pPr>
              <w:pStyle w:val="SIBulletList2"/>
            </w:pPr>
            <w:r w:rsidRPr="003E7C28">
              <w:t>Munter hitch</w:t>
            </w:r>
          </w:p>
          <w:p w14:paraId="1CF87248" w14:textId="77777777" w:rsidR="003E7C28" w:rsidRPr="003E7C28" w:rsidRDefault="003E7C28" w:rsidP="003E7C28">
            <w:pPr>
              <w:pStyle w:val="SIBulletList2"/>
            </w:pPr>
            <w:r w:rsidRPr="003E7C28">
              <w:t xml:space="preserve">Clove Hitch </w:t>
            </w:r>
          </w:p>
          <w:p w14:paraId="0244E53D" w14:textId="77777777" w:rsidR="003E7C28" w:rsidRPr="003E7C28" w:rsidRDefault="003E7C28" w:rsidP="003E7C28">
            <w:pPr>
              <w:pStyle w:val="SIBulletList2"/>
            </w:pPr>
            <w:r w:rsidRPr="003E7C28">
              <w:t>Double-overhand stopper knot</w:t>
            </w:r>
          </w:p>
          <w:p w14:paraId="4F786247" w14:textId="77777777" w:rsidR="003E7C28" w:rsidRPr="003E7C28" w:rsidRDefault="003E7C28" w:rsidP="003E7C28">
            <w:pPr>
              <w:pStyle w:val="SIBulletList2"/>
            </w:pPr>
            <w:r w:rsidRPr="003E7C28">
              <w:t>Bowline</w:t>
            </w:r>
          </w:p>
          <w:p w14:paraId="585F2472" w14:textId="1128F447" w:rsidR="003E7C28" w:rsidRPr="003E7C28" w:rsidRDefault="003E7C28" w:rsidP="003E7C28">
            <w:pPr>
              <w:pStyle w:val="SIBulletList2"/>
            </w:pPr>
            <w:r>
              <w:t>R</w:t>
            </w:r>
            <w:r w:rsidRPr="003E7C28">
              <w:t>unning bowline</w:t>
            </w:r>
          </w:p>
          <w:p w14:paraId="4AB83A1D" w14:textId="36CC5F27" w:rsidR="0038370B" w:rsidRPr="0038370B" w:rsidRDefault="0038370B" w:rsidP="0038370B">
            <w:pPr>
              <w:pStyle w:val="SIBulletList1"/>
            </w:pPr>
            <w:r w:rsidRPr="00351971">
              <w:t>communicat</w:t>
            </w:r>
            <w:r w:rsidR="00910774">
              <w:t>ed w</w:t>
            </w:r>
            <w:r w:rsidRPr="00351971">
              <w:t xml:space="preserve">ith work team during operations using </w:t>
            </w:r>
            <w:r w:rsidR="00910774">
              <w:t>agreed communication procedures</w:t>
            </w:r>
          </w:p>
          <w:p w14:paraId="770803D2" w14:textId="11FBC10B" w:rsidR="0038370B" w:rsidRPr="0038370B" w:rsidRDefault="0038370B">
            <w:pPr>
              <w:pStyle w:val="SIBulletList1"/>
            </w:pPr>
            <w:r w:rsidRPr="00351971">
              <w:t>maintain</w:t>
            </w:r>
            <w:r w:rsidR="00910774">
              <w:t xml:space="preserve">ed safe clearances from </w:t>
            </w:r>
            <w:r w:rsidRPr="00351971">
              <w:t>power line</w:t>
            </w:r>
            <w:r w:rsidR="00910774">
              <w:t>s</w:t>
            </w:r>
            <w:r w:rsidRPr="00351971">
              <w:t xml:space="preserve"> </w:t>
            </w:r>
          </w:p>
          <w:p w14:paraId="600E780A" w14:textId="587A238D" w:rsidR="0038370B" w:rsidRPr="0038370B" w:rsidRDefault="0038370B" w:rsidP="0038370B">
            <w:pPr>
              <w:pStyle w:val="SIBulletList1"/>
            </w:pPr>
            <w:r w:rsidRPr="00351971">
              <w:t>remov</w:t>
            </w:r>
            <w:r w:rsidR="003E7C28">
              <w:t>ed</w:t>
            </w:r>
            <w:r w:rsidRPr="00351971">
              <w:t xml:space="preserve"> all access equipment in a controlled manner</w:t>
            </w:r>
          </w:p>
          <w:p w14:paraId="7BF0BE84" w14:textId="2115A45F" w:rsidR="00556C4C" w:rsidRPr="000754EC" w:rsidRDefault="00910774">
            <w:pPr>
              <w:pStyle w:val="SIBulletList1"/>
            </w:pPr>
            <w:r>
              <w:t xml:space="preserve">inspected, </w:t>
            </w:r>
            <w:r w:rsidR="0038370B" w:rsidRPr="00910774">
              <w:t>clean</w:t>
            </w:r>
            <w:r w:rsidRPr="00910774">
              <w:t>ed</w:t>
            </w:r>
            <w:r>
              <w:t xml:space="preserve"> maintained and stored c</w:t>
            </w:r>
            <w:r w:rsidR="0038370B" w:rsidRPr="00351971">
              <w:t xml:space="preserve">limbing </w:t>
            </w:r>
            <w:r>
              <w:t xml:space="preserve">and personal protection </w:t>
            </w:r>
            <w:r w:rsidR="0038370B" w:rsidRPr="00351971">
              <w:t>equipment</w:t>
            </w:r>
            <w:r>
              <w:t xml:space="preserve"> according to manufacturer's instructions.</w:t>
            </w:r>
          </w:p>
        </w:tc>
      </w:tr>
    </w:tbl>
    <w:p w14:paraId="22F95AA4" w14:textId="77777777" w:rsidR="00F97C45" w:rsidRDefault="00F97C45" w:rsidP="005F771F">
      <w:pPr>
        <w:pStyle w:val="SIText"/>
      </w:pPr>
    </w:p>
    <w:p w14:paraId="53170C4F" w14:textId="77777777" w:rsidR="00F97C45" w:rsidRDefault="00F97C45">
      <w:pPr>
        <w:spacing w:after="200" w:line="276" w:lineRule="auto"/>
        <w:rPr>
          <w:lang w:eastAsia="en-US"/>
        </w:rPr>
      </w:pPr>
      <w:r>
        <w:br w:type="page"/>
      </w:r>
    </w:p>
    <w:p w14:paraId="36401E8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6598CFD" w14:textId="77777777" w:rsidTr="00CA2922">
        <w:trPr>
          <w:tblHeader/>
        </w:trPr>
        <w:tc>
          <w:tcPr>
            <w:tcW w:w="5000" w:type="pct"/>
            <w:shd w:val="clear" w:color="auto" w:fill="auto"/>
          </w:tcPr>
          <w:p w14:paraId="54DFBCC4" w14:textId="77777777" w:rsidR="00F1480E" w:rsidRPr="000754EC" w:rsidRDefault="00D71E43" w:rsidP="000754EC">
            <w:pPr>
              <w:pStyle w:val="SIHeading2"/>
            </w:pPr>
            <w:r w:rsidRPr="002C55E9">
              <w:t>K</w:t>
            </w:r>
            <w:r w:rsidRPr="000754EC">
              <w:t>nowledge Evidence</w:t>
            </w:r>
          </w:p>
        </w:tc>
      </w:tr>
      <w:tr w:rsidR="00F1480E" w:rsidRPr="00067E1C" w14:paraId="00EC270D" w14:textId="77777777" w:rsidTr="00CA2922">
        <w:tc>
          <w:tcPr>
            <w:tcW w:w="5000" w:type="pct"/>
            <w:shd w:val="clear" w:color="auto" w:fill="auto"/>
          </w:tcPr>
          <w:p w14:paraId="54827AF5" w14:textId="77777777" w:rsidR="00526E15" w:rsidRPr="00526E15" w:rsidRDefault="00526E15" w:rsidP="00526E15">
            <w:r w:rsidRPr="00526E15">
              <w:t>An individual must be able to demonstrate the knowledge required to perform the tasks outlined in the elements and performance criteria of this unit. This includes knowledge of:</w:t>
            </w:r>
          </w:p>
          <w:p w14:paraId="2CB3F9EC" w14:textId="3EEE697F" w:rsidR="0038370B" w:rsidRPr="0038370B" w:rsidRDefault="00F97C45" w:rsidP="0038370B">
            <w:pPr>
              <w:pStyle w:val="SIBulletList1"/>
            </w:pPr>
            <w:r>
              <w:t xml:space="preserve">assessing and selecting </w:t>
            </w:r>
            <w:r w:rsidR="0038370B" w:rsidRPr="0038370B">
              <w:t>method</w:t>
            </w:r>
            <w:r>
              <w:t xml:space="preserve">s for climbing </w:t>
            </w:r>
            <w:r w:rsidR="0038370B" w:rsidRPr="0038370B">
              <w:t>tree</w:t>
            </w:r>
            <w:r>
              <w:t>s</w:t>
            </w:r>
          </w:p>
          <w:p w14:paraId="616A86CA" w14:textId="6743293A" w:rsidR="00F97C45" w:rsidRDefault="00F97C45" w:rsidP="00F97C45">
            <w:pPr>
              <w:pStyle w:val="SIBulletList1"/>
            </w:pPr>
            <w:r>
              <w:t xml:space="preserve">assessing </w:t>
            </w:r>
            <w:r w:rsidRPr="00351971">
              <w:t>work</w:t>
            </w:r>
            <w:r w:rsidR="00CB2553">
              <w:t>pace</w:t>
            </w:r>
            <w:r w:rsidRPr="00351971">
              <w:t xml:space="preserve"> health, safety, site, environmental and traffic control measures</w:t>
            </w:r>
            <w:r w:rsidR="002F1810">
              <w:t>, including</w:t>
            </w:r>
            <w:r w:rsidR="004D6220">
              <w:t>:</w:t>
            </w:r>
          </w:p>
          <w:p w14:paraId="7FF886B0" w14:textId="6BEF25F5" w:rsidR="00F97C45" w:rsidRDefault="003E7C28" w:rsidP="00083D74">
            <w:pPr>
              <w:pStyle w:val="SIBulletList2"/>
            </w:pPr>
            <w:r>
              <w:t>completing</w:t>
            </w:r>
            <w:r w:rsidR="00F97C45">
              <w:t xml:space="preserve"> JSAs and SWMS for </w:t>
            </w:r>
            <w:r w:rsidR="0038370B" w:rsidRPr="00351971">
              <w:t>site-specific risk</w:t>
            </w:r>
            <w:r w:rsidR="00F97C45">
              <w:t>s</w:t>
            </w:r>
          </w:p>
          <w:p w14:paraId="40E2DF10" w14:textId="77777777" w:rsidR="0038370B" w:rsidRPr="0038370B" w:rsidRDefault="00F97C45" w:rsidP="00083D74">
            <w:pPr>
              <w:pStyle w:val="SIBulletList2"/>
            </w:pPr>
            <w:r>
              <w:t xml:space="preserve">purpose of </w:t>
            </w:r>
            <w:r w:rsidR="0038370B" w:rsidRPr="00351971">
              <w:t>first aid</w:t>
            </w:r>
            <w:r w:rsidR="00AE093D">
              <w:t xml:space="preserve"> and rescue</w:t>
            </w:r>
            <w:r w:rsidR="0038370B" w:rsidRPr="00351971">
              <w:t xml:space="preserve"> personnel, equipment and procedures </w:t>
            </w:r>
          </w:p>
          <w:p w14:paraId="633D64DE" w14:textId="77777777" w:rsidR="0038370B" w:rsidRPr="0038370B" w:rsidRDefault="0038370B" w:rsidP="00083D74">
            <w:pPr>
              <w:pStyle w:val="SIBulletList2"/>
            </w:pPr>
            <w:r w:rsidRPr="00351971">
              <w:t>pre-operational and safety checks, on ropes, harnesses, tools and equipment</w:t>
            </w:r>
          </w:p>
          <w:p w14:paraId="45537243" w14:textId="77777777" w:rsidR="0038370B" w:rsidRPr="0038370B" w:rsidRDefault="0038370B" w:rsidP="00083D74">
            <w:pPr>
              <w:pStyle w:val="SIBulletList2"/>
            </w:pPr>
            <w:r w:rsidRPr="00351971">
              <w:t>personal protective equipment</w:t>
            </w:r>
            <w:r w:rsidR="00AE093D">
              <w:t xml:space="preserve"> used when climbing</w:t>
            </w:r>
          </w:p>
          <w:p w14:paraId="11622F70" w14:textId="5F483E4C" w:rsidR="00F97C45" w:rsidRDefault="00CB2553" w:rsidP="0038370B">
            <w:pPr>
              <w:pStyle w:val="SIBulletList1"/>
            </w:pPr>
            <w:r>
              <w:t>inspection,</w:t>
            </w:r>
            <w:r w:rsidRPr="00CB2553">
              <w:t xml:space="preserve"> use and maintenance </w:t>
            </w:r>
            <w:r>
              <w:t xml:space="preserve">of </w:t>
            </w:r>
            <w:r w:rsidR="00F951D3">
              <w:t>arborist climbing</w:t>
            </w:r>
            <w:r w:rsidR="00F97C45">
              <w:t xml:space="preserve"> equipment,</w:t>
            </w:r>
            <w:r w:rsidR="003E7C28">
              <w:t xml:space="preserve"> </w:t>
            </w:r>
            <w:r w:rsidR="002F1810">
              <w:t>, including</w:t>
            </w:r>
            <w:r w:rsidR="004D6220">
              <w:t>:</w:t>
            </w:r>
          </w:p>
          <w:p w14:paraId="7EC28BB7" w14:textId="35ED58CD" w:rsidR="0038370B" w:rsidRDefault="00F97C45" w:rsidP="00083D74">
            <w:pPr>
              <w:pStyle w:val="SIBulletList2"/>
            </w:pPr>
            <w:r>
              <w:t>r</w:t>
            </w:r>
            <w:r w:rsidR="0038370B" w:rsidRPr="00351971">
              <w:t>ope</w:t>
            </w:r>
            <w:r>
              <w:t>s and their</w:t>
            </w:r>
            <w:r w:rsidR="0038370B" w:rsidRPr="00351971">
              <w:t xml:space="preserve"> characteristics</w:t>
            </w:r>
          </w:p>
          <w:p w14:paraId="51E5C111" w14:textId="77777777" w:rsidR="003E7C28" w:rsidRPr="003E7C28" w:rsidRDefault="003E7C28" w:rsidP="003E7C28">
            <w:pPr>
              <w:pStyle w:val="SIBulletList2"/>
            </w:pPr>
            <w:r w:rsidRPr="003E7C28">
              <w:t>rope type, construction and materials</w:t>
            </w:r>
          </w:p>
          <w:p w14:paraId="762C7BAB" w14:textId="77777777" w:rsidR="003E7C28" w:rsidRPr="003E7C28" w:rsidRDefault="003E7C28" w:rsidP="003E7C28">
            <w:pPr>
              <w:pStyle w:val="SIBulletList2"/>
            </w:pPr>
            <w:r w:rsidRPr="003E7C28">
              <w:t>rope inspection and failure conditions</w:t>
            </w:r>
          </w:p>
          <w:p w14:paraId="0876D5E2" w14:textId="77777777" w:rsidR="0038370B" w:rsidRDefault="0038370B" w:rsidP="00083D74">
            <w:pPr>
              <w:pStyle w:val="SIBulletList2"/>
            </w:pPr>
            <w:r w:rsidRPr="00351971">
              <w:t>uses of climbing ropes</w:t>
            </w:r>
          </w:p>
          <w:p w14:paraId="1E1E6304" w14:textId="39F9C0E0" w:rsidR="00F951D3" w:rsidRDefault="003E7C28" w:rsidP="00F951D3">
            <w:pPr>
              <w:pStyle w:val="SIBulletList2"/>
            </w:pPr>
            <w:r>
              <w:t>triple-</w:t>
            </w:r>
            <w:r w:rsidR="00F951D3" w:rsidRPr="00F951D3">
              <w:t>locking carabiners</w:t>
            </w:r>
          </w:p>
          <w:p w14:paraId="0EC95132" w14:textId="77777777" w:rsidR="00AE093D" w:rsidRPr="00F951D3" w:rsidRDefault="00AE093D" w:rsidP="00F951D3">
            <w:pPr>
              <w:pStyle w:val="SIBulletList2"/>
            </w:pPr>
            <w:r>
              <w:t>climbing hardware</w:t>
            </w:r>
          </w:p>
          <w:p w14:paraId="5C3C9C3E" w14:textId="77777777" w:rsidR="00910774" w:rsidRDefault="00AE093D" w:rsidP="00083D74">
            <w:pPr>
              <w:pStyle w:val="SIBulletList1"/>
            </w:pPr>
            <w:r>
              <w:t xml:space="preserve">purpose, </w:t>
            </w:r>
            <w:r w:rsidR="00910774">
              <w:t xml:space="preserve">function, </w:t>
            </w:r>
            <w:r w:rsidR="00F951D3">
              <w:t>selection</w:t>
            </w:r>
            <w:r w:rsidR="00910774">
              <w:t>,</w:t>
            </w:r>
            <w:r w:rsidR="00F951D3">
              <w:t xml:space="preserve"> tying, </w:t>
            </w:r>
            <w:r w:rsidR="00F951D3" w:rsidRPr="00F951D3">
              <w:t xml:space="preserve">dressing, setting, checking and finishing </w:t>
            </w:r>
            <w:r w:rsidR="00910774">
              <w:t xml:space="preserve">of </w:t>
            </w:r>
            <w:r w:rsidR="00F951D3" w:rsidRPr="00F951D3">
              <w:t>arborist knots</w:t>
            </w:r>
            <w:r w:rsidR="00910774">
              <w:t xml:space="preserve"> used for climbing techniques</w:t>
            </w:r>
          </w:p>
          <w:p w14:paraId="4A1AF323" w14:textId="78A04916" w:rsidR="00F97C45" w:rsidRDefault="00F97C45" w:rsidP="0038370B">
            <w:pPr>
              <w:pStyle w:val="SIBulletList1"/>
            </w:pPr>
            <w:r>
              <w:t>safety when climbing trees</w:t>
            </w:r>
            <w:r w:rsidR="002F1810">
              <w:t>, including</w:t>
            </w:r>
            <w:r w:rsidR="004D6220">
              <w:t>:</w:t>
            </w:r>
          </w:p>
          <w:p w14:paraId="040AE2C9" w14:textId="2A557776" w:rsidR="0038370B" w:rsidRPr="0038370B" w:rsidRDefault="0038370B" w:rsidP="00083D74">
            <w:pPr>
              <w:pStyle w:val="SIBulletList2"/>
            </w:pPr>
            <w:r w:rsidRPr="00351971">
              <w:t>safe working limits of ropes</w:t>
            </w:r>
            <w:r w:rsidR="00AE093D">
              <w:t xml:space="preserve"> and </w:t>
            </w:r>
            <w:r w:rsidRPr="00351971">
              <w:t>equipment</w:t>
            </w:r>
          </w:p>
          <w:p w14:paraId="30AAE5D4" w14:textId="77777777" w:rsidR="0038370B" w:rsidRPr="0038370B" w:rsidRDefault="0038370B" w:rsidP="00083D74">
            <w:pPr>
              <w:pStyle w:val="SIBulletList2"/>
            </w:pPr>
            <w:r w:rsidRPr="00351971">
              <w:t>defects in ropes, tools and equipment</w:t>
            </w:r>
          </w:p>
          <w:p w14:paraId="273FC152" w14:textId="77777777" w:rsidR="0038370B" w:rsidRPr="0038370B" w:rsidRDefault="0038370B" w:rsidP="00083D74">
            <w:pPr>
              <w:pStyle w:val="SIBulletList2"/>
            </w:pPr>
            <w:r w:rsidRPr="00351971">
              <w:t>climbing harnesses and lanyards</w:t>
            </w:r>
          </w:p>
          <w:p w14:paraId="53E82F52" w14:textId="5C3491DC" w:rsidR="00F951D3" w:rsidRDefault="00F951D3" w:rsidP="00F951D3">
            <w:pPr>
              <w:pStyle w:val="SIBulletList1"/>
            </w:pPr>
            <w:r>
              <w:t>hazards to avoid when climbing within the tree canopy</w:t>
            </w:r>
            <w:r w:rsidR="002F1810">
              <w:t>, including</w:t>
            </w:r>
            <w:r w:rsidR="004D6220">
              <w:t>:</w:t>
            </w:r>
          </w:p>
          <w:p w14:paraId="0D6C300A" w14:textId="77777777" w:rsidR="00F951D3" w:rsidRDefault="00AD141E" w:rsidP="00F951D3">
            <w:pPr>
              <w:pStyle w:val="SIBulletList2"/>
            </w:pPr>
            <w:r>
              <w:t xml:space="preserve">safe distances from </w:t>
            </w:r>
            <w:r w:rsidR="00F951D3">
              <w:t>electrical power lines</w:t>
            </w:r>
          </w:p>
          <w:p w14:paraId="0A7B9B8B" w14:textId="77777777" w:rsidR="00F951D3" w:rsidRDefault="00F951D3" w:rsidP="00F951D3">
            <w:pPr>
              <w:pStyle w:val="SIBulletList2"/>
            </w:pPr>
            <w:r>
              <w:t>tree structural defects</w:t>
            </w:r>
          </w:p>
          <w:p w14:paraId="67488236" w14:textId="77777777" w:rsidR="003E7C28" w:rsidRPr="003E7C28" w:rsidRDefault="003E7C28" w:rsidP="003E7C28">
            <w:pPr>
              <w:pStyle w:val="SIBulletList2"/>
            </w:pPr>
            <w:r w:rsidRPr="003E7C28">
              <w:t>the presence of insects or other animals</w:t>
            </w:r>
          </w:p>
          <w:p w14:paraId="146F82E7" w14:textId="77777777" w:rsidR="00AD141E" w:rsidRDefault="00AD141E" w:rsidP="00F951D3">
            <w:pPr>
              <w:pStyle w:val="SIBulletList2"/>
            </w:pPr>
            <w:r>
              <w:t>deciding on low risk access routes</w:t>
            </w:r>
          </w:p>
          <w:p w14:paraId="031CC207" w14:textId="2E720A9F" w:rsidR="003E7C28" w:rsidRPr="003E7C28" w:rsidRDefault="003E7C28" w:rsidP="00083D74">
            <w:pPr>
              <w:pStyle w:val="SIBulletList1"/>
            </w:pPr>
            <w:r w:rsidRPr="003E7C28">
              <w:t>environmental impacts of tree access methods,</w:t>
            </w:r>
            <w:r w:rsidR="002F1810">
              <w:t>, including</w:t>
            </w:r>
            <w:r w:rsidR="004D6220">
              <w:t>:</w:t>
            </w:r>
          </w:p>
          <w:p w14:paraId="014C47F6" w14:textId="680E3CF1" w:rsidR="003E7C28" w:rsidRPr="003E7C28" w:rsidRDefault="003E7C28" w:rsidP="003E7C28">
            <w:pPr>
              <w:pStyle w:val="SIBulletList2"/>
            </w:pPr>
            <w:r>
              <w:t>p</w:t>
            </w:r>
            <w:r w:rsidRPr="003E7C28">
              <w:t xml:space="preserve">otential impact on tree of </w:t>
            </w:r>
            <w:r w:rsidR="00CB2553">
              <w:t xml:space="preserve">various </w:t>
            </w:r>
            <w:r w:rsidRPr="003E7C28">
              <w:t xml:space="preserve">climbing methods </w:t>
            </w:r>
          </w:p>
          <w:p w14:paraId="66714B6F" w14:textId="0544D8D3" w:rsidR="003E7C28" w:rsidRPr="003E7C28" w:rsidRDefault="00CB2553" w:rsidP="003E7C28">
            <w:pPr>
              <w:pStyle w:val="SIBulletList2"/>
            </w:pPr>
            <w:r>
              <w:t>i</w:t>
            </w:r>
            <w:r w:rsidR="003E7C28" w:rsidRPr="003E7C28">
              <w:t>mpact on animal habitat or food source</w:t>
            </w:r>
          </w:p>
          <w:p w14:paraId="6450655A" w14:textId="2B59171F" w:rsidR="00F951D3" w:rsidRDefault="00F951D3">
            <w:pPr>
              <w:pStyle w:val="SIBulletList1"/>
            </w:pPr>
            <w:r>
              <w:t xml:space="preserve">communications strategies used </w:t>
            </w:r>
            <w:r w:rsidR="00AE204D">
              <w:t>when climbing with a work team</w:t>
            </w:r>
            <w:r w:rsidR="002F1810">
              <w:t>, including:</w:t>
            </w:r>
          </w:p>
          <w:p w14:paraId="7B4D1A0A" w14:textId="718A1882" w:rsidR="00F951D3" w:rsidRDefault="0038370B" w:rsidP="00083D74">
            <w:pPr>
              <w:pStyle w:val="SIBulletList2"/>
            </w:pPr>
            <w:r w:rsidRPr="00351971">
              <w:t>voice</w:t>
            </w:r>
            <w:bookmarkStart w:id="0" w:name="_GoBack"/>
            <w:bookmarkEnd w:id="0"/>
          </w:p>
          <w:p w14:paraId="57ECE47F" w14:textId="59DB22A5" w:rsidR="00F951D3" w:rsidRDefault="0038370B" w:rsidP="00083D74">
            <w:pPr>
              <w:pStyle w:val="SIBulletList2"/>
            </w:pPr>
            <w:r w:rsidRPr="00351971">
              <w:t>hand</w:t>
            </w:r>
          </w:p>
          <w:p w14:paraId="2955CA94" w14:textId="6ECD6938" w:rsidR="00F951D3" w:rsidRPr="0038370B" w:rsidRDefault="00F951D3" w:rsidP="00083D74">
            <w:pPr>
              <w:pStyle w:val="SIBulletList2"/>
            </w:pPr>
            <w:r>
              <w:t>electronic communications</w:t>
            </w:r>
          </w:p>
          <w:p w14:paraId="49988711" w14:textId="7E45AADE" w:rsidR="00AD141E" w:rsidRDefault="00AD141E" w:rsidP="00934831">
            <w:pPr>
              <w:pStyle w:val="SIBulletList1"/>
            </w:pPr>
            <w:r>
              <w:t xml:space="preserve">climbing techniques using ropes and </w:t>
            </w:r>
            <w:r w:rsidR="003E7C28">
              <w:t>harnesses</w:t>
            </w:r>
            <w:r w:rsidR="002F1810">
              <w:t>, including</w:t>
            </w:r>
            <w:r w:rsidR="004D6220">
              <w:t>:</w:t>
            </w:r>
          </w:p>
          <w:p w14:paraId="7B8277AE" w14:textId="3FD538E6" w:rsidR="0038370B" w:rsidRPr="0038370B" w:rsidRDefault="003E7C28" w:rsidP="00083D74">
            <w:pPr>
              <w:pStyle w:val="SIBulletList2"/>
            </w:pPr>
            <w:r>
              <w:t>moving</w:t>
            </w:r>
            <w:r w:rsidRPr="00351971">
              <w:t xml:space="preserve"> </w:t>
            </w:r>
            <w:r w:rsidR="0038370B" w:rsidRPr="00351971">
              <w:t>rope with prusik technique</w:t>
            </w:r>
          </w:p>
          <w:p w14:paraId="18D7DCAD" w14:textId="71F4B1B5" w:rsidR="003E7C28" w:rsidRDefault="0038370B" w:rsidP="00083D74">
            <w:pPr>
              <w:pStyle w:val="SIBulletList2"/>
            </w:pPr>
            <w:r w:rsidRPr="00351971">
              <w:t xml:space="preserve">trunk walking </w:t>
            </w:r>
          </w:p>
          <w:p w14:paraId="57364C9D" w14:textId="2C399C36" w:rsidR="0038370B" w:rsidRDefault="0038370B" w:rsidP="00083D74">
            <w:pPr>
              <w:pStyle w:val="SIBulletList2"/>
            </w:pPr>
            <w:r w:rsidRPr="00351971">
              <w:t>foot</w:t>
            </w:r>
            <w:r w:rsidRPr="0038370B">
              <w:t xml:space="preserve"> ascenders</w:t>
            </w:r>
          </w:p>
          <w:p w14:paraId="70893C34" w14:textId="77777777" w:rsidR="003E7C28" w:rsidRPr="003E7C28" w:rsidRDefault="003E7C28" w:rsidP="003E7C28">
            <w:pPr>
              <w:pStyle w:val="SIBulletList2"/>
            </w:pPr>
            <w:r w:rsidRPr="003E7C28">
              <w:t>safe transitions between points of attachment</w:t>
            </w:r>
          </w:p>
          <w:p w14:paraId="23DB5299" w14:textId="77777777" w:rsidR="0038370B" w:rsidRPr="0038370B" w:rsidRDefault="0038370B" w:rsidP="00083D74">
            <w:pPr>
              <w:pStyle w:val="SIBulletList2"/>
            </w:pPr>
            <w:r w:rsidRPr="00351971">
              <w:t>low risk anchor points</w:t>
            </w:r>
          </w:p>
          <w:p w14:paraId="6F4EF6C0" w14:textId="77777777" w:rsidR="0038370B" w:rsidRPr="0038370B" w:rsidRDefault="0038370B" w:rsidP="00083D74">
            <w:pPr>
              <w:pStyle w:val="SIBulletList2"/>
            </w:pPr>
            <w:r w:rsidRPr="00351971">
              <w:t>controlled descent operations</w:t>
            </w:r>
          </w:p>
          <w:p w14:paraId="435D0FCC" w14:textId="77777777" w:rsidR="0038370B" w:rsidRPr="0038370B" w:rsidRDefault="0038370B" w:rsidP="0038370B">
            <w:pPr>
              <w:pStyle w:val="SIBulletList1"/>
            </w:pPr>
            <w:r w:rsidRPr="00351971">
              <w:t>controlled removal of access equipment</w:t>
            </w:r>
          </w:p>
          <w:p w14:paraId="628E1C9A" w14:textId="45410FED" w:rsidR="00F97C45" w:rsidRPr="000754EC" w:rsidRDefault="00AD141E">
            <w:pPr>
              <w:pStyle w:val="SIBulletList1"/>
            </w:pPr>
            <w:r>
              <w:t xml:space="preserve">inspecting, </w:t>
            </w:r>
            <w:r w:rsidR="0038370B" w:rsidRPr="00351971">
              <w:t>cleaning</w:t>
            </w:r>
            <w:r>
              <w:t xml:space="preserve">, maintaining and storing climbing </w:t>
            </w:r>
            <w:r w:rsidR="0038370B" w:rsidRPr="00351971">
              <w:t>equipment</w:t>
            </w:r>
            <w:r>
              <w:t>.</w:t>
            </w:r>
          </w:p>
        </w:tc>
      </w:tr>
    </w:tbl>
    <w:p w14:paraId="7EA2CEC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35D43F4" w14:textId="77777777" w:rsidTr="00CA2922">
        <w:trPr>
          <w:tblHeader/>
        </w:trPr>
        <w:tc>
          <w:tcPr>
            <w:tcW w:w="5000" w:type="pct"/>
            <w:shd w:val="clear" w:color="auto" w:fill="auto"/>
          </w:tcPr>
          <w:p w14:paraId="46E46757" w14:textId="77777777" w:rsidR="00F1480E" w:rsidRPr="000754EC" w:rsidRDefault="00D71E43" w:rsidP="000754EC">
            <w:pPr>
              <w:pStyle w:val="SIHeading2"/>
            </w:pPr>
            <w:r w:rsidRPr="002C55E9">
              <w:t>A</w:t>
            </w:r>
            <w:r w:rsidRPr="000754EC">
              <w:t>ssessment Conditions</w:t>
            </w:r>
          </w:p>
        </w:tc>
      </w:tr>
      <w:tr w:rsidR="00F1480E" w:rsidRPr="00A55106" w14:paraId="0004B986" w14:textId="77777777" w:rsidTr="00CA2922">
        <w:tc>
          <w:tcPr>
            <w:tcW w:w="5000" w:type="pct"/>
            <w:shd w:val="clear" w:color="auto" w:fill="auto"/>
          </w:tcPr>
          <w:p w14:paraId="6C04CF30" w14:textId="77777777" w:rsidR="00AE093D" w:rsidRPr="00AE093D" w:rsidRDefault="00AE093D" w:rsidP="00AE093D">
            <w:pPr>
              <w:pStyle w:val="SIText"/>
            </w:pPr>
            <w:r w:rsidRPr="00AE093D">
              <w:t>Assessment of skills must take place under the following conditions:</w:t>
            </w:r>
          </w:p>
          <w:p w14:paraId="0F8D65B1" w14:textId="77777777" w:rsidR="00AE093D" w:rsidRPr="00AE093D" w:rsidRDefault="00AE093D" w:rsidP="00AE093D">
            <w:pPr>
              <w:pStyle w:val="SIText"/>
            </w:pPr>
          </w:p>
          <w:p w14:paraId="3E82F784" w14:textId="77777777" w:rsidR="00AE093D" w:rsidRPr="00AE093D" w:rsidRDefault="00AE093D" w:rsidP="00083D74">
            <w:pPr>
              <w:pStyle w:val="SIBulletList1"/>
            </w:pPr>
            <w:r w:rsidRPr="00AE093D">
              <w:t>physical conditions:</w:t>
            </w:r>
          </w:p>
          <w:p w14:paraId="415E4FFB" w14:textId="1263409F" w:rsidR="00AE093D" w:rsidRDefault="00AE093D" w:rsidP="00B35631">
            <w:pPr>
              <w:pStyle w:val="SIBulletList2"/>
            </w:pPr>
            <w:r w:rsidRPr="00B35631">
              <w:t xml:space="preserve"> </w:t>
            </w:r>
            <w:r w:rsidR="00083D74" w:rsidRPr="00B35631">
              <w:t>2</w:t>
            </w:r>
            <w:r w:rsidRPr="00B35631">
              <w:rPr>
                <w:rStyle w:val="SITemporaryText"/>
                <w:color w:val="auto"/>
                <w:sz w:val="20"/>
              </w:rPr>
              <w:t xml:space="preserve"> trees</w:t>
            </w:r>
            <w:r w:rsidRPr="00B35631">
              <w:t xml:space="preserve"> with</w:t>
            </w:r>
            <w:r>
              <w:t xml:space="preserve"> different canopy structures</w:t>
            </w:r>
            <w:r w:rsidR="000D0662">
              <w:t xml:space="preserve"> </w:t>
            </w:r>
            <w:r w:rsidR="005D7318">
              <w:t>as stipulated in the performance evidence</w:t>
            </w:r>
          </w:p>
          <w:p w14:paraId="5A2F1F88" w14:textId="77777777" w:rsidR="00AE093D" w:rsidRPr="00AE093D" w:rsidRDefault="00AE093D" w:rsidP="00083D74">
            <w:pPr>
              <w:pStyle w:val="SIBulletList1"/>
            </w:pPr>
            <w:r w:rsidRPr="00AE093D">
              <w:t>resources, equipment and materials:</w:t>
            </w:r>
          </w:p>
          <w:p w14:paraId="5CD98BF5" w14:textId="77777777" w:rsidR="000D0662" w:rsidRPr="000D0662" w:rsidRDefault="000D0662" w:rsidP="000D0662">
            <w:pPr>
              <w:pStyle w:val="SIBulletList2"/>
            </w:pPr>
            <w:r w:rsidRPr="000D0662">
              <w:t>standard climbing kit</w:t>
            </w:r>
          </w:p>
          <w:p w14:paraId="20DB10E5" w14:textId="77777777" w:rsidR="000D0662" w:rsidRPr="000D0662" w:rsidRDefault="000D0662" w:rsidP="000D0662">
            <w:pPr>
              <w:pStyle w:val="SIBulletList2"/>
            </w:pPr>
            <w:r w:rsidRPr="000D0662">
              <w:t>harness</w:t>
            </w:r>
          </w:p>
          <w:p w14:paraId="0F23E155" w14:textId="526C7F1D" w:rsidR="000D0662" w:rsidRPr="000D0662" w:rsidRDefault="00083D74" w:rsidP="000D0662">
            <w:pPr>
              <w:pStyle w:val="SIBulletList2"/>
            </w:pPr>
            <w:r>
              <w:t xml:space="preserve">arborist </w:t>
            </w:r>
            <w:r w:rsidR="000D0662" w:rsidRPr="000D0662">
              <w:t xml:space="preserve">communications equipment </w:t>
            </w:r>
          </w:p>
          <w:p w14:paraId="6E883FEF" w14:textId="04B2C07F" w:rsidR="000D0662" w:rsidRPr="000D0662" w:rsidRDefault="000D0662" w:rsidP="000D0662">
            <w:pPr>
              <w:pStyle w:val="SIBulletList2"/>
            </w:pPr>
            <w:r w:rsidRPr="000D0662">
              <w:t xml:space="preserve">personal protective equipment </w:t>
            </w:r>
          </w:p>
          <w:p w14:paraId="7C09ADA7" w14:textId="77777777" w:rsidR="000D0662" w:rsidRPr="000D0662" w:rsidRDefault="000D0662" w:rsidP="000D0662">
            <w:pPr>
              <w:pStyle w:val="SIBulletList2"/>
            </w:pPr>
            <w:r w:rsidRPr="000D0662">
              <w:t>first aid and emergency kit</w:t>
            </w:r>
          </w:p>
          <w:p w14:paraId="1A57ED5C" w14:textId="6487D33F" w:rsidR="000D0662" w:rsidRPr="000D0662" w:rsidRDefault="00083D74" w:rsidP="000D0662">
            <w:pPr>
              <w:pStyle w:val="SIBulletList2"/>
            </w:pPr>
            <w:r>
              <w:t xml:space="preserve">arborist </w:t>
            </w:r>
            <w:r w:rsidR="000D0662" w:rsidRPr="000D0662">
              <w:t>rescue kit</w:t>
            </w:r>
          </w:p>
          <w:p w14:paraId="1847534A" w14:textId="7E886163" w:rsidR="00083D74" w:rsidRDefault="00083D74" w:rsidP="00083D74">
            <w:pPr>
              <w:pStyle w:val="SIBulletList2"/>
            </w:pPr>
            <w:r w:rsidRPr="00083D74">
              <w:t>traffic management equipment including signs, bollards, stop slow bat, etc,</w:t>
            </w:r>
          </w:p>
          <w:p w14:paraId="51014A27" w14:textId="0352F7F5" w:rsidR="00AE093D" w:rsidRPr="00AE093D" w:rsidRDefault="00AE093D" w:rsidP="00E204B4">
            <w:pPr>
              <w:pStyle w:val="SIBulletList1"/>
            </w:pPr>
            <w:r w:rsidRPr="00AE093D">
              <w:t>specifications:</w:t>
            </w:r>
          </w:p>
          <w:p w14:paraId="3986A158" w14:textId="03C5958C" w:rsidR="00AE093D" w:rsidRPr="00AE093D" w:rsidRDefault="000D0662" w:rsidP="00535EC8">
            <w:pPr>
              <w:pStyle w:val="SIBulletList2"/>
            </w:pPr>
            <w:r>
              <w:t xml:space="preserve">workplace and manufacturer instructions for safe operation, cleaning and </w:t>
            </w:r>
            <w:r w:rsidR="005D7318">
              <w:t xml:space="preserve">storage </w:t>
            </w:r>
            <w:r>
              <w:t xml:space="preserve">of </w:t>
            </w:r>
            <w:r w:rsidR="00535EC8">
              <w:t xml:space="preserve">the </w:t>
            </w:r>
            <w:r>
              <w:t>equipment</w:t>
            </w:r>
            <w:r w:rsidR="00535EC8">
              <w:t xml:space="preserve"> </w:t>
            </w:r>
            <w:r w:rsidR="005D7318">
              <w:t>s</w:t>
            </w:r>
            <w:r w:rsidR="00535EC8">
              <w:t xml:space="preserve">pecified in the </w:t>
            </w:r>
            <w:r w:rsidR="005D7318">
              <w:t>a</w:t>
            </w:r>
            <w:r w:rsidR="00535EC8">
              <w:t xml:space="preserve">ssessment </w:t>
            </w:r>
            <w:r w:rsidR="005D7318">
              <w:t>c</w:t>
            </w:r>
            <w:r w:rsidR="00535EC8">
              <w:t>onditions</w:t>
            </w:r>
          </w:p>
          <w:p w14:paraId="7CE88B60" w14:textId="77777777" w:rsidR="00AE093D" w:rsidRPr="00AE093D" w:rsidRDefault="00AE093D" w:rsidP="00535EC8">
            <w:pPr>
              <w:pStyle w:val="SIBulletList1"/>
            </w:pPr>
            <w:r w:rsidRPr="00AE093D">
              <w:t>relationships:</w:t>
            </w:r>
          </w:p>
          <w:p w14:paraId="0037DCFD" w14:textId="425C5CFF" w:rsidR="00AE093D" w:rsidRPr="00AE093D" w:rsidRDefault="00AE093D" w:rsidP="00535EC8">
            <w:pPr>
              <w:pStyle w:val="SIBulletList2"/>
            </w:pPr>
            <w:r w:rsidRPr="00AE093D">
              <w:t>work team.</w:t>
            </w:r>
          </w:p>
          <w:p w14:paraId="7A2573CE" w14:textId="77777777" w:rsidR="00AE093D" w:rsidRPr="00AE093D" w:rsidRDefault="00AE093D" w:rsidP="00535EC8">
            <w:pPr>
              <w:pStyle w:val="SIBulletList1"/>
              <w:numPr>
                <w:ilvl w:val="0"/>
                <w:numId w:val="0"/>
              </w:numPr>
            </w:pPr>
          </w:p>
          <w:p w14:paraId="09D891E3" w14:textId="77777777" w:rsidR="00AE093D" w:rsidRPr="00AE093D" w:rsidRDefault="00AE093D" w:rsidP="00AE093D">
            <w:pPr>
              <w:pStyle w:val="SIText"/>
            </w:pPr>
            <w:r w:rsidRPr="00AE093D">
              <w:t xml:space="preserve">Assessors of this unit must satisfy the requirements for assessors in applicable vocational education and training legislation, frameworks and/or standards. </w:t>
            </w:r>
          </w:p>
          <w:p w14:paraId="5461707B" w14:textId="77777777" w:rsidR="00AE093D" w:rsidRPr="00AE093D" w:rsidRDefault="00AE093D" w:rsidP="00AE093D">
            <w:pPr>
              <w:pStyle w:val="SIText"/>
            </w:pPr>
          </w:p>
          <w:p w14:paraId="3924EF4F" w14:textId="77777777" w:rsidR="00AE093D" w:rsidRPr="00AE093D" w:rsidRDefault="00AE093D" w:rsidP="00AE093D">
            <w:pPr>
              <w:pStyle w:val="SIText"/>
            </w:pPr>
            <w:r w:rsidRPr="00AE093D">
              <w:t>In addition, the following specific assessor requirements apply to this unit:</w:t>
            </w:r>
          </w:p>
          <w:p w14:paraId="58FD6E42" w14:textId="77777777" w:rsidR="00AE093D" w:rsidRPr="00AE093D" w:rsidRDefault="00AE093D" w:rsidP="00535EC8">
            <w:pPr>
              <w:pStyle w:val="SIBulletList1"/>
            </w:pPr>
            <w:r w:rsidRPr="00AE093D">
              <w:t>arboriculture vocational competencies at least to the level being assessed</w:t>
            </w:r>
          </w:p>
          <w:p w14:paraId="3CB828DF" w14:textId="3F17EE85" w:rsidR="00F1480E" w:rsidRPr="000754EC" w:rsidRDefault="00AE093D" w:rsidP="007212B3">
            <w:pPr>
              <w:pStyle w:val="SIBulletList1"/>
              <w:rPr>
                <w:rFonts w:eastAsia="Calibri"/>
              </w:rPr>
            </w:pPr>
            <w:r w:rsidRPr="00AE093D">
              <w:t>current arboriculture industry skills directly relevant to the unit of competency being assessed.</w:t>
            </w:r>
          </w:p>
        </w:tc>
      </w:tr>
    </w:tbl>
    <w:p w14:paraId="504DFA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83CCABD" w14:textId="77777777" w:rsidTr="004679E3">
        <w:tc>
          <w:tcPr>
            <w:tcW w:w="990" w:type="pct"/>
            <w:shd w:val="clear" w:color="auto" w:fill="auto"/>
          </w:tcPr>
          <w:p w14:paraId="5A859E3F" w14:textId="77777777" w:rsidR="00F1480E" w:rsidRPr="000754EC" w:rsidRDefault="00D71E43" w:rsidP="000754EC">
            <w:pPr>
              <w:pStyle w:val="SIHeading2"/>
            </w:pPr>
            <w:r w:rsidRPr="002C55E9">
              <w:t>L</w:t>
            </w:r>
            <w:r w:rsidRPr="000754EC">
              <w:t>inks</w:t>
            </w:r>
          </w:p>
        </w:tc>
        <w:tc>
          <w:tcPr>
            <w:tcW w:w="4010" w:type="pct"/>
            <w:shd w:val="clear" w:color="auto" w:fill="auto"/>
          </w:tcPr>
          <w:p w14:paraId="5314C568" w14:textId="510D193C" w:rsidR="002970C3" w:rsidRPr="000754EC" w:rsidRDefault="002970C3" w:rsidP="000754EC">
            <w:pPr>
              <w:pStyle w:val="SIText"/>
            </w:pPr>
            <w:r>
              <w:t xml:space="preserve">Companion Volumes, including Implementation </w:t>
            </w:r>
            <w:r w:rsidR="00346FDC">
              <w:t>Guides, are available at VETNet:</w:t>
            </w:r>
          </w:p>
          <w:p w14:paraId="5EE5FD8C" w14:textId="77777777" w:rsidR="00F1480E" w:rsidRPr="000754EC" w:rsidRDefault="00C7310B" w:rsidP="000754EC">
            <w:pPr>
              <w:pStyle w:val="SIText"/>
            </w:pPr>
            <w:hyperlink r:id="rId12" w:history="1">
              <w:r w:rsidR="00890FB8" w:rsidRPr="00890FB8">
                <w:t>https://vetnet.education.gov.au/Pages/TrainingDocs.aspx?q=c6399549-9c62-4a5e-bf1a-524b2322cf72</w:t>
              </w:r>
            </w:hyperlink>
          </w:p>
        </w:tc>
      </w:tr>
    </w:tbl>
    <w:p w14:paraId="0F3A7733"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E72BEE" w14:textId="77777777" w:rsidR="00FA5BCF" w:rsidRDefault="00FA5BCF" w:rsidP="00BF3F0A">
      <w:r>
        <w:separator/>
      </w:r>
    </w:p>
    <w:p w14:paraId="308CFFC9" w14:textId="77777777" w:rsidR="00FA5BCF" w:rsidRDefault="00FA5BCF"/>
  </w:endnote>
  <w:endnote w:type="continuationSeparator" w:id="0">
    <w:p w14:paraId="50C80D28" w14:textId="77777777" w:rsidR="00FA5BCF" w:rsidRDefault="00FA5BCF" w:rsidP="00BF3F0A">
      <w:r>
        <w:continuationSeparator/>
      </w:r>
    </w:p>
    <w:p w14:paraId="25AD93FF" w14:textId="77777777" w:rsidR="00FA5BCF" w:rsidRDefault="00FA5B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768BB868" w14:textId="63F8F78A"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C7310B">
          <w:rPr>
            <w:noProof/>
          </w:rPr>
          <w:t>5</w:t>
        </w:r>
        <w:r w:rsidRPr="000754EC">
          <w:fldChar w:fldCharType="end"/>
        </w:r>
      </w:p>
      <w:p w14:paraId="692E65BD" w14:textId="43519352"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401FC8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C2C363" w14:textId="77777777" w:rsidR="00FA5BCF" w:rsidRDefault="00FA5BCF" w:rsidP="00BF3F0A">
      <w:r>
        <w:separator/>
      </w:r>
    </w:p>
    <w:p w14:paraId="36CE933E" w14:textId="77777777" w:rsidR="00FA5BCF" w:rsidRDefault="00FA5BCF"/>
  </w:footnote>
  <w:footnote w:type="continuationSeparator" w:id="0">
    <w:p w14:paraId="72DD2477" w14:textId="77777777" w:rsidR="00FA5BCF" w:rsidRDefault="00FA5BCF" w:rsidP="00BF3F0A">
      <w:r>
        <w:continuationSeparator/>
      </w:r>
    </w:p>
    <w:p w14:paraId="28CCCF49" w14:textId="77777777" w:rsidR="00FA5BCF" w:rsidRDefault="00FA5BC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1FBD8A" w14:textId="3267220D" w:rsidR="009C2650" w:rsidRPr="0038370B" w:rsidRDefault="00C7310B" w:rsidP="0038370B">
    <w:pPr>
      <w:pStyle w:val="SIText"/>
    </w:pPr>
    <w:sdt>
      <w:sdtPr>
        <w:id w:val="-2079277850"/>
        <w:docPartObj>
          <w:docPartGallery w:val="Watermarks"/>
          <w:docPartUnique/>
        </w:docPartObj>
      </w:sdtPr>
      <w:sdtEndPr/>
      <w:sdtContent>
        <w:r>
          <w:pict w14:anchorId="14048C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90FB8">
      <w:t>AHCARB</w:t>
    </w:r>
    <w:r w:rsidR="0016089B">
      <w:t>XX</w:t>
    </w:r>
    <w:r w:rsidR="0038370B">
      <w:t>3</w:t>
    </w:r>
    <w:r w:rsidR="006B0D1D">
      <w:t>XX</w:t>
    </w:r>
    <w:r w:rsidR="0038370B">
      <w:t xml:space="preserve"> </w:t>
    </w:r>
    <w:r w:rsidR="0046483B" w:rsidRPr="0046483B">
      <w:t>Access tree for inspection or ecology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9B03729"/>
    <w:multiLevelType w:val="hybridMultilevel"/>
    <w:tmpl w:val="BDCCCE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3DC6DF5"/>
    <w:multiLevelType w:val="hybridMultilevel"/>
    <w:tmpl w:val="424E31C2"/>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AAB646B"/>
    <w:multiLevelType w:val="hybridMultilevel"/>
    <w:tmpl w:val="583E9E4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2746C0"/>
    <w:multiLevelType w:val="hybridMultilevel"/>
    <w:tmpl w:val="E17620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6"/>
  </w:num>
  <w:num w:numId="3">
    <w:abstractNumId w:val="3"/>
  </w:num>
  <w:num w:numId="4">
    <w:abstractNumId w:val="17"/>
  </w:num>
  <w:num w:numId="5">
    <w:abstractNumId w:val="1"/>
  </w:num>
  <w:num w:numId="6">
    <w:abstractNumId w:val="9"/>
  </w:num>
  <w:num w:numId="7">
    <w:abstractNumId w:val="2"/>
  </w:num>
  <w:num w:numId="8">
    <w:abstractNumId w:val="0"/>
  </w:num>
  <w:num w:numId="9">
    <w:abstractNumId w:val="16"/>
  </w:num>
  <w:num w:numId="10">
    <w:abstractNumId w:val="12"/>
  </w:num>
  <w:num w:numId="11">
    <w:abstractNumId w:val="15"/>
  </w:num>
  <w:num w:numId="12">
    <w:abstractNumId w:val="13"/>
  </w:num>
  <w:num w:numId="13">
    <w:abstractNumId w:val="18"/>
  </w:num>
  <w:num w:numId="14">
    <w:abstractNumId w:val="4"/>
  </w:num>
  <w:num w:numId="15">
    <w:abstractNumId w:val="5"/>
  </w:num>
  <w:num w:numId="16">
    <w:abstractNumId w:val="19"/>
  </w:num>
  <w:num w:numId="17">
    <w:abstractNumId w:val="7"/>
  </w:num>
  <w:num w:numId="18">
    <w:abstractNumId w:val="14"/>
  </w:num>
  <w:num w:numId="19">
    <w:abstractNumId w:val="11"/>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FB8"/>
    <w:rsid w:val="000014B9"/>
    <w:rsid w:val="00005A15"/>
    <w:rsid w:val="0001108F"/>
    <w:rsid w:val="000115E2"/>
    <w:rsid w:val="000126D0"/>
    <w:rsid w:val="0001296A"/>
    <w:rsid w:val="00016803"/>
    <w:rsid w:val="00023992"/>
    <w:rsid w:val="000275AE"/>
    <w:rsid w:val="00041E59"/>
    <w:rsid w:val="0004703E"/>
    <w:rsid w:val="000523EB"/>
    <w:rsid w:val="00064BFE"/>
    <w:rsid w:val="00070B3E"/>
    <w:rsid w:val="00071F95"/>
    <w:rsid w:val="000737BB"/>
    <w:rsid w:val="00074E47"/>
    <w:rsid w:val="000754EC"/>
    <w:rsid w:val="00076966"/>
    <w:rsid w:val="00083D74"/>
    <w:rsid w:val="0009093B"/>
    <w:rsid w:val="00090A2C"/>
    <w:rsid w:val="000A5441"/>
    <w:rsid w:val="000C149A"/>
    <w:rsid w:val="000C224E"/>
    <w:rsid w:val="000D0662"/>
    <w:rsid w:val="000E25E6"/>
    <w:rsid w:val="000E2C86"/>
    <w:rsid w:val="000F29F2"/>
    <w:rsid w:val="00101659"/>
    <w:rsid w:val="00105AEA"/>
    <w:rsid w:val="001078BF"/>
    <w:rsid w:val="00133957"/>
    <w:rsid w:val="001372F6"/>
    <w:rsid w:val="00144385"/>
    <w:rsid w:val="00146EEC"/>
    <w:rsid w:val="00151D55"/>
    <w:rsid w:val="00151D93"/>
    <w:rsid w:val="00156EF3"/>
    <w:rsid w:val="0016089B"/>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14C9"/>
    <w:rsid w:val="00223124"/>
    <w:rsid w:val="00233143"/>
    <w:rsid w:val="00234444"/>
    <w:rsid w:val="00242293"/>
    <w:rsid w:val="00244EA7"/>
    <w:rsid w:val="00256FB4"/>
    <w:rsid w:val="00262FC3"/>
    <w:rsid w:val="0026394F"/>
    <w:rsid w:val="00267AF6"/>
    <w:rsid w:val="00276DB8"/>
    <w:rsid w:val="00282664"/>
    <w:rsid w:val="00285FB8"/>
    <w:rsid w:val="002970C3"/>
    <w:rsid w:val="002A0F60"/>
    <w:rsid w:val="002A4CD3"/>
    <w:rsid w:val="002A6CC4"/>
    <w:rsid w:val="002C55E9"/>
    <w:rsid w:val="002D0C8B"/>
    <w:rsid w:val="002D330A"/>
    <w:rsid w:val="002E170C"/>
    <w:rsid w:val="002E193E"/>
    <w:rsid w:val="002E5A10"/>
    <w:rsid w:val="002F1810"/>
    <w:rsid w:val="00305EFF"/>
    <w:rsid w:val="00310A6A"/>
    <w:rsid w:val="003117E4"/>
    <w:rsid w:val="003144E6"/>
    <w:rsid w:val="00337E82"/>
    <w:rsid w:val="00346FDC"/>
    <w:rsid w:val="00350BB1"/>
    <w:rsid w:val="00352C83"/>
    <w:rsid w:val="00364A6A"/>
    <w:rsid w:val="00366805"/>
    <w:rsid w:val="0037067D"/>
    <w:rsid w:val="00373436"/>
    <w:rsid w:val="0038370B"/>
    <w:rsid w:val="0038735B"/>
    <w:rsid w:val="0039151E"/>
    <w:rsid w:val="003916D1"/>
    <w:rsid w:val="003947AF"/>
    <w:rsid w:val="003A21F0"/>
    <w:rsid w:val="003A277F"/>
    <w:rsid w:val="003A58BA"/>
    <w:rsid w:val="003A5AE7"/>
    <w:rsid w:val="003A7221"/>
    <w:rsid w:val="003B3493"/>
    <w:rsid w:val="003C0072"/>
    <w:rsid w:val="003C13AE"/>
    <w:rsid w:val="003D2E73"/>
    <w:rsid w:val="003E72B6"/>
    <w:rsid w:val="003E7BBE"/>
    <w:rsid w:val="003E7C28"/>
    <w:rsid w:val="004127E3"/>
    <w:rsid w:val="0043212E"/>
    <w:rsid w:val="00434366"/>
    <w:rsid w:val="00434ECE"/>
    <w:rsid w:val="00444423"/>
    <w:rsid w:val="00452F3E"/>
    <w:rsid w:val="004640AE"/>
    <w:rsid w:val="0046483B"/>
    <w:rsid w:val="004679E3"/>
    <w:rsid w:val="00475172"/>
    <w:rsid w:val="004758B0"/>
    <w:rsid w:val="00476A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D6220"/>
    <w:rsid w:val="004E0460"/>
    <w:rsid w:val="004E1579"/>
    <w:rsid w:val="004E4F4D"/>
    <w:rsid w:val="004E5FAE"/>
    <w:rsid w:val="004E6245"/>
    <w:rsid w:val="004E6741"/>
    <w:rsid w:val="004E7094"/>
    <w:rsid w:val="004F5DC7"/>
    <w:rsid w:val="004F78DA"/>
    <w:rsid w:val="00520E9A"/>
    <w:rsid w:val="005248C1"/>
    <w:rsid w:val="00526134"/>
    <w:rsid w:val="00526E15"/>
    <w:rsid w:val="00535EC8"/>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1F03"/>
    <w:rsid w:val="005D1AFD"/>
    <w:rsid w:val="005D7318"/>
    <w:rsid w:val="005E51E6"/>
    <w:rsid w:val="005F027A"/>
    <w:rsid w:val="005F0966"/>
    <w:rsid w:val="005F33CC"/>
    <w:rsid w:val="005F771F"/>
    <w:rsid w:val="006121D4"/>
    <w:rsid w:val="00613B49"/>
    <w:rsid w:val="00615B24"/>
    <w:rsid w:val="00616845"/>
    <w:rsid w:val="00620E8E"/>
    <w:rsid w:val="00633CFE"/>
    <w:rsid w:val="00634FCA"/>
    <w:rsid w:val="00643D1B"/>
    <w:rsid w:val="006452B8"/>
    <w:rsid w:val="00652E62"/>
    <w:rsid w:val="00686A49"/>
    <w:rsid w:val="00687B62"/>
    <w:rsid w:val="00690C44"/>
    <w:rsid w:val="006969D9"/>
    <w:rsid w:val="00696A50"/>
    <w:rsid w:val="006A2B68"/>
    <w:rsid w:val="006B0D1D"/>
    <w:rsid w:val="006C2F32"/>
    <w:rsid w:val="006D38C3"/>
    <w:rsid w:val="006D4448"/>
    <w:rsid w:val="006D6DFD"/>
    <w:rsid w:val="006E2C4D"/>
    <w:rsid w:val="006E42FE"/>
    <w:rsid w:val="006F0D02"/>
    <w:rsid w:val="006F10FE"/>
    <w:rsid w:val="006F3622"/>
    <w:rsid w:val="006F4106"/>
    <w:rsid w:val="00705EEC"/>
    <w:rsid w:val="00707741"/>
    <w:rsid w:val="007134FE"/>
    <w:rsid w:val="00715794"/>
    <w:rsid w:val="00717385"/>
    <w:rsid w:val="007212B3"/>
    <w:rsid w:val="00722769"/>
    <w:rsid w:val="0072473D"/>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9563B"/>
    <w:rsid w:val="007A300D"/>
    <w:rsid w:val="007D5A78"/>
    <w:rsid w:val="007E3BD1"/>
    <w:rsid w:val="007F1563"/>
    <w:rsid w:val="007F1EB2"/>
    <w:rsid w:val="007F44DB"/>
    <w:rsid w:val="007F5A8B"/>
    <w:rsid w:val="00817D51"/>
    <w:rsid w:val="00823530"/>
    <w:rsid w:val="00823FF4"/>
    <w:rsid w:val="00830267"/>
    <w:rsid w:val="008306E7"/>
    <w:rsid w:val="008322BE"/>
    <w:rsid w:val="00834601"/>
    <w:rsid w:val="00834BC8"/>
    <w:rsid w:val="00837FD6"/>
    <w:rsid w:val="00847B60"/>
    <w:rsid w:val="00850243"/>
    <w:rsid w:val="00851BE5"/>
    <w:rsid w:val="008545EB"/>
    <w:rsid w:val="00865011"/>
    <w:rsid w:val="00886790"/>
    <w:rsid w:val="008908DE"/>
    <w:rsid w:val="00890FB8"/>
    <w:rsid w:val="00895BC0"/>
    <w:rsid w:val="008A12ED"/>
    <w:rsid w:val="008A39D3"/>
    <w:rsid w:val="008A58CC"/>
    <w:rsid w:val="008B2C77"/>
    <w:rsid w:val="008B4AD2"/>
    <w:rsid w:val="008B7138"/>
    <w:rsid w:val="008E25F4"/>
    <w:rsid w:val="008E260C"/>
    <w:rsid w:val="008E39BE"/>
    <w:rsid w:val="008E62EC"/>
    <w:rsid w:val="008F32F6"/>
    <w:rsid w:val="008F4200"/>
    <w:rsid w:val="00910774"/>
    <w:rsid w:val="00916CD7"/>
    <w:rsid w:val="00920927"/>
    <w:rsid w:val="00921B38"/>
    <w:rsid w:val="009228C7"/>
    <w:rsid w:val="00923720"/>
    <w:rsid w:val="009278C9"/>
    <w:rsid w:val="0093200C"/>
    <w:rsid w:val="00932CD7"/>
    <w:rsid w:val="00944B98"/>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E441D"/>
    <w:rsid w:val="009F0DCC"/>
    <w:rsid w:val="009F11CA"/>
    <w:rsid w:val="00A0695B"/>
    <w:rsid w:val="00A13052"/>
    <w:rsid w:val="00A216A8"/>
    <w:rsid w:val="00A223A6"/>
    <w:rsid w:val="00A35B21"/>
    <w:rsid w:val="00A3639E"/>
    <w:rsid w:val="00A5092E"/>
    <w:rsid w:val="00A554D6"/>
    <w:rsid w:val="00A56E14"/>
    <w:rsid w:val="00A6476B"/>
    <w:rsid w:val="00A76C6C"/>
    <w:rsid w:val="00A87356"/>
    <w:rsid w:val="00A92DD1"/>
    <w:rsid w:val="00AA5338"/>
    <w:rsid w:val="00AB1B8E"/>
    <w:rsid w:val="00AC0696"/>
    <w:rsid w:val="00AC4391"/>
    <w:rsid w:val="00AC4C98"/>
    <w:rsid w:val="00AC5F6B"/>
    <w:rsid w:val="00AD141E"/>
    <w:rsid w:val="00AD3896"/>
    <w:rsid w:val="00AD5B47"/>
    <w:rsid w:val="00AE093D"/>
    <w:rsid w:val="00AE1ED9"/>
    <w:rsid w:val="00AE204D"/>
    <w:rsid w:val="00AE32CB"/>
    <w:rsid w:val="00AF3957"/>
    <w:rsid w:val="00B0712C"/>
    <w:rsid w:val="00B12013"/>
    <w:rsid w:val="00B13ADA"/>
    <w:rsid w:val="00B22C67"/>
    <w:rsid w:val="00B2505D"/>
    <w:rsid w:val="00B302B9"/>
    <w:rsid w:val="00B3508F"/>
    <w:rsid w:val="00B35631"/>
    <w:rsid w:val="00B443EE"/>
    <w:rsid w:val="00B560C8"/>
    <w:rsid w:val="00B578F9"/>
    <w:rsid w:val="00B61150"/>
    <w:rsid w:val="00B65BC7"/>
    <w:rsid w:val="00B746B9"/>
    <w:rsid w:val="00B848D4"/>
    <w:rsid w:val="00B865B7"/>
    <w:rsid w:val="00B97B19"/>
    <w:rsid w:val="00BA1CB1"/>
    <w:rsid w:val="00BA4178"/>
    <w:rsid w:val="00BA482D"/>
    <w:rsid w:val="00BB1755"/>
    <w:rsid w:val="00BB23F4"/>
    <w:rsid w:val="00BC5075"/>
    <w:rsid w:val="00BC5419"/>
    <w:rsid w:val="00BD3B0F"/>
    <w:rsid w:val="00BE68F0"/>
    <w:rsid w:val="00BF1D4C"/>
    <w:rsid w:val="00BF3F0A"/>
    <w:rsid w:val="00C143C3"/>
    <w:rsid w:val="00C1739B"/>
    <w:rsid w:val="00C21ADE"/>
    <w:rsid w:val="00C26067"/>
    <w:rsid w:val="00C30A29"/>
    <w:rsid w:val="00C317DC"/>
    <w:rsid w:val="00C577EF"/>
    <w:rsid w:val="00C578E9"/>
    <w:rsid w:val="00C70626"/>
    <w:rsid w:val="00C72860"/>
    <w:rsid w:val="00C7310B"/>
    <w:rsid w:val="00C73582"/>
    <w:rsid w:val="00C73B90"/>
    <w:rsid w:val="00C742EC"/>
    <w:rsid w:val="00C96AF3"/>
    <w:rsid w:val="00C97CCC"/>
    <w:rsid w:val="00CA0274"/>
    <w:rsid w:val="00CA49AE"/>
    <w:rsid w:val="00CA4C9D"/>
    <w:rsid w:val="00CA52A8"/>
    <w:rsid w:val="00CB142B"/>
    <w:rsid w:val="00CB2553"/>
    <w:rsid w:val="00CB746F"/>
    <w:rsid w:val="00CC451E"/>
    <w:rsid w:val="00CD4E9D"/>
    <w:rsid w:val="00CD4F4D"/>
    <w:rsid w:val="00CE2C58"/>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01EC5"/>
    <w:rsid w:val="00E204B4"/>
    <w:rsid w:val="00E238E6"/>
    <w:rsid w:val="00E35064"/>
    <w:rsid w:val="00E3681D"/>
    <w:rsid w:val="00E40225"/>
    <w:rsid w:val="00E501F0"/>
    <w:rsid w:val="00E6166D"/>
    <w:rsid w:val="00E73924"/>
    <w:rsid w:val="00E91BFF"/>
    <w:rsid w:val="00E92933"/>
    <w:rsid w:val="00E94FAD"/>
    <w:rsid w:val="00EB0AA4"/>
    <w:rsid w:val="00EB5C88"/>
    <w:rsid w:val="00EC0469"/>
    <w:rsid w:val="00EF01F8"/>
    <w:rsid w:val="00EF40EF"/>
    <w:rsid w:val="00EF47FE"/>
    <w:rsid w:val="00F069BD"/>
    <w:rsid w:val="00F1480E"/>
    <w:rsid w:val="00F1497D"/>
    <w:rsid w:val="00F16AAC"/>
    <w:rsid w:val="00F33A4C"/>
    <w:rsid w:val="00F33FF2"/>
    <w:rsid w:val="00F438FC"/>
    <w:rsid w:val="00F5616F"/>
    <w:rsid w:val="00F56451"/>
    <w:rsid w:val="00F56827"/>
    <w:rsid w:val="00F60946"/>
    <w:rsid w:val="00F62866"/>
    <w:rsid w:val="00F65EF0"/>
    <w:rsid w:val="00F71651"/>
    <w:rsid w:val="00F76191"/>
    <w:rsid w:val="00F76CC6"/>
    <w:rsid w:val="00F83D7C"/>
    <w:rsid w:val="00F951D3"/>
    <w:rsid w:val="00F97C45"/>
    <w:rsid w:val="00FA5BCF"/>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30869B0"/>
  <w15:docId w15:val="{D641B99D-7EB2-4277-A762-D523439B6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38370B"/>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36445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7700315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5%20AHC%20V4%20Aboriculture\templated\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174023BB66AD4F9EFDE4703E51A410" ma:contentTypeVersion="" ma:contentTypeDescription="Create a new document." ma:contentTypeScope="" ma:versionID="29346ce3e7e34313d89694fd3e3615e2">
  <xsd:schema xmlns:xsd="http://www.w3.org/2001/XMLSchema" xmlns:xs="http://www.w3.org/2001/XMLSchema" xmlns:p="http://schemas.microsoft.com/office/2006/metadata/properties" xmlns:ns1="http://schemas.microsoft.com/sharepoint/v3" xmlns:ns2="d50bbff7-d6dd-47d2-864a-cfdc2c3db0f4" xmlns:ns3="f27446b0-e682-4c44-8af2-fbf5d5a4e58f" targetNamespace="http://schemas.microsoft.com/office/2006/metadata/properties" ma:root="true" ma:fieldsID="4f608b4fb9e9bc55e9109d760af09c0d" ns1:_="" ns2:_="" ns3:_="">
    <xsd:import namespace="http://schemas.microsoft.com/sharepoint/v3"/>
    <xsd:import namespace="d50bbff7-d6dd-47d2-864a-cfdc2c3db0f4"/>
    <xsd:import namespace="f27446b0-e682-4c44-8af2-fbf5d5a4e58f"/>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7446b0-e682-4c44-8af2-fbf5d5a4e5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Ron Barrow</DisplayName>
        <AccountId>962</AccountId>
        <AccountType/>
      </UserInfo>
    </AssignedTo>
    <Project_x0020_Phase xmlns="d50bbff7-d6dd-47d2-864a-cfdc2c3db0f4">Validation</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A4593-04DC-4DB9-B6E8-1F36AAD6C5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7446b0-e682-4c44-8af2-fbf5d5a4e5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sharepoint/v3"/>
    <ds:schemaRef ds:uri="http://purl.org/dc/terms/"/>
    <ds:schemaRef ds:uri="http://schemas.openxmlformats.org/package/2006/metadata/core-properties"/>
    <ds:schemaRef ds:uri="http://schemas.microsoft.com/office/2006/documentManagement/types"/>
    <ds:schemaRef ds:uri="f27446b0-e682-4c44-8af2-fbf5d5a4e58f"/>
    <ds:schemaRef ds:uri="http://schemas.microsoft.com/office/infopath/2007/PartnerControls"/>
    <ds:schemaRef ds:uri="http://purl.org/dc/elements/1.1/"/>
    <ds:schemaRef ds:uri="http://schemas.microsoft.com/office/2006/metadata/properties"/>
    <ds:schemaRef ds:uri="d50bbff7-d6dd-47d2-864a-cfdc2c3db0f4"/>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5116A1FD-44F6-4F7F-913A-34750569E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253</TotalTime>
  <Pages>5</Pages>
  <Words>1372</Words>
  <Characters>7825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Tom Vassallo</cp:lastModifiedBy>
  <cp:revision>48</cp:revision>
  <cp:lastPrinted>2016-05-27T05:21:00Z</cp:lastPrinted>
  <dcterms:created xsi:type="dcterms:W3CDTF">2018-08-31T05:42:00Z</dcterms:created>
  <dcterms:modified xsi:type="dcterms:W3CDTF">2019-04-25T02:20:00Z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0x010100A1174023BB66AD4F9EFDE4703E51A410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2048">
    <vt:lpwstr>962</vt:lpwstr>
  </property>
  <property fmtid="{D5CDD505-2E9C-101B-9397-08002B2CF9AE}" pid="19" name="AuthorIds_UIVersion_5632">
    <vt:lpwstr>962</vt:lpwstr>
  </property>
</Properties>
</file>