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3B214FFC" w:rsidR="00F1480E" w:rsidRPr="000754EC" w:rsidRDefault="0035000E" w:rsidP="00F23AF9">
            <w:r w:rsidRPr="0035000E">
              <w:t xml:space="preserve">This version released with FBP Food, Beverage and Pharmaceutical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080653E9" w:rsidR="00F1480E" w:rsidRPr="000754EC" w:rsidRDefault="00B9606C" w:rsidP="00F23AF9">
            <w:pPr>
              <w:pStyle w:val="SIUNITCODE"/>
            </w:pPr>
            <w:r w:rsidRPr="005C1952">
              <w:t>FBP</w:t>
            </w:r>
            <w:r w:rsidR="00F23AF9">
              <w:t>TEC</w:t>
            </w:r>
            <w:r>
              <w:t>4XX</w:t>
            </w:r>
            <w:r w:rsidR="000471C0">
              <w:t>1</w:t>
            </w:r>
            <w:r w:rsidR="00827B8A">
              <w:t>2</w:t>
            </w:r>
          </w:p>
        </w:tc>
        <w:tc>
          <w:tcPr>
            <w:tcW w:w="3604" w:type="pct"/>
            <w:shd w:val="clear" w:color="auto" w:fill="auto"/>
          </w:tcPr>
          <w:p w14:paraId="11E37076" w14:textId="5EC763F2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227304">
              <w:t>wort production</w:t>
            </w:r>
            <w:r w:rsidR="0007158E">
              <w:t xml:space="preserve"> </w:t>
            </w:r>
            <w:r w:rsidR="00995DE5">
              <w:t>for distilling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75CDD18E" w:rsidR="00BD16FC" w:rsidRPr="005C1952" w:rsidRDefault="00BD16FC" w:rsidP="005C1952">
            <w:pPr>
              <w:pStyle w:val="SIText"/>
            </w:pPr>
            <w:r w:rsidRPr="005C1952">
              <w:t xml:space="preserve">This unit of competency describes the skills and knowledge required to </w:t>
            </w:r>
            <w:r w:rsidR="00683FC5">
              <w:t xml:space="preserve">manage the production of wort </w:t>
            </w:r>
            <w:r w:rsidR="00995DE5">
              <w:t>that will be used to distil spirits.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168D07F8" w14:textId="753B4EF0" w:rsidR="00B9606C" w:rsidRPr="00B9606C" w:rsidRDefault="00B9606C" w:rsidP="00B9606C">
            <w:pPr>
              <w:pStyle w:val="SIText"/>
            </w:pPr>
            <w:r w:rsidRPr="006F0130">
              <w:t xml:space="preserve">This unit applies to </w:t>
            </w:r>
            <w:r w:rsidRPr="00B9606C">
              <w:t xml:space="preserve">those workers who have responsibility for overseeing the production </w:t>
            </w:r>
            <w:r w:rsidR="00474C31">
              <w:t xml:space="preserve">wort for fermented </w:t>
            </w:r>
            <w:r w:rsidRPr="00B9606C">
              <w:t>beverages and the quality assurance requirements associated with those products.</w:t>
            </w:r>
            <w:r w:rsidR="00E34BCB">
              <w:t xml:space="preserve"> </w:t>
            </w:r>
            <w:r w:rsidR="00E34BCB" w:rsidRPr="00E34BCB">
              <w:t>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6FD011D3" w:rsidR="00F1480E" w:rsidRPr="005C1952" w:rsidRDefault="0038009E" w:rsidP="005C1952">
            <w:pPr>
              <w:pStyle w:val="SIText"/>
            </w:pPr>
            <w:r w:rsidRPr="0038009E">
              <w:t>Legislative requirements relating to producing alcohol apply to this unit. Users are advised to check current requirements with the Australian Tax Office and state / territory liquor licensing 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3B39ABF4" w:rsidR="00BD16FC" w:rsidRPr="00BD16FC" w:rsidRDefault="00F23AF9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646C" w:rsidRPr="00963A46" w14:paraId="761A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03E95" w14:textId="2F3B919D" w:rsidR="0010646C" w:rsidRPr="0010646C" w:rsidRDefault="00683FC5" w:rsidP="0010646C">
            <w:r>
              <w:t xml:space="preserve">1. </w:t>
            </w:r>
            <w:r w:rsidR="0010646C" w:rsidRPr="0010646C">
              <w:t>Prepare to produce wort</w:t>
            </w:r>
          </w:p>
        </w:tc>
        <w:tc>
          <w:tcPr>
            <w:tcW w:w="3604" w:type="pct"/>
            <w:shd w:val="clear" w:color="auto" w:fill="auto"/>
          </w:tcPr>
          <w:p w14:paraId="311E046F" w14:textId="2E867C85" w:rsidR="0010646C" w:rsidRPr="0010646C" w:rsidRDefault="00683FC5" w:rsidP="0010646C">
            <w:r>
              <w:t>1.</w:t>
            </w:r>
            <w:r w:rsidR="00474C31">
              <w:t xml:space="preserve">1 </w:t>
            </w:r>
            <w:r w:rsidR="0010646C" w:rsidRPr="0010646C">
              <w:t xml:space="preserve">Check quality of </w:t>
            </w:r>
            <w:r w:rsidR="00EB3CA9">
              <w:t>malt</w:t>
            </w:r>
            <w:r w:rsidR="0010646C" w:rsidRPr="0010646C">
              <w:t xml:space="preserve"> meets quality specifications</w:t>
            </w:r>
          </w:p>
          <w:p w14:paraId="7AB4B695" w14:textId="7863BBBA" w:rsidR="0010646C" w:rsidRDefault="00683FC5" w:rsidP="0010646C">
            <w:r>
              <w:t>1.</w:t>
            </w:r>
            <w:r w:rsidR="00474C31">
              <w:t xml:space="preserve">2 </w:t>
            </w:r>
            <w:r w:rsidR="0010646C" w:rsidRPr="0010646C">
              <w:t xml:space="preserve">Identify specification for product </w:t>
            </w:r>
          </w:p>
          <w:p w14:paraId="489E3227" w14:textId="2525BE5E" w:rsidR="00C42CF0" w:rsidRDefault="00683FC5" w:rsidP="0010646C">
            <w:r>
              <w:t>1.</w:t>
            </w:r>
            <w:r w:rsidR="00474C31">
              <w:t xml:space="preserve">3 </w:t>
            </w:r>
            <w:r w:rsidR="00C42CF0">
              <w:t xml:space="preserve">Identify hazards and </w:t>
            </w:r>
            <w:r w:rsidR="0096012A">
              <w:t>manage</w:t>
            </w:r>
            <w:r w:rsidR="00C42CF0">
              <w:t xml:space="preserve"> risks associated with producing wort</w:t>
            </w:r>
            <w:r w:rsidR="00673DEC">
              <w:t>, including dust, heat and steam</w:t>
            </w:r>
          </w:p>
          <w:p w14:paraId="337DA475" w14:textId="4D9FFFB4" w:rsidR="00673DEC" w:rsidRPr="0010646C" w:rsidRDefault="00673DEC" w:rsidP="0010646C">
            <w:r>
              <w:t>1.4 Wear appropriate personal protective equipment (PPE) to ensure personal safety</w:t>
            </w:r>
          </w:p>
        </w:tc>
      </w:tr>
      <w:tr w:rsidR="0010646C" w:rsidRPr="00963A46" w14:paraId="6C16D3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C489" w14:textId="67DE9E9D" w:rsidR="0010646C" w:rsidRPr="0010646C" w:rsidRDefault="00683FC5" w:rsidP="0010646C">
            <w:r>
              <w:t xml:space="preserve">2. </w:t>
            </w:r>
            <w:r w:rsidR="0010646C" w:rsidRPr="0010646C">
              <w:t>Mill grain</w:t>
            </w:r>
          </w:p>
        </w:tc>
        <w:tc>
          <w:tcPr>
            <w:tcW w:w="3604" w:type="pct"/>
            <w:shd w:val="clear" w:color="auto" w:fill="auto"/>
          </w:tcPr>
          <w:p w14:paraId="758304B1" w14:textId="721CAC00" w:rsidR="0010646C" w:rsidRPr="0010646C" w:rsidRDefault="00683FC5" w:rsidP="0010646C">
            <w:r>
              <w:t xml:space="preserve">2.1 </w:t>
            </w:r>
            <w:r w:rsidR="0010646C" w:rsidRPr="0010646C">
              <w:t xml:space="preserve">Set mill to crush </w:t>
            </w:r>
            <w:r w:rsidR="00EB3CA9">
              <w:t xml:space="preserve">malted </w:t>
            </w:r>
            <w:r w:rsidR="0010646C" w:rsidRPr="0010646C">
              <w:t>grain to specification</w:t>
            </w:r>
          </w:p>
          <w:p w14:paraId="3E57F063" w14:textId="3F4801DD" w:rsidR="0010646C" w:rsidRPr="0010646C" w:rsidRDefault="00683FC5" w:rsidP="0010646C">
            <w:r>
              <w:t xml:space="preserve">2.2 </w:t>
            </w:r>
            <w:r w:rsidR="0010646C" w:rsidRPr="0010646C">
              <w:t xml:space="preserve">Carry out test run to ensure </w:t>
            </w:r>
            <w:r w:rsidR="00EB3CA9">
              <w:t>malt</w:t>
            </w:r>
            <w:r w:rsidR="0010646C" w:rsidRPr="0010646C">
              <w:t xml:space="preserve"> is crushed to specification</w:t>
            </w:r>
          </w:p>
          <w:p w14:paraId="7772042B" w14:textId="7C5E590F" w:rsidR="0010646C" w:rsidRPr="0010646C" w:rsidRDefault="00683FC5" w:rsidP="0010646C">
            <w:r>
              <w:t>2.</w:t>
            </w:r>
            <w:r w:rsidR="00501D54">
              <w:t xml:space="preserve">3 </w:t>
            </w:r>
            <w:r w:rsidR="0010646C" w:rsidRPr="0010646C">
              <w:t xml:space="preserve">Operate mill to crush </w:t>
            </w:r>
            <w:r w:rsidR="00EB3CA9">
              <w:t>malt</w:t>
            </w:r>
            <w:r w:rsidR="0010646C" w:rsidRPr="0010646C">
              <w:t xml:space="preserve"> and produce grist</w:t>
            </w:r>
          </w:p>
        </w:tc>
      </w:tr>
      <w:tr w:rsidR="0010646C" w:rsidRPr="00963A46" w14:paraId="49685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F802E" w14:textId="1B9A4E15" w:rsidR="0010646C" w:rsidRPr="0010646C" w:rsidRDefault="00683FC5" w:rsidP="0010646C">
            <w:r>
              <w:t xml:space="preserve">3. </w:t>
            </w:r>
            <w:r w:rsidR="0010646C" w:rsidRPr="0010646C">
              <w:t>Convert mash</w:t>
            </w:r>
          </w:p>
        </w:tc>
        <w:tc>
          <w:tcPr>
            <w:tcW w:w="3604" w:type="pct"/>
            <w:shd w:val="clear" w:color="auto" w:fill="auto"/>
          </w:tcPr>
          <w:p w14:paraId="48C03624" w14:textId="171938F2" w:rsidR="0010646C" w:rsidRPr="0010646C" w:rsidRDefault="00683FC5" w:rsidP="0010646C">
            <w:r>
              <w:t xml:space="preserve">3.1 </w:t>
            </w:r>
            <w:r w:rsidR="0010646C" w:rsidRPr="0010646C">
              <w:t>Transfer grist to mash tun</w:t>
            </w:r>
          </w:p>
          <w:p w14:paraId="10E9D697" w14:textId="1CC4F65D" w:rsidR="0010646C" w:rsidRPr="0010646C" w:rsidRDefault="00683FC5" w:rsidP="0010646C">
            <w:r>
              <w:t xml:space="preserve">3.2 </w:t>
            </w:r>
            <w:r w:rsidR="0010646C" w:rsidRPr="0010646C">
              <w:t>Set water level, temperature and time in line with product specification, to convert starches to sugars</w:t>
            </w:r>
          </w:p>
          <w:p w14:paraId="484AAB03" w14:textId="4AB52895" w:rsidR="0010646C" w:rsidRDefault="00683FC5" w:rsidP="0010646C">
            <w:r>
              <w:t xml:space="preserve">3.3 </w:t>
            </w:r>
            <w:r w:rsidR="0010646C" w:rsidRPr="0010646C">
              <w:t>Operate mash tun to produce and convert mash</w:t>
            </w:r>
          </w:p>
          <w:p w14:paraId="1CC14B05" w14:textId="77777777" w:rsidR="0096012A" w:rsidRDefault="00683FC5" w:rsidP="0010646C">
            <w:r>
              <w:t xml:space="preserve">3.4 </w:t>
            </w:r>
            <w:r w:rsidR="001C3CB0">
              <w:t>Monitor quality of mash using simple tests</w:t>
            </w:r>
          </w:p>
          <w:p w14:paraId="046C4A3A" w14:textId="496D2304" w:rsidR="00E34BCB" w:rsidRPr="0010646C" w:rsidRDefault="00E34BCB" w:rsidP="0010646C">
            <w:r>
              <w:t xml:space="preserve">3.5 </w:t>
            </w:r>
            <w:r w:rsidRPr="00E34BCB">
              <w:t xml:space="preserve">Analyse </w:t>
            </w:r>
            <w:r>
              <w:t xml:space="preserve">test </w:t>
            </w:r>
            <w:r w:rsidRPr="00E34BCB">
              <w:t>results and adjust process as required</w:t>
            </w:r>
          </w:p>
        </w:tc>
      </w:tr>
      <w:tr w:rsidR="0010646C" w:rsidRPr="00963A46" w14:paraId="3FCE69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AEA42" w14:textId="4A8B8A89" w:rsidR="0010646C" w:rsidRPr="0010646C" w:rsidRDefault="00683FC5" w:rsidP="0010646C">
            <w:r>
              <w:t xml:space="preserve">4. </w:t>
            </w:r>
            <w:r w:rsidR="00673DEC">
              <w:t>Separate</w:t>
            </w:r>
            <w:r w:rsidR="00673DEC" w:rsidRPr="0010646C">
              <w:t xml:space="preserve"> </w:t>
            </w:r>
            <w:r w:rsidR="0010646C" w:rsidRPr="0010646C">
              <w:t>mash</w:t>
            </w:r>
          </w:p>
        </w:tc>
        <w:tc>
          <w:tcPr>
            <w:tcW w:w="3604" w:type="pct"/>
            <w:shd w:val="clear" w:color="auto" w:fill="auto"/>
          </w:tcPr>
          <w:p w14:paraId="5979E013" w14:textId="664E8DCC" w:rsidR="0010646C" w:rsidRPr="0010646C" w:rsidRDefault="00683FC5" w:rsidP="0010646C">
            <w:r>
              <w:t xml:space="preserve">4.1 </w:t>
            </w:r>
            <w:r w:rsidR="00EB3CA9">
              <w:t>Transfer</w:t>
            </w:r>
            <w:r w:rsidR="0010646C" w:rsidRPr="0010646C">
              <w:t xml:space="preserve"> mash into </w:t>
            </w:r>
            <w:r w:rsidR="00673DEC">
              <w:t>separation vessel</w:t>
            </w:r>
          </w:p>
          <w:p w14:paraId="0779B613" w14:textId="785CE383" w:rsidR="001C3CB0" w:rsidRPr="0010646C" w:rsidRDefault="00683FC5" w:rsidP="0010646C">
            <w:r>
              <w:t>4.</w:t>
            </w:r>
            <w:r w:rsidR="00673DEC">
              <w:t xml:space="preserve">2 </w:t>
            </w:r>
            <w:r w:rsidR="001C3CB0" w:rsidRPr="001C3CB0">
              <w:t xml:space="preserve">Monitor </w:t>
            </w:r>
            <w:r w:rsidR="00995DE5">
              <w:t>separation process by</w:t>
            </w:r>
            <w:r w:rsidR="001C3CB0" w:rsidRPr="001C3CB0">
              <w:t xml:space="preserve"> using simple tests</w:t>
            </w:r>
          </w:p>
          <w:p w14:paraId="5C03BE14" w14:textId="1E91132D" w:rsidR="0010646C" w:rsidRDefault="00683FC5" w:rsidP="0010646C">
            <w:r>
              <w:t>4.</w:t>
            </w:r>
            <w:r w:rsidR="00673DEC">
              <w:t>3</w:t>
            </w:r>
            <w:r>
              <w:t xml:space="preserve"> </w:t>
            </w:r>
            <w:r w:rsidR="0010646C" w:rsidRPr="0010646C">
              <w:t xml:space="preserve">Dispose of grain husks in line with </w:t>
            </w:r>
            <w:r w:rsidR="00EB3CA9">
              <w:t>environmental</w:t>
            </w:r>
            <w:r w:rsidR="0010646C" w:rsidRPr="0010646C">
              <w:t xml:space="preserve"> requirements</w:t>
            </w:r>
          </w:p>
          <w:p w14:paraId="7B09BE17" w14:textId="3E995F1E" w:rsidR="0096012A" w:rsidRPr="0010646C" w:rsidRDefault="0096012A" w:rsidP="0010646C">
            <w:r>
              <w:t>4.</w:t>
            </w:r>
            <w:r w:rsidR="00673DEC">
              <w:t xml:space="preserve">4 </w:t>
            </w:r>
            <w:r w:rsidRPr="0096012A">
              <w:t>Complete processing and batch records to ensure traceability</w:t>
            </w:r>
          </w:p>
        </w:tc>
      </w:tr>
      <w:tr w:rsidR="00AF6C7D" w:rsidRPr="00963A46" w14:paraId="6822FA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174974" w14:textId="2B611153" w:rsidR="00AF6C7D" w:rsidRDefault="00995DE5" w:rsidP="0010646C">
            <w:bookmarkStart w:id="1" w:name="_Hlk536011532"/>
            <w:r>
              <w:t>5</w:t>
            </w:r>
            <w:r w:rsidR="00AF6C7D">
              <w:t>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3BFE2C98" w14:textId="16F11A04" w:rsidR="00AF6C7D" w:rsidRDefault="00995DE5" w:rsidP="0010646C">
            <w:r>
              <w:t>5</w:t>
            </w:r>
            <w:r w:rsidR="00AF6C7D">
              <w:t xml:space="preserve">.1 </w:t>
            </w:r>
            <w:r w:rsidR="00AF6C7D" w:rsidRPr="00AF6C7D">
              <w:t>Clea</w:t>
            </w:r>
            <w:r w:rsidR="00AF6C7D">
              <w:t xml:space="preserve">n equipment and </w:t>
            </w:r>
            <w:r w:rsidR="00AF6C7D" w:rsidRPr="00AF6C7D">
              <w:t>work area in line with workplace procedures</w:t>
            </w:r>
          </w:p>
          <w:p w14:paraId="35B21BFD" w14:textId="53115385" w:rsidR="00AF6C7D" w:rsidRDefault="00995DE5" w:rsidP="0010646C">
            <w:r>
              <w:t>5</w:t>
            </w:r>
            <w:r w:rsidR="00AF6C7D">
              <w:t>.2 Conduct routine maintenance activities</w:t>
            </w:r>
          </w:p>
          <w:p w14:paraId="0469C122" w14:textId="42AF4D29" w:rsidR="00AF6C7D" w:rsidRDefault="00995DE5" w:rsidP="0010646C">
            <w:r>
              <w:t>5</w:t>
            </w:r>
            <w:r w:rsidR="00AF6C7D">
              <w:t>.3 Dispose of waste in line with regulatory requirements</w:t>
            </w:r>
          </w:p>
        </w:tc>
      </w:tr>
      <w:bookmarkEnd w:id="1"/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012A" w:rsidRPr="00336FCA" w:rsidDel="00423CB2" w14:paraId="4186C1A2" w14:textId="77777777" w:rsidTr="003F6345">
        <w:tc>
          <w:tcPr>
            <w:tcW w:w="1396" w:type="pct"/>
          </w:tcPr>
          <w:p w14:paraId="463CD6BB" w14:textId="77777777" w:rsidR="0096012A" w:rsidRPr="0096012A" w:rsidRDefault="0096012A" w:rsidP="0096012A">
            <w:pPr>
              <w:pStyle w:val="SIText"/>
            </w:pPr>
            <w:r w:rsidRPr="0096012A">
              <w:t>Numeracy</w:t>
            </w:r>
          </w:p>
        </w:tc>
        <w:tc>
          <w:tcPr>
            <w:tcW w:w="3604" w:type="pct"/>
          </w:tcPr>
          <w:p w14:paraId="540BBC58" w14:textId="5F479B83" w:rsidR="00E147F5" w:rsidRDefault="00E147F5" w:rsidP="00673DEC">
            <w:pPr>
              <w:pStyle w:val="SIBulletList1"/>
            </w:pPr>
            <w:r>
              <w:t>Measure and record weight of raw materials and volume of wort (using kg and L)</w:t>
            </w:r>
          </w:p>
          <w:p w14:paraId="27068E1D" w14:textId="2286187D" w:rsidR="00642C71" w:rsidRPr="0096012A" w:rsidRDefault="00E34BCB">
            <w:pPr>
              <w:pStyle w:val="SIBulletList1"/>
            </w:pPr>
            <w:r>
              <w:t>Accurately r</w:t>
            </w:r>
            <w:r w:rsidR="0096012A" w:rsidRPr="0096012A">
              <w:t>ead and interpret gauges and test results</w:t>
            </w:r>
          </w:p>
        </w:tc>
      </w:tr>
      <w:tr w:rsidR="0096012A" w:rsidRPr="00336FCA" w:rsidDel="00423CB2" w14:paraId="68A5F339" w14:textId="77777777" w:rsidTr="003F6345">
        <w:tc>
          <w:tcPr>
            <w:tcW w:w="1396" w:type="pct"/>
          </w:tcPr>
          <w:p w14:paraId="69BF282F" w14:textId="77777777" w:rsidR="0096012A" w:rsidRPr="0096012A" w:rsidRDefault="0096012A" w:rsidP="0096012A">
            <w:pPr>
              <w:pStyle w:val="SIText"/>
            </w:pPr>
            <w:r w:rsidRPr="0096012A">
              <w:t>Get the work done</w:t>
            </w:r>
          </w:p>
        </w:tc>
        <w:tc>
          <w:tcPr>
            <w:tcW w:w="3604" w:type="pct"/>
          </w:tcPr>
          <w:p w14:paraId="65758616" w14:textId="77777777" w:rsidR="0096012A" w:rsidRPr="0096012A" w:rsidDel="009E5B82" w:rsidRDefault="0096012A" w:rsidP="0096012A">
            <w:pPr>
              <w:pStyle w:val="SIBulletList1"/>
            </w:pPr>
            <w:r w:rsidRPr="0096012A">
              <w:t>Identify changes in quality of product and trace source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6FD2B08F" w14:textId="00CE3847" w:rsidR="0010646C" w:rsidRPr="0010646C" w:rsidRDefault="0010646C" w:rsidP="0010646C">
            <w:pPr>
              <w:pStyle w:val="SIText"/>
            </w:pPr>
            <w:r w:rsidRPr="0010646C">
              <w:t>FBPTEC4XX</w:t>
            </w:r>
            <w:r w:rsidR="000471C0">
              <w:t>1</w:t>
            </w:r>
            <w:r w:rsidR="00827B8A">
              <w:t>2</w:t>
            </w:r>
            <w:r w:rsidRPr="0010646C">
              <w:t xml:space="preserve"> Manage wort production</w:t>
            </w:r>
            <w:r w:rsidR="000471C0">
              <w:t xml:space="preserve"> for distilling</w:t>
            </w:r>
          </w:p>
          <w:p w14:paraId="7C9801AF" w14:textId="0D3971E2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377CC522" w:rsidR="00556C4C" w:rsidRPr="000754EC" w:rsidRDefault="00556C4C" w:rsidP="00C42CF0">
            <w:pPr>
              <w:pStyle w:val="SIUnittitle"/>
            </w:pPr>
            <w:r w:rsidRPr="00F56827">
              <w:t xml:space="preserve">Assessment requirements for </w:t>
            </w:r>
            <w:r w:rsidR="0010646C" w:rsidRPr="0010646C">
              <w:t>FBPTEC4XX</w:t>
            </w:r>
            <w:r w:rsidR="000471C0">
              <w:t>1</w:t>
            </w:r>
            <w:r w:rsidR="00827B8A">
              <w:t>2</w:t>
            </w:r>
            <w:r w:rsidR="0010646C" w:rsidRPr="0010646C">
              <w:t xml:space="preserve"> Manage wort production</w:t>
            </w:r>
            <w:r w:rsidR="00995DE5">
              <w:t xml:space="preserve"> for distilling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C9C15F3" w14:textId="24925142" w:rsidR="00556C4C" w:rsidRDefault="00BD16FC" w:rsidP="001C3CB0">
            <w:r w:rsidRPr="00BD16FC">
              <w:t xml:space="preserve">There must be evidence that the individual has </w:t>
            </w:r>
            <w:r w:rsidR="00B9606C">
              <w:t xml:space="preserve">managed </w:t>
            </w:r>
            <w:r w:rsidR="001C3CB0">
              <w:t xml:space="preserve">the production of </w:t>
            </w:r>
            <w:r w:rsidR="00501D54">
              <w:t xml:space="preserve">one batch of </w:t>
            </w:r>
            <w:r w:rsidR="001C3CB0">
              <w:t>wort</w:t>
            </w:r>
            <w:r w:rsidR="00995DE5">
              <w:t xml:space="preserve">, </w:t>
            </w:r>
            <w:r w:rsidR="001C3CB0">
              <w:t xml:space="preserve">to meet </w:t>
            </w:r>
            <w:r w:rsidR="00501D54">
              <w:t xml:space="preserve">product </w:t>
            </w:r>
            <w:r w:rsidR="001C3CB0">
              <w:t>specification</w:t>
            </w:r>
            <w:r w:rsidR="00501D54">
              <w:t>, including:</w:t>
            </w:r>
          </w:p>
          <w:p w14:paraId="72D15493" w14:textId="5A1A9759" w:rsidR="00501D54" w:rsidRDefault="00501D54" w:rsidP="00501D54">
            <w:pPr>
              <w:pStyle w:val="SIBulletList1"/>
            </w:pPr>
            <w:r>
              <w:t>taking samples to monitor quality</w:t>
            </w:r>
          </w:p>
          <w:p w14:paraId="339BC1ED" w14:textId="7404AF98" w:rsidR="00501D54" w:rsidRDefault="00501D54" w:rsidP="00044C39">
            <w:pPr>
              <w:pStyle w:val="SIBulletList1"/>
            </w:pPr>
            <w:r>
              <w:t>completing batch records in line with company requirements.</w:t>
            </w:r>
          </w:p>
          <w:p w14:paraId="53A6F171" w14:textId="1F7A9468" w:rsidR="001C3CB0" w:rsidRPr="000754EC" w:rsidRDefault="001C3CB0" w:rsidP="001C3CB0"/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1DD3E32" w14:textId="77777777" w:rsidR="0010646C" w:rsidRPr="0010646C" w:rsidRDefault="0010646C" w:rsidP="0010646C">
            <w:pPr>
              <w:pStyle w:val="SIBulletList1"/>
            </w:pPr>
            <w:r w:rsidRPr="0010646C">
              <w:t xml:space="preserve">purpose of milling grain to expose starchy material in the husk </w:t>
            </w:r>
          </w:p>
          <w:p w14:paraId="67A32B06" w14:textId="77777777" w:rsidR="0010646C" w:rsidRPr="0010646C" w:rsidRDefault="0010646C" w:rsidP="0010646C">
            <w:pPr>
              <w:pStyle w:val="SIBulletList1"/>
            </w:pPr>
            <w:r w:rsidRPr="0010646C">
              <w:t>problems created from grain that is too heavily crushed or milled</w:t>
            </w:r>
          </w:p>
          <w:p w14:paraId="79B666A8" w14:textId="77777777" w:rsidR="0010646C" w:rsidRPr="0010646C" w:rsidRDefault="0010646C" w:rsidP="0010646C">
            <w:pPr>
              <w:pStyle w:val="SIBulletList1"/>
            </w:pPr>
            <w:r w:rsidRPr="0010646C">
              <w:t>stage and changes that occur during wort production</w:t>
            </w:r>
          </w:p>
          <w:p w14:paraId="0E7FF362" w14:textId="77777777" w:rsidR="0010646C" w:rsidRPr="0010646C" w:rsidRDefault="0010646C" w:rsidP="0010646C">
            <w:pPr>
              <w:pStyle w:val="SIBulletList1"/>
            </w:pPr>
            <w:r w:rsidRPr="0010646C">
              <w:t>typical raw materials added to wort in kettle, including hops</w:t>
            </w:r>
          </w:p>
          <w:p w14:paraId="70565E1B" w14:textId="3422BDF8" w:rsidR="001D7CFD" w:rsidRDefault="001D7CFD" w:rsidP="001D7CFD">
            <w:pPr>
              <w:pStyle w:val="SIBulletList1"/>
            </w:pPr>
            <w:r w:rsidRPr="001D7CFD">
              <w:t>quality characteristics and uses of end product and output</w:t>
            </w:r>
          </w:p>
          <w:p w14:paraId="33DEA2E5" w14:textId="2518D193" w:rsidR="001C3CB0" w:rsidRDefault="001C3CB0" w:rsidP="001D7CFD">
            <w:pPr>
              <w:pStyle w:val="SIBulletList1"/>
            </w:pPr>
            <w:r>
              <w:t>typical tests carried out on wort to check pH, bitterness, colour</w:t>
            </w:r>
          </w:p>
          <w:p w14:paraId="3F726A1D" w14:textId="6DED221E" w:rsidR="00EE59C3" w:rsidRPr="001D7CFD" w:rsidRDefault="00EE59C3" w:rsidP="001D7CFD">
            <w:pPr>
              <w:pStyle w:val="SIBulletList1"/>
            </w:pPr>
            <w:r>
              <w:t>instruments used for testing and how each is calibrated</w:t>
            </w:r>
          </w:p>
          <w:p w14:paraId="004CA6C9" w14:textId="32EE31C9" w:rsidR="001C3CB0" w:rsidRPr="001C3CB0" w:rsidRDefault="001C3CB0" w:rsidP="001C3CB0">
            <w:pPr>
              <w:pStyle w:val="SIBulletList1"/>
            </w:pPr>
            <w:r>
              <w:t xml:space="preserve">procedures and equipment used for transfer operations, including </w:t>
            </w:r>
            <w:r w:rsidRPr="001C3CB0">
              <w:t>pumps</w:t>
            </w:r>
            <w:r>
              <w:t xml:space="preserve">, </w:t>
            </w:r>
            <w:r w:rsidR="00EE59C3">
              <w:t xml:space="preserve">membranes, </w:t>
            </w:r>
            <w:r>
              <w:t>hoses</w:t>
            </w:r>
            <w:r w:rsidR="00EE59C3">
              <w:t>,</w:t>
            </w:r>
            <w:r>
              <w:t xml:space="preserve"> valves, control instruments</w:t>
            </w:r>
          </w:p>
          <w:p w14:paraId="0F8D423D" w14:textId="77777777" w:rsidR="001D7CFD" w:rsidRPr="001D7CFD" w:rsidRDefault="001D7CFD" w:rsidP="001D7CFD">
            <w:pPr>
              <w:pStyle w:val="SIBulletList1"/>
            </w:pPr>
            <w:r w:rsidRPr="001D7CFD">
              <w:t>emergency and troubleshooting procedures, including failure of services</w:t>
            </w:r>
          </w:p>
          <w:p w14:paraId="3932DC80" w14:textId="77777777" w:rsidR="001D7CFD" w:rsidRPr="001D7CFD" w:rsidRDefault="001D7CFD" w:rsidP="001D7CFD">
            <w:pPr>
              <w:pStyle w:val="SIBulletList1"/>
            </w:pPr>
            <w:r w:rsidRPr="001D7CFD">
              <w:t>process specification, procedures and operating parameters</w:t>
            </w:r>
          </w:p>
          <w:p w14:paraId="6F41F922" w14:textId="1A03D7B1" w:rsidR="001D7CFD" w:rsidRDefault="001D7CFD" w:rsidP="001D7CFD">
            <w:pPr>
              <w:pStyle w:val="SIBulletList1"/>
            </w:pPr>
            <w:r w:rsidRPr="001D7CFD">
              <w:t>equipment and instrumentation components, purpose and operation</w:t>
            </w:r>
          </w:p>
          <w:p w14:paraId="796807E4" w14:textId="77777777" w:rsidR="0096012A" w:rsidRPr="0096012A" w:rsidRDefault="0096012A" w:rsidP="0096012A">
            <w:pPr>
              <w:pStyle w:val="SIBulletList1"/>
            </w:pPr>
            <w:r w:rsidRPr="0096012A">
              <w:t>sanitisation procedures and purpose</w:t>
            </w:r>
          </w:p>
          <w:p w14:paraId="73851955" w14:textId="77777777" w:rsidR="001D7CFD" w:rsidRPr="001D7CFD" w:rsidRDefault="001D7CFD" w:rsidP="001D7CFD">
            <w:pPr>
              <w:pStyle w:val="SIBulletList1"/>
            </w:pPr>
            <w:r w:rsidRPr="001D7CFD">
              <w:t>significance and method of monitoring control points within the equipment operation</w:t>
            </w:r>
          </w:p>
          <w:p w14:paraId="5429C604" w14:textId="6A4DB9A3" w:rsid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26B2B4D3" w14:textId="442CBAD6" w:rsidR="00A5345D" w:rsidRDefault="00A5345D" w:rsidP="00A5345D">
            <w:pPr>
              <w:pStyle w:val="SIBulletList1"/>
            </w:pPr>
            <w:r w:rsidRPr="00A5345D">
              <w:t xml:space="preserve">hazards and controls, including manual handling and working with </w:t>
            </w:r>
            <w:r w:rsidR="00673DEC">
              <w:t>dust, heat and stea</w:t>
            </w:r>
            <w:r w:rsidR="00E147F5">
              <w:t>m</w:t>
            </w:r>
          </w:p>
          <w:p w14:paraId="119A8401" w14:textId="77777777" w:rsidR="00AF6C7D" w:rsidRPr="00AF6C7D" w:rsidRDefault="00AF6C7D" w:rsidP="00AF6C7D">
            <w:pPr>
              <w:pStyle w:val="SIBulletList1"/>
            </w:pPr>
            <w:r w:rsidRPr="00AF6C7D">
              <w:t>routine maintenance requirements</w:t>
            </w:r>
          </w:p>
          <w:p w14:paraId="5200A3D1" w14:textId="39BB7BD9" w:rsidR="001D7CFD" w:rsidRDefault="001D7CFD" w:rsidP="001D7CFD">
            <w:pPr>
              <w:pStyle w:val="SIBulletList1"/>
            </w:pPr>
            <w:r w:rsidRPr="001D7CFD">
              <w:t xml:space="preserve">waste handling </w:t>
            </w:r>
            <w:r w:rsidR="0038009E">
              <w:t xml:space="preserve">and disposal </w:t>
            </w:r>
            <w:r w:rsidRPr="001D7CFD">
              <w:t xml:space="preserve">requirements </w:t>
            </w:r>
          </w:p>
          <w:p w14:paraId="37568B27" w14:textId="55EA75A8" w:rsidR="0038009E" w:rsidRPr="0038009E" w:rsidRDefault="0038009E" w:rsidP="0038009E">
            <w:pPr>
              <w:pStyle w:val="SIBulletList1"/>
            </w:pPr>
            <w:r w:rsidRPr="0038009E">
              <w:t>legislation</w:t>
            </w:r>
            <w:r w:rsidR="00673DEC">
              <w:t xml:space="preserve"> and</w:t>
            </w:r>
            <w:r w:rsidRPr="0038009E">
              <w:t xml:space="preserve"> regulation</w:t>
            </w:r>
            <w:r w:rsidR="00673DEC">
              <w:t>s</w:t>
            </w:r>
            <w:r w:rsidRPr="0038009E">
              <w:t xml:space="preserve"> related to </w:t>
            </w:r>
            <w:r>
              <w:t>the production of alcohol</w:t>
            </w:r>
            <w:r w:rsidRPr="0038009E">
              <w:t xml:space="preserve"> </w:t>
            </w:r>
            <w:proofErr w:type="gramStart"/>
            <w:r w:rsidR="00673DEC">
              <w:t xml:space="preserve">and </w:t>
            </w:r>
            <w:r w:rsidRPr="0038009E">
              <w:t xml:space="preserve"> waste</w:t>
            </w:r>
            <w:proofErr w:type="gramEnd"/>
            <w:r w:rsidRPr="0038009E">
              <w:t xml:space="preserve"> disposal</w:t>
            </w:r>
          </w:p>
          <w:p w14:paraId="4E797198" w14:textId="76E04D18" w:rsidR="00F1480E" w:rsidRPr="000754EC" w:rsidRDefault="00A756A0" w:rsidP="001D7CFD">
            <w:pPr>
              <w:pStyle w:val="SIBulletList1"/>
            </w:pPr>
            <w:r w:rsidRPr="00A756A0">
              <w:t xml:space="preserve">recording requirements for traceability of product </w:t>
            </w:r>
            <w:r w:rsidR="00673DEC">
              <w:t>and payment of</w:t>
            </w:r>
            <w:r w:rsidRPr="00A756A0">
              <w:t xml:space="preserve"> </w:t>
            </w:r>
            <w:r w:rsidR="00673DEC">
              <w:t>excise duty</w:t>
            </w:r>
            <w:r w:rsidRPr="00A756A0">
              <w:t>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157086AC" w14:textId="28B37BB8" w:rsidR="003B05F7" w:rsidRDefault="003B05F7" w:rsidP="00683FC5">
            <w:pPr>
              <w:pStyle w:val="SIBulletList2"/>
            </w:pPr>
            <w:r>
              <w:t>personal protective equipment</w:t>
            </w:r>
          </w:p>
          <w:p w14:paraId="109A83ED" w14:textId="0DBFE2E8" w:rsidR="00683FC5" w:rsidRPr="00683FC5" w:rsidRDefault="00683FC5" w:rsidP="00683FC5">
            <w:pPr>
              <w:pStyle w:val="SIBulletList2"/>
            </w:pPr>
            <w:r w:rsidRPr="00683FC5">
              <w:t>raw materials for wort production</w:t>
            </w:r>
          </w:p>
          <w:p w14:paraId="3A09FB8C" w14:textId="4C595403" w:rsidR="003C1363" w:rsidRDefault="00683FC5" w:rsidP="00BD16FC">
            <w:pPr>
              <w:pStyle w:val="SIBulletList2"/>
            </w:pPr>
            <w:r>
              <w:t xml:space="preserve">access to equipment for production of wort </w:t>
            </w:r>
          </w:p>
          <w:p w14:paraId="3211C9FE" w14:textId="1B932567" w:rsidR="00EE59C3" w:rsidRDefault="00EE59C3" w:rsidP="00BD16FC">
            <w:pPr>
              <w:pStyle w:val="SIBulletList2"/>
            </w:pPr>
            <w:r>
              <w:t>testing equipment</w:t>
            </w:r>
          </w:p>
          <w:p w14:paraId="7E28FFF1" w14:textId="14D5BC96" w:rsidR="00683FC5" w:rsidRDefault="00683FC5" w:rsidP="00683FC5">
            <w:pPr>
              <w:pStyle w:val="SIBulletList1"/>
            </w:pPr>
            <w:r>
              <w:t>specifications</w:t>
            </w:r>
          </w:p>
          <w:p w14:paraId="66B0886D" w14:textId="4DEE8EB8" w:rsidR="00683FC5" w:rsidRDefault="00683FC5" w:rsidP="00BD16FC">
            <w:pPr>
              <w:pStyle w:val="SIBulletList2"/>
            </w:pPr>
            <w:r>
              <w:t>product specifications.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626A1" w14:textId="77777777" w:rsidR="009F52A1" w:rsidRDefault="009F52A1" w:rsidP="00BF3F0A">
      <w:r>
        <w:separator/>
      </w:r>
    </w:p>
    <w:p w14:paraId="3084D0F2" w14:textId="77777777" w:rsidR="009F52A1" w:rsidRDefault="009F52A1"/>
  </w:endnote>
  <w:endnote w:type="continuationSeparator" w:id="0">
    <w:p w14:paraId="1A496C41" w14:textId="77777777" w:rsidR="009F52A1" w:rsidRDefault="009F52A1" w:rsidP="00BF3F0A">
      <w:r>
        <w:continuationSeparator/>
      </w:r>
    </w:p>
    <w:p w14:paraId="0DCACC90" w14:textId="77777777" w:rsidR="009F52A1" w:rsidRDefault="009F52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16BA4" w14:textId="77777777" w:rsidR="00044C39" w:rsidRDefault="00044C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4F9F081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C14F6">
          <w:rPr>
            <w:noProof/>
          </w:rPr>
          <w:t>3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9C49A" w14:textId="77777777" w:rsidR="00044C39" w:rsidRDefault="00044C3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540D7" w14:textId="77777777" w:rsidR="009F52A1" w:rsidRDefault="009F52A1" w:rsidP="00BF3F0A">
      <w:r>
        <w:separator/>
      </w:r>
    </w:p>
    <w:p w14:paraId="73655F94" w14:textId="77777777" w:rsidR="009F52A1" w:rsidRDefault="009F52A1"/>
  </w:footnote>
  <w:footnote w:type="continuationSeparator" w:id="0">
    <w:p w14:paraId="017ED5FD" w14:textId="77777777" w:rsidR="009F52A1" w:rsidRDefault="009F52A1" w:rsidP="00BF3F0A">
      <w:r>
        <w:continuationSeparator/>
      </w:r>
    </w:p>
    <w:p w14:paraId="79E3EA3A" w14:textId="77777777" w:rsidR="009F52A1" w:rsidRDefault="009F52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857EC" w14:textId="77777777" w:rsidR="00044C39" w:rsidRDefault="00044C3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0EC10E8F" w:rsidR="009C2650" w:rsidRPr="000754EC" w:rsidRDefault="00044C39" w:rsidP="00146EEC">
    <w:pPr>
      <w:pStyle w:val="SIText"/>
    </w:pPr>
    <w:sdt>
      <w:sdtPr>
        <w:id w:val="-139118357"/>
        <w:docPartObj>
          <w:docPartGallery w:val="Watermarks"/>
          <w:docPartUnique/>
        </w:docPartObj>
      </w:sdtPr>
      <w:sdtContent>
        <w:r w:rsidRPr="00044C39">
          <w:pict w14:anchorId="64E8228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606C" w:rsidRPr="005C1952">
      <w:t>FBP</w:t>
    </w:r>
    <w:r w:rsidR="00227304">
      <w:t>TEC</w:t>
    </w:r>
    <w:r w:rsidR="0010646C">
      <w:t>4XX</w:t>
    </w:r>
    <w:r w:rsidR="000471C0">
      <w:t>1</w:t>
    </w:r>
    <w:r w:rsidR="00827B8A">
      <w:t>2</w:t>
    </w:r>
    <w:r w:rsidR="00B9606C" w:rsidRPr="00BD16FC">
      <w:t xml:space="preserve"> </w:t>
    </w:r>
    <w:r w:rsidR="00227304">
      <w:t>Manage</w:t>
    </w:r>
    <w:r w:rsidR="00227304" w:rsidRPr="00BD16FC">
      <w:t xml:space="preserve"> </w:t>
    </w:r>
    <w:r w:rsidR="00227304">
      <w:t>wort production</w:t>
    </w:r>
    <w:r w:rsidR="00995DE5">
      <w:t xml:space="preserve"> for distilling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4FC20" w14:textId="77777777" w:rsidR="00044C39" w:rsidRDefault="00044C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C12982"/>
    <w:multiLevelType w:val="multilevel"/>
    <w:tmpl w:val="1B40E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3"/>
  </w:num>
  <w:num w:numId="19">
    <w:abstractNumId w:val="11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0ED7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C39"/>
    <w:rsid w:val="000471C0"/>
    <w:rsid w:val="00047D6E"/>
    <w:rsid w:val="00064BFE"/>
    <w:rsid w:val="00070B3E"/>
    <w:rsid w:val="0007158E"/>
    <w:rsid w:val="00071F95"/>
    <w:rsid w:val="000737BB"/>
    <w:rsid w:val="00074E47"/>
    <w:rsid w:val="000754EC"/>
    <w:rsid w:val="0009093B"/>
    <w:rsid w:val="000A5441"/>
    <w:rsid w:val="000B416A"/>
    <w:rsid w:val="000C149A"/>
    <w:rsid w:val="000C224E"/>
    <w:rsid w:val="000D61B2"/>
    <w:rsid w:val="000D6502"/>
    <w:rsid w:val="000E25E6"/>
    <w:rsid w:val="000E2C86"/>
    <w:rsid w:val="000F29F2"/>
    <w:rsid w:val="00101659"/>
    <w:rsid w:val="0010646C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CB0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304"/>
    <w:rsid w:val="00231F20"/>
    <w:rsid w:val="00233143"/>
    <w:rsid w:val="00234444"/>
    <w:rsid w:val="00242293"/>
    <w:rsid w:val="00244EA7"/>
    <w:rsid w:val="00246FCF"/>
    <w:rsid w:val="00262FC3"/>
    <w:rsid w:val="0026394F"/>
    <w:rsid w:val="00276DB8"/>
    <w:rsid w:val="00282664"/>
    <w:rsid w:val="00285FB8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310A6A"/>
    <w:rsid w:val="0031352E"/>
    <w:rsid w:val="003144E6"/>
    <w:rsid w:val="00325014"/>
    <w:rsid w:val="00337E82"/>
    <w:rsid w:val="00346FDC"/>
    <w:rsid w:val="0035000E"/>
    <w:rsid w:val="00350BB1"/>
    <w:rsid w:val="00352C83"/>
    <w:rsid w:val="00361188"/>
    <w:rsid w:val="00366805"/>
    <w:rsid w:val="00366D9A"/>
    <w:rsid w:val="003673D7"/>
    <w:rsid w:val="0037067D"/>
    <w:rsid w:val="0038009E"/>
    <w:rsid w:val="003807E1"/>
    <w:rsid w:val="0038735B"/>
    <w:rsid w:val="003916D1"/>
    <w:rsid w:val="003A21F0"/>
    <w:rsid w:val="003A277F"/>
    <w:rsid w:val="003A58BA"/>
    <w:rsid w:val="003A5AE7"/>
    <w:rsid w:val="003A7221"/>
    <w:rsid w:val="003B05F7"/>
    <w:rsid w:val="003B3493"/>
    <w:rsid w:val="003C136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166"/>
    <w:rsid w:val="004640AE"/>
    <w:rsid w:val="004679E3"/>
    <w:rsid w:val="00474C31"/>
    <w:rsid w:val="00474FF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D54"/>
    <w:rsid w:val="0050309A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952"/>
    <w:rsid w:val="005C42B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C71"/>
    <w:rsid w:val="00643D1B"/>
    <w:rsid w:val="006452B8"/>
    <w:rsid w:val="00652E62"/>
    <w:rsid w:val="00673DEC"/>
    <w:rsid w:val="00683FC5"/>
    <w:rsid w:val="00686A49"/>
    <w:rsid w:val="00687B62"/>
    <w:rsid w:val="00690C44"/>
    <w:rsid w:val="006969D9"/>
    <w:rsid w:val="006A2B68"/>
    <w:rsid w:val="006C2F32"/>
    <w:rsid w:val="006C7123"/>
    <w:rsid w:val="006D38C3"/>
    <w:rsid w:val="006D4448"/>
    <w:rsid w:val="006D4831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CE6"/>
    <w:rsid w:val="008048EA"/>
    <w:rsid w:val="00817D51"/>
    <w:rsid w:val="00823530"/>
    <w:rsid w:val="00823FF4"/>
    <w:rsid w:val="00827B8A"/>
    <w:rsid w:val="00830267"/>
    <w:rsid w:val="008306E7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B2C77"/>
    <w:rsid w:val="008B4AD2"/>
    <w:rsid w:val="008B7138"/>
    <w:rsid w:val="008C1279"/>
    <w:rsid w:val="008E260C"/>
    <w:rsid w:val="008E39BE"/>
    <w:rsid w:val="008E5ACF"/>
    <w:rsid w:val="008E62EC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02F"/>
    <w:rsid w:val="0096012A"/>
    <w:rsid w:val="00960F6C"/>
    <w:rsid w:val="00965839"/>
    <w:rsid w:val="00970747"/>
    <w:rsid w:val="00995DE5"/>
    <w:rsid w:val="009A5900"/>
    <w:rsid w:val="009A6E6C"/>
    <w:rsid w:val="009A6F3F"/>
    <w:rsid w:val="009B331A"/>
    <w:rsid w:val="009C2650"/>
    <w:rsid w:val="009D15E2"/>
    <w:rsid w:val="009D15FE"/>
    <w:rsid w:val="009D1BDD"/>
    <w:rsid w:val="009D5D2C"/>
    <w:rsid w:val="009F0DCC"/>
    <w:rsid w:val="009F11CA"/>
    <w:rsid w:val="009F52A1"/>
    <w:rsid w:val="00A0695B"/>
    <w:rsid w:val="00A13052"/>
    <w:rsid w:val="00A13156"/>
    <w:rsid w:val="00A216A8"/>
    <w:rsid w:val="00A223A6"/>
    <w:rsid w:val="00A5092E"/>
    <w:rsid w:val="00A5345D"/>
    <w:rsid w:val="00A554D6"/>
    <w:rsid w:val="00A56E14"/>
    <w:rsid w:val="00A6476B"/>
    <w:rsid w:val="00A72712"/>
    <w:rsid w:val="00A756A0"/>
    <w:rsid w:val="00A76C6C"/>
    <w:rsid w:val="00A87356"/>
    <w:rsid w:val="00A92DD1"/>
    <w:rsid w:val="00AA5338"/>
    <w:rsid w:val="00AB1B8E"/>
    <w:rsid w:val="00AC0696"/>
    <w:rsid w:val="00AC14F6"/>
    <w:rsid w:val="00AC4C98"/>
    <w:rsid w:val="00AC5F6B"/>
    <w:rsid w:val="00AD3896"/>
    <w:rsid w:val="00AD5B47"/>
    <w:rsid w:val="00AE1ED9"/>
    <w:rsid w:val="00AE32CB"/>
    <w:rsid w:val="00AF0F01"/>
    <w:rsid w:val="00AF3957"/>
    <w:rsid w:val="00AF6C7D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4"/>
    <w:rsid w:val="00B865B7"/>
    <w:rsid w:val="00B9606C"/>
    <w:rsid w:val="00BA1CB1"/>
    <w:rsid w:val="00BA4178"/>
    <w:rsid w:val="00BA482D"/>
    <w:rsid w:val="00BA6E25"/>
    <w:rsid w:val="00BB154E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42CF0"/>
    <w:rsid w:val="00C56549"/>
    <w:rsid w:val="00C578E9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059"/>
    <w:rsid w:val="00E147F5"/>
    <w:rsid w:val="00E17ECD"/>
    <w:rsid w:val="00E238E6"/>
    <w:rsid w:val="00E3149C"/>
    <w:rsid w:val="00E34BCB"/>
    <w:rsid w:val="00E35064"/>
    <w:rsid w:val="00E3681D"/>
    <w:rsid w:val="00E40225"/>
    <w:rsid w:val="00E415A1"/>
    <w:rsid w:val="00E44930"/>
    <w:rsid w:val="00E501F0"/>
    <w:rsid w:val="00E6166D"/>
    <w:rsid w:val="00E63124"/>
    <w:rsid w:val="00E668AF"/>
    <w:rsid w:val="00E91BFF"/>
    <w:rsid w:val="00E92933"/>
    <w:rsid w:val="00E94FAD"/>
    <w:rsid w:val="00EB0AA4"/>
    <w:rsid w:val="00EB3CA9"/>
    <w:rsid w:val="00EB5C88"/>
    <w:rsid w:val="00EC0469"/>
    <w:rsid w:val="00EE0D76"/>
    <w:rsid w:val="00EE59C3"/>
    <w:rsid w:val="00EF01F8"/>
    <w:rsid w:val="00EF40EF"/>
    <w:rsid w:val="00EF47FE"/>
    <w:rsid w:val="00F069BD"/>
    <w:rsid w:val="00F1480E"/>
    <w:rsid w:val="00F1497D"/>
    <w:rsid w:val="00F16AAC"/>
    <w:rsid w:val="00F23AF9"/>
    <w:rsid w:val="00F33FF2"/>
    <w:rsid w:val="00F42804"/>
    <w:rsid w:val="00F438FC"/>
    <w:rsid w:val="00F52B3C"/>
    <w:rsid w:val="00F5616F"/>
    <w:rsid w:val="00F56451"/>
    <w:rsid w:val="00F56827"/>
    <w:rsid w:val="00F62866"/>
    <w:rsid w:val="00F65EF0"/>
    <w:rsid w:val="00F66564"/>
    <w:rsid w:val="00F71651"/>
    <w:rsid w:val="00F76191"/>
    <w:rsid w:val="00F76CC6"/>
    <w:rsid w:val="00F83D7C"/>
    <w:rsid w:val="00FB232E"/>
    <w:rsid w:val="00FB7228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15763-6439-44CD-A07F-6C840CB5D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131DFC-1374-4F54-9E11-C7A88CA0A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9</cp:revision>
  <cp:lastPrinted>2016-05-27T05:21:00Z</cp:lastPrinted>
  <dcterms:created xsi:type="dcterms:W3CDTF">2019-03-14T04:42:00Z</dcterms:created>
  <dcterms:modified xsi:type="dcterms:W3CDTF">2019-04-05T01:35:00Z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