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CB45769" w:rsidR="00F1480E" w:rsidRPr="000754EC" w:rsidRDefault="0035000E" w:rsidP="00B121AA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3D5CEB8F" w:rsidR="00F1480E" w:rsidRPr="000754EC" w:rsidRDefault="00B9606C" w:rsidP="000754EC">
            <w:pPr>
              <w:pStyle w:val="SIUNITCODE"/>
            </w:pPr>
            <w:r w:rsidRPr="005C1952">
              <w:t>FBPBPG</w:t>
            </w:r>
            <w:r>
              <w:t>4XX</w:t>
            </w:r>
            <w:r w:rsidR="00FE1D70">
              <w:t>2</w:t>
            </w:r>
          </w:p>
        </w:tc>
        <w:tc>
          <w:tcPr>
            <w:tcW w:w="3604" w:type="pct"/>
            <w:shd w:val="clear" w:color="auto" w:fill="auto"/>
          </w:tcPr>
          <w:p w14:paraId="11E37076" w14:textId="3FA51C02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B81046">
              <w:t>filling</w:t>
            </w:r>
            <w:r w:rsidR="00BD16FC" w:rsidRPr="00BD16FC">
              <w:t xml:space="preserve"> and packaging </w:t>
            </w:r>
            <w:r w:rsidR="00FE1D70">
              <w:t>of fermented beverages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2F82E7DA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B9606C">
              <w:t xml:space="preserve">oversee the </w:t>
            </w:r>
            <w:r w:rsidRPr="005C1952">
              <w:t>set up</w:t>
            </w:r>
            <w:r w:rsidR="00B9606C">
              <w:t xml:space="preserve"> and </w:t>
            </w:r>
            <w:r w:rsidR="00B9606C" w:rsidRPr="005C1952">
              <w:t>operat</w:t>
            </w:r>
            <w:r w:rsidR="00B9606C">
              <w:t>ion</w:t>
            </w:r>
            <w:r w:rsidR="00B9606C" w:rsidRPr="005C1952">
              <w:t xml:space="preserve"> </w:t>
            </w:r>
            <w:r w:rsidR="00B9606C">
              <w:t>of a</w:t>
            </w:r>
            <w:r w:rsidRPr="005C1952">
              <w:t xml:space="preserve"> </w:t>
            </w:r>
            <w:r w:rsidR="00FE1D70">
              <w:t xml:space="preserve">manual </w:t>
            </w:r>
            <w:r w:rsidR="00B81046">
              <w:t>filling</w:t>
            </w:r>
            <w:r w:rsidRPr="005C1952">
              <w:t xml:space="preserve"> and packaging </w:t>
            </w:r>
            <w:r w:rsidR="00B9606C">
              <w:t>process</w:t>
            </w:r>
            <w:r w:rsidR="00FE1D70">
              <w:t xml:space="preserve"> of fermented and carbonated beverages, such as beer</w:t>
            </w:r>
            <w:r w:rsidR="00C01703">
              <w:t xml:space="preserve"> or kombucha</w:t>
            </w:r>
            <w:r w:rsidR="00B81046">
              <w:t xml:space="preserve">, into cans, bottles, </w:t>
            </w:r>
            <w:r w:rsidR="005311B7">
              <w:t xml:space="preserve">or </w:t>
            </w:r>
            <w:r w:rsidR="00B81046">
              <w:t>kegs</w:t>
            </w:r>
            <w:r w:rsidR="005311B7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25C43AAD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 w:rsidR="00B81046">
              <w:t>filling</w:t>
            </w:r>
            <w:r>
              <w:t xml:space="preserve"> and packaging </w:t>
            </w:r>
            <w:r w:rsidRPr="00B9606C">
              <w:t>of beverages and the quality assurance requirements associated with th</w:t>
            </w:r>
            <w:r w:rsidR="00B81046">
              <w:t>at process</w:t>
            </w:r>
            <w:r w:rsidRPr="00B9606C">
              <w:t>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52DBD45" w:rsidR="00F1480E" w:rsidRPr="005C1952" w:rsidRDefault="00BD16FC" w:rsidP="005C1952">
            <w:pPr>
              <w:pStyle w:val="SIText"/>
            </w:pPr>
            <w:r w:rsidRPr="005C1952">
              <w:t>No occupational licensing, legislative or certification requirements are known to apply to this unit at the time of publication.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0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713F448F" w:rsidR="00B9606C" w:rsidRPr="00BD16FC" w:rsidRDefault="00B9606C" w:rsidP="00BD16FC">
            <w:r>
              <w:t xml:space="preserve">1. Prepare for </w:t>
            </w:r>
            <w:r w:rsidR="00B81046">
              <w:t>filling</w:t>
            </w:r>
            <w:r>
              <w:t xml:space="preserve"> and packaging</w:t>
            </w:r>
          </w:p>
        </w:tc>
        <w:tc>
          <w:tcPr>
            <w:tcW w:w="3604" w:type="pct"/>
            <w:shd w:val="clear" w:color="auto" w:fill="auto"/>
          </w:tcPr>
          <w:p w14:paraId="7365ED16" w14:textId="6F56236B" w:rsidR="00B9606C" w:rsidRDefault="00B9606C" w:rsidP="00BD16FC">
            <w:r>
              <w:t xml:space="preserve">1.1 Confirm </w:t>
            </w:r>
            <w:r w:rsidR="00B81046">
              <w:t>filling</w:t>
            </w:r>
            <w:r>
              <w:t xml:space="preserve"> and packaging </w:t>
            </w:r>
            <w:r w:rsidR="00AA293C">
              <w:t xml:space="preserve">specifications </w:t>
            </w:r>
            <w:r>
              <w:t>for product</w:t>
            </w:r>
          </w:p>
          <w:p w14:paraId="5699C05F" w14:textId="4BD00D11" w:rsidR="00B81046" w:rsidRDefault="00B81046" w:rsidP="00BD16FC">
            <w:r>
              <w:t>1.2 Confirm type of containers to be filled</w:t>
            </w:r>
          </w:p>
          <w:p w14:paraId="72277CE4" w14:textId="20BB0E78" w:rsidR="00B9606C" w:rsidRDefault="00B9606C" w:rsidP="00BD16FC">
            <w:r>
              <w:t>1.</w:t>
            </w:r>
            <w:r w:rsidR="00A470AA">
              <w:t>3</w:t>
            </w:r>
            <w:r>
              <w:t xml:space="preserve"> Confirm labelling requirements for product</w:t>
            </w:r>
          </w:p>
          <w:p w14:paraId="46082C46" w14:textId="4476B1C7" w:rsidR="00B9606C" w:rsidRPr="00B9606C" w:rsidRDefault="00B9606C" w:rsidP="00B9606C">
            <w:r w:rsidRPr="00BD16FC">
              <w:t>1.</w:t>
            </w:r>
            <w:r w:rsidR="00A470AA">
              <w:t>4</w:t>
            </w:r>
            <w:r w:rsidRPr="00BD16FC">
              <w:t xml:space="preserve"> Ensure that product</w:t>
            </w:r>
            <w:r w:rsidR="007B6D8B">
              <w:t>, containers and labels</w:t>
            </w:r>
            <w:r w:rsidRPr="00BD16FC">
              <w:t xml:space="preserve"> are available to meet production requirements</w:t>
            </w:r>
          </w:p>
          <w:p w14:paraId="2F9B0E4D" w14:textId="3D68FC83" w:rsidR="00B9606C" w:rsidRPr="00B9606C" w:rsidRDefault="00B9606C" w:rsidP="00B9606C">
            <w:r w:rsidRPr="00BD16FC">
              <w:t>1.</w:t>
            </w:r>
            <w:r w:rsidR="00A470AA">
              <w:t>5</w:t>
            </w:r>
            <w:r w:rsidRPr="00BD16FC">
              <w:t xml:space="preserve"> Ensure that services </w:t>
            </w:r>
            <w:r w:rsidR="00AA293C">
              <w:t xml:space="preserve">and staff </w:t>
            </w:r>
            <w:r w:rsidRPr="00BD16FC">
              <w:t>are available and ready for operation</w:t>
            </w:r>
          </w:p>
          <w:p w14:paraId="3B712A17" w14:textId="02A93B0A" w:rsidR="00B9606C" w:rsidRDefault="00B9606C" w:rsidP="006D111D">
            <w:r w:rsidRPr="00BD16FC">
              <w:t>1.</w:t>
            </w:r>
            <w:r w:rsidR="00A470AA">
              <w:t>6</w:t>
            </w:r>
            <w:r w:rsidRPr="00BD16FC">
              <w:t xml:space="preserve"> </w:t>
            </w:r>
            <w:r w:rsidR="00455166">
              <w:t xml:space="preserve">Ensure </w:t>
            </w:r>
            <w:r w:rsidRPr="00BD16FC">
              <w:t xml:space="preserve">equipment </w:t>
            </w:r>
            <w:r w:rsidR="00455166">
              <w:t xml:space="preserve">is </w:t>
            </w:r>
            <w:r w:rsidR="005311B7">
              <w:t xml:space="preserve">cleaned, </w:t>
            </w:r>
            <w:r w:rsidR="007108D9">
              <w:t xml:space="preserve">sanitised, </w:t>
            </w:r>
            <w:r w:rsidR="00455166">
              <w:t xml:space="preserve">prepared and </w:t>
            </w:r>
            <w:r w:rsidRPr="00BD16FC">
              <w:t>check</w:t>
            </w:r>
            <w:r w:rsidR="00455166">
              <w:t>ed</w:t>
            </w:r>
            <w:r w:rsidRPr="00BD16FC">
              <w:t xml:space="preserve"> to </w:t>
            </w:r>
            <w:r w:rsidR="00AA293C">
              <w:t xml:space="preserve">meet </w:t>
            </w:r>
            <w:r w:rsidR="00B81046">
              <w:t>filling</w:t>
            </w:r>
            <w:r w:rsidR="00AA293C">
              <w:t xml:space="preserve"> and packaging requirements</w:t>
            </w:r>
          </w:p>
          <w:p w14:paraId="337DA475" w14:textId="61059E47" w:rsidR="007B6D8B" w:rsidRPr="00BD16FC" w:rsidRDefault="0062036E" w:rsidP="006D111D">
            <w:r>
              <w:t xml:space="preserve">1.7 </w:t>
            </w:r>
            <w:r w:rsidR="007B6D8B">
              <w:t>Complete records to meet company and regulatory requirements</w:t>
            </w:r>
          </w:p>
        </w:tc>
      </w:tr>
      <w:tr w:rsidR="007108D9" w:rsidRPr="00963A46" w14:paraId="1C0829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A3B0C" w14:textId="2463F05B" w:rsidR="007108D9" w:rsidRPr="00BD16FC" w:rsidRDefault="00A470AA" w:rsidP="00BD16FC">
            <w:r>
              <w:t xml:space="preserve">2. </w:t>
            </w:r>
            <w:r w:rsidR="007108D9">
              <w:t>Carbonate</w:t>
            </w:r>
            <w:r w:rsidR="005311B7">
              <w:t xml:space="preserve"> beverage</w:t>
            </w:r>
            <w:r w:rsidR="00C248B4">
              <w:t xml:space="preserve"> for bottl</w:t>
            </w:r>
            <w:r w:rsidR="004B2F9D">
              <w:t>ing</w:t>
            </w:r>
            <w:r w:rsidR="00C248B4">
              <w:t xml:space="preserve"> or can</w:t>
            </w:r>
            <w:r w:rsidR="004B2F9D">
              <w:t>ning</w:t>
            </w:r>
          </w:p>
        </w:tc>
        <w:tc>
          <w:tcPr>
            <w:tcW w:w="3604" w:type="pct"/>
            <w:shd w:val="clear" w:color="auto" w:fill="auto"/>
          </w:tcPr>
          <w:p w14:paraId="6338D881" w14:textId="578789BC" w:rsidR="009947D8" w:rsidRDefault="005311B7" w:rsidP="009947D8">
            <w:r>
              <w:t xml:space="preserve">2.1 </w:t>
            </w:r>
            <w:r w:rsidR="007B6D8B">
              <w:t>C</w:t>
            </w:r>
            <w:r w:rsidR="009947D8">
              <w:t>arry out pre-start checks of equipment</w:t>
            </w:r>
          </w:p>
          <w:p w14:paraId="54514564" w14:textId="48B07556" w:rsidR="009947D8" w:rsidRDefault="009947D8" w:rsidP="009947D8">
            <w:bookmarkStart w:id="0" w:name="_Hlk4597804"/>
            <w:r w:rsidRPr="009947D8">
              <w:t>2.</w:t>
            </w:r>
            <w:r w:rsidR="00A470AA">
              <w:t>2</w:t>
            </w:r>
            <w:r w:rsidRPr="009947D8">
              <w:t xml:space="preserve"> </w:t>
            </w:r>
            <w:r w:rsidR="007B6D8B">
              <w:t>O</w:t>
            </w:r>
            <w:r w:rsidRPr="009947D8">
              <w:t xml:space="preserve">perate the </w:t>
            </w:r>
            <w:r>
              <w:t xml:space="preserve">carbonation equipment to pump </w:t>
            </w:r>
            <w:r w:rsidRPr="009947D8">
              <w:t>carbon dioxide (CO2)</w:t>
            </w:r>
            <w:r>
              <w:t xml:space="preserve"> into beverage</w:t>
            </w:r>
          </w:p>
          <w:p w14:paraId="5FC2DEC9" w14:textId="2EA6F85C" w:rsidR="00EF4B47" w:rsidRPr="009947D8" w:rsidRDefault="00A470AA" w:rsidP="009947D8">
            <w:r>
              <w:t>2.3 Monitor</w:t>
            </w:r>
            <w:r w:rsidR="00EF4B47">
              <w:t xml:space="preserve"> levels of dissolved oxygen</w:t>
            </w:r>
          </w:p>
          <w:p w14:paraId="4CDFFE8B" w14:textId="51EDFBA3" w:rsidR="009947D8" w:rsidRPr="009947D8" w:rsidRDefault="009947D8" w:rsidP="009947D8">
            <w:r w:rsidRPr="009947D8">
              <w:t>2.</w:t>
            </w:r>
            <w:r w:rsidR="00A470AA">
              <w:t>4</w:t>
            </w:r>
            <w:r w:rsidRPr="009947D8">
              <w:t xml:space="preserve"> Monitor equipment to</w:t>
            </w:r>
            <w:r>
              <w:t xml:space="preserve"> </w:t>
            </w:r>
            <w:r w:rsidRPr="009947D8">
              <w:t xml:space="preserve">identify </w:t>
            </w:r>
            <w:r>
              <w:t xml:space="preserve">any </w:t>
            </w:r>
            <w:r w:rsidRPr="009947D8">
              <w:t xml:space="preserve">variation in </w:t>
            </w:r>
            <w:r w:rsidR="007B6D8B">
              <w:t>operation and rectify</w:t>
            </w:r>
          </w:p>
          <w:p w14:paraId="3531DA86" w14:textId="4D7A6FAB" w:rsidR="009947D8" w:rsidRPr="009947D8" w:rsidRDefault="009947D8" w:rsidP="009947D8">
            <w:r w:rsidRPr="009947D8">
              <w:t>2.</w:t>
            </w:r>
            <w:r w:rsidR="00A470AA">
              <w:t>5</w:t>
            </w:r>
            <w:r w:rsidRPr="009947D8">
              <w:t xml:space="preserve"> </w:t>
            </w:r>
            <w:r w:rsidR="007B6D8B">
              <w:t>Sample beverage to e</w:t>
            </w:r>
            <w:r w:rsidRPr="009947D8">
              <w:t xml:space="preserve">nsure product specifications are being met </w:t>
            </w:r>
          </w:p>
          <w:p w14:paraId="5957E565" w14:textId="7D3A7208" w:rsidR="007108D9" w:rsidRPr="00BD16FC" w:rsidRDefault="009947D8" w:rsidP="00BD16FC">
            <w:r w:rsidRPr="009947D8">
              <w:t>2.</w:t>
            </w:r>
            <w:r w:rsidR="00A470AA">
              <w:t>6</w:t>
            </w:r>
            <w:r w:rsidRPr="009947D8">
              <w:t xml:space="preserve"> </w:t>
            </w:r>
            <w:r w:rsidR="007B6D8B">
              <w:t>Adjust equipment parameters to ensure product meets specifications</w:t>
            </w:r>
            <w:bookmarkEnd w:id="0"/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2B7F3527" w:rsidR="00BD16FC" w:rsidRPr="00BD16FC" w:rsidRDefault="00A470AA" w:rsidP="00BD16FC">
            <w:r>
              <w:t>3</w:t>
            </w:r>
            <w:r w:rsidR="00BD16FC" w:rsidRPr="00BD16FC">
              <w:t xml:space="preserve">. </w:t>
            </w:r>
            <w:r w:rsidR="008669B4">
              <w:t>M</w:t>
            </w:r>
            <w:r w:rsidR="00BD16FC" w:rsidRPr="00BD16FC">
              <w:t xml:space="preserve">onitor </w:t>
            </w:r>
            <w:r w:rsidR="007108D9">
              <w:t>filling</w:t>
            </w:r>
            <w:r w:rsidR="008669B4">
              <w:t>, labelling and packaging</w:t>
            </w:r>
            <w:r w:rsidR="00BD16FC" w:rsidRPr="00BD16FC">
              <w:t xml:space="preserve"> processes</w:t>
            </w:r>
          </w:p>
        </w:tc>
        <w:tc>
          <w:tcPr>
            <w:tcW w:w="3604" w:type="pct"/>
            <w:shd w:val="clear" w:color="auto" w:fill="auto"/>
          </w:tcPr>
          <w:p w14:paraId="03F36FC0" w14:textId="6D3715CC" w:rsidR="007B6D8B" w:rsidRPr="007B6D8B" w:rsidRDefault="00A470AA" w:rsidP="007B6D8B">
            <w:r>
              <w:t>3</w:t>
            </w:r>
            <w:r w:rsidR="007B6D8B" w:rsidRPr="007B6D8B">
              <w:t xml:space="preserve">.1 Carry out pre-start checks of </w:t>
            </w:r>
            <w:r w:rsidR="007B6D8B">
              <w:t xml:space="preserve">filling </w:t>
            </w:r>
            <w:r w:rsidR="007B6D8B" w:rsidRPr="007B6D8B">
              <w:t>equipment</w:t>
            </w:r>
          </w:p>
          <w:p w14:paraId="7A5DAEDB" w14:textId="54990596" w:rsidR="00BD16FC" w:rsidRPr="00BD16FC" w:rsidRDefault="00A470AA" w:rsidP="00BD16FC">
            <w:r>
              <w:t>3</w:t>
            </w:r>
            <w:r w:rsidR="00BD16FC" w:rsidRPr="00BD16FC">
              <w:t>.</w:t>
            </w:r>
            <w:r>
              <w:t>2</w:t>
            </w:r>
            <w:r w:rsidR="00BD16FC" w:rsidRPr="00BD16FC">
              <w:t xml:space="preserve"> </w:t>
            </w:r>
            <w:r w:rsidR="003C1363">
              <w:t xml:space="preserve">Ensure </w:t>
            </w:r>
            <w:r w:rsidR="007B6D8B">
              <w:t>enough containers and consumables are prepared for quantity to be packaged</w:t>
            </w:r>
          </w:p>
          <w:p w14:paraId="770A07C2" w14:textId="2DDA6DA7" w:rsidR="00BD16FC" w:rsidRPr="00BD16FC" w:rsidRDefault="00A470AA" w:rsidP="00BD16FC">
            <w:r>
              <w:t>3</w:t>
            </w:r>
            <w:r w:rsidR="00BD16FC" w:rsidRPr="00BD16FC">
              <w:t>.</w:t>
            </w:r>
            <w:r>
              <w:t>3</w:t>
            </w:r>
            <w:r w:rsidR="00BD16FC" w:rsidRPr="00BD16FC">
              <w:t xml:space="preserve"> Monitor control points to confirm performance is maintained within specification</w:t>
            </w:r>
          </w:p>
          <w:p w14:paraId="09058CFA" w14:textId="01BB4561" w:rsidR="00A470AA" w:rsidRDefault="00A470AA" w:rsidP="00BD16FC">
            <w:r>
              <w:t xml:space="preserve">3.4 </w:t>
            </w:r>
            <w:r w:rsidRPr="00A470AA">
              <w:t>Add sugar for bottle conditioning, as required</w:t>
            </w:r>
          </w:p>
          <w:p w14:paraId="56D89596" w14:textId="007B5CA0" w:rsidR="00BD16FC" w:rsidRDefault="00A470AA" w:rsidP="00BD16FC">
            <w:r>
              <w:t>3</w:t>
            </w:r>
            <w:r w:rsidR="00BD16FC" w:rsidRPr="00BD16FC">
              <w:t>.</w:t>
            </w:r>
            <w:r>
              <w:t>5</w:t>
            </w:r>
            <w:r w:rsidR="00BD16FC" w:rsidRPr="00BD16FC">
              <w:t xml:space="preserve"> Ensure that </w:t>
            </w:r>
            <w:r w:rsidR="007B6D8B">
              <w:t>filling</w:t>
            </w:r>
            <w:r w:rsidR="00BD16FC" w:rsidRPr="00BD16FC">
              <w:t xml:space="preserve"> </w:t>
            </w:r>
            <w:r w:rsidR="00FE509D">
              <w:t xml:space="preserve">levels of containers </w:t>
            </w:r>
            <w:r w:rsidR="00BD16FC" w:rsidRPr="00BD16FC">
              <w:t>meet specification</w:t>
            </w:r>
          </w:p>
          <w:p w14:paraId="4F9680EB" w14:textId="1616BC55" w:rsidR="007B6D8B" w:rsidRDefault="00A470AA" w:rsidP="00BD16FC">
            <w:r>
              <w:t xml:space="preserve">3.6 </w:t>
            </w:r>
            <w:r w:rsidR="007B6D8B">
              <w:t>Ensure container seals</w:t>
            </w:r>
            <w:r w:rsidR="00FE509D">
              <w:t xml:space="preserve"> or seams</w:t>
            </w:r>
            <w:r w:rsidR="007B6D8B">
              <w:t xml:space="preserve"> meet specification</w:t>
            </w:r>
          </w:p>
          <w:p w14:paraId="0143C859" w14:textId="0CE23EA1" w:rsidR="008669B4" w:rsidRDefault="008669B4" w:rsidP="00BD16FC">
            <w:r>
              <w:t xml:space="preserve">3.7 </w:t>
            </w:r>
            <w:r w:rsidR="00BE078E">
              <w:t>Pasteurise</w:t>
            </w:r>
            <w:r>
              <w:t xml:space="preserve"> bottles and cans</w:t>
            </w:r>
          </w:p>
          <w:p w14:paraId="06791B84" w14:textId="2F27237F" w:rsidR="008669B4" w:rsidRPr="00BD16FC" w:rsidRDefault="008669B4" w:rsidP="00BD16FC">
            <w:r>
              <w:t xml:space="preserve">3.8 Apply labels to </w:t>
            </w:r>
            <w:r w:rsidR="00BE078E">
              <w:t>containers</w:t>
            </w:r>
          </w:p>
          <w:p w14:paraId="4DEF7BED" w14:textId="7C43E3A5" w:rsidR="00BD16FC" w:rsidRPr="00BD16FC" w:rsidRDefault="00A470AA" w:rsidP="00BD16FC">
            <w:r>
              <w:t>3</w:t>
            </w:r>
            <w:r w:rsidR="00BD16FC" w:rsidRPr="00BD16FC">
              <w:t>.</w:t>
            </w:r>
            <w:r w:rsidR="008669B4">
              <w:t>9</w:t>
            </w:r>
            <w:r w:rsidR="00BD16FC" w:rsidRPr="00BD16FC">
              <w:t xml:space="preserve"> Monitor equipment to confirm operating condition</w:t>
            </w:r>
          </w:p>
          <w:p w14:paraId="7772042B" w14:textId="3D23FF7C" w:rsidR="00A470AA" w:rsidRPr="00BD16FC" w:rsidRDefault="00A470AA" w:rsidP="00BD16FC">
            <w:r>
              <w:t>3</w:t>
            </w:r>
            <w:r w:rsidR="00BD16FC" w:rsidRPr="00BD16FC">
              <w:t>.</w:t>
            </w:r>
            <w:r w:rsidR="008669B4">
              <w:t>10</w:t>
            </w:r>
            <w:r w:rsidR="00BD16FC" w:rsidRPr="00BD16FC">
              <w:t xml:space="preserve"> Identify</w:t>
            </w:r>
            <w:r w:rsidR="00B9606C">
              <w:t xml:space="preserve"> and </w:t>
            </w:r>
            <w:r w:rsidR="00BD16FC" w:rsidRPr="00BD16FC">
              <w:t xml:space="preserve">rectify out-of-specification product, process and equipment performance 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7446DD85" w:rsidR="00BD16FC" w:rsidRPr="00BD16FC" w:rsidRDefault="00E47959" w:rsidP="00BD16FC">
            <w:r>
              <w:lastRenderedPageBreak/>
              <w:t>4</w:t>
            </w:r>
            <w:r w:rsidR="00BD16FC" w:rsidRPr="00BD16FC">
              <w:t xml:space="preserve">. </w:t>
            </w:r>
            <w:r w:rsidR="00B9606C">
              <w:t>Oversee s</w:t>
            </w:r>
            <w:r w:rsidR="00BD16FC" w:rsidRPr="00BD16FC">
              <w:t xml:space="preserve">hut down </w:t>
            </w:r>
            <w:r w:rsidR="00B9606C">
              <w:t>and housekeeping activities</w:t>
            </w:r>
          </w:p>
        </w:tc>
        <w:tc>
          <w:tcPr>
            <w:tcW w:w="3604" w:type="pct"/>
            <w:shd w:val="clear" w:color="auto" w:fill="auto"/>
          </w:tcPr>
          <w:p w14:paraId="2D753483" w14:textId="54F08C69" w:rsidR="00BD16FC" w:rsidRPr="00BD16FC" w:rsidRDefault="00E47959" w:rsidP="00BD16FC">
            <w:r>
              <w:t>4</w:t>
            </w:r>
            <w:r w:rsidR="00BD16FC" w:rsidRPr="00BD16FC">
              <w:t xml:space="preserve">.1 </w:t>
            </w:r>
            <w:r w:rsidR="00B9606C">
              <w:t xml:space="preserve">Ensure equipment is shut down </w:t>
            </w:r>
            <w:r w:rsidR="00BD16FC" w:rsidRPr="00BD16FC">
              <w:t>according to workplace procedures</w:t>
            </w:r>
          </w:p>
          <w:p w14:paraId="31C6A20B" w14:textId="7087AFB9" w:rsidR="00B9606C" w:rsidRDefault="00E47959" w:rsidP="00B9606C">
            <w:r>
              <w:t>4</w:t>
            </w:r>
            <w:r w:rsidR="00B9606C" w:rsidRPr="005C1952">
              <w:t>.</w:t>
            </w:r>
            <w:r w:rsidR="00B9606C">
              <w:t>2</w:t>
            </w:r>
            <w:r w:rsidR="00B9606C" w:rsidRPr="005C1952">
              <w:t xml:space="preserve"> </w:t>
            </w:r>
            <w:r w:rsidR="003C1363">
              <w:t>Ensure</w:t>
            </w:r>
            <w:r w:rsidR="00B9606C" w:rsidRPr="005C1952">
              <w:t xml:space="preserve"> cleaning </w:t>
            </w:r>
            <w:r w:rsidR="00B9606C" w:rsidRPr="00B9606C">
              <w:t>and maintenance procedures</w:t>
            </w:r>
            <w:r w:rsidR="003C1363">
              <w:t xml:space="preserve"> are carried out</w:t>
            </w:r>
          </w:p>
          <w:p w14:paraId="5A8CBC82" w14:textId="19F42285" w:rsidR="00B9606C" w:rsidRDefault="00E47959" w:rsidP="00B9606C">
            <w:r>
              <w:t>4</w:t>
            </w:r>
            <w:r w:rsidR="00B9606C">
              <w:t xml:space="preserve">.3 </w:t>
            </w:r>
            <w:r w:rsidR="003C1363">
              <w:t xml:space="preserve">Ensure </w:t>
            </w:r>
            <w:r w:rsidR="00B9606C">
              <w:t>bottling and packaging activity</w:t>
            </w:r>
            <w:r w:rsidR="003C1363">
              <w:t xml:space="preserve"> is recorded </w:t>
            </w:r>
            <w:r w:rsidR="00B9606C">
              <w:t>in line with organisational requirements</w:t>
            </w:r>
          </w:p>
          <w:p w14:paraId="046C4A3A" w14:textId="4C9CEAEC" w:rsidR="00B9606C" w:rsidRPr="00BD16FC" w:rsidRDefault="00E47959" w:rsidP="00B9606C">
            <w:r>
              <w:t>4</w:t>
            </w:r>
            <w:r w:rsidR="00B9606C">
              <w:t>.4 Order stock to replenish supplies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2D61" w:rsidRPr="00336FCA" w:rsidDel="00423CB2" w14:paraId="5CAFC0AB" w14:textId="77777777" w:rsidTr="00CB0BDF">
        <w:tc>
          <w:tcPr>
            <w:tcW w:w="1396" w:type="pct"/>
          </w:tcPr>
          <w:p w14:paraId="0E85C312" w14:textId="54F756AE" w:rsidR="00632D61" w:rsidRPr="005C1952" w:rsidRDefault="00632D61" w:rsidP="005C195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71F713" w14:textId="3F897D93" w:rsidR="00E47959" w:rsidRPr="00785BC9" w:rsidRDefault="00785BC9" w:rsidP="00785BC9">
            <w:pPr>
              <w:pStyle w:val="SIBulletList1"/>
              <w:rPr>
                <w:rFonts w:eastAsia="Calibri"/>
              </w:rPr>
            </w:pPr>
            <w:r w:rsidRPr="00785BC9">
              <w:rPr>
                <w:rFonts w:eastAsia="Calibri"/>
              </w:rPr>
              <w:t>Calculations to determine alcohol by volume (ABV)</w:t>
            </w:r>
          </w:p>
          <w:p w14:paraId="18A33E2E" w14:textId="2E5732CF" w:rsidR="00785BC9" w:rsidRPr="00785BC9" w:rsidRDefault="00785BC9" w:rsidP="00785BC9">
            <w:pPr>
              <w:pStyle w:val="SIBulletList1"/>
              <w:rPr>
                <w:rFonts w:eastAsia="Calibri"/>
              </w:rPr>
            </w:pPr>
            <w:r w:rsidRPr="00785BC9">
              <w:rPr>
                <w:rFonts w:eastAsia="Calibri"/>
              </w:rPr>
              <w:t>Calculations to establish the volume of containers</w:t>
            </w:r>
          </w:p>
          <w:p w14:paraId="0CBADED8" w14:textId="77777777" w:rsidR="00E47959" w:rsidRPr="00785BC9" w:rsidRDefault="00785BC9" w:rsidP="00785BC9">
            <w:pPr>
              <w:pStyle w:val="SIBulletList1"/>
            </w:pPr>
            <w:r w:rsidRPr="00785BC9">
              <w:t>Check filling tolerances of container, in line with Australian Taxation Office (ATO) guidelines</w:t>
            </w:r>
          </w:p>
          <w:p w14:paraId="3C9935BF" w14:textId="2C397449" w:rsidR="00785BC9" w:rsidRDefault="00785BC9" w:rsidP="00785BC9">
            <w:pPr>
              <w:pStyle w:val="SIBulletList1"/>
            </w:pPr>
            <w:r w:rsidRPr="00785BC9">
              <w:t>Measure volume using ATO accepted methods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41AE4EE1" w14:textId="5E0CA4A6" w:rsidR="005C1952" w:rsidRPr="005C1952" w:rsidRDefault="00B9606C" w:rsidP="005C1952">
            <w:pPr>
              <w:pStyle w:val="SIBulletList1"/>
            </w:pPr>
            <w:r>
              <w:t>Instructs others and demonstrates work requirements where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2DD56955" w:rsidR="005C1952" w:rsidRPr="005C1952" w:rsidDel="009E5B82" w:rsidRDefault="005C1952" w:rsidP="005C1952">
            <w:pPr>
              <w:pStyle w:val="SIBulletList1"/>
            </w:pPr>
            <w:r w:rsidRPr="005C1952">
              <w:t xml:space="preserve">Responds to routine problems </w:t>
            </w:r>
            <w:r w:rsidR="00B9606C">
              <w:t>methodically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71DC7237" w:rsidR="00BD16FC" w:rsidRPr="00BD16FC" w:rsidRDefault="00D848F5" w:rsidP="00BD16FC">
            <w:pPr>
              <w:pStyle w:val="SIText"/>
            </w:pPr>
            <w:r w:rsidRPr="00D848F5">
              <w:t>FBPBPG4XX</w:t>
            </w:r>
            <w:r w:rsidR="00FE1D70">
              <w:t>2</w:t>
            </w:r>
            <w:r w:rsidRPr="00D848F5">
              <w:t xml:space="preserve"> </w:t>
            </w:r>
            <w:r w:rsidR="00FE1D70">
              <w:t>Manage</w:t>
            </w:r>
            <w:r w:rsidR="00FE1D70" w:rsidRPr="00FE1D70">
              <w:t xml:space="preserve"> </w:t>
            </w:r>
            <w:r w:rsidR="00E47959">
              <w:t xml:space="preserve">filling </w:t>
            </w:r>
            <w:r w:rsidR="00FE1D70" w:rsidRPr="00FE1D70">
              <w:t>and packaging of fermented beverages</w:t>
            </w: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6FCAD0E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606C" w:rsidRPr="005C1952">
              <w:t>FBPBPG</w:t>
            </w:r>
            <w:r w:rsidR="00B9606C">
              <w:t>4XX</w:t>
            </w:r>
            <w:r w:rsidR="00D848F5">
              <w:t>1</w:t>
            </w:r>
            <w:r w:rsidR="00B9606C" w:rsidRPr="00BD16FC">
              <w:t xml:space="preserve"> </w:t>
            </w:r>
            <w:r w:rsidR="00B9606C">
              <w:t xml:space="preserve">Manage </w:t>
            </w:r>
            <w:r w:rsidR="00E47959">
              <w:t>filling</w:t>
            </w:r>
            <w:r w:rsidR="00B9606C" w:rsidRPr="00B9606C">
              <w:t xml:space="preserve"> and packaging processes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EB5FC6" w14:textId="4CC5CD7D" w:rsidR="00B9606C" w:rsidRDefault="00BD16FC" w:rsidP="00BD16FC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7108D9">
              <w:t>filling</w:t>
            </w:r>
            <w:r w:rsidR="00B9606C">
              <w:t xml:space="preserve"> </w:t>
            </w:r>
            <w:r w:rsidR="00E47959">
              <w:t xml:space="preserve">and packaging </w:t>
            </w:r>
            <w:r w:rsidR="00B9606C">
              <w:t xml:space="preserve">processes </w:t>
            </w:r>
            <w:r w:rsidR="007108D9">
              <w:t>for two different containers from the following list:</w:t>
            </w:r>
          </w:p>
          <w:p w14:paraId="3F6A605B" w14:textId="5BA053EF" w:rsidR="007108D9" w:rsidRDefault="007108D9" w:rsidP="007108D9">
            <w:pPr>
              <w:pStyle w:val="SIBulletList1"/>
            </w:pPr>
            <w:r>
              <w:t>cans</w:t>
            </w:r>
          </w:p>
          <w:p w14:paraId="531389EE" w14:textId="72BBA217" w:rsidR="007108D9" w:rsidRDefault="007108D9" w:rsidP="007108D9">
            <w:pPr>
              <w:pStyle w:val="SIBulletList1"/>
            </w:pPr>
            <w:r>
              <w:t>bottles</w:t>
            </w:r>
          </w:p>
          <w:p w14:paraId="0280C419" w14:textId="5C2D35A9" w:rsidR="007108D9" w:rsidRDefault="007108D9" w:rsidP="007108D9">
            <w:pPr>
              <w:pStyle w:val="SIBulletList1"/>
            </w:pPr>
            <w:r>
              <w:t>kegs</w:t>
            </w:r>
            <w:r w:rsidR="00B37B4E">
              <w:t>.</w:t>
            </w:r>
          </w:p>
          <w:p w14:paraId="53A6F171" w14:textId="77777777" w:rsidR="00556C4C" w:rsidRPr="000754EC" w:rsidRDefault="00556C4C" w:rsidP="00E4795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378F7CF9" w:rsidR="00BD16FC" w:rsidRDefault="00BD16FC" w:rsidP="0011382D">
            <w:pPr>
              <w:pStyle w:val="SIBulletList1"/>
            </w:pPr>
            <w:r w:rsidRPr="00BD16FC">
              <w:t xml:space="preserve">bottling and packaging </w:t>
            </w:r>
            <w:r w:rsidR="003C1363">
              <w:t xml:space="preserve">requirements and specifications for product </w:t>
            </w:r>
          </w:p>
          <w:p w14:paraId="1248F8AC" w14:textId="75AA0549" w:rsidR="001D7CFD" w:rsidRPr="001D7CFD" w:rsidRDefault="001D7CFD" w:rsidP="0011382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70565E1B" w14:textId="1534B695" w:rsidR="001D7CFD" w:rsidRDefault="001D7CFD" w:rsidP="0011382D">
            <w:pPr>
              <w:pStyle w:val="SIBulletList1"/>
            </w:pPr>
            <w:r w:rsidRPr="001D7CFD">
              <w:t>quality characteristics and uses of end product and output</w:t>
            </w:r>
          </w:p>
          <w:p w14:paraId="224D401F" w14:textId="4183166A" w:rsidR="0011382D" w:rsidRPr="001D7CFD" w:rsidRDefault="0011382D" w:rsidP="0011382D">
            <w:pPr>
              <w:pStyle w:val="SIBulletList1"/>
            </w:pPr>
            <w:r>
              <w:t>classifications for beer</w:t>
            </w:r>
          </w:p>
          <w:p w14:paraId="3C6526C6" w14:textId="290CFFE8" w:rsidR="001D7CFD" w:rsidRPr="001D7CFD" w:rsidRDefault="001D7CFD" w:rsidP="0011382D">
            <w:pPr>
              <w:pStyle w:val="SIBulletList1"/>
            </w:pPr>
            <w:r w:rsidRPr="001D7CFD">
              <w:t xml:space="preserve">preparation requirements </w:t>
            </w:r>
            <w:r w:rsidR="00072AFC">
              <w:t xml:space="preserve">for materials </w:t>
            </w:r>
            <w:r w:rsidRPr="001D7CFD">
              <w:t>and effect of variation on the equipment operation</w:t>
            </w:r>
          </w:p>
          <w:p w14:paraId="0F8D423D" w14:textId="77777777" w:rsidR="001D7CFD" w:rsidRPr="001D7CFD" w:rsidRDefault="001D7CFD" w:rsidP="0011382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1382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1382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1382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1382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6E45D2D5" w:rsidR="001D7CFD" w:rsidRPr="001D7CFD" w:rsidRDefault="001D7CFD" w:rsidP="0011382D">
            <w:pPr>
              <w:pStyle w:val="SIBulletList1"/>
            </w:pPr>
            <w:r w:rsidRPr="001D7CFD">
              <w:t>hazards and controls, including manual handling</w:t>
            </w:r>
            <w:r w:rsidR="00B37B4E">
              <w:t xml:space="preserve"> and working with heat and steam</w:t>
            </w:r>
          </w:p>
          <w:p w14:paraId="6842493D" w14:textId="77777777" w:rsidR="001D7CFD" w:rsidRPr="001D7CFD" w:rsidRDefault="001D7CFD" w:rsidP="0011382D">
            <w:pPr>
              <w:pStyle w:val="SIBulletList1"/>
            </w:pPr>
            <w:r w:rsidRPr="001D7CFD">
              <w:t>routine maintenance requirements</w:t>
            </w:r>
          </w:p>
          <w:p w14:paraId="5200A3D1" w14:textId="03F7AD4C" w:rsidR="001D7CFD" w:rsidRDefault="001D7CFD" w:rsidP="0011382D">
            <w:pPr>
              <w:pStyle w:val="SIBulletList1"/>
            </w:pPr>
            <w:r w:rsidRPr="001D7CFD">
              <w:t>waste handling requirements and procedures</w:t>
            </w:r>
          </w:p>
          <w:p w14:paraId="7ABACFF8" w14:textId="77777777" w:rsidR="0011382D" w:rsidRPr="0011382D" w:rsidRDefault="0011382D" w:rsidP="0011382D">
            <w:pPr>
              <w:pStyle w:val="SIBulletList1"/>
            </w:pPr>
            <w:r w:rsidRPr="0011382D">
              <w:t xml:space="preserve">methods for carbonating fermented beverages with sugar </w:t>
            </w:r>
          </w:p>
          <w:p w14:paraId="6BC95AD2" w14:textId="77777777" w:rsidR="0011382D" w:rsidRPr="0011382D" w:rsidRDefault="0011382D" w:rsidP="0011382D">
            <w:pPr>
              <w:pStyle w:val="SIBulletList1"/>
            </w:pPr>
            <w:r w:rsidRPr="0011382D">
              <w:t>reasons why fermented beverages need to be away from light and oxygen</w:t>
            </w:r>
          </w:p>
          <w:p w14:paraId="26AE22B3" w14:textId="77777777" w:rsidR="0011382D" w:rsidRPr="0011382D" w:rsidRDefault="0011382D" w:rsidP="0011382D">
            <w:pPr>
              <w:pStyle w:val="SIBulletList1"/>
            </w:pPr>
            <w:r w:rsidRPr="0011382D">
              <w:t>temperatures for pasteurisation</w:t>
            </w:r>
          </w:p>
          <w:p w14:paraId="017602F9" w14:textId="77777777" w:rsidR="0011382D" w:rsidRPr="0011382D" w:rsidRDefault="0011382D" w:rsidP="0011382D">
            <w:pPr>
              <w:pStyle w:val="SIBulletList1"/>
            </w:pPr>
            <w:r w:rsidRPr="0011382D">
              <w:t>methods and reasons for pasteurising fermented beverages</w:t>
            </w:r>
          </w:p>
          <w:p w14:paraId="275CCB0C" w14:textId="77777777" w:rsidR="0011382D" w:rsidRPr="0011382D" w:rsidRDefault="0011382D" w:rsidP="0011382D">
            <w:pPr>
              <w:pStyle w:val="SIBulletList1"/>
            </w:pPr>
            <w:r w:rsidRPr="0011382D">
              <w:t>shelf life of pasteurised beverages</w:t>
            </w:r>
          </w:p>
          <w:p w14:paraId="2DE654DE" w14:textId="7C7255B3" w:rsidR="0011382D" w:rsidRDefault="0011382D" w:rsidP="0011382D">
            <w:pPr>
              <w:pStyle w:val="SIBulletList1"/>
            </w:pPr>
            <w:r w:rsidRPr="0011382D">
              <w:t>ideal temperature for storing fermented beverages</w:t>
            </w:r>
          </w:p>
          <w:p w14:paraId="494EB102" w14:textId="3D3EB904" w:rsidR="0011382D" w:rsidRPr="0011382D" w:rsidRDefault="0011382D" w:rsidP="0011382D">
            <w:pPr>
              <w:pStyle w:val="SIBulletList1"/>
            </w:pPr>
            <w:r>
              <w:t xml:space="preserve">labelling requirements as determined by </w:t>
            </w:r>
            <w:r w:rsidRPr="0011382D">
              <w:t>Australian Taxation Office</w:t>
            </w:r>
            <w:r>
              <w:t xml:space="preserve"> (ATO) and Food Standards Code</w:t>
            </w:r>
          </w:p>
          <w:p w14:paraId="4E797198" w14:textId="76A8B3AD" w:rsidR="005311B7" w:rsidRPr="000754EC" w:rsidRDefault="001D7CFD" w:rsidP="0011382D">
            <w:pPr>
              <w:pStyle w:val="SIBulletList1"/>
            </w:pPr>
            <w:r w:rsidRPr="001D7CFD">
              <w:t xml:space="preserve">recording </w:t>
            </w:r>
            <w:r w:rsidR="00785BC9">
              <w:t xml:space="preserve">keeping for </w:t>
            </w:r>
            <w:r w:rsidR="0011382D">
              <w:t>ATO excise</w:t>
            </w:r>
            <w:r w:rsidR="00785BC9">
              <w:t xml:space="preserve"> requirements, including</w:t>
            </w:r>
            <w:r w:rsidR="0011382D">
              <w:t xml:space="preserve"> bright beer register and a packed product register.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4A121F9A" w:rsidR="003C1363" w:rsidRDefault="0011382D" w:rsidP="00BD16FC">
            <w:pPr>
              <w:pStyle w:val="SIBulletList2"/>
            </w:pPr>
            <w:r>
              <w:t xml:space="preserve">stored </w:t>
            </w:r>
            <w:r w:rsidR="003C1363">
              <w:t xml:space="preserve">product to be </w:t>
            </w:r>
            <w:r w:rsidR="00E47959">
              <w:t>filled</w:t>
            </w:r>
            <w:r w:rsidR="003C1363">
              <w:t xml:space="preserve"> and packaged</w:t>
            </w:r>
          </w:p>
          <w:p w14:paraId="0E976D38" w14:textId="59A8A6AF" w:rsidR="00BD16FC" w:rsidRPr="00BD16FC" w:rsidRDefault="00E47959" w:rsidP="00BD16FC">
            <w:pPr>
              <w:pStyle w:val="SIBulletList2"/>
            </w:pPr>
            <w:bookmarkStart w:id="1" w:name="_GoBack"/>
            <w:r>
              <w:t>filling</w:t>
            </w:r>
            <w:r w:rsidR="00BD16FC" w:rsidRPr="00BD16FC">
              <w:t xml:space="preserve"> and packaging equipment</w:t>
            </w:r>
            <w:bookmarkEnd w:id="1"/>
          </w:p>
          <w:p w14:paraId="6245AF52" w14:textId="5EB0E742" w:rsidR="00BD16FC" w:rsidRPr="00BD16FC" w:rsidRDefault="00E47959" w:rsidP="00BD16FC">
            <w:pPr>
              <w:pStyle w:val="SIBulletList2"/>
            </w:pPr>
            <w:r>
              <w:t>filling</w:t>
            </w:r>
            <w:r w:rsidR="00BD16FC" w:rsidRPr="00BD16FC">
              <w:t xml:space="preserve"> and packaging resources and consumables</w:t>
            </w:r>
          </w:p>
          <w:p w14:paraId="1A8CFBB9" w14:textId="77777777" w:rsidR="00AA293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04CA67D9" w14:textId="77777777" w:rsidR="00AA293C" w:rsidRDefault="00AA293C" w:rsidP="00FE1D70">
            <w:pPr>
              <w:pStyle w:val="SIBulletList1"/>
            </w:pPr>
            <w:r>
              <w:t>relationships</w:t>
            </w:r>
          </w:p>
          <w:p w14:paraId="2663BC8D" w14:textId="7FACE38D" w:rsidR="00BD16FC" w:rsidRPr="00BD16FC" w:rsidRDefault="00AA293C" w:rsidP="00BD16FC">
            <w:pPr>
              <w:pStyle w:val="SIBulletList2"/>
            </w:pPr>
            <w:r>
              <w:t>relevant personnel</w:t>
            </w:r>
            <w:r w:rsidR="003C1363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24A0B" w14:textId="77777777" w:rsidR="00113E8D" w:rsidRDefault="00113E8D" w:rsidP="00BF3F0A">
      <w:r>
        <w:separator/>
      </w:r>
    </w:p>
    <w:p w14:paraId="7CFF728A" w14:textId="77777777" w:rsidR="00113E8D" w:rsidRDefault="00113E8D"/>
  </w:endnote>
  <w:endnote w:type="continuationSeparator" w:id="0">
    <w:p w14:paraId="41939997" w14:textId="77777777" w:rsidR="00113E8D" w:rsidRDefault="00113E8D" w:rsidP="00BF3F0A">
      <w:r>
        <w:continuationSeparator/>
      </w:r>
    </w:p>
    <w:p w14:paraId="567811F1" w14:textId="77777777" w:rsidR="00113E8D" w:rsidRDefault="00113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51B4D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651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C120F" w14:textId="77777777" w:rsidR="00113E8D" w:rsidRDefault="00113E8D" w:rsidP="00BF3F0A">
      <w:r>
        <w:separator/>
      </w:r>
    </w:p>
    <w:p w14:paraId="251DB905" w14:textId="77777777" w:rsidR="00113E8D" w:rsidRDefault="00113E8D"/>
  </w:footnote>
  <w:footnote w:type="continuationSeparator" w:id="0">
    <w:p w14:paraId="0DA43824" w14:textId="77777777" w:rsidR="00113E8D" w:rsidRDefault="00113E8D" w:rsidP="00BF3F0A">
      <w:r>
        <w:continuationSeparator/>
      </w:r>
    </w:p>
    <w:p w14:paraId="700A80BD" w14:textId="77777777" w:rsidR="00113E8D" w:rsidRDefault="00113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5F1B09C" w:rsidR="009C2650" w:rsidRPr="000754EC" w:rsidRDefault="00B9606C" w:rsidP="00146EEC">
    <w:pPr>
      <w:pStyle w:val="SIText"/>
    </w:pPr>
    <w:r w:rsidRPr="005C1952">
      <w:t>FBPBPG</w:t>
    </w:r>
    <w:r>
      <w:t>4XX</w:t>
    </w:r>
    <w:r w:rsidR="00FE1D70">
      <w:t>2</w:t>
    </w:r>
    <w:r w:rsidRPr="00BD16FC">
      <w:t xml:space="preserve"> </w:t>
    </w:r>
    <w:r>
      <w:t>Manage</w:t>
    </w:r>
    <w:r w:rsidRPr="00BD16FC">
      <w:t xml:space="preserve"> </w:t>
    </w:r>
    <w:r w:rsidR="00B81046">
      <w:t>filling</w:t>
    </w:r>
    <w:r w:rsidRPr="00BD16FC">
      <w:t xml:space="preserve"> and packaging </w:t>
    </w:r>
    <w:r w:rsidR="00FE1D70">
      <w:t>of fermented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CF17C5"/>
    <w:multiLevelType w:val="multilevel"/>
    <w:tmpl w:val="0EA4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287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F9A"/>
    <w:rsid w:val="00064BFE"/>
    <w:rsid w:val="00070B3E"/>
    <w:rsid w:val="00071F95"/>
    <w:rsid w:val="00072AFC"/>
    <w:rsid w:val="000737BB"/>
    <w:rsid w:val="00074E47"/>
    <w:rsid w:val="000754EC"/>
    <w:rsid w:val="0009093B"/>
    <w:rsid w:val="000A5441"/>
    <w:rsid w:val="000A5FB3"/>
    <w:rsid w:val="000C149A"/>
    <w:rsid w:val="000C224E"/>
    <w:rsid w:val="000C4B8F"/>
    <w:rsid w:val="000D61B2"/>
    <w:rsid w:val="000D6502"/>
    <w:rsid w:val="000E25E6"/>
    <w:rsid w:val="000E2814"/>
    <w:rsid w:val="000E2C86"/>
    <w:rsid w:val="000F29F2"/>
    <w:rsid w:val="00100E33"/>
    <w:rsid w:val="00101659"/>
    <w:rsid w:val="001078BF"/>
    <w:rsid w:val="0011382D"/>
    <w:rsid w:val="00113E8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E799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0466F"/>
    <w:rsid w:val="00310A6A"/>
    <w:rsid w:val="0031352E"/>
    <w:rsid w:val="003144E6"/>
    <w:rsid w:val="00325014"/>
    <w:rsid w:val="00337689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35B"/>
    <w:rsid w:val="00390906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2F9D"/>
    <w:rsid w:val="004B7A28"/>
    <w:rsid w:val="004C2244"/>
    <w:rsid w:val="004C5035"/>
    <w:rsid w:val="004C79A1"/>
    <w:rsid w:val="004D0D5F"/>
    <w:rsid w:val="004D1569"/>
    <w:rsid w:val="004D17E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311B7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2C37"/>
    <w:rsid w:val="005F33CC"/>
    <w:rsid w:val="005F771F"/>
    <w:rsid w:val="006121D4"/>
    <w:rsid w:val="00613B49"/>
    <w:rsid w:val="00616845"/>
    <w:rsid w:val="0062036E"/>
    <w:rsid w:val="00620E8E"/>
    <w:rsid w:val="00632D61"/>
    <w:rsid w:val="00633CFE"/>
    <w:rsid w:val="00634FCA"/>
    <w:rsid w:val="00643D1B"/>
    <w:rsid w:val="006452B8"/>
    <w:rsid w:val="00652E62"/>
    <w:rsid w:val="00663124"/>
    <w:rsid w:val="00686A49"/>
    <w:rsid w:val="00687B62"/>
    <w:rsid w:val="00690C44"/>
    <w:rsid w:val="006969D9"/>
    <w:rsid w:val="006A2B68"/>
    <w:rsid w:val="006B60D3"/>
    <w:rsid w:val="006C2F32"/>
    <w:rsid w:val="006C3F69"/>
    <w:rsid w:val="006C7123"/>
    <w:rsid w:val="006D111D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08D9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0FD8"/>
    <w:rsid w:val="00761DBE"/>
    <w:rsid w:val="0076523B"/>
    <w:rsid w:val="00771B60"/>
    <w:rsid w:val="00781D77"/>
    <w:rsid w:val="00783549"/>
    <w:rsid w:val="00785BC9"/>
    <w:rsid w:val="007860B7"/>
    <w:rsid w:val="00786DC8"/>
    <w:rsid w:val="007A1984"/>
    <w:rsid w:val="007A300D"/>
    <w:rsid w:val="007B6D8B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669B4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2B1E"/>
    <w:rsid w:val="00944C09"/>
    <w:rsid w:val="009527CB"/>
    <w:rsid w:val="00953835"/>
    <w:rsid w:val="00960F6C"/>
    <w:rsid w:val="00965839"/>
    <w:rsid w:val="00970747"/>
    <w:rsid w:val="009947D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603"/>
    <w:rsid w:val="00A13052"/>
    <w:rsid w:val="00A216A8"/>
    <w:rsid w:val="00A223A6"/>
    <w:rsid w:val="00A43590"/>
    <w:rsid w:val="00A470AA"/>
    <w:rsid w:val="00A5092E"/>
    <w:rsid w:val="00A554D6"/>
    <w:rsid w:val="00A56E14"/>
    <w:rsid w:val="00A6476B"/>
    <w:rsid w:val="00A72712"/>
    <w:rsid w:val="00A76C6C"/>
    <w:rsid w:val="00A87356"/>
    <w:rsid w:val="00A92DD1"/>
    <w:rsid w:val="00AA293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121AA"/>
    <w:rsid w:val="00B22C67"/>
    <w:rsid w:val="00B3508F"/>
    <w:rsid w:val="00B37B4E"/>
    <w:rsid w:val="00B443EE"/>
    <w:rsid w:val="00B560C8"/>
    <w:rsid w:val="00B61150"/>
    <w:rsid w:val="00B65BC7"/>
    <w:rsid w:val="00B746B9"/>
    <w:rsid w:val="00B81046"/>
    <w:rsid w:val="00B848D4"/>
    <w:rsid w:val="00B865B4"/>
    <w:rsid w:val="00B865B7"/>
    <w:rsid w:val="00B9606C"/>
    <w:rsid w:val="00BA1CB1"/>
    <w:rsid w:val="00BA4178"/>
    <w:rsid w:val="00BA482D"/>
    <w:rsid w:val="00BA6C75"/>
    <w:rsid w:val="00BA6E25"/>
    <w:rsid w:val="00BB23F4"/>
    <w:rsid w:val="00BC5075"/>
    <w:rsid w:val="00BC5419"/>
    <w:rsid w:val="00BD16FC"/>
    <w:rsid w:val="00BD3B0F"/>
    <w:rsid w:val="00BE078E"/>
    <w:rsid w:val="00BF1D4C"/>
    <w:rsid w:val="00BF3F0A"/>
    <w:rsid w:val="00C01703"/>
    <w:rsid w:val="00C1279D"/>
    <w:rsid w:val="00C143C3"/>
    <w:rsid w:val="00C1739B"/>
    <w:rsid w:val="00C21ADE"/>
    <w:rsid w:val="00C248B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465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8F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136"/>
    <w:rsid w:val="00E35064"/>
    <w:rsid w:val="00E3681D"/>
    <w:rsid w:val="00E40225"/>
    <w:rsid w:val="00E44930"/>
    <w:rsid w:val="00E47959"/>
    <w:rsid w:val="00E501F0"/>
    <w:rsid w:val="00E6166D"/>
    <w:rsid w:val="00E63124"/>
    <w:rsid w:val="00E91BFF"/>
    <w:rsid w:val="00E92933"/>
    <w:rsid w:val="00E94FAD"/>
    <w:rsid w:val="00EB0AA4"/>
    <w:rsid w:val="00EB5C88"/>
    <w:rsid w:val="00EC0469"/>
    <w:rsid w:val="00EE0BFD"/>
    <w:rsid w:val="00EE0D76"/>
    <w:rsid w:val="00EF01F8"/>
    <w:rsid w:val="00EF40EF"/>
    <w:rsid w:val="00EF47FE"/>
    <w:rsid w:val="00EF4B47"/>
    <w:rsid w:val="00F069BD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D1BF3"/>
    <w:rsid w:val="00FD557D"/>
    <w:rsid w:val="00FE0282"/>
    <w:rsid w:val="00FE124D"/>
    <w:rsid w:val="00FE1D70"/>
    <w:rsid w:val="00FE509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07FDD2E649849AC631D36D3F4F186" ma:contentTypeVersion="" ma:contentTypeDescription="Create a new document." ma:contentTypeScope="" ma:versionID="1c90442e0d520877eb605af2ecd53d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b4b1a6-71d3-414c-b66b-3fbc6ddf40b6" targetNamespace="http://schemas.microsoft.com/office/2006/metadata/properties" ma:root="true" ma:fieldsID="93d0a87104c5ce04e68fc5de476bfed8" ns1:_="" ns2:_="" ns3:_="">
    <xsd:import namespace="http://schemas.microsoft.com/sharepoint/v3"/>
    <xsd:import namespace="d50bbff7-d6dd-47d2-864a-cfdc2c3db0f4"/>
    <xsd:import namespace="2db4b1a6-71d3-414c-b66b-3fbc6ddf40b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4b1a6-71d3-414c-b66b-3fbc6ddf4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C93DDA-9DC6-4977-9664-1A7C15A58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b4b1a6-71d3-414c-b66b-3fbc6ddf4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71D2AD6-860C-4862-95C3-CA5CA583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311</TotalTime>
  <Pages>4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29</cp:revision>
  <cp:lastPrinted>2016-05-27T05:21:00Z</cp:lastPrinted>
  <dcterms:created xsi:type="dcterms:W3CDTF">2019-01-07T03:15:00Z</dcterms:created>
  <dcterms:modified xsi:type="dcterms:W3CDTF">2019-04-05T01:32:00Z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0x010100DE607FDD2E649849AC631D36D3F4F186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